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5E3C03" w14:textId="77777777" w:rsidR="005C7532" w:rsidRDefault="005C7532" w:rsidP="005C7532">
      <w:pPr>
        <w:jc w:val="center"/>
        <w:rPr>
          <w:b/>
          <w:bCs/>
          <w:lang w:val="en-US"/>
        </w:rPr>
      </w:pPr>
    </w:p>
    <w:p w14:paraId="48FEB289" w14:textId="77777777" w:rsidR="005C7532" w:rsidRDefault="005C7532" w:rsidP="005C7532">
      <w:pPr>
        <w:jc w:val="center"/>
        <w:rPr>
          <w:b/>
          <w:bCs/>
          <w:lang w:val="en-US"/>
        </w:rPr>
      </w:pPr>
    </w:p>
    <w:p w14:paraId="10538543" w14:textId="77777777" w:rsidR="005C7532" w:rsidRDefault="005C7532" w:rsidP="005C7532">
      <w:pPr>
        <w:jc w:val="center"/>
        <w:rPr>
          <w:b/>
          <w:bCs/>
          <w:lang w:val="en-US"/>
        </w:rPr>
      </w:pPr>
    </w:p>
    <w:p w14:paraId="0B4F166D" w14:textId="77777777" w:rsidR="005C7532" w:rsidRDefault="005C7532" w:rsidP="005C7532">
      <w:pPr>
        <w:jc w:val="center"/>
        <w:rPr>
          <w:b/>
          <w:bCs/>
          <w:lang w:val="en-US"/>
        </w:rPr>
      </w:pPr>
    </w:p>
    <w:p w14:paraId="70FAC493" w14:textId="77777777" w:rsidR="005C7532" w:rsidRDefault="005C7532" w:rsidP="005C7532">
      <w:pPr>
        <w:jc w:val="center"/>
        <w:rPr>
          <w:b/>
          <w:bCs/>
          <w:lang w:val="en-US"/>
        </w:rPr>
      </w:pPr>
    </w:p>
    <w:p w14:paraId="3A5A9F44" w14:textId="77777777" w:rsidR="005C7532" w:rsidRDefault="005C7532" w:rsidP="005C7532">
      <w:pPr>
        <w:jc w:val="center"/>
        <w:rPr>
          <w:b/>
          <w:bCs/>
          <w:lang w:val="en-US"/>
        </w:rPr>
      </w:pPr>
    </w:p>
    <w:p w14:paraId="38F32EBF" w14:textId="77777777" w:rsidR="005C7532" w:rsidRDefault="005C7532" w:rsidP="005C7532">
      <w:pPr>
        <w:jc w:val="center"/>
        <w:rPr>
          <w:b/>
          <w:bCs/>
          <w:lang w:val="en-US"/>
        </w:rPr>
      </w:pPr>
    </w:p>
    <w:p w14:paraId="2F3EA111" w14:textId="77777777" w:rsidR="005C7532" w:rsidRDefault="005C7532" w:rsidP="005C7532">
      <w:pPr>
        <w:jc w:val="center"/>
        <w:rPr>
          <w:b/>
          <w:bCs/>
          <w:lang w:val="en-US"/>
        </w:rPr>
      </w:pPr>
    </w:p>
    <w:p w14:paraId="2CAD83CF" w14:textId="77777777" w:rsidR="005C7532" w:rsidRDefault="005C7532" w:rsidP="005C7532">
      <w:pPr>
        <w:jc w:val="center"/>
        <w:rPr>
          <w:b/>
          <w:bCs/>
          <w:lang w:val="en-US"/>
        </w:rPr>
      </w:pPr>
    </w:p>
    <w:p w14:paraId="6481B80A" w14:textId="77777777" w:rsidR="005C7532" w:rsidRDefault="005C7532" w:rsidP="005C7532">
      <w:pPr>
        <w:jc w:val="center"/>
        <w:rPr>
          <w:b/>
          <w:bCs/>
          <w:lang w:val="en-US"/>
        </w:rPr>
      </w:pPr>
    </w:p>
    <w:p w14:paraId="2EBF9E8A" w14:textId="2771F907" w:rsidR="005C7532" w:rsidRDefault="005C7532" w:rsidP="005C7532">
      <w:pPr>
        <w:jc w:val="center"/>
        <w:rPr>
          <w:rFonts w:asciiTheme="minorHAnsi" w:hAnsiTheme="minorHAnsi" w:cstheme="minorHAnsi"/>
          <w:b/>
          <w:bCs/>
          <w:sz w:val="32"/>
          <w:szCs w:val="32"/>
          <w:lang w:val="en-US"/>
        </w:rPr>
      </w:pPr>
      <w:r w:rsidRPr="005C7532">
        <w:rPr>
          <w:rFonts w:asciiTheme="minorHAnsi" w:hAnsiTheme="minorHAnsi" w:cstheme="minorHAnsi"/>
          <w:b/>
          <w:bCs/>
          <w:sz w:val="32"/>
          <w:szCs w:val="32"/>
          <w:lang w:val="en-US"/>
        </w:rPr>
        <w:t>Microsoft Flight Simulator [ v1.14.5.0 ]</w:t>
      </w:r>
    </w:p>
    <w:p w14:paraId="5A6B3804" w14:textId="77777777" w:rsidR="005C7532" w:rsidRPr="005C7532" w:rsidRDefault="005C7532" w:rsidP="005C7532">
      <w:pPr>
        <w:jc w:val="center"/>
        <w:rPr>
          <w:rFonts w:asciiTheme="minorHAnsi" w:hAnsiTheme="minorHAnsi" w:cstheme="minorHAnsi"/>
          <w:b/>
          <w:bCs/>
          <w:sz w:val="32"/>
          <w:szCs w:val="32"/>
          <w:lang w:val="en-US"/>
        </w:rPr>
      </w:pPr>
    </w:p>
    <w:p w14:paraId="4A6FC618" w14:textId="4A1B7BDA" w:rsidR="005C7532" w:rsidRPr="00C81A59" w:rsidRDefault="005C7532" w:rsidP="005C7532">
      <w:pPr>
        <w:jc w:val="center"/>
        <w:rPr>
          <w:rFonts w:asciiTheme="minorHAnsi" w:hAnsiTheme="minorHAnsi" w:cstheme="minorHAnsi"/>
          <w:b/>
          <w:bCs/>
          <w:sz w:val="40"/>
          <w:szCs w:val="40"/>
          <w:lang w:val="en-US"/>
        </w:rPr>
      </w:pPr>
      <w:r w:rsidRPr="00C81A59">
        <w:rPr>
          <w:rFonts w:asciiTheme="minorHAnsi" w:hAnsiTheme="minorHAnsi" w:cstheme="minorHAnsi"/>
          <w:b/>
          <w:bCs/>
          <w:sz w:val="40"/>
          <w:szCs w:val="40"/>
          <w:lang w:val="en-US"/>
        </w:rPr>
        <w:t>Complete Controls List</w:t>
      </w:r>
    </w:p>
    <w:p w14:paraId="1B6B38D5" w14:textId="3A173FB8" w:rsidR="005C7532" w:rsidRPr="00C81A59" w:rsidRDefault="005C7532" w:rsidP="005C7532">
      <w:pPr>
        <w:jc w:val="center"/>
        <w:rPr>
          <w:rFonts w:asciiTheme="minorHAnsi" w:hAnsiTheme="minorHAnsi" w:cstheme="minorHAnsi"/>
          <w:b/>
          <w:bCs/>
          <w:sz w:val="40"/>
          <w:szCs w:val="40"/>
          <w:lang w:val="en-US"/>
        </w:rPr>
      </w:pPr>
      <w:r w:rsidRPr="00C81A59">
        <w:rPr>
          <w:rFonts w:asciiTheme="minorHAnsi" w:hAnsiTheme="minorHAnsi" w:cstheme="minorHAnsi"/>
          <w:b/>
          <w:bCs/>
          <w:sz w:val="40"/>
          <w:szCs w:val="40"/>
          <w:lang w:val="en-US"/>
        </w:rPr>
        <w:t>&amp; Default Assignements [ v1.0 ]</w:t>
      </w:r>
    </w:p>
    <w:p w14:paraId="6A462CCB" w14:textId="00955D49" w:rsidR="005C7532" w:rsidRDefault="005C7532" w:rsidP="005C7532">
      <w:pPr>
        <w:jc w:val="center"/>
        <w:rPr>
          <w:rFonts w:asciiTheme="minorHAnsi" w:hAnsiTheme="minorHAnsi" w:cstheme="minorHAnsi"/>
          <w:b/>
          <w:bCs/>
          <w:sz w:val="32"/>
          <w:szCs w:val="32"/>
          <w:lang w:val="en-US"/>
        </w:rPr>
      </w:pPr>
    </w:p>
    <w:p w14:paraId="7D285BC2" w14:textId="1DE83672" w:rsidR="005C7532" w:rsidRDefault="005C7532" w:rsidP="005C7532">
      <w:pPr>
        <w:jc w:val="center"/>
        <w:rPr>
          <w:rFonts w:asciiTheme="minorHAnsi" w:hAnsiTheme="minorHAnsi" w:cstheme="minorHAnsi"/>
          <w:b/>
          <w:bCs/>
          <w:sz w:val="32"/>
          <w:szCs w:val="32"/>
          <w:lang w:val="en-US"/>
        </w:rPr>
      </w:pPr>
    </w:p>
    <w:p w14:paraId="707D69E2" w14:textId="65D9F4C0" w:rsidR="005C7532" w:rsidRDefault="005C7532" w:rsidP="005C7532">
      <w:pPr>
        <w:jc w:val="center"/>
        <w:rPr>
          <w:rFonts w:asciiTheme="minorHAnsi" w:hAnsiTheme="minorHAnsi" w:cstheme="minorHAnsi"/>
          <w:b/>
          <w:bCs/>
          <w:sz w:val="32"/>
          <w:szCs w:val="32"/>
          <w:lang w:val="en-US"/>
        </w:rPr>
      </w:pPr>
    </w:p>
    <w:p w14:paraId="758F63E1" w14:textId="4383B784" w:rsidR="005C7532" w:rsidRDefault="005C7532" w:rsidP="005C7532">
      <w:pPr>
        <w:jc w:val="center"/>
        <w:rPr>
          <w:rFonts w:asciiTheme="minorHAnsi" w:hAnsiTheme="minorHAnsi" w:cstheme="minorHAnsi"/>
          <w:b/>
          <w:bCs/>
          <w:sz w:val="32"/>
          <w:szCs w:val="32"/>
          <w:lang w:val="en-US"/>
        </w:rPr>
      </w:pPr>
    </w:p>
    <w:p w14:paraId="2F24160D" w14:textId="166EB50F" w:rsidR="005C7532" w:rsidRDefault="005C7532" w:rsidP="005C7532">
      <w:pPr>
        <w:jc w:val="center"/>
        <w:rPr>
          <w:rFonts w:asciiTheme="minorHAnsi" w:hAnsiTheme="minorHAnsi" w:cstheme="minorHAnsi"/>
          <w:b/>
          <w:bCs/>
          <w:sz w:val="32"/>
          <w:szCs w:val="32"/>
          <w:lang w:val="en-US"/>
        </w:rPr>
      </w:pPr>
    </w:p>
    <w:p w14:paraId="3024CD1A" w14:textId="44286AD8" w:rsidR="005C7532" w:rsidRDefault="005C7532" w:rsidP="005C7532">
      <w:pPr>
        <w:jc w:val="center"/>
        <w:rPr>
          <w:rFonts w:asciiTheme="minorHAnsi" w:hAnsiTheme="minorHAnsi" w:cstheme="minorHAnsi"/>
          <w:b/>
          <w:bCs/>
          <w:sz w:val="32"/>
          <w:szCs w:val="32"/>
          <w:lang w:val="en-US"/>
        </w:rPr>
      </w:pPr>
    </w:p>
    <w:p w14:paraId="5D97BC8E" w14:textId="212984E1" w:rsidR="005C7532" w:rsidRDefault="005C7532" w:rsidP="005C7532">
      <w:pPr>
        <w:jc w:val="center"/>
        <w:rPr>
          <w:rFonts w:asciiTheme="minorHAnsi" w:hAnsiTheme="minorHAnsi" w:cstheme="minorHAnsi"/>
          <w:b/>
          <w:bCs/>
          <w:sz w:val="32"/>
          <w:szCs w:val="32"/>
          <w:lang w:val="en-US"/>
        </w:rPr>
      </w:pPr>
    </w:p>
    <w:p w14:paraId="50DB77CA" w14:textId="676273E1" w:rsidR="005C7532" w:rsidRDefault="005C7532" w:rsidP="005C7532">
      <w:pPr>
        <w:jc w:val="center"/>
        <w:rPr>
          <w:rFonts w:asciiTheme="minorHAnsi" w:hAnsiTheme="minorHAnsi" w:cstheme="minorHAnsi"/>
          <w:b/>
          <w:bCs/>
          <w:sz w:val="32"/>
          <w:szCs w:val="32"/>
          <w:lang w:val="en-US"/>
        </w:rPr>
      </w:pPr>
    </w:p>
    <w:p w14:paraId="47045C8C" w14:textId="0D5F5096" w:rsidR="005C7532" w:rsidRDefault="005C7532" w:rsidP="005C7532">
      <w:pPr>
        <w:jc w:val="center"/>
        <w:rPr>
          <w:rFonts w:asciiTheme="minorHAnsi" w:hAnsiTheme="minorHAnsi" w:cstheme="minorHAnsi"/>
          <w:b/>
          <w:bCs/>
          <w:sz w:val="32"/>
          <w:szCs w:val="32"/>
          <w:lang w:val="en-US"/>
        </w:rPr>
      </w:pPr>
    </w:p>
    <w:p w14:paraId="1CA34949" w14:textId="3F3F313D" w:rsidR="005C7532" w:rsidRDefault="005C7532" w:rsidP="005C7532">
      <w:pPr>
        <w:jc w:val="center"/>
        <w:rPr>
          <w:rFonts w:asciiTheme="minorHAnsi" w:hAnsiTheme="minorHAnsi" w:cstheme="minorHAnsi"/>
          <w:b/>
          <w:bCs/>
          <w:sz w:val="32"/>
          <w:szCs w:val="32"/>
          <w:lang w:val="en-US"/>
        </w:rPr>
      </w:pPr>
    </w:p>
    <w:p w14:paraId="7650C214" w14:textId="46BF6234" w:rsidR="005C7532" w:rsidRDefault="005C7532" w:rsidP="005C7532">
      <w:pPr>
        <w:jc w:val="center"/>
        <w:rPr>
          <w:rFonts w:asciiTheme="minorHAnsi" w:hAnsiTheme="minorHAnsi" w:cstheme="minorHAnsi"/>
          <w:b/>
          <w:bCs/>
          <w:sz w:val="32"/>
          <w:szCs w:val="32"/>
          <w:lang w:val="en-US"/>
        </w:rPr>
      </w:pPr>
    </w:p>
    <w:p w14:paraId="37274C38" w14:textId="79A3C653" w:rsidR="005C7532" w:rsidRDefault="005C7532" w:rsidP="005C7532">
      <w:pPr>
        <w:jc w:val="center"/>
        <w:rPr>
          <w:rFonts w:asciiTheme="minorHAnsi" w:hAnsiTheme="minorHAnsi" w:cstheme="minorHAnsi"/>
          <w:b/>
          <w:bCs/>
          <w:sz w:val="32"/>
          <w:szCs w:val="32"/>
          <w:lang w:val="en-US"/>
        </w:rPr>
      </w:pPr>
    </w:p>
    <w:p w14:paraId="1AFC5105" w14:textId="5CBCF1D3" w:rsidR="005C7532" w:rsidRDefault="005C7532" w:rsidP="005C7532">
      <w:pPr>
        <w:jc w:val="center"/>
        <w:rPr>
          <w:rFonts w:asciiTheme="minorHAnsi" w:hAnsiTheme="minorHAnsi" w:cstheme="minorHAnsi"/>
          <w:b/>
          <w:bCs/>
          <w:sz w:val="32"/>
          <w:szCs w:val="32"/>
          <w:lang w:val="en-US"/>
        </w:rPr>
      </w:pPr>
    </w:p>
    <w:p w14:paraId="579610A8" w14:textId="2C918E01" w:rsidR="005C7532" w:rsidRDefault="005C7532" w:rsidP="005C7532">
      <w:pPr>
        <w:jc w:val="center"/>
        <w:rPr>
          <w:rFonts w:asciiTheme="minorHAnsi" w:hAnsiTheme="minorHAnsi" w:cstheme="minorHAnsi"/>
          <w:b/>
          <w:bCs/>
          <w:sz w:val="32"/>
          <w:szCs w:val="32"/>
          <w:lang w:val="en-US"/>
        </w:rPr>
      </w:pPr>
    </w:p>
    <w:p w14:paraId="6DB2050B" w14:textId="0B2AA5A1" w:rsidR="005C7532" w:rsidRPr="005C7532" w:rsidRDefault="005C7532" w:rsidP="005C7532">
      <w:pPr>
        <w:jc w:val="center"/>
        <w:rPr>
          <w:rFonts w:asciiTheme="minorHAnsi" w:hAnsiTheme="minorHAnsi" w:cstheme="minorHAnsi"/>
          <w:b/>
          <w:bCs/>
          <w:sz w:val="28"/>
          <w:szCs w:val="28"/>
          <w:lang w:val="en-US"/>
        </w:rPr>
      </w:pPr>
      <w:r>
        <w:rPr>
          <w:rFonts w:asciiTheme="minorHAnsi" w:hAnsiTheme="minorHAnsi" w:cstheme="minorHAnsi"/>
          <w:b/>
          <w:bCs/>
          <w:sz w:val="28"/>
          <w:szCs w:val="28"/>
          <w:lang w:val="en-US"/>
        </w:rPr>
        <w:t>March 1</w:t>
      </w:r>
      <w:r w:rsidR="00DD6369">
        <w:rPr>
          <w:rFonts w:asciiTheme="minorHAnsi" w:hAnsiTheme="minorHAnsi" w:cstheme="minorHAnsi"/>
          <w:b/>
          <w:bCs/>
          <w:sz w:val="28"/>
          <w:szCs w:val="28"/>
          <w:lang w:val="en-US"/>
        </w:rPr>
        <w:t>0</w:t>
      </w:r>
      <w:r>
        <w:rPr>
          <w:rFonts w:asciiTheme="minorHAnsi" w:hAnsiTheme="minorHAnsi" w:cstheme="minorHAnsi"/>
          <w:b/>
          <w:bCs/>
          <w:sz w:val="28"/>
          <w:szCs w:val="28"/>
          <w:lang w:val="en-US"/>
        </w:rPr>
        <w:t xml:space="preserve">, 2021 </w:t>
      </w:r>
    </w:p>
    <w:p w14:paraId="221BF001" w14:textId="0E383CAB" w:rsidR="005C7532" w:rsidRDefault="005C7532" w:rsidP="005C7532">
      <w:pPr>
        <w:jc w:val="center"/>
        <w:rPr>
          <w:b/>
          <w:bCs/>
          <w:lang w:val="en-US"/>
        </w:rPr>
      </w:pPr>
    </w:p>
    <w:p w14:paraId="1E7C35DA" w14:textId="16DEF398" w:rsidR="005C7532" w:rsidRDefault="005C7532" w:rsidP="005C7532">
      <w:pPr>
        <w:jc w:val="center"/>
        <w:rPr>
          <w:b/>
          <w:bCs/>
          <w:lang w:val="en-US"/>
        </w:rPr>
      </w:pPr>
    </w:p>
    <w:p w14:paraId="0233BEC7" w14:textId="77777777" w:rsidR="005C7532" w:rsidRDefault="005C7532" w:rsidP="005C7532">
      <w:pPr>
        <w:jc w:val="center"/>
        <w:rPr>
          <w:b/>
          <w:bCs/>
          <w:sz w:val="20"/>
          <w:lang w:val="en-US"/>
        </w:rPr>
      </w:pPr>
    </w:p>
    <w:p w14:paraId="00C3D637" w14:textId="0CD34224" w:rsidR="005C7532" w:rsidRDefault="005C7532">
      <w:pPr>
        <w:rPr>
          <w:b/>
          <w:bCs/>
          <w:sz w:val="20"/>
          <w:lang w:val="en-US"/>
        </w:rPr>
      </w:pPr>
      <w:r>
        <w:rPr>
          <w:b/>
          <w:bCs/>
          <w:lang w:val="en-US"/>
        </w:rPr>
        <w:br w:type="page"/>
      </w:r>
    </w:p>
    <w:p w14:paraId="59BB039E" w14:textId="77777777" w:rsidR="00755D73" w:rsidRDefault="00755D73" w:rsidP="00711849">
      <w:pPr>
        <w:pageBreakBefore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14:paraId="37735C40" w14:textId="77777777" w:rsidR="00755D73" w:rsidRDefault="00755D73" w:rsidP="00755D73">
      <w:pPr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14:paraId="6EF15E23" w14:textId="77777777" w:rsidR="00755D73" w:rsidRDefault="00755D73" w:rsidP="00755D73">
      <w:pPr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14:paraId="3DB18E95" w14:textId="77777777" w:rsidR="00755D73" w:rsidRDefault="00755D73" w:rsidP="00755D73">
      <w:pPr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14:paraId="19FA7D7A" w14:textId="28A2087E" w:rsidR="00214F9A" w:rsidRDefault="00F86933" w:rsidP="00755D73">
      <w:pPr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214F9A">
        <w:rPr>
          <w:rFonts w:asciiTheme="minorHAnsi" w:hAnsiTheme="minorHAnsi" w:cstheme="minorHAnsi"/>
          <w:sz w:val="24"/>
          <w:szCs w:val="24"/>
          <w:lang w:val="en-US"/>
        </w:rPr>
        <w:t xml:space="preserve">In the present </w:t>
      </w:r>
      <w:r w:rsidR="00214F9A" w:rsidRPr="00214F9A">
        <w:rPr>
          <w:rFonts w:asciiTheme="minorHAnsi" w:hAnsiTheme="minorHAnsi" w:cstheme="minorHAnsi"/>
          <w:sz w:val="24"/>
          <w:szCs w:val="24"/>
          <w:lang w:val="en-US"/>
        </w:rPr>
        <w:t xml:space="preserve">version of MSFS there are </w:t>
      </w:r>
      <w:r w:rsidR="00214F9A">
        <w:rPr>
          <w:rFonts w:asciiTheme="minorHAnsi" w:hAnsiTheme="minorHAnsi" w:cstheme="minorHAnsi"/>
          <w:sz w:val="24"/>
          <w:szCs w:val="24"/>
          <w:lang w:val="en-US"/>
        </w:rPr>
        <w:t>more than 1200 as</w:t>
      </w:r>
      <w:r w:rsidR="00711849">
        <w:rPr>
          <w:rFonts w:asciiTheme="minorHAnsi" w:hAnsiTheme="minorHAnsi" w:cstheme="minorHAnsi"/>
          <w:sz w:val="24"/>
          <w:szCs w:val="24"/>
          <w:lang w:val="en-US"/>
        </w:rPr>
        <w:t>s</w:t>
      </w:r>
      <w:r w:rsidR="00214F9A">
        <w:rPr>
          <w:rFonts w:asciiTheme="minorHAnsi" w:hAnsiTheme="minorHAnsi" w:cstheme="minorHAnsi"/>
          <w:sz w:val="24"/>
          <w:szCs w:val="24"/>
          <w:lang w:val="en-US"/>
        </w:rPr>
        <w:t>ignable commands</w:t>
      </w:r>
      <w:r w:rsidR="00711849">
        <w:rPr>
          <w:rFonts w:asciiTheme="minorHAnsi" w:hAnsiTheme="minorHAnsi" w:cstheme="minorHAnsi"/>
          <w:sz w:val="24"/>
          <w:szCs w:val="24"/>
          <w:lang w:val="en-US"/>
        </w:rPr>
        <w:t>: about 900 for managing the sim and the flight, and near 250 for the cameras.</w:t>
      </w:r>
    </w:p>
    <w:p w14:paraId="38B7235E" w14:textId="7E88AF20" w:rsidR="00711849" w:rsidRDefault="00F376D7" w:rsidP="00711849">
      <w:pPr>
        <w:spacing w:before="240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However</w:t>
      </w:r>
      <w:r w:rsidR="00711849">
        <w:rPr>
          <w:rFonts w:asciiTheme="minorHAnsi" w:hAnsiTheme="minorHAnsi" w:cstheme="minorHAnsi"/>
          <w:sz w:val="24"/>
          <w:szCs w:val="24"/>
          <w:lang w:val="en-US"/>
        </w:rPr>
        <w:t>, in my opinion, the problem is not the number of possible commands, but the not always logic structure under which they are presented in the selection menu.</w:t>
      </w:r>
    </w:p>
    <w:p w14:paraId="6C048B6D" w14:textId="701C24B2" w:rsidR="00711849" w:rsidRDefault="00711849" w:rsidP="00711849">
      <w:pPr>
        <w:spacing w:before="240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In this document you’ll find this main structure respected, except in a few cases where I have created some new sub-items</w:t>
      </w:r>
      <w:r w:rsidR="006B3B42">
        <w:rPr>
          <w:rFonts w:asciiTheme="minorHAnsi" w:hAnsiTheme="minorHAnsi" w:cstheme="minorHAnsi"/>
          <w:sz w:val="24"/>
          <w:szCs w:val="24"/>
          <w:lang w:val="en-US"/>
        </w:rPr>
        <w:t>,</w:t>
      </w:r>
      <w:r>
        <w:rPr>
          <w:rFonts w:asciiTheme="minorHAnsi" w:hAnsiTheme="minorHAnsi" w:cstheme="minorHAnsi"/>
          <w:sz w:val="24"/>
          <w:szCs w:val="24"/>
          <w:lang w:val="en-US"/>
        </w:rPr>
        <w:t xml:space="preserve"> or relocated some commands. You can use the solid PDF version, or edit the MS Word as you like.</w:t>
      </w:r>
      <w:r w:rsidR="006B3B42">
        <w:rPr>
          <w:rFonts w:asciiTheme="minorHAnsi" w:hAnsiTheme="minorHAnsi" w:cstheme="minorHAnsi"/>
          <w:sz w:val="24"/>
          <w:szCs w:val="24"/>
          <w:lang w:val="en-US"/>
        </w:rPr>
        <w:t xml:space="preserve"> Both are printable in A5 size</w:t>
      </w:r>
      <w:r w:rsidR="006B43BF">
        <w:rPr>
          <w:rFonts w:asciiTheme="minorHAnsi" w:hAnsiTheme="minorHAnsi" w:cstheme="minorHAnsi"/>
          <w:sz w:val="24"/>
          <w:szCs w:val="24"/>
          <w:lang w:val="en-US"/>
        </w:rPr>
        <w:t xml:space="preserve">, and both include an internal navigation aid (bookmarks </w:t>
      </w:r>
      <w:r w:rsidR="00F376D7">
        <w:rPr>
          <w:rFonts w:asciiTheme="minorHAnsi" w:hAnsiTheme="minorHAnsi" w:cstheme="minorHAnsi"/>
          <w:sz w:val="24"/>
          <w:szCs w:val="24"/>
          <w:lang w:val="en-US"/>
        </w:rPr>
        <w:t xml:space="preserve">in PDF </w:t>
      </w:r>
      <w:r w:rsidR="006B43BF">
        <w:rPr>
          <w:rFonts w:asciiTheme="minorHAnsi" w:hAnsiTheme="minorHAnsi" w:cstheme="minorHAnsi"/>
          <w:sz w:val="24"/>
          <w:szCs w:val="24"/>
          <w:lang w:val="en-US"/>
        </w:rPr>
        <w:t xml:space="preserve">/ </w:t>
      </w:r>
      <w:r w:rsidR="00F376D7">
        <w:rPr>
          <w:rFonts w:asciiTheme="minorHAnsi" w:hAnsiTheme="minorHAnsi" w:cstheme="minorHAnsi"/>
          <w:sz w:val="24"/>
          <w:szCs w:val="24"/>
          <w:lang w:val="en-US"/>
        </w:rPr>
        <w:t>title navigation tree for Word).</w:t>
      </w:r>
    </w:p>
    <w:p w14:paraId="2D046208" w14:textId="7970046E" w:rsidR="00711849" w:rsidRDefault="00711849" w:rsidP="00711849">
      <w:pPr>
        <w:spacing w:before="240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 xml:space="preserve">I hope it could be as useful to you as it has been </w:t>
      </w:r>
      <w:r w:rsidR="006B3B42">
        <w:rPr>
          <w:rFonts w:asciiTheme="minorHAnsi" w:hAnsiTheme="minorHAnsi" w:cstheme="minorHAnsi"/>
          <w:sz w:val="24"/>
          <w:szCs w:val="24"/>
          <w:lang w:val="en-US"/>
        </w:rPr>
        <w:t xml:space="preserve">for me </w:t>
      </w:r>
      <w:r>
        <w:rPr>
          <w:rFonts w:asciiTheme="minorHAnsi" w:hAnsiTheme="minorHAnsi" w:cstheme="minorHAnsi"/>
          <w:sz w:val="24"/>
          <w:szCs w:val="24"/>
          <w:lang w:val="en-US"/>
        </w:rPr>
        <w:t>to made it.</w:t>
      </w:r>
    </w:p>
    <w:p w14:paraId="3B7DC3F6" w14:textId="64E9780F" w:rsidR="00711849" w:rsidRDefault="00711849" w:rsidP="00711849">
      <w:pPr>
        <w:spacing w:before="240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Feedback always welcome.</w:t>
      </w:r>
    </w:p>
    <w:p w14:paraId="5776B3A4" w14:textId="4C142498" w:rsidR="00711849" w:rsidRPr="00DD6369" w:rsidRDefault="006B3B42" w:rsidP="006B3B42">
      <w:pPr>
        <w:spacing w:before="240"/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 w:rsidRPr="00DD6369">
        <w:rPr>
          <w:rFonts w:asciiTheme="minorHAnsi" w:hAnsiTheme="minorHAnsi" w:cstheme="minorHAnsi"/>
          <w:sz w:val="24"/>
          <w:szCs w:val="24"/>
          <w:lang w:val="en-US"/>
        </w:rPr>
        <w:t>Felix Fernandez de Castro (Oviedo, Spain) – felixser@telefonica.net</w:t>
      </w:r>
    </w:p>
    <w:p w14:paraId="211D375B" w14:textId="335D3657" w:rsidR="00F86933" w:rsidRPr="00DD6369" w:rsidRDefault="00F86933">
      <w:pPr>
        <w:rPr>
          <w:b/>
          <w:bCs/>
          <w:sz w:val="20"/>
          <w:lang w:val="en-US"/>
        </w:rPr>
      </w:pPr>
      <w:r w:rsidRPr="00DD6369">
        <w:rPr>
          <w:b/>
          <w:bCs/>
          <w:sz w:val="20"/>
          <w:lang w:val="en-US"/>
        </w:rPr>
        <w:br w:type="page"/>
      </w:r>
    </w:p>
    <w:p w14:paraId="780EF4D6" w14:textId="19C7CD57" w:rsidR="00DF2C00" w:rsidRPr="00DF2C00" w:rsidRDefault="00DF2C00" w:rsidP="005D3D26">
      <w:pPr>
        <w:pStyle w:val="TDC1"/>
        <w:jc w:val="center"/>
        <w:rPr>
          <w:b/>
          <w:bCs/>
          <w:lang w:val="en-US"/>
        </w:rPr>
      </w:pPr>
      <w:r w:rsidRPr="00DF2C00">
        <w:rPr>
          <w:b/>
          <w:bCs/>
          <w:lang w:val="en-US"/>
        </w:rPr>
        <w:lastRenderedPageBreak/>
        <w:t>MSFS Controls</w:t>
      </w:r>
      <w:r w:rsidR="00994560">
        <w:rPr>
          <w:b/>
          <w:bCs/>
          <w:lang w:val="en-US"/>
        </w:rPr>
        <w:t xml:space="preserve"> [</w:t>
      </w:r>
      <w:r w:rsidR="001B2387">
        <w:rPr>
          <w:b/>
          <w:bCs/>
          <w:lang w:val="en-US"/>
        </w:rPr>
        <w:t xml:space="preserve"> </w:t>
      </w:r>
      <w:r w:rsidR="00994560">
        <w:rPr>
          <w:b/>
          <w:bCs/>
          <w:lang w:val="en-US"/>
        </w:rPr>
        <w:t>v1.14.5.0</w:t>
      </w:r>
      <w:r w:rsidR="001B2387">
        <w:rPr>
          <w:b/>
          <w:bCs/>
          <w:lang w:val="en-US"/>
        </w:rPr>
        <w:t xml:space="preserve"> </w:t>
      </w:r>
      <w:r w:rsidR="00994560">
        <w:rPr>
          <w:b/>
          <w:bCs/>
          <w:lang w:val="en-US"/>
        </w:rPr>
        <w:t>]</w:t>
      </w:r>
    </w:p>
    <w:p w14:paraId="10488FAE" w14:textId="342F0BDF" w:rsidR="00012BB0" w:rsidRDefault="004B76AF">
      <w:pPr>
        <w:pStyle w:val="TDC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292943" w:history="1">
        <w:r w:rsidR="00012BB0" w:rsidRPr="007B653C">
          <w:rPr>
            <w:rStyle w:val="Hipervnculo"/>
            <w:noProof/>
          </w:rPr>
          <w:t>1.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Axes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_Toc66292943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1</w:t>
        </w:r>
        <w:r w:rsidR="00012BB0">
          <w:rPr>
            <w:noProof/>
            <w:webHidden/>
          </w:rPr>
          <w:fldChar w:fldCharType="end"/>
        </w:r>
      </w:hyperlink>
    </w:p>
    <w:p w14:paraId="4ABCB39E" w14:textId="26F5C70B" w:rsidR="00012BB0" w:rsidRDefault="0089641A">
      <w:pPr>
        <w:pStyle w:val="TDC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44" w:history="1">
        <w:r w:rsidR="00012BB0" w:rsidRPr="007B653C">
          <w:rPr>
            <w:rStyle w:val="Hipervnculo"/>
            <w:noProof/>
          </w:rPr>
          <w:t>2.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Menu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_Toc66292944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2</w:t>
        </w:r>
        <w:r w:rsidR="00012BB0">
          <w:rPr>
            <w:noProof/>
            <w:webHidden/>
          </w:rPr>
          <w:fldChar w:fldCharType="end"/>
        </w:r>
      </w:hyperlink>
    </w:p>
    <w:p w14:paraId="44439116" w14:textId="159A7A2F" w:rsidR="00012BB0" w:rsidRDefault="0089641A">
      <w:pPr>
        <w:pStyle w:val="TDC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45" w:history="1">
        <w:r w:rsidR="00012BB0" w:rsidRPr="007B653C">
          <w:rPr>
            <w:rStyle w:val="Hipervnculo"/>
            <w:noProof/>
          </w:rPr>
          <w:t>3.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Miscellaneous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_Toc66292945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3</w:t>
        </w:r>
        <w:r w:rsidR="00012BB0">
          <w:rPr>
            <w:noProof/>
            <w:webHidden/>
          </w:rPr>
          <w:fldChar w:fldCharType="end"/>
        </w:r>
      </w:hyperlink>
    </w:p>
    <w:p w14:paraId="6F21C6EA" w14:textId="66CF8F0D" w:rsidR="00012BB0" w:rsidRDefault="0089641A">
      <w:pPr>
        <w:pStyle w:val="TDC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46" w:history="1">
        <w:r w:rsidR="00012BB0" w:rsidRPr="007B653C">
          <w:rPr>
            <w:rStyle w:val="Hipervnculo"/>
            <w:noProof/>
          </w:rPr>
          <w:t>4.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Instruments &amp; Systems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_Toc66292946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4</w:t>
        </w:r>
        <w:r w:rsidR="00012BB0">
          <w:rPr>
            <w:noProof/>
            <w:webHidden/>
          </w:rPr>
          <w:fldChar w:fldCharType="end"/>
        </w:r>
      </w:hyperlink>
    </w:p>
    <w:p w14:paraId="7DD8FB9C" w14:textId="48D3434B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47" w:history="1">
        <w:r w:rsidR="00012BB0" w:rsidRPr="007B653C">
          <w:rPr>
            <w:rStyle w:val="Hipervnculo"/>
            <w:noProof/>
          </w:rPr>
          <w:t>4.1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Flight Instruments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_Toc66292947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4</w:t>
        </w:r>
        <w:r w:rsidR="00012BB0">
          <w:rPr>
            <w:noProof/>
            <w:webHidden/>
          </w:rPr>
          <w:fldChar w:fldCharType="end"/>
        </w:r>
      </w:hyperlink>
    </w:p>
    <w:p w14:paraId="08399293" w14:textId="2B124256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48" w:history="1">
        <w:r w:rsidR="00012BB0" w:rsidRPr="007B653C">
          <w:rPr>
            <w:rStyle w:val="Hipervnculo"/>
            <w:noProof/>
          </w:rPr>
          <w:t>4.2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Engine Instruments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_Toc66292948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7</w:t>
        </w:r>
        <w:r w:rsidR="00012BB0">
          <w:rPr>
            <w:noProof/>
            <w:webHidden/>
          </w:rPr>
          <w:fldChar w:fldCharType="end"/>
        </w:r>
      </w:hyperlink>
    </w:p>
    <w:p w14:paraId="23B8D178" w14:textId="4D318D33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49" w:history="1">
        <w:r w:rsidR="00012BB0" w:rsidRPr="007B653C">
          <w:rPr>
            <w:rStyle w:val="Hipervnculo"/>
            <w:noProof/>
          </w:rPr>
          <w:t>4.3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Electrics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_Toc66292949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11</w:t>
        </w:r>
        <w:r w:rsidR="00012BB0">
          <w:rPr>
            <w:noProof/>
            <w:webHidden/>
          </w:rPr>
          <w:fldChar w:fldCharType="end"/>
        </w:r>
      </w:hyperlink>
    </w:p>
    <w:p w14:paraId="0448A7B0" w14:textId="622FCC93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50" w:history="1">
        <w:r w:rsidR="00012BB0" w:rsidRPr="007B653C">
          <w:rPr>
            <w:rStyle w:val="Hipervnculo"/>
            <w:noProof/>
          </w:rPr>
          <w:t>4.4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Fuel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_Toc66292950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13</w:t>
        </w:r>
        <w:r w:rsidR="00012BB0">
          <w:rPr>
            <w:noProof/>
            <w:webHidden/>
          </w:rPr>
          <w:fldChar w:fldCharType="end"/>
        </w:r>
      </w:hyperlink>
    </w:p>
    <w:p w14:paraId="7255BC2A" w14:textId="3C3C2EC7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51" w:history="1">
        <w:r w:rsidR="00012BB0" w:rsidRPr="007B653C">
          <w:rPr>
            <w:rStyle w:val="Hipervnculo"/>
            <w:noProof/>
          </w:rPr>
          <w:t>4.5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Anti Ice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_Toc66292951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16</w:t>
        </w:r>
        <w:r w:rsidR="00012BB0">
          <w:rPr>
            <w:noProof/>
            <w:webHidden/>
          </w:rPr>
          <w:fldChar w:fldCharType="end"/>
        </w:r>
      </w:hyperlink>
    </w:p>
    <w:p w14:paraId="5E207E0F" w14:textId="5836FC35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52" w:history="1">
        <w:r w:rsidR="00012BB0" w:rsidRPr="007B653C">
          <w:rPr>
            <w:rStyle w:val="Hipervnculo"/>
            <w:noProof/>
          </w:rPr>
          <w:t>4.6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Hydraulics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_Toc66292952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16</w:t>
        </w:r>
        <w:r w:rsidR="00012BB0">
          <w:rPr>
            <w:noProof/>
            <w:webHidden/>
          </w:rPr>
          <w:fldChar w:fldCharType="end"/>
        </w:r>
      </w:hyperlink>
    </w:p>
    <w:p w14:paraId="1F90E762" w14:textId="676B0037" w:rsidR="00012BB0" w:rsidRDefault="0089641A">
      <w:pPr>
        <w:pStyle w:val="TDC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53" w:history="1">
        <w:r w:rsidR="00012BB0" w:rsidRPr="007B653C">
          <w:rPr>
            <w:rStyle w:val="Hipervnculo"/>
            <w:noProof/>
          </w:rPr>
          <w:t>5.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Lights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_Toc66292953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17</w:t>
        </w:r>
        <w:r w:rsidR="00012BB0">
          <w:rPr>
            <w:noProof/>
            <w:webHidden/>
          </w:rPr>
          <w:fldChar w:fldCharType="end"/>
        </w:r>
      </w:hyperlink>
    </w:p>
    <w:p w14:paraId="15095D97" w14:textId="493C372E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54" w:history="1">
        <w:r w:rsidR="00012BB0" w:rsidRPr="007B653C">
          <w:rPr>
            <w:rStyle w:val="Hipervnculo"/>
            <w:noProof/>
          </w:rPr>
          <w:t>5.1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Exterior Lights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_Toc66292954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17</w:t>
        </w:r>
        <w:r w:rsidR="00012BB0">
          <w:rPr>
            <w:noProof/>
            <w:webHidden/>
          </w:rPr>
          <w:fldChar w:fldCharType="end"/>
        </w:r>
      </w:hyperlink>
    </w:p>
    <w:p w14:paraId="23582C2B" w14:textId="5D2AAA7B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55" w:history="1">
        <w:r w:rsidR="00012BB0" w:rsidRPr="007B653C">
          <w:rPr>
            <w:rStyle w:val="Hipervnculo"/>
            <w:noProof/>
          </w:rPr>
          <w:t>5.2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Interior Lights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_Toc66292955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18</w:t>
        </w:r>
        <w:r w:rsidR="00012BB0">
          <w:rPr>
            <w:noProof/>
            <w:webHidden/>
          </w:rPr>
          <w:fldChar w:fldCharType="end"/>
        </w:r>
      </w:hyperlink>
    </w:p>
    <w:p w14:paraId="08A33DF3" w14:textId="16F8BF4D" w:rsidR="00012BB0" w:rsidRDefault="0089641A">
      <w:pPr>
        <w:pStyle w:val="TDC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56" w:history="1">
        <w:r w:rsidR="00012BB0" w:rsidRPr="007B653C">
          <w:rPr>
            <w:rStyle w:val="Hipervnculo"/>
            <w:noProof/>
          </w:rPr>
          <w:t>6.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Flight Control Surfaces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_Toc66292956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19</w:t>
        </w:r>
        <w:r w:rsidR="00012BB0">
          <w:rPr>
            <w:noProof/>
            <w:webHidden/>
          </w:rPr>
          <w:fldChar w:fldCharType="end"/>
        </w:r>
      </w:hyperlink>
    </w:p>
    <w:p w14:paraId="798C3BF6" w14:textId="3DFD0E69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57" w:history="1">
        <w:r w:rsidR="00012BB0" w:rsidRPr="007B653C">
          <w:rPr>
            <w:rStyle w:val="Hipervnculo"/>
            <w:noProof/>
          </w:rPr>
          <w:t>6.1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Primary Control Surfaces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_Toc66292957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19</w:t>
        </w:r>
        <w:r w:rsidR="00012BB0">
          <w:rPr>
            <w:noProof/>
            <w:webHidden/>
          </w:rPr>
          <w:fldChar w:fldCharType="end"/>
        </w:r>
      </w:hyperlink>
    </w:p>
    <w:p w14:paraId="13E53E69" w14:textId="24E96683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58" w:history="1">
        <w:r w:rsidR="00012BB0" w:rsidRPr="007B653C">
          <w:rPr>
            <w:rStyle w:val="Hipervnculo"/>
            <w:noProof/>
          </w:rPr>
          <w:t>6.2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Secondary Control Surfaces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_Toc66292958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19</w:t>
        </w:r>
        <w:r w:rsidR="00012BB0">
          <w:rPr>
            <w:noProof/>
            <w:webHidden/>
          </w:rPr>
          <w:fldChar w:fldCharType="end"/>
        </w:r>
      </w:hyperlink>
    </w:p>
    <w:p w14:paraId="5C98074D" w14:textId="2B70AD04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59" w:history="1">
        <w:r w:rsidR="00012BB0" w:rsidRPr="007B653C">
          <w:rPr>
            <w:rStyle w:val="Hipervnculo"/>
            <w:noProof/>
          </w:rPr>
          <w:t>6.3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Control Trimming Surfaces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_Toc66292959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20</w:t>
        </w:r>
        <w:r w:rsidR="00012BB0">
          <w:rPr>
            <w:noProof/>
            <w:webHidden/>
          </w:rPr>
          <w:fldChar w:fldCharType="end"/>
        </w:r>
      </w:hyperlink>
    </w:p>
    <w:p w14:paraId="4F5D07E9" w14:textId="4BADF162" w:rsidR="00012BB0" w:rsidRDefault="0089641A">
      <w:pPr>
        <w:pStyle w:val="TDC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60" w:history="1">
        <w:r w:rsidR="00012BB0" w:rsidRPr="007B653C">
          <w:rPr>
            <w:rStyle w:val="Hipervnculo"/>
            <w:noProof/>
          </w:rPr>
          <w:t>7.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Power Management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_Toc66292960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21</w:t>
        </w:r>
        <w:r w:rsidR="00012BB0">
          <w:rPr>
            <w:noProof/>
            <w:webHidden/>
          </w:rPr>
          <w:fldChar w:fldCharType="end"/>
        </w:r>
      </w:hyperlink>
    </w:p>
    <w:p w14:paraId="3F0567E9" w14:textId="3204A6EE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61" w:history="1">
        <w:r w:rsidR="00012BB0" w:rsidRPr="007B653C">
          <w:rPr>
            <w:rStyle w:val="Hipervnculo"/>
            <w:noProof/>
          </w:rPr>
          <w:t>7.1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Throttle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_Toc66292961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21</w:t>
        </w:r>
        <w:r w:rsidR="00012BB0">
          <w:rPr>
            <w:noProof/>
            <w:webHidden/>
          </w:rPr>
          <w:fldChar w:fldCharType="end"/>
        </w:r>
      </w:hyperlink>
    </w:p>
    <w:p w14:paraId="4D702F8F" w14:textId="391258DC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62" w:history="1">
        <w:r w:rsidR="00012BB0" w:rsidRPr="007B653C">
          <w:rPr>
            <w:rStyle w:val="Hipervnculo"/>
            <w:noProof/>
          </w:rPr>
          <w:t>7.2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Propeller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_Toc66292962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22</w:t>
        </w:r>
        <w:r w:rsidR="00012BB0">
          <w:rPr>
            <w:noProof/>
            <w:webHidden/>
          </w:rPr>
          <w:fldChar w:fldCharType="end"/>
        </w:r>
      </w:hyperlink>
    </w:p>
    <w:p w14:paraId="63DD5996" w14:textId="47822E8D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63" w:history="1">
        <w:r w:rsidR="00012BB0" w:rsidRPr="007B653C">
          <w:rPr>
            <w:rStyle w:val="Hipervnculo"/>
            <w:noProof/>
          </w:rPr>
          <w:t>7.3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Mixture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_Toc66292963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24</w:t>
        </w:r>
        <w:r w:rsidR="00012BB0">
          <w:rPr>
            <w:noProof/>
            <w:webHidden/>
          </w:rPr>
          <w:fldChar w:fldCharType="end"/>
        </w:r>
      </w:hyperlink>
    </w:p>
    <w:p w14:paraId="3DC2CB20" w14:textId="138253BF" w:rsidR="00012BB0" w:rsidRDefault="0089641A">
      <w:pPr>
        <w:pStyle w:val="TDC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64" w:history="1">
        <w:r w:rsidR="00012BB0" w:rsidRPr="007B653C">
          <w:rPr>
            <w:rStyle w:val="Hipervnculo"/>
            <w:noProof/>
          </w:rPr>
          <w:t>8.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Landing Gear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_Toc66292964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25</w:t>
        </w:r>
        <w:r w:rsidR="00012BB0">
          <w:rPr>
            <w:noProof/>
            <w:webHidden/>
          </w:rPr>
          <w:fldChar w:fldCharType="end"/>
        </w:r>
      </w:hyperlink>
    </w:p>
    <w:p w14:paraId="74F75939" w14:textId="14C838FD" w:rsidR="00012BB0" w:rsidRDefault="0089641A">
      <w:pPr>
        <w:pStyle w:val="TDC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65" w:history="1">
        <w:r w:rsidR="00012BB0" w:rsidRPr="007B653C">
          <w:rPr>
            <w:rStyle w:val="Hipervnculo"/>
            <w:noProof/>
          </w:rPr>
          <w:t>9.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Brakes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_Toc66292965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25</w:t>
        </w:r>
        <w:r w:rsidR="00012BB0">
          <w:rPr>
            <w:noProof/>
            <w:webHidden/>
          </w:rPr>
          <w:fldChar w:fldCharType="end"/>
        </w:r>
      </w:hyperlink>
    </w:p>
    <w:p w14:paraId="5026CE4D" w14:textId="6D04C9DB" w:rsidR="00012BB0" w:rsidRDefault="0089641A">
      <w:pPr>
        <w:pStyle w:val="TDC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66" w:history="1">
        <w:r w:rsidR="00012BB0" w:rsidRPr="007B653C">
          <w:rPr>
            <w:rStyle w:val="Hipervnculo"/>
            <w:noProof/>
          </w:rPr>
          <w:t>10.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Autopilot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_Toc66292966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26</w:t>
        </w:r>
        <w:r w:rsidR="00012BB0">
          <w:rPr>
            <w:noProof/>
            <w:webHidden/>
          </w:rPr>
          <w:fldChar w:fldCharType="end"/>
        </w:r>
      </w:hyperlink>
    </w:p>
    <w:p w14:paraId="7BC53DB4" w14:textId="5CA8EEDE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67" w:history="1">
        <w:r w:rsidR="00012BB0" w:rsidRPr="007B653C">
          <w:rPr>
            <w:rStyle w:val="Hipervnculo"/>
            <w:noProof/>
          </w:rPr>
          <w:t>10.1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HDG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_Toc66292967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27</w:t>
        </w:r>
        <w:r w:rsidR="00012BB0">
          <w:rPr>
            <w:noProof/>
            <w:webHidden/>
          </w:rPr>
          <w:fldChar w:fldCharType="end"/>
        </w:r>
      </w:hyperlink>
    </w:p>
    <w:p w14:paraId="58DD2B82" w14:textId="5D7F5326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68" w:history="1">
        <w:r w:rsidR="00012BB0" w:rsidRPr="007B653C">
          <w:rPr>
            <w:rStyle w:val="Hipervnculo"/>
            <w:noProof/>
          </w:rPr>
          <w:t>10.2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NAV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_Toc66292968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27</w:t>
        </w:r>
        <w:r w:rsidR="00012BB0">
          <w:rPr>
            <w:noProof/>
            <w:webHidden/>
          </w:rPr>
          <w:fldChar w:fldCharType="end"/>
        </w:r>
      </w:hyperlink>
    </w:p>
    <w:p w14:paraId="37DB03A7" w14:textId="0BD3C6CD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69" w:history="1">
        <w:r w:rsidR="00012BB0" w:rsidRPr="007B653C">
          <w:rPr>
            <w:rStyle w:val="Hipervnculo"/>
            <w:noProof/>
          </w:rPr>
          <w:t>10.3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ALT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_Toc66292969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28</w:t>
        </w:r>
        <w:r w:rsidR="00012BB0">
          <w:rPr>
            <w:noProof/>
            <w:webHidden/>
          </w:rPr>
          <w:fldChar w:fldCharType="end"/>
        </w:r>
      </w:hyperlink>
    </w:p>
    <w:p w14:paraId="6827E6F2" w14:textId="48E30A39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70" w:history="1">
        <w:r w:rsidR="00012BB0" w:rsidRPr="007B653C">
          <w:rPr>
            <w:rStyle w:val="Hipervnculo"/>
            <w:noProof/>
          </w:rPr>
          <w:t>10.4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VS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_Toc66292970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28</w:t>
        </w:r>
        <w:r w:rsidR="00012BB0">
          <w:rPr>
            <w:noProof/>
            <w:webHidden/>
          </w:rPr>
          <w:fldChar w:fldCharType="end"/>
        </w:r>
      </w:hyperlink>
    </w:p>
    <w:p w14:paraId="5DD3C47A" w14:textId="6FB41FE3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71" w:history="1">
        <w:r w:rsidR="00012BB0" w:rsidRPr="007B653C">
          <w:rPr>
            <w:rStyle w:val="Hipervnculo"/>
            <w:noProof/>
          </w:rPr>
          <w:t>10.5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SPD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_Toc66292971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29</w:t>
        </w:r>
        <w:r w:rsidR="00012BB0">
          <w:rPr>
            <w:noProof/>
            <w:webHidden/>
          </w:rPr>
          <w:fldChar w:fldCharType="end"/>
        </w:r>
      </w:hyperlink>
    </w:p>
    <w:p w14:paraId="2025721C" w14:textId="4553462E" w:rsidR="00012BB0" w:rsidRDefault="0089641A">
      <w:pPr>
        <w:pStyle w:val="TDC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72" w:history="1">
        <w:r w:rsidR="00012BB0" w:rsidRPr="007B653C">
          <w:rPr>
            <w:rStyle w:val="Hipervnculo"/>
            <w:noProof/>
          </w:rPr>
          <w:t>11.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Radio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_Toc66292972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30</w:t>
        </w:r>
        <w:r w:rsidR="00012BB0">
          <w:rPr>
            <w:noProof/>
            <w:webHidden/>
          </w:rPr>
          <w:fldChar w:fldCharType="end"/>
        </w:r>
      </w:hyperlink>
    </w:p>
    <w:p w14:paraId="57976454" w14:textId="0207F51B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73" w:history="1">
        <w:r w:rsidR="00012BB0" w:rsidRPr="007B653C">
          <w:rPr>
            <w:rStyle w:val="Hipervnculo"/>
            <w:noProof/>
          </w:rPr>
          <w:t>11.1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ATC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_Toc66292973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30</w:t>
        </w:r>
        <w:r w:rsidR="00012BB0">
          <w:rPr>
            <w:noProof/>
            <w:webHidden/>
          </w:rPr>
          <w:fldChar w:fldCharType="end"/>
        </w:r>
      </w:hyperlink>
    </w:p>
    <w:p w14:paraId="65F0C148" w14:textId="307C38A0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74" w:history="1">
        <w:r w:rsidR="00012BB0" w:rsidRPr="007B653C">
          <w:rPr>
            <w:rStyle w:val="Hipervnculo"/>
            <w:noProof/>
          </w:rPr>
          <w:t>11.2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COMMS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_Toc66292974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31</w:t>
        </w:r>
        <w:r w:rsidR="00012BB0">
          <w:rPr>
            <w:noProof/>
            <w:webHidden/>
          </w:rPr>
          <w:fldChar w:fldCharType="end"/>
        </w:r>
      </w:hyperlink>
    </w:p>
    <w:p w14:paraId="6033CE08" w14:textId="7BB0505A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75" w:history="1">
        <w:r w:rsidR="00012BB0" w:rsidRPr="007B653C">
          <w:rPr>
            <w:rStyle w:val="Hipervnculo"/>
            <w:noProof/>
          </w:rPr>
          <w:t>11.3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NAV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_Toc66292975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33</w:t>
        </w:r>
        <w:r w:rsidR="00012BB0">
          <w:rPr>
            <w:noProof/>
            <w:webHidden/>
          </w:rPr>
          <w:fldChar w:fldCharType="end"/>
        </w:r>
      </w:hyperlink>
    </w:p>
    <w:p w14:paraId="3E73F1CE" w14:textId="573E5D3C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76" w:history="1">
        <w:r w:rsidR="00012BB0" w:rsidRPr="007B653C">
          <w:rPr>
            <w:rStyle w:val="Hipervnculo"/>
            <w:noProof/>
          </w:rPr>
          <w:t>11.4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VOR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_Toc66292976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34</w:t>
        </w:r>
        <w:r w:rsidR="00012BB0">
          <w:rPr>
            <w:noProof/>
            <w:webHidden/>
          </w:rPr>
          <w:fldChar w:fldCharType="end"/>
        </w:r>
      </w:hyperlink>
    </w:p>
    <w:p w14:paraId="01105111" w14:textId="1FEBA461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77" w:history="1">
        <w:r w:rsidR="00012BB0" w:rsidRPr="007B653C">
          <w:rPr>
            <w:rStyle w:val="Hipervnculo"/>
            <w:noProof/>
          </w:rPr>
          <w:t>11.5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OBI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_Toc66292977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34</w:t>
        </w:r>
        <w:r w:rsidR="00012BB0">
          <w:rPr>
            <w:noProof/>
            <w:webHidden/>
          </w:rPr>
          <w:fldChar w:fldCharType="end"/>
        </w:r>
      </w:hyperlink>
    </w:p>
    <w:p w14:paraId="6A02BBDC" w14:textId="62DBF059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78" w:history="1">
        <w:r w:rsidR="00012BB0" w:rsidRPr="007B653C">
          <w:rPr>
            <w:rStyle w:val="Hipervnculo"/>
            <w:noProof/>
          </w:rPr>
          <w:t>11.6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KOLLSMAN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_Toc66292978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34</w:t>
        </w:r>
        <w:r w:rsidR="00012BB0">
          <w:rPr>
            <w:noProof/>
            <w:webHidden/>
          </w:rPr>
          <w:fldChar w:fldCharType="end"/>
        </w:r>
      </w:hyperlink>
    </w:p>
    <w:p w14:paraId="05EDDA17" w14:textId="6A44F3BA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79" w:history="1">
        <w:r w:rsidR="00012BB0" w:rsidRPr="007B653C">
          <w:rPr>
            <w:rStyle w:val="Hipervnculo"/>
            <w:noProof/>
          </w:rPr>
          <w:t>11.7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DME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_Toc66292979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35</w:t>
        </w:r>
        <w:r w:rsidR="00012BB0">
          <w:rPr>
            <w:noProof/>
            <w:webHidden/>
          </w:rPr>
          <w:fldChar w:fldCharType="end"/>
        </w:r>
      </w:hyperlink>
    </w:p>
    <w:p w14:paraId="10D46A44" w14:textId="2A042104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80" w:history="1">
        <w:r w:rsidR="00012BB0" w:rsidRPr="007B653C">
          <w:rPr>
            <w:rStyle w:val="Hipervnculo"/>
            <w:noProof/>
          </w:rPr>
          <w:t>11.8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XPNDR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_Toc66292980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35</w:t>
        </w:r>
        <w:r w:rsidR="00012BB0">
          <w:rPr>
            <w:noProof/>
            <w:webHidden/>
          </w:rPr>
          <w:fldChar w:fldCharType="end"/>
        </w:r>
      </w:hyperlink>
    </w:p>
    <w:p w14:paraId="3FFD783D" w14:textId="12F32999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81" w:history="1">
        <w:r w:rsidR="00012BB0" w:rsidRPr="007B653C">
          <w:rPr>
            <w:rStyle w:val="Hipervnculo"/>
            <w:noProof/>
          </w:rPr>
          <w:t>11.9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ADF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_Toc66292981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36</w:t>
        </w:r>
        <w:r w:rsidR="00012BB0">
          <w:rPr>
            <w:noProof/>
            <w:webHidden/>
          </w:rPr>
          <w:fldChar w:fldCharType="end"/>
        </w:r>
      </w:hyperlink>
    </w:p>
    <w:p w14:paraId="79FA8536" w14:textId="409AA227" w:rsidR="00012BB0" w:rsidRDefault="0089641A">
      <w:pPr>
        <w:pStyle w:val="TDC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82" w:history="1">
        <w:r w:rsidR="00012BB0" w:rsidRPr="007B653C">
          <w:rPr>
            <w:rStyle w:val="Hipervnculo"/>
            <w:noProof/>
          </w:rPr>
          <w:t>12.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VR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_Toc66292982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38</w:t>
        </w:r>
        <w:r w:rsidR="00012BB0">
          <w:rPr>
            <w:noProof/>
            <w:webHidden/>
          </w:rPr>
          <w:fldChar w:fldCharType="end"/>
        </w:r>
      </w:hyperlink>
    </w:p>
    <w:p w14:paraId="1AD56CA5" w14:textId="77D9BF4F" w:rsidR="00012BB0" w:rsidRDefault="0089641A">
      <w:pPr>
        <w:pStyle w:val="TDC1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83" w:history="1">
        <w:r w:rsidR="00012BB0" w:rsidRPr="007B653C">
          <w:rPr>
            <w:rStyle w:val="Hipervnculo"/>
            <w:noProof/>
          </w:rPr>
          <w:t>13.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Camera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_Toc66292983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38</w:t>
        </w:r>
        <w:r w:rsidR="00012BB0">
          <w:rPr>
            <w:noProof/>
            <w:webHidden/>
          </w:rPr>
          <w:fldChar w:fldCharType="end"/>
        </w:r>
      </w:hyperlink>
    </w:p>
    <w:p w14:paraId="08B5AB85" w14:textId="005AA003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84" w:history="1">
        <w:r w:rsidR="00012BB0" w:rsidRPr="007B653C">
          <w:rPr>
            <w:rStyle w:val="Hipervnculo"/>
            <w:noProof/>
          </w:rPr>
          <w:t>13.1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Camera Mode Switches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_Toc66292984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38</w:t>
        </w:r>
        <w:r w:rsidR="00012BB0">
          <w:rPr>
            <w:noProof/>
            <w:webHidden/>
          </w:rPr>
          <w:fldChar w:fldCharType="end"/>
        </w:r>
      </w:hyperlink>
    </w:p>
    <w:p w14:paraId="3C81BBEC" w14:textId="7395662C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85" w:history="1">
        <w:r w:rsidR="00012BB0" w:rsidRPr="007B653C">
          <w:rPr>
            <w:rStyle w:val="Hipervnculo"/>
            <w:noProof/>
          </w:rPr>
          <w:t>13.2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Cockpit Camera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_Toc66292985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39</w:t>
        </w:r>
        <w:r w:rsidR="00012BB0">
          <w:rPr>
            <w:noProof/>
            <w:webHidden/>
          </w:rPr>
          <w:fldChar w:fldCharType="end"/>
        </w:r>
      </w:hyperlink>
    </w:p>
    <w:p w14:paraId="581325D3" w14:textId="7E18AB4E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86" w:history="1">
        <w:r w:rsidR="00012BB0" w:rsidRPr="007B653C">
          <w:rPr>
            <w:rStyle w:val="Hipervnculo"/>
            <w:noProof/>
          </w:rPr>
          <w:t>13.3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Instrument Views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_Toc66292986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41</w:t>
        </w:r>
        <w:r w:rsidR="00012BB0">
          <w:rPr>
            <w:noProof/>
            <w:webHidden/>
          </w:rPr>
          <w:fldChar w:fldCharType="end"/>
        </w:r>
      </w:hyperlink>
    </w:p>
    <w:p w14:paraId="719EE85D" w14:textId="69161B78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87" w:history="1">
        <w:r w:rsidR="00012BB0" w:rsidRPr="007B653C">
          <w:rPr>
            <w:rStyle w:val="Hipervnculo"/>
            <w:noProof/>
          </w:rPr>
          <w:t>13.4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External Camera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_Toc66292987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42</w:t>
        </w:r>
        <w:r w:rsidR="00012BB0">
          <w:rPr>
            <w:noProof/>
            <w:webHidden/>
          </w:rPr>
          <w:fldChar w:fldCharType="end"/>
        </w:r>
      </w:hyperlink>
    </w:p>
    <w:p w14:paraId="78453A62" w14:textId="034A1BB7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88" w:history="1">
        <w:r w:rsidR="00012BB0" w:rsidRPr="007B653C">
          <w:rPr>
            <w:rStyle w:val="Hipervnculo"/>
            <w:noProof/>
          </w:rPr>
          <w:t>13.5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Drone Camera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_Toc66292988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43</w:t>
        </w:r>
        <w:r w:rsidR="00012BB0">
          <w:rPr>
            <w:noProof/>
            <w:webHidden/>
          </w:rPr>
          <w:fldChar w:fldCharType="end"/>
        </w:r>
      </w:hyperlink>
    </w:p>
    <w:p w14:paraId="12DDB286" w14:textId="5C3DED08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89" w:history="1">
        <w:r w:rsidR="00012BB0" w:rsidRPr="007B653C">
          <w:rPr>
            <w:rStyle w:val="Hipervnculo"/>
            <w:noProof/>
          </w:rPr>
          <w:t>13.6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Fixed Camera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_Toc66292989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45</w:t>
        </w:r>
        <w:r w:rsidR="00012BB0">
          <w:rPr>
            <w:noProof/>
            <w:webHidden/>
          </w:rPr>
          <w:fldChar w:fldCharType="end"/>
        </w:r>
      </w:hyperlink>
    </w:p>
    <w:p w14:paraId="5E1667F7" w14:textId="7F95002C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90" w:history="1">
        <w:r w:rsidR="00012BB0" w:rsidRPr="007B653C">
          <w:rPr>
            <w:rStyle w:val="Hipervnculo"/>
            <w:noProof/>
          </w:rPr>
          <w:t>13.7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User Cameras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_Toc66292990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46</w:t>
        </w:r>
        <w:r w:rsidR="00012BB0">
          <w:rPr>
            <w:noProof/>
            <w:webHidden/>
          </w:rPr>
          <w:fldChar w:fldCharType="end"/>
        </w:r>
      </w:hyperlink>
    </w:p>
    <w:p w14:paraId="1C9F4BCB" w14:textId="05D94589" w:rsidR="00012BB0" w:rsidRDefault="0089641A">
      <w:pPr>
        <w:pStyle w:val="TDC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66292991" w:history="1">
        <w:r w:rsidR="00012BB0" w:rsidRPr="007B653C">
          <w:rPr>
            <w:rStyle w:val="Hipervnculo"/>
            <w:noProof/>
          </w:rPr>
          <w:t>13.8</w:t>
        </w:r>
        <w:r w:rsidR="00012BB0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012BB0" w:rsidRPr="007B653C">
          <w:rPr>
            <w:rStyle w:val="Hipervnculo"/>
            <w:noProof/>
          </w:rPr>
          <w:t>Slew Mode</w:t>
        </w:r>
        <w:r w:rsidR="00012BB0">
          <w:rPr>
            <w:noProof/>
            <w:webHidden/>
          </w:rPr>
          <w:tab/>
        </w:r>
        <w:r w:rsidR="00012BB0">
          <w:rPr>
            <w:noProof/>
            <w:webHidden/>
          </w:rPr>
          <w:fldChar w:fldCharType="begin"/>
        </w:r>
        <w:r w:rsidR="00012BB0">
          <w:rPr>
            <w:noProof/>
            <w:webHidden/>
          </w:rPr>
          <w:instrText xml:space="preserve"> PAGEREF _Toc66292991 \h </w:instrText>
        </w:r>
        <w:r w:rsidR="00012BB0">
          <w:rPr>
            <w:noProof/>
            <w:webHidden/>
          </w:rPr>
        </w:r>
        <w:r w:rsidR="00012BB0">
          <w:rPr>
            <w:noProof/>
            <w:webHidden/>
          </w:rPr>
          <w:fldChar w:fldCharType="separate"/>
        </w:r>
        <w:r w:rsidR="00597451">
          <w:rPr>
            <w:noProof/>
            <w:webHidden/>
          </w:rPr>
          <w:t>47</w:t>
        </w:r>
        <w:r w:rsidR="00012BB0">
          <w:rPr>
            <w:noProof/>
            <w:webHidden/>
          </w:rPr>
          <w:fldChar w:fldCharType="end"/>
        </w:r>
      </w:hyperlink>
    </w:p>
    <w:p w14:paraId="7E462DDE" w14:textId="262B7527" w:rsidR="00BC0809" w:rsidRDefault="004B76AF" w:rsidP="00550729">
      <w:pPr>
        <w:tabs>
          <w:tab w:val="left" w:pos="851"/>
        </w:tabs>
        <w:sectPr w:rsidR="00BC0809" w:rsidSect="003358D5">
          <w:footerReference w:type="first" r:id="rId8"/>
          <w:footnotePr>
            <w:numRestart w:val="eachSect"/>
          </w:footnotePr>
          <w:pgSz w:w="8732" w:h="12191" w:code="11"/>
          <w:pgMar w:top="567" w:right="567" w:bottom="568" w:left="1134" w:header="459" w:footer="502" w:gutter="0"/>
          <w:paperSrc w:first="15" w:other="15"/>
          <w:cols w:space="720"/>
        </w:sectPr>
      </w:pPr>
      <w:r>
        <w:rPr>
          <w:sz w:val="20"/>
        </w:rPr>
        <w:fldChar w:fldCharType="end"/>
      </w:r>
    </w:p>
    <w:p w14:paraId="1F0192DC" w14:textId="5E7719B0" w:rsidR="00167093" w:rsidRDefault="00167093" w:rsidP="00167093">
      <w:pPr>
        <w:pStyle w:val="Ttulo1"/>
        <w:pageBreakBefore/>
        <w:tabs>
          <w:tab w:val="left" w:pos="284"/>
        </w:tabs>
        <w:ind w:left="0" w:firstLine="0"/>
      </w:pPr>
      <w:bookmarkStart w:id="0" w:name="_Toc66292943"/>
      <w:bookmarkStart w:id="1" w:name="_Toc65859912"/>
      <w:bookmarkStart w:id="2" w:name="_Toc65859864"/>
      <w:r>
        <w:lastRenderedPageBreak/>
        <w:t>Axes</w:t>
      </w:r>
      <w:bookmarkEnd w:id="0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2268"/>
        <w:gridCol w:w="2556"/>
      </w:tblGrid>
      <w:tr w:rsidR="00167093" w:rsidRPr="00AA645C" w14:paraId="0F90AD53" w14:textId="77777777" w:rsidTr="00C30FD1">
        <w:trPr>
          <w:trHeight w:val="315"/>
          <w:tblHeader/>
        </w:trPr>
        <w:tc>
          <w:tcPr>
            <w:tcW w:w="1980" w:type="dxa"/>
            <w:shd w:val="clear" w:color="auto" w:fill="D9D9D9" w:themeFill="background1" w:themeFillShade="D9"/>
            <w:noWrap/>
            <w:vAlign w:val="center"/>
          </w:tcPr>
          <w:p w14:paraId="46B1F2D5" w14:textId="2EDFAF14" w:rsidR="00167093" w:rsidRPr="00AA645C" w:rsidRDefault="00167093" w:rsidP="008B7408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Axes</w:t>
            </w:r>
            <w:r w:rsidRPr="00716A3E">
              <w:rPr>
                <w:b/>
                <w:bCs/>
              </w:rPr>
              <w:fldChar w:fldCharType="end"/>
            </w:r>
            <w:r w:rsidRPr="00AA645C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3BDBEA7" w14:textId="73779FFB" w:rsidR="00167093" w:rsidRPr="00AA645C" w:rsidRDefault="00167093" w:rsidP="008B74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Assignement</w:t>
            </w:r>
          </w:p>
        </w:tc>
        <w:tc>
          <w:tcPr>
            <w:tcW w:w="2556" w:type="dxa"/>
            <w:shd w:val="clear" w:color="auto" w:fill="D9D9D9" w:themeFill="background1" w:themeFillShade="D9"/>
            <w:vAlign w:val="center"/>
          </w:tcPr>
          <w:p w14:paraId="1147EE61" w14:textId="0498343F" w:rsidR="00167093" w:rsidRPr="00AA645C" w:rsidRDefault="00167093" w:rsidP="008B74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Remarks</w:t>
            </w:r>
          </w:p>
        </w:tc>
      </w:tr>
      <w:tr w:rsidR="0021711A" w:rsidRPr="00290F2A" w14:paraId="53F05609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131BA48B" w14:textId="77777777" w:rsidR="0021711A" w:rsidRPr="00290F2A" w:rsidRDefault="0021711A" w:rsidP="008B7408">
            <w:r>
              <w:t>Aileron</w:t>
            </w:r>
          </w:p>
        </w:tc>
        <w:tc>
          <w:tcPr>
            <w:tcW w:w="2268" w:type="dxa"/>
            <w:vAlign w:val="center"/>
          </w:tcPr>
          <w:p w14:paraId="26842052" w14:textId="77777777" w:rsidR="0021711A" w:rsidRPr="00890593" w:rsidRDefault="0021711A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35D8A9A1" w14:textId="77777777" w:rsidR="0021711A" w:rsidRPr="00290F2A" w:rsidRDefault="0021711A" w:rsidP="008B7408"/>
        </w:tc>
      </w:tr>
      <w:tr w:rsidR="000129E1" w:rsidRPr="00D53035" w14:paraId="12BB9937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215D3597" w14:textId="77777777" w:rsidR="000129E1" w:rsidRPr="00625201" w:rsidRDefault="000129E1" w:rsidP="008B7408">
            <w:pPr>
              <w:rPr>
                <w:lang w:val="en-US"/>
              </w:rPr>
            </w:pPr>
            <w:r>
              <w:rPr>
                <w:lang w:val="en-US"/>
              </w:rPr>
              <w:t>Elevator</w:t>
            </w:r>
          </w:p>
        </w:tc>
        <w:tc>
          <w:tcPr>
            <w:tcW w:w="2268" w:type="dxa"/>
            <w:vAlign w:val="center"/>
          </w:tcPr>
          <w:p w14:paraId="0FDDA093" w14:textId="77777777" w:rsidR="000129E1" w:rsidRPr="00625201" w:rsidRDefault="000129E1" w:rsidP="008B7408">
            <w:pPr>
              <w:rPr>
                <w:b/>
                <w:bCs/>
                <w:lang w:val="en-US"/>
              </w:rPr>
            </w:pPr>
          </w:p>
        </w:tc>
        <w:tc>
          <w:tcPr>
            <w:tcW w:w="2556" w:type="dxa"/>
            <w:vAlign w:val="center"/>
          </w:tcPr>
          <w:p w14:paraId="4465DC27" w14:textId="77777777" w:rsidR="000129E1" w:rsidRPr="00625201" w:rsidRDefault="000129E1" w:rsidP="008B7408">
            <w:pPr>
              <w:rPr>
                <w:lang w:val="en-US"/>
              </w:rPr>
            </w:pPr>
          </w:p>
        </w:tc>
      </w:tr>
      <w:tr w:rsidR="000129E1" w:rsidRPr="00290F2A" w14:paraId="22F90FC6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746AF637" w14:textId="77777777" w:rsidR="000129E1" w:rsidRPr="00290F2A" w:rsidRDefault="000129E1" w:rsidP="008B7408">
            <w:r>
              <w:t>Rudder</w:t>
            </w:r>
          </w:p>
        </w:tc>
        <w:tc>
          <w:tcPr>
            <w:tcW w:w="2268" w:type="dxa"/>
            <w:vAlign w:val="center"/>
          </w:tcPr>
          <w:p w14:paraId="46749CC8" w14:textId="77777777" w:rsidR="000129E1" w:rsidRPr="00890593" w:rsidRDefault="000129E1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02AF87CA" w14:textId="77777777" w:rsidR="000129E1" w:rsidRPr="00290F2A" w:rsidRDefault="000129E1" w:rsidP="008B7408"/>
        </w:tc>
      </w:tr>
      <w:tr w:rsidR="000129E1" w:rsidRPr="00290F2A" w14:paraId="1E422E89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1C7C39A8" w14:textId="77777777" w:rsidR="000129E1" w:rsidRPr="00290F2A" w:rsidRDefault="000129E1" w:rsidP="008B7408">
            <w:r>
              <w:t>Elevator Trim</w:t>
            </w:r>
          </w:p>
        </w:tc>
        <w:tc>
          <w:tcPr>
            <w:tcW w:w="2268" w:type="dxa"/>
            <w:vAlign w:val="center"/>
          </w:tcPr>
          <w:p w14:paraId="64BCA9A9" w14:textId="77777777" w:rsidR="000129E1" w:rsidRPr="00890593" w:rsidRDefault="000129E1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34C5AB1C" w14:textId="77777777" w:rsidR="000129E1" w:rsidRPr="00290F2A" w:rsidRDefault="000129E1" w:rsidP="008B7408"/>
        </w:tc>
      </w:tr>
      <w:tr w:rsidR="000129E1" w:rsidRPr="00290F2A" w14:paraId="19682F9E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0B323859" w14:textId="77777777" w:rsidR="000129E1" w:rsidRPr="005A15BE" w:rsidRDefault="000129E1" w:rsidP="008B7408">
            <w:r>
              <w:t>Aileron Trim</w:t>
            </w:r>
          </w:p>
        </w:tc>
        <w:tc>
          <w:tcPr>
            <w:tcW w:w="2268" w:type="dxa"/>
            <w:vAlign w:val="center"/>
          </w:tcPr>
          <w:p w14:paraId="20A8664C" w14:textId="77777777" w:rsidR="000129E1" w:rsidRPr="00890593" w:rsidRDefault="000129E1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77693020" w14:textId="77777777" w:rsidR="000129E1" w:rsidRPr="00290F2A" w:rsidRDefault="000129E1" w:rsidP="008B7408"/>
        </w:tc>
      </w:tr>
      <w:tr w:rsidR="000129E1" w:rsidRPr="00290F2A" w14:paraId="5E4AA912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6F4D1AF4" w14:textId="77777777" w:rsidR="000129E1" w:rsidRPr="005A15BE" w:rsidRDefault="000129E1" w:rsidP="008B7408">
            <w:r>
              <w:t>Rudder Trim</w:t>
            </w:r>
          </w:p>
        </w:tc>
        <w:tc>
          <w:tcPr>
            <w:tcW w:w="2268" w:type="dxa"/>
            <w:vAlign w:val="center"/>
          </w:tcPr>
          <w:p w14:paraId="7C0FF07B" w14:textId="77777777" w:rsidR="000129E1" w:rsidRPr="00890593" w:rsidRDefault="000129E1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0A89A9FB" w14:textId="77777777" w:rsidR="000129E1" w:rsidRPr="00290F2A" w:rsidRDefault="000129E1" w:rsidP="008B7408"/>
        </w:tc>
      </w:tr>
      <w:tr w:rsidR="000129E1" w:rsidRPr="00290F2A" w14:paraId="6F43DC28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0FA11D10" w14:textId="77777777" w:rsidR="000129E1" w:rsidRPr="00290F2A" w:rsidRDefault="000129E1" w:rsidP="008B7408">
            <w:r>
              <w:t>Flaps</w:t>
            </w:r>
          </w:p>
        </w:tc>
        <w:tc>
          <w:tcPr>
            <w:tcW w:w="2268" w:type="dxa"/>
            <w:vAlign w:val="center"/>
          </w:tcPr>
          <w:p w14:paraId="32E49BFF" w14:textId="77777777" w:rsidR="000129E1" w:rsidRPr="00890593" w:rsidRDefault="000129E1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07414D6C" w14:textId="77777777" w:rsidR="000129E1" w:rsidRPr="00290F2A" w:rsidRDefault="000129E1" w:rsidP="008B7408"/>
        </w:tc>
      </w:tr>
      <w:tr w:rsidR="00167093" w:rsidRPr="00290F2A" w14:paraId="16247C91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4A6F3D4C" w14:textId="28DD5166" w:rsidR="00167093" w:rsidRPr="00290F2A" w:rsidRDefault="008B7408" w:rsidP="008B7408">
            <w:r>
              <w:t>Spoiler</w:t>
            </w:r>
            <w:r w:rsidR="00397BD5">
              <w:t>s</w:t>
            </w:r>
            <w:r w:rsidR="00E45C0A">
              <w:t xml:space="preserve"> *</w:t>
            </w:r>
          </w:p>
        </w:tc>
        <w:tc>
          <w:tcPr>
            <w:tcW w:w="2268" w:type="dxa"/>
            <w:vAlign w:val="center"/>
          </w:tcPr>
          <w:p w14:paraId="288F7283" w14:textId="5234F293" w:rsidR="00167093" w:rsidRPr="00890593" w:rsidRDefault="00167093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2228E6A1" w14:textId="77777777" w:rsidR="00167093" w:rsidRPr="00290F2A" w:rsidRDefault="00167093" w:rsidP="008B7408"/>
        </w:tc>
      </w:tr>
      <w:tr w:rsidR="00167093" w:rsidRPr="00290F2A" w14:paraId="3C8CDCE2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47ACD275" w14:textId="6ADBE303" w:rsidR="00167093" w:rsidRPr="00290F2A" w:rsidRDefault="008B7408" w:rsidP="008B7408">
            <w:r>
              <w:t>Left Brake</w:t>
            </w:r>
          </w:p>
        </w:tc>
        <w:tc>
          <w:tcPr>
            <w:tcW w:w="2268" w:type="dxa"/>
            <w:vAlign w:val="center"/>
          </w:tcPr>
          <w:p w14:paraId="4C12C046" w14:textId="22359FD0" w:rsidR="00167093" w:rsidRPr="00890593" w:rsidRDefault="00167093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06671B3E" w14:textId="77777777" w:rsidR="00167093" w:rsidRPr="00290F2A" w:rsidRDefault="00167093" w:rsidP="008B7408"/>
        </w:tc>
      </w:tr>
      <w:tr w:rsidR="00167093" w:rsidRPr="00290F2A" w14:paraId="52F51CED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0302AF42" w14:textId="41AB3800" w:rsidR="00167093" w:rsidRPr="00290F2A" w:rsidRDefault="008B7408" w:rsidP="008B7408">
            <w:r>
              <w:t>Right Brake</w:t>
            </w:r>
          </w:p>
        </w:tc>
        <w:tc>
          <w:tcPr>
            <w:tcW w:w="2268" w:type="dxa"/>
            <w:vAlign w:val="center"/>
          </w:tcPr>
          <w:p w14:paraId="190A32B2" w14:textId="14AE5C1B" w:rsidR="00167093" w:rsidRPr="00890593" w:rsidRDefault="00167093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3747A797" w14:textId="77777777" w:rsidR="00167093" w:rsidRPr="00290F2A" w:rsidRDefault="00167093" w:rsidP="008B7408"/>
        </w:tc>
      </w:tr>
      <w:tr w:rsidR="000129E1" w:rsidRPr="00290F2A" w14:paraId="73F09EE3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35D1475A" w14:textId="77777777" w:rsidR="000129E1" w:rsidRPr="00290F2A" w:rsidRDefault="000129E1" w:rsidP="008B7408">
            <w:r>
              <w:t>Throttle</w:t>
            </w:r>
          </w:p>
        </w:tc>
        <w:tc>
          <w:tcPr>
            <w:tcW w:w="2268" w:type="dxa"/>
            <w:vAlign w:val="center"/>
          </w:tcPr>
          <w:p w14:paraId="38AB1D1D" w14:textId="77777777" w:rsidR="000129E1" w:rsidRPr="00890593" w:rsidRDefault="000129E1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1788BE13" w14:textId="77777777" w:rsidR="000129E1" w:rsidRPr="00290F2A" w:rsidRDefault="000129E1" w:rsidP="008B7408"/>
        </w:tc>
      </w:tr>
      <w:tr w:rsidR="000129E1" w:rsidRPr="00290F2A" w14:paraId="68769F45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710C6F4F" w14:textId="77777777" w:rsidR="000129E1" w:rsidRPr="00290F2A" w:rsidRDefault="000129E1" w:rsidP="008B7408">
            <w:r>
              <w:t>Throttle 1 *</w:t>
            </w:r>
          </w:p>
        </w:tc>
        <w:tc>
          <w:tcPr>
            <w:tcW w:w="2268" w:type="dxa"/>
            <w:vAlign w:val="center"/>
          </w:tcPr>
          <w:p w14:paraId="05172BDB" w14:textId="77777777" w:rsidR="000129E1" w:rsidRPr="00890593" w:rsidRDefault="000129E1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64FA114D" w14:textId="77777777" w:rsidR="000129E1" w:rsidRPr="00290F2A" w:rsidRDefault="000129E1" w:rsidP="008B7408"/>
        </w:tc>
      </w:tr>
      <w:tr w:rsidR="000129E1" w:rsidRPr="00290F2A" w14:paraId="1EA696BB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29C91447" w14:textId="77777777" w:rsidR="000129E1" w:rsidRPr="00290F2A" w:rsidRDefault="000129E1" w:rsidP="008B7408">
            <w:r>
              <w:t>Throttle 2 *</w:t>
            </w:r>
          </w:p>
        </w:tc>
        <w:tc>
          <w:tcPr>
            <w:tcW w:w="2268" w:type="dxa"/>
            <w:vAlign w:val="center"/>
          </w:tcPr>
          <w:p w14:paraId="221BA516" w14:textId="77777777" w:rsidR="000129E1" w:rsidRPr="00890593" w:rsidRDefault="000129E1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199906CD" w14:textId="77777777" w:rsidR="000129E1" w:rsidRPr="00290F2A" w:rsidRDefault="000129E1" w:rsidP="008B7408"/>
        </w:tc>
      </w:tr>
      <w:tr w:rsidR="000129E1" w:rsidRPr="00290F2A" w14:paraId="112A560A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77F13682" w14:textId="77777777" w:rsidR="000129E1" w:rsidRPr="00290F2A" w:rsidRDefault="000129E1" w:rsidP="008B7408">
            <w:r>
              <w:t>Throttle 3 *</w:t>
            </w:r>
          </w:p>
        </w:tc>
        <w:tc>
          <w:tcPr>
            <w:tcW w:w="2268" w:type="dxa"/>
            <w:vAlign w:val="center"/>
          </w:tcPr>
          <w:p w14:paraId="7BC50A5D" w14:textId="77777777" w:rsidR="000129E1" w:rsidRPr="00890593" w:rsidRDefault="000129E1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512B9CC7" w14:textId="77777777" w:rsidR="000129E1" w:rsidRPr="00290F2A" w:rsidRDefault="000129E1" w:rsidP="008B7408"/>
        </w:tc>
      </w:tr>
      <w:tr w:rsidR="000129E1" w:rsidRPr="00290F2A" w14:paraId="39046220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203365A6" w14:textId="77777777" w:rsidR="000129E1" w:rsidRPr="00290F2A" w:rsidRDefault="000129E1" w:rsidP="008B7408">
            <w:r>
              <w:t>Throttle 4 *</w:t>
            </w:r>
          </w:p>
        </w:tc>
        <w:tc>
          <w:tcPr>
            <w:tcW w:w="2268" w:type="dxa"/>
            <w:vAlign w:val="center"/>
          </w:tcPr>
          <w:p w14:paraId="6ECF44A1" w14:textId="77777777" w:rsidR="000129E1" w:rsidRPr="00890593" w:rsidRDefault="000129E1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2088BE97" w14:textId="77777777" w:rsidR="000129E1" w:rsidRPr="00290F2A" w:rsidRDefault="000129E1" w:rsidP="008B7408"/>
        </w:tc>
      </w:tr>
      <w:tr w:rsidR="000129E1" w:rsidRPr="00290F2A" w14:paraId="353B1964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123A7D0F" w14:textId="77777777" w:rsidR="000129E1" w:rsidRPr="00290F2A" w:rsidRDefault="000129E1" w:rsidP="008B7408">
            <w:r>
              <w:t>Propeller *</w:t>
            </w:r>
          </w:p>
        </w:tc>
        <w:tc>
          <w:tcPr>
            <w:tcW w:w="2268" w:type="dxa"/>
            <w:vAlign w:val="center"/>
          </w:tcPr>
          <w:p w14:paraId="68DC5208" w14:textId="77777777" w:rsidR="000129E1" w:rsidRPr="00890593" w:rsidRDefault="000129E1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6743F5D7" w14:textId="77777777" w:rsidR="000129E1" w:rsidRPr="00290F2A" w:rsidRDefault="000129E1" w:rsidP="008B7408"/>
        </w:tc>
      </w:tr>
      <w:tr w:rsidR="000129E1" w:rsidRPr="00290F2A" w14:paraId="1B767E01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3749D477" w14:textId="77777777" w:rsidR="000129E1" w:rsidRPr="00290F2A" w:rsidRDefault="000129E1" w:rsidP="008B7408">
            <w:r>
              <w:t>Propeller 1 *</w:t>
            </w:r>
          </w:p>
        </w:tc>
        <w:tc>
          <w:tcPr>
            <w:tcW w:w="2268" w:type="dxa"/>
            <w:vAlign w:val="center"/>
          </w:tcPr>
          <w:p w14:paraId="2668A97B" w14:textId="77777777" w:rsidR="000129E1" w:rsidRPr="00890593" w:rsidRDefault="000129E1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183A9BC4" w14:textId="77777777" w:rsidR="000129E1" w:rsidRPr="00290F2A" w:rsidRDefault="000129E1" w:rsidP="008B7408"/>
        </w:tc>
      </w:tr>
      <w:tr w:rsidR="000129E1" w:rsidRPr="00290F2A" w14:paraId="5385113B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2BCCB100" w14:textId="77777777" w:rsidR="000129E1" w:rsidRPr="00290F2A" w:rsidRDefault="000129E1" w:rsidP="008B7408">
            <w:r>
              <w:t>Propeller 2 *</w:t>
            </w:r>
          </w:p>
        </w:tc>
        <w:tc>
          <w:tcPr>
            <w:tcW w:w="2268" w:type="dxa"/>
            <w:vAlign w:val="center"/>
          </w:tcPr>
          <w:p w14:paraId="66AF0F29" w14:textId="77777777" w:rsidR="000129E1" w:rsidRPr="00890593" w:rsidRDefault="000129E1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64E580A4" w14:textId="77777777" w:rsidR="000129E1" w:rsidRPr="00290F2A" w:rsidRDefault="000129E1" w:rsidP="008B7408"/>
        </w:tc>
      </w:tr>
      <w:tr w:rsidR="000129E1" w:rsidRPr="00290F2A" w14:paraId="16925270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32F2F5BA" w14:textId="77777777" w:rsidR="000129E1" w:rsidRPr="00290F2A" w:rsidRDefault="000129E1" w:rsidP="008B7408">
            <w:r>
              <w:t>Propeller 3 *</w:t>
            </w:r>
          </w:p>
        </w:tc>
        <w:tc>
          <w:tcPr>
            <w:tcW w:w="2268" w:type="dxa"/>
            <w:vAlign w:val="center"/>
          </w:tcPr>
          <w:p w14:paraId="2DC9ACA0" w14:textId="77777777" w:rsidR="000129E1" w:rsidRPr="00890593" w:rsidRDefault="000129E1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2CF0379D" w14:textId="77777777" w:rsidR="000129E1" w:rsidRPr="00290F2A" w:rsidRDefault="000129E1" w:rsidP="008B7408"/>
        </w:tc>
      </w:tr>
      <w:tr w:rsidR="000129E1" w:rsidRPr="00290F2A" w14:paraId="199E7015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06714259" w14:textId="77777777" w:rsidR="000129E1" w:rsidRPr="00290F2A" w:rsidRDefault="000129E1" w:rsidP="008B7408">
            <w:r>
              <w:t>Propeller 4 *</w:t>
            </w:r>
          </w:p>
        </w:tc>
        <w:tc>
          <w:tcPr>
            <w:tcW w:w="2268" w:type="dxa"/>
            <w:vAlign w:val="center"/>
          </w:tcPr>
          <w:p w14:paraId="420AF187" w14:textId="77777777" w:rsidR="000129E1" w:rsidRPr="00890593" w:rsidRDefault="000129E1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38E08D6D" w14:textId="77777777" w:rsidR="000129E1" w:rsidRPr="00290F2A" w:rsidRDefault="000129E1" w:rsidP="008B7408"/>
        </w:tc>
      </w:tr>
      <w:tr w:rsidR="000129E1" w:rsidRPr="00D53035" w14:paraId="613D3D74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55EF59E5" w14:textId="77777777" w:rsidR="000129E1" w:rsidRPr="00625201" w:rsidRDefault="000129E1" w:rsidP="008B7408">
            <w:pPr>
              <w:rPr>
                <w:lang w:val="en-US"/>
              </w:rPr>
            </w:pPr>
            <w:r>
              <w:rPr>
                <w:lang w:val="en-US"/>
              </w:rPr>
              <w:t>Mixture *</w:t>
            </w:r>
          </w:p>
        </w:tc>
        <w:tc>
          <w:tcPr>
            <w:tcW w:w="2268" w:type="dxa"/>
            <w:vAlign w:val="center"/>
          </w:tcPr>
          <w:p w14:paraId="5A58880C" w14:textId="77777777" w:rsidR="000129E1" w:rsidRPr="00625201" w:rsidRDefault="000129E1" w:rsidP="008B7408">
            <w:pPr>
              <w:rPr>
                <w:b/>
                <w:bCs/>
                <w:lang w:val="en-US"/>
              </w:rPr>
            </w:pPr>
          </w:p>
        </w:tc>
        <w:tc>
          <w:tcPr>
            <w:tcW w:w="2556" w:type="dxa"/>
            <w:vAlign w:val="center"/>
          </w:tcPr>
          <w:p w14:paraId="116816BE" w14:textId="77777777" w:rsidR="000129E1" w:rsidRPr="00625201" w:rsidRDefault="000129E1" w:rsidP="008B7408">
            <w:pPr>
              <w:rPr>
                <w:lang w:val="en-US"/>
              </w:rPr>
            </w:pPr>
          </w:p>
        </w:tc>
      </w:tr>
      <w:tr w:rsidR="00167093" w:rsidRPr="00290F2A" w14:paraId="7872A305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6C3DFEBD" w14:textId="249C6162" w:rsidR="00167093" w:rsidRPr="00290F2A" w:rsidRDefault="00E45C0A" w:rsidP="008B7408">
            <w:r>
              <w:t>Mixture 1 *</w:t>
            </w:r>
          </w:p>
        </w:tc>
        <w:tc>
          <w:tcPr>
            <w:tcW w:w="2268" w:type="dxa"/>
            <w:vAlign w:val="center"/>
          </w:tcPr>
          <w:p w14:paraId="2162848F" w14:textId="201712F9" w:rsidR="00167093" w:rsidRPr="00890593" w:rsidRDefault="00167093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5B842B01" w14:textId="77777777" w:rsidR="00167093" w:rsidRPr="00290F2A" w:rsidRDefault="00167093" w:rsidP="008B7408"/>
        </w:tc>
      </w:tr>
      <w:tr w:rsidR="00167093" w:rsidRPr="00290F2A" w14:paraId="34C785DD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60E4F8F7" w14:textId="3E3CB8FE" w:rsidR="00167093" w:rsidRPr="00290F2A" w:rsidRDefault="00E45C0A" w:rsidP="008B7408">
            <w:r>
              <w:t>Mixture 2 *</w:t>
            </w:r>
          </w:p>
        </w:tc>
        <w:tc>
          <w:tcPr>
            <w:tcW w:w="2268" w:type="dxa"/>
            <w:vAlign w:val="center"/>
          </w:tcPr>
          <w:p w14:paraId="4B300933" w14:textId="159E88AD" w:rsidR="00167093" w:rsidRPr="00592C58" w:rsidRDefault="00167093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0CDDD1D5" w14:textId="77777777" w:rsidR="00167093" w:rsidRPr="00290F2A" w:rsidRDefault="00167093" w:rsidP="008B7408"/>
        </w:tc>
      </w:tr>
      <w:tr w:rsidR="00167093" w:rsidRPr="00290F2A" w14:paraId="5F1F4BF8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65672C93" w14:textId="056C9DB3" w:rsidR="00167093" w:rsidRPr="00290F2A" w:rsidRDefault="00E45C0A" w:rsidP="008B7408">
            <w:r>
              <w:t>Mixture 3 *</w:t>
            </w:r>
          </w:p>
        </w:tc>
        <w:tc>
          <w:tcPr>
            <w:tcW w:w="2268" w:type="dxa"/>
            <w:vAlign w:val="center"/>
          </w:tcPr>
          <w:p w14:paraId="4225F392" w14:textId="2E71D8F5" w:rsidR="00167093" w:rsidRPr="00890593" w:rsidRDefault="00167093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44FDFEA8" w14:textId="77777777" w:rsidR="00167093" w:rsidRPr="00290F2A" w:rsidRDefault="00167093" w:rsidP="008B7408"/>
        </w:tc>
      </w:tr>
      <w:tr w:rsidR="00167093" w:rsidRPr="00290F2A" w14:paraId="04A5B155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4EB25A3C" w14:textId="2A132540" w:rsidR="00167093" w:rsidRPr="00290F2A" w:rsidRDefault="00E45C0A" w:rsidP="008B7408">
            <w:r>
              <w:t>Mixture 4 *</w:t>
            </w:r>
          </w:p>
        </w:tc>
        <w:tc>
          <w:tcPr>
            <w:tcW w:w="2268" w:type="dxa"/>
            <w:vAlign w:val="center"/>
          </w:tcPr>
          <w:p w14:paraId="2B3C9447" w14:textId="00DF755F" w:rsidR="00167093" w:rsidRPr="00890593" w:rsidRDefault="00167093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4E113186" w14:textId="77777777" w:rsidR="00167093" w:rsidRPr="00290F2A" w:rsidRDefault="00167093" w:rsidP="008B7408"/>
        </w:tc>
      </w:tr>
      <w:tr w:rsidR="00167093" w:rsidRPr="00290F2A" w14:paraId="3CDB1804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54A9B920" w14:textId="1C30EF85" w:rsidR="00167093" w:rsidRPr="005A15BE" w:rsidRDefault="00D0619F" w:rsidP="008B7408">
            <w:r>
              <w:t>Cowl Flap 1</w:t>
            </w:r>
          </w:p>
        </w:tc>
        <w:tc>
          <w:tcPr>
            <w:tcW w:w="2268" w:type="dxa"/>
            <w:vAlign w:val="center"/>
          </w:tcPr>
          <w:p w14:paraId="0E2FE0D6" w14:textId="57DB7CBB" w:rsidR="00167093" w:rsidRPr="00890593" w:rsidRDefault="00167093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5DD12DE8" w14:textId="77777777" w:rsidR="00167093" w:rsidRPr="00290F2A" w:rsidRDefault="00167093" w:rsidP="008B7408"/>
        </w:tc>
      </w:tr>
      <w:tr w:rsidR="009E53DB" w:rsidRPr="00290F2A" w14:paraId="56C87C36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2B7C6A81" w14:textId="78A7FCBE" w:rsidR="009E53DB" w:rsidRPr="005A15BE" w:rsidRDefault="00D0619F" w:rsidP="008B7408">
            <w:r>
              <w:t>Cowl Flap 2</w:t>
            </w:r>
          </w:p>
        </w:tc>
        <w:tc>
          <w:tcPr>
            <w:tcW w:w="2268" w:type="dxa"/>
            <w:vAlign w:val="center"/>
          </w:tcPr>
          <w:p w14:paraId="5F0EA2FD" w14:textId="77777777" w:rsidR="009E53DB" w:rsidRPr="00890593" w:rsidRDefault="009E53DB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4F8FB2BA" w14:textId="77777777" w:rsidR="009E53DB" w:rsidRPr="00290F2A" w:rsidRDefault="009E53DB" w:rsidP="008B7408"/>
        </w:tc>
      </w:tr>
      <w:tr w:rsidR="009E53DB" w:rsidRPr="00290F2A" w14:paraId="13122ADB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37396650" w14:textId="5250BC88" w:rsidR="009E53DB" w:rsidRPr="005A15BE" w:rsidRDefault="00D0619F" w:rsidP="008B7408">
            <w:r>
              <w:t>Cowl Flap 3</w:t>
            </w:r>
          </w:p>
        </w:tc>
        <w:tc>
          <w:tcPr>
            <w:tcW w:w="2268" w:type="dxa"/>
            <w:vAlign w:val="center"/>
          </w:tcPr>
          <w:p w14:paraId="3016E26E" w14:textId="77777777" w:rsidR="009E53DB" w:rsidRPr="00890593" w:rsidRDefault="009E53DB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78F967DB" w14:textId="77777777" w:rsidR="009E53DB" w:rsidRPr="00290F2A" w:rsidRDefault="009E53DB" w:rsidP="008B7408"/>
        </w:tc>
      </w:tr>
      <w:tr w:rsidR="009E53DB" w:rsidRPr="00290F2A" w14:paraId="4092DFF0" w14:textId="77777777" w:rsidTr="00C30FD1">
        <w:trPr>
          <w:trHeight w:val="315"/>
        </w:trPr>
        <w:tc>
          <w:tcPr>
            <w:tcW w:w="1980" w:type="dxa"/>
            <w:shd w:val="clear" w:color="auto" w:fill="auto"/>
            <w:noWrap/>
            <w:vAlign w:val="center"/>
          </w:tcPr>
          <w:p w14:paraId="55034EAE" w14:textId="01EF1BF2" w:rsidR="009E53DB" w:rsidRPr="005A15BE" w:rsidRDefault="00D0619F" w:rsidP="008B7408">
            <w:r>
              <w:t>Cowl Flap 4</w:t>
            </w:r>
          </w:p>
        </w:tc>
        <w:tc>
          <w:tcPr>
            <w:tcW w:w="2268" w:type="dxa"/>
            <w:vAlign w:val="center"/>
          </w:tcPr>
          <w:p w14:paraId="7AEE5DDF" w14:textId="77777777" w:rsidR="009E53DB" w:rsidRPr="00890593" w:rsidRDefault="009E53DB" w:rsidP="008B7408">
            <w:pPr>
              <w:rPr>
                <w:b/>
                <w:bCs/>
              </w:rPr>
            </w:pPr>
          </w:p>
        </w:tc>
        <w:tc>
          <w:tcPr>
            <w:tcW w:w="2556" w:type="dxa"/>
            <w:vAlign w:val="center"/>
          </w:tcPr>
          <w:p w14:paraId="25942D19" w14:textId="77777777" w:rsidR="009E53DB" w:rsidRPr="00290F2A" w:rsidRDefault="009E53DB" w:rsidP="008B7408"/>
        </w:tc>
      </w:tr>
    </w:tbl>
    <w:p w14:paraId="1A215F6A" w14:textId="6F2A2FCD" w:rsidR="00167093" w:rsidRPr="0021711A" w:rsidRDefault="00BC2DE8" w:rsidP="009E53DB">
      <w:pPr>
        <w:spacing w:before="60"/>
        <w:rPr>
          <w:lang w:val="en-US"/>
        </w:rPr>
      </w:pPr>
      <w:r w:rsidRPr="0021711A">
        <w:rPr>
          <w:lang w:val="en-US"/>
        </w:rPr>
        <w:t xml:space="preserve">* </w:t>
      </w:r>
      <w:r w:rsidR="0021711A" w:rsidRPr="0021711A">
        <w:rPr>
          <w:lang w:val="en-US"/>
        </w:rPr>
        <w:t>Repeated with differences in d</w:t>
      </w:r>
      <w:r w:rsidR="0021711A">
        <w:rPr>
          <w:lang w:val="en-US"/>
        </w:rPr>
        <w:t>enomination or numeric range.</w:t>
      </w:r>
    </w:p>
    <w:p w14:paraId="5A0D374D" w14:textId="6176A0BE" w:rsidR="008B1864" w:rsidRDefault="008B1864" w:rsidP="00375EC4">
      <w:pPr>
        <w:pStyle w:val="Ttulo1"/>
        <w:pageBreakBefore/>
        <w:tabs>
          <w:tab w:val="left" w:pos="284"/>
        </w:tabs>
        <w:ind w:left="0" w:firstLine="0"/>
      </w:pPr>
      <w:bookmarkStart w:id="3" w:name="_Toc66292944"/>
      <w:r w:rsidRPr="00290F2A">
        <w:lastRenderedPageBreak/>
        <w:t>Menu</w:t>
      </w:r>
      <w:bookmarkEnd w:id="1"/>
      <w:bookmarkEnd w:id="3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8B1864" w:rsidRPr="00AA645C" w14:paraId="5428F880" w14:textId="77777777" w:rsidTr="006A0E97">
        <w:trPr>
          <w:trHeight w:val="315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480F5FDC" w14:textId="4C1002AA" w:rsidR="008B1864" w:rsidRPr="00AA645C" w:rsidRDefault="008B1864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Menu</w:t>
            </w:r>
            <w:r w:rsidRPr="00716A3E">
              <w:rPr>
                <w:b/>
                <w:bCs/>
              </w:rPr>
              <w:fldChar w:fldCharType="end"/>
            </w:r>
            <w:r w:rsidRPr="00AA645C">
              <w:rPr>
                <w:b/>
                <w:bCs/>
              </w:rPr>
              <w:t xml:space="preserve"> 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0DD616D" w14:textId="77777777" w:rsidR="008B1864" w:rsidRPr="00AA645C" w:rsidRDefault="008B1864" w:rsidP="006A0E97">
            <w:pPr>
              <w:jc w:val="center"/>
              <w:rPr>
                <w:b/>
                <w:bCs/>
              </w:rPr>
            </w:pPr>
            <w:r w:rsidRPr="00AA645C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7EF58A9" w14:textId="2EC7A55B" w:rsidR="008B1864" w:rsidRPr="00AA645C" w:rsidRDefault="005824C4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625201" w:rsidRPr="00290F2A" w14:paraId="556452B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A566595" w14:textId="77777777" w:rsidR="00625201" w:rsidRPr="00290F2A" w:rsidRDefault="00625201" w:rsidP="00242A09">
            <w:bookmarkStart w:id="4" w:name="_Toc65859913"/>
            <w:bookmarkEnd w:id="4"/>
            <w:r w:rsidRPr="00290F2A">
              <w:t>Toggle Pause</w:t>
            </w:r>
          </w:p>
        </w:tc>
        <w:tc>
          <w:tcPr>
            <w:tcW w:w="1701" w:type="dxa"/>
            <w:vAlign w:val="center"/>
          </w:tcPr>
          <w:p w14:paraId="6F83E256" w14:textId="77777777" w:rsidR="00625201" w:rsidRPr="00890593" w:rsidRDefault="00625201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Esc</w:t>
            </w:r>
          </w:p>
        </w:tc>
        <w:tc>
          <w:tcPr>
            <w:tcW w:w="1701" w:type="dxa"/>
            <w:vAlign w:val="center"/>
          </w:tcPr>
          <w:p w14:paraId="318EFBF2" w14:textId="77777777" w:rsidR="00625201" w:rsidRPr="00290F2A" w:rsidRDefault="00625201" w:rsidP="00242A09"/>
        </w:tc>
      </w:tr>
      <w:tr w:rsidR="008B1864" w:rsidRPr="00290F2A" w14:paraId="5450996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2D22DAD" w14:textId="77777777" w:rsidR="008B1864" w:rsidRPr="00290F2A" w:rsidRDefault="008B1864" w:rsidP="00242A09">
            <w:r w:rsidRPr="00290F2A">
              <w:t>Toggle Active Pause</w:t>
            </w:r>
          </w:p>
        </w:tc>
        <w:tc>
          <w:tcPr>
            <w:tcW w:w="1701" w:type="dxa"/>
            <w:vAlign w:val="center"/>
          </w:tcPr>
          <w:p w14:paraId="142F2443" w14:textId="56085430" w:rsidR="008B1864" w:rsidRPr="00890593" w:rsidRDefault="00DB477A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Pause</w:t>
            </w:r>
          </w:p>
        </w:tc>
        <w:tc>
          <w:tcPr>
            <w:tcW w:w="1701" w:type="dxa"/>
            <w:vAlign w:val="center"/>
          </w:tcPr>
          <w:p w14:paraId="6F8ECCB8" w14:textId="77777777" w:rsidR="008B1864" w:rsidRPr="00290F2A" w:rsidRDefault="008B1864" w:rsidP="00242A09"/>
        </w:tc>
      </w:tr>
      <w:tr w:rsidR="00625201" w:rsidRPr="00DD6369" w14:paraId="30D1401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124BB72B" w14:textId="42E34917" w:rsidR="00625201" w:rsidRPr="00625201" w:rsidRDefault="00625201" w:rsidP="00242A09">
            <w:pPr>
              <w:rPr>
                <w:lang w:val="en-US"/>
              </w:rPr>
            </w:pPr>
            <w:r w:rsidRPr="00625201">
              <w:rPr>
                <w:lang w:val="en-US"/>
              </w:rPr>
              <w:t>In-Flight UI Panel - Z</w:t>
            </w:r>
            <w:r>
              <w:rPr>
                <w:lang w:val="en-US"/>
              </w:rPr>
              <w:t>oom In</w:t>
            </w:r>
          </w:p>
        </w:tc>
        <w:tc>
          <w:tcPr>
            <w:tcW w:w="1701" w:type="dxa"/>
            <w:vAlign w:val="center"/>
          </w:tcPr>
          <w:p w14:paraId="7DBE94C7" w14:textId="77777777" w:rsidR="00625201" w:rsidRPr="00625201" w:rsidRDefault="00625201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35EA449" w14:textId="77777777" w:rsidR="00625201" w:rsidRPr="00625201" w:rsidRDefault="00625201" w:rsidP="00242A09">
            <w:pPr>
              <w:rPr>
                <w:lang w:val="en-US"/>
              </w:rPr>
            </w:pPr>
          </w:p>
        </w:tc>
      </w:tr>
      <w:tr w:rsidR="00625201" w:rsidRPr="00DD6369" w14:paraId="28BAC3A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487337F4" w14:textId="64C55D95" w:rsidR="00625201" w:rsidRPr="00625201" w:rsidRDefault="00625201" w:rsidP="00242A09">
            <w:pPr>
              <w:rPr>
                <w:lang w:val="en-US"/>
              </w:rPr>
            </w:pPr>
            <w:r w:rsidRPr="00625201">
              <w:rPr>
                <w:lang w:val="en-US"/>
              </w:rPr>
              <w:t>In-Flight UI Panel - Z</w:t>
            </w:r>
            <w:r>
              <w:rPr>
                <w:lang w:val="en-US"/>
              </w:rPr>
              <w:t>oom Out</w:t>
            </w:r>
          </w:p>
        </w:tc>
        <w:tc>
          <w:tcPr>
            <w:tcW w:w="1701" w:type="dxa"/>
            <w:vAlign w:val="center"/>
          </w:tcPr>
          <w:p w14:paraId="073663FC" w14:textId="77777777" w:rsidR="00625201" w:rsidRPr="00625201" w:rsidRDefault="00625201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CA673F1" w14:textId="77777777" w:rsidR="00625201" w:rsidRPr="00625201" w:rsidRDefault="00625201" w:rsidP="00242A09">
            <w:pPr>
              <w:rPr>
                <w:lang w:val="en-US"/>
              </w:rPr>
            </w:pPr>
          </w:p>
        </w:tc>
      </w:tr>
      <w:tr w:rsidR="008B1864" w:rsidRPr="00290F2A" w14:paraId="7F268A5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319768F" w14:textId="77777777" w:rsidR="008B1864" w:rsidRPr="00290F2A" w:rsidRDefault="008B1864" w:rsidP="00242A09">
            <w:r w:rsidRPr="00290F2A">
              <w:t>Toggle Basic Control Panel</w:t>
            </w:r>
          </w:p>
        </w:tc>
        <w:tc>
          <w:tcPr>
            <w:tcW w:w="1701" w:type="dxa"/>
            <w:vAlign w:val="center"/>
          </w:tcPr>
          <w:p w14:paraId="72E60EA2" w14:textId="18F21918" w:rsidR="008B1864" w:rsidRPr="00890593" w:rsidRDefault="00DB477A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Ctrl + C</w:t>
            </w:r>
          </w:p>
        </w:tc>
        <w:tc>
          <w:tcPr>
            <w:tcW w:w="1701" w:type="dxa"/>
            <w:vAlign w:val="center"/>
          </w:tcPr>
          <w:p w14:paraId="7ECC5003" w14:textId="77777777" w:rsidR="008B1864" w:rsidRPr="00290F2A" w:rsidRDefault="008B1864" w:rsidP="00242A09"/>
        </w:tc>
      </w:tr>
      <w:tr w:rsidR="008B1864" w:rsidRPr="00290F2A" w14:paraId="651A7AB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495D9D7" w14:textId="77777777" w:rsidR="008B1864" w:rsidRPr="00290F2A" w:rsidRDefault="008B1864" w:rsidP="00242A09">
            <w:r w:rsidRPr="00290F2A">
              <w:t>Toggle Toolbar</w:t>
            </w:r>
          </w:p>
        </w:tc>
        <w:tc>
          <w:tcPr>
            <w:tcW w:w="1701" w:type="dxa"/>
            <w:vAlign w:val="center"/>
          </w:tcPr>
          <w:p w14:paraId="03D2C36F" w14:textId="77777777" w:rsidR="008B1864" w:rsidRPr="0089059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7A020E3" w14:textId="77777777" w:rsidR="008B1864" w:rsidRPr="00290F2A" w:rsidRDefault="008B1864" w:rsidP="00242A09"/>
        </w:tc>
      </w:tr>
      <w:tr w:rsidR="008B1864" w:rsidRPr="00290F2A" w14:paraId="565E6CA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3E24E37" w14:textId="77777777" w:rsidR="008B1864" w:rsidRPr="00290F2A" w:rsidRDefault="008B1864" w:rsidP="00242A09">
            <w:r w:rsidRPr="00290F2A">
              <w:t>Clear Search</w:t>
            </w:r>
          </w:p>
        </w:tc>
        <w:tc>
          <w:tcPr>
            <w:tcW w:w="1701" w:type="dxa"/>
            <w:vAlign w:val="center"/>
          </w:tcPr>
          <w:p w14:paraId="5BDF735D" w14:textId="74F1BB37" w:rsidR="008B1864" w:rsidRPr="00890593" w:rsidRDefault="00DB477A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Del</w:t>
            </w:r>
          </w:p>
        </w:tc>
        <w:tc>
          <w:tcPr>
            <w:tcW w:w="1701" w:type="dxa"/>
            <w:vAlign w:val="center"/>
          </w:tcPr>
          <w:p w14:paraId="26599965" w14:textId="77777777" w:rsidR="008B1864" w:rsidRPr="00290F2A" w:rsidRDefault="008B1864" w:rsidP="00242A09"/>
        </w:tc>
      </w:tr>
      <w:tr w:rsidR="008B1864" w:rsidRPr="00290F2A" w14:paraId="1073C05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1F663D6" w14:textId="77777777" w:rsidR="008B1864" w:rsidRPr="00290F2A" w:rsidRDefault="008B1864" w:rsidP="00242A09">
            <w:r w:rsidRPr="00290F2A">
              <w:t>Select 1</w:t>
            </w:r>
          </w:p>
        </w:tc>
        <w:tc>
          <w:tcPr>
            <w:tcW w:w="1701" w:type="dxa"/>
            <w:vAlign w:val="center"/>
          </w:tcPr>
          <w:p w14:paraId="6460C2BC" w14:textId="1298C448" w:rsidR="008B1864" w:rsidRPr="00890593" w:rsidRDefault="00DB477A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Alt + F1</w:t>
            </w:r>
          </w:p>
        </w:tc>
        <w:tc>
          <w:tcPr>
            <w:tcW w:w="1701" w:type="dxa"/>
            <w:vAlign w:val="center"/>
          </w:tcPr>
          <w:p w14:paraId="6F1B96C4" w14:textId="77777777" w:rsidR="008B1864" w:rsidRPr="00290F2A" w:rsidRDefault="008B1864" w:rsidP="00242A09"/>
        </w:tc>
      </w:tr>
      <w:tr w:rsidR="008B1864" w:rsidRPr="00290F2A" w14:paraId="4586CDA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3A662B5" w14:textId="77777777" w:rsidR="008B1864" w:rsidRPr="00290F2A" w:rsidRDefault="008B1864" w:rsidP="00242A09">
            <w:r w:rsidRPr="00290F2A">
              <w:t>Select 2</w:t>
            </w:r>
          </w:p>
        </w:tc>
        <w:tc>
          <w:tcPr>
            <w:tcW w:w="1701" w:type="dxa"/>
            <w:vAlign w:val="center"/>
          </w:tcPr>
          <w:p w14:paraId="61258DD2" w14:textId="7D944954" w:rsidR="008B1864" w:rsidRPr="00890593" w:rsidRDefault="00DB477A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Alt + F2</w:t>
            </w:r>
          </w:p>
        </w:tc>
        <w:tc>
          <w:tcPr>
            <w:tcW w:w="1701" w:type="dxa"/>
            <w:vAlign w:val="center"/>
          </w:tcPr>
          <w:p w14:paraId="78BEA9D8" w14:textId="77777777" w:rsidR="008B1864" w:rsidRPr="00290F2A" w:rsidRDefault="008B1864" w:rsidP="00242A09"/>
        </w:tc>
      </w:tr>
      <w:tr w:rsidR="008B1864" w:rsidRPr="00290F2A" w14:paraId="7924263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F8BBDF4" w14:textId="77777777" w:rsidR="008B1864" w:rsidRPr="00290F2A" w:rsidRDefault="008B1864" w:rsidP="00242A09">
            <w:r w:rsidRPr="00290F2A">
              <w:t>Select 3</w:t>
            </w:r>
          </w:p>
        </w:tc>
        <w:tc>
          <w:tcPr>
            <w:tcW w:w="1701" w:type="dxa"/>
            <w:vAlign w:val="center"/>
          </w:tcPr>
          <w:p w14:paraId="0F032E62" w14:textId="1F06763C" w:rsidR="008B1864" w:rsidRPr="00890593" w:rsidRDefault="00DB477A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Alt + F3</w:t>
            </w:r>
          </w:p>
        </w:tc>
        <w:tc>
          <w:tcPr>
            <w:tcW w:w="1701" w:type="dxa"/>
            <w:vAlign w:val="center"/>
          </w:tcPr>
          <w:p w14:paraId="081718EE" w14:textId="77777777" w:rsidR="008B1864" w:rsidRPr="00290F2A" w:rsidRDefault="008B1864" w:rsidP="00242A09"/>
        </w:tc>
      </w:tr>
      <w:tr w:rsidR="008B1864" w:rsidRPr="00290F2A" w14:paraId="4E3DA07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ADA2DCB" w14:textId="77777777" w:rsidR="008B1864" w:rsidRPr="00290F2A" w:rsidRDefault="008B1864" w:rsidP="00242A09">
            <w:r w:rsidRPr="00290F2A">
              <w:t>Select 4</w:t>
            </w:r>
          </w:p>
        </w:tc>
        <w:tc>
          <w:tcPr>
            <w:tcW w:w="1701" w:type="dxa"/>
            <w:vAlign w:val="center"/>
          </w:tcPr>
          <w:p w14:paraId="1F1BB8AA" w14:textId="6FD7DC2F" w:rsidR="008B1864" w:rsidRPr="00890593" w:rsidRDefault="00DB477A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Alt + F4</w:t>
            </w:r>
          </w:p>
        </w:tc>
        <w:tc>
          <w:tcPr>
            <w:tcW w:w="1701" w:type="dxa"/>
            <w:vAlign w:val="center"/>
          </w:tcPr>
          <w:p w14:paraId="0588053D" w14:textId="77777777" w:rsidR="008B1864" w:rsidRPr="00290F2A" w:rsidRDefault="008B1864" w:rsidP="00242A09"/>
        </w:tc>
      </w:tr>
      <w:tr w:rsidR="008B1864" w:rsidRPr="00290F2A" w14:paraId="2AE8DD8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D41F4FC" w14:textId="77777777" w:rsidR="008B1864" w:rsidRPr="00290F2A" w:rsidRDefault="008B1864" w:rsidP="00242A09">
            <w:r w:rsidRPr="00290F2A">
              <w:t>Display Checklist</w:t>
            </w:r>
          </w:p>
        </w:tc>
        <w:tc>
          <w:tcPr>
            <w:tcW w:w="1701" w:type="dxa"/>
            <w:vAlign w:val="center"/>
          </w:tcPr>
          <w:p w14:paraId="566035C5" w14:textId="62F5DB55" w:rsidR="008B1864" w:rsidRPr="00890593" w:rsidRDefault="00DB477A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Shift + C</w:t>
            </w:r>
          </w:p>
        </w:tc>
        <w:tc>
          <w:tcPr>
            <w:tcW w:w="1701" w:type="dxa"/>
            <w:vAlign w:val="center"/>
          </w:tcPr>
          <w:p w14:paraId="43FBB8AF" w14:textId="77777777" w:rsidR="008B1864" w:rsidRPr="00290F2A" w:rsidRDefault="008B1864" w:rsidP="00242A09"/>
        </w:tc>
      </w:tr>
      <w:tr w:rsidR="008B1864" w:rsidRPr="00290F2A" w14:paraId="273882F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2884B1B" w14:textId="77777777" w:rsidR="008B1864" w:rsidRPr="00290F2A" w:rsidRDefault="008B1864" w:rsidP="00242A09">
            <w:r w:rsidRPr="00290F2A">
              <w:t>Next Toolbar Panel</w:t>
            </w:r>
          </w:p>
        </w:tc>
        <w:tc>
          <w:tcPr>
            <w:tcW w:w="1701" w:type="dxa"/>
            <w:vAlign w:val="center"/>
          </w:tcPr>
          <w:p w14:paraId="01B61F55" w14:textId="27A7AE55" w:rsidR="008B1864" w:rsidRPr="00592C58" w:rsidRDefault="00DB477A" w:rsidP="00242A09">
            <w:pPr>
              <w:rPr>
                <w:b/>
                <w:bCs/>
              </w:rPr>
            </w:pPr>
            <w:r w:rsidRPr="00592C58">
              <w:rPr>
                <w:b/>
                <w:bCs/>
              </w:rPr>
              <w:t>.</w:t>
            </w:r>
          </w:p>
        </w:tc>
        <w:tc>
          <w:tcPr>
            <w:tcW w:w="1701" w:type="dxa"/>
            <w:vAlign w:val="center"/>
          </w:tcPr>
          <w:p w14:paraId="42DCAF29" w14:textId="77777777" w:rsidR="008B1864" w:rsidRPr="00290F2A" w:rsidRDefault="008B1864" w:rsidP="00242A09"/>
        </w:tc>
      </w:tr>
      <w:tr w:rsidR="008B1864" w:rsidRPr="00290F2A" w14:paraId="78645FE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E057B73" w14:textId="77777777" w:rsidR="008B1864" w:rsidRPr="00290F2A" w:rsidRDefault="008B1864" w:rsidP="00242A09">
            <w:r w:rsidRPr="00290F2A">
              <w:t>Previous Toolbar Panel</w:t>
            </w:r>
          </w:p>
        </w:tc>
        <w:tc>
          <w:tcPr>
            <w:tcW w:w="1701" w:type="dxa"/>
            <w:vAlign w:val="center"/>
          </w:tcPr>
          <w:p w14:paraId="735DC151" w14:textId="19D04033" w:rsidR="008B1864" w:rsidRPr="00890593" w:rsidRDefault="00DB477A" w:rsidP="00242A09">
            <w:pPr>
              <w:rPr>
                <w:b/>
                <w:bCs/>
              </w:rPr>
            </w:pPr>
            <w:r w:rsidRPr="00592C58">
              <w:rPr>
                <w:b/>
                <w:bCs/>
              </w:rPr>
              <w:t>/</w:t>
            </w:r>
          </w:p>
        </w:tc>
        <w:tc>
          <w:tcPr>
            <w:tcW w:w="1701" w:type="dxa"/>
            <w:vAlign w:val="center"/>
          </w:tcPr>
          <w:p w14:paraId="6ECE38C2" w14:textId="77777777" w:rsidR="008B1864" w:rsidRPr="00290F2A" w:rsidRDefault="008B1864" w:rsidP="00242A09"/>
        </w:tc>
      </w:tr>
      <w:tr w:rsidR="008B1864" w:rsidRPr="00290F2A" w14:paraId="0514FDD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DBF7995" w14:textId="77777777" w:rsidR="008B1864" w:rsidRPr="00290F2A" w:rsidRDefault="008B1864" w:rsidP="00242A09">
            <w:r w:rsidRPr="00290F2A">
              <w:t>Back to Main Menu</w:t>
            </w:r>
          </w:p>
        </w:tc>
        <w:tc>
          <w:tcPr>
            <w:tcW w:w="1701" w:type="dxa"/>
            <w:vAlign w:val="center"/>
          </w:tcPr>
          <w:p w14:paraId="75A8152E" w14:textId="7007B645" w:rsidR="008B1864" w:rsidRPr="00890593" w:rsidRDefault="00DB477A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End</w:t>
            </w:r>
          </w:p>
        </w:tc>
        <w:tc>
          <w:tcPr>
            <w:tcW w:w="1701" w:type="dxa"/>
            <w:vAlign w:val="center"/>
          </w:tcPr>
          <w:p w14:paraId="4C416D90" w14:textId="77777777" w:rsidR="008B1864" w:rsidRPr="00290F2A" w:rsidRDefault="008B1864" w:rsidP="00242A09"/>
        </w:tc>
      </w:tr>
      <w:tr w:rsidR="008B1864" w:rsidRPr="00290F2A" w14:paraId="26D784C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15BC4E1" w14:textId="77777777" w:rsidR="008B1864" w:rsidRPr="00290F2A" w:rsidRDefault="008B1864" w:rsidP="00242A09">
            <w:r w:rsidRPr="00290F2A">
              <w:t>Close Menu</w:t>
            </w:r>
          </w:p>
        </w:tc>
        <w:tc>
          <w:tcPr>
            <w:tcW w:w="1701" w:type="dxa"/>
            <w:vAlign w:val="center"/>
          </w:tcPr>
          <w:p w14:paraId="089CAB0E" w14:textId="6E820161" w:rsidR="008B1864" w:rsidRPr="00890593" w:rsidRDefault="00DB477A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Backspace</w:t>
            </w:r>
          </w:p>
        </w:tc>
        <w:tc>
          <w:tcPr>
            <w:tcW w:w="1701" w:type="dxa"/>
            <w:vAlign w:val="center"/>
          </w:tcPr>
          <w:p w14:paraId="7D5AFE37" w14:textId="77777777" w:rsidR="008B1864" w:rsidRPr="00290F2A" w:rsidRDefault="008B1864" w:rsidP="00242A09"/>
        </w:tc>
      </w:tr>
      <w:tr w:rsidR="008B1864" w:rsidRPr="00290F2A" w14:paraId="4A292D4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50DCFCA" w14:textId="77777777" w:rsidR="008B1864" w:rsidRPr="00290F2A" w:rsidRDefault="008B1864" w:rsidP="00242A09">
            <w:r w:rsidRPr="00290F2A">
              <w:t>Fly</w:t>
            </w:r>
          </w:p>
        </w:tc>
        <w:tc>
          <w:tcPr>
            <w:tcW w:w="1701" w:type="dxa"/>
            <w:vAlign w:val="center"/>
          </w:tcPr>
          <w:p w14:paraId="6DE937C5" w14:textId="231BC76A" w:rsidR="008B1864" w:rsidRPr="00890593" w:rsidRDefault="00DB477A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Enter</w:t>
            </w:r>
          </w:p>
        </w:tc>
        <w:tc>
          <w:tcPr>
            <w:tcW w:w="1701" w:type="dxa"/>
            <w:vAlign w:val="center"/>
          </w:tcPr>
          <w:p w14:paraId="270D7408" w14:textId="77777777" w:rsidR="008B1864" w:rsidRPr="00290F2A" w:rsidRDefault="008B1864" w:rsidP="00242A09"/>
        </w:tc>
      </w:tr>
      <w:tr w:rsidR="008B1864" w:rsidRPr="00290F2A" w14:paraId="6D0B40A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8BBA702" w14:textId="77777777" w:rsidR="008B1864" w:rsidRPr="00290F2A" w:rsidRDefault="008B1864" w:rsidP="00242A09">
            <w:r w:rsidRPr="00290F2A">
              <w:t>Change Aircraft</w:t>
            </w:r>
          </w:p>
        </w:tc>
        <w:tc>
          <w:tcPr>
            <w:tcW w:w="1701" w:type="dxa"/>
            <w:vAlign w:val="center"/>
          </w:tcPr>
          <w:p w14:paraId="4202CEDE" w14:textId="26CCE5DA" w:rsidR="008B1864" w:rsidRPr="00890593" w:rsidRDefault="00DB477A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F11</w:t>
            </w:r>
          </w:p>
        </w:tc>
        <w:tc>
          <w:tcPr>
            <w:tcW w:w="1701" w:type="dxa"/>
            <w:vAlign w:val="center"/>
          </w:tcPr>
          <w:p w14:paraId="00C6FE02" w14:textId="77777777" w:rsidR="008B1864" w:rsidRPr="00290F2A" w:rsidRDefault="008B1864" w:rsidP="00242A09"/>
        </w:tc>
      </w:tr>
      <w:tr w:rsidR="008B1864" w:rsidRPr="00290F2A" w14:paraId="5C24FD0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3BC5422" w14:textId="77777777" w:rsidR="008B1864" w:rsidRPr="00290F2A" w:rsidRDefault="008B1864" w:rsidP="00242A09">
            <w:r w:rsidRPr="00290F2A">
              <w:t>Liveries</w:t>
            </w:r>
          </w:p>
        </w:tc>
        <w:tc>
          <w:tcPr>
            <w:tcW w:w="1701" w:type="dxa"/>
            <w:vAlign w:val="center"/>
          </w:tcPr>
          <w:p w14:paraId="4AF47F55" w14:textId="3749182D" w:rsidR="008B1864" w:rsidRPr="00890593" w:rsidRDefault="00DB477A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F12</w:t>
            </w:r>
          </w:p>
        </w:tc>
        <w:tc>
          <w:tcPr>
            <w:tcW w:w="1701" w:type="dxa"/>
            <w:vAlign w:val="center"/>
          </w:tcPr>
          <w:p w14:paraId="20C5B7B2" w14:textId="77777777" w:rsidR="008B1864" w:rsidRPr="00290F2A" w:rsidRDefault="008B1864" w:rsidP="00242A09"/>
        </w:tc>
      </w:tr>
      <w:tr w:rsidR="008B1864" w:rsidRPr="00290F2A" w14:paraId="3912F5E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20B0B4C" w14:textId="77777777" w:rsidR="008B1864" w:rsidRPr="00290F2A" w:rsidRDefault="008B1864" w:rsidP="00242A09">
            <w:r w:rsidRPr="00290F2A">
              <w:t>See Specifications</w:t>
            </w:r>
          </w:p>
        </w:tc>
        <w:tc>
          <w:tcPr>
            <w:tcW w:w="1701" w:type="dxa"/>
            <w:vAlign w:val="center"/>
          </w:tcPr>
          <w:p w14:paraId="4CBD26B8" w14:textId="56399FBD" w:rsidR="008B1864" w:rsidRPr="00890593" w:rsidRDefault="00DB477A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F10</w:t>
            </w:r>
          </w:p>
        </w:tc>
        <w:tc>
          <w:tcPr>
            <w:tcW w:w="1701" w:type="dxa"/>
            <w:vAlign w:val="center"/>
          </w:tcPr>
          <w:p w14:paraId="0F833EF5" w14:textId="77777777" w:rsidR="008B1864" w:rsidRPr="00290F2A" w:rsidRDefault="008B1864" w:rsidP="00242A09"/>
        </w:tc>
      </w:tr>
      <w:tr w:rsidR="008B1864" w:rsidRPr="00290F2A" w14:paraId="09A8B2B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76F670C" w14:textId="77777777" w:rsidR="008B1864" w:rsidRPr="00290F2A" w:rsidRDefault="008B1864" w:rsidP="00242A09">
            <w:r w:rsidRPr="00290F2A">
              <w:t>Help Menu</w:t>
            </w:r>
          </w:p>
        </w:tc>
        <w:tc>
          <w:tcPr>
            <w:tcW w:w="1701" w:type="dxa"/>
            <w:vAlign w:val="center"/>
          </w:tcPr>
          <w:p w14:paraId="77D0F493" w14:textId="5FFDCE7F" w:rsidR="008B1864" w:rsidRPr="00890593" w:rsidRDefault="00DB477A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Tab</w:t>
            </w:r>
          </w:p>
        </w:tc>
        <w:tc>
          <w:tcPr>
            <w:tcW w:w="1701" w:type="dxa"/>
            <w:vAlign w:val="center"/>
          </w:tcPr>
          <w:p w14:paraId="2643949B" w14:textId="77777777" w:rsidR="008B1864" w:rsidRPr="00290F2A" w:rsidRDefault="008B1864" w:rsidP="00242A09"/>
        </w:tc>
      </w:tr>
      <w:tr w:rsidR="008B1864" w:rsidRPr="00290F2A" w14:paraId="27BF6B3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7DBBC24" w14:textId="77777777" w:rsidR="008B1864" w:rsidRPr="00290F2A" w:rsidRDefault="008B1864" w:rsidP="00242A09">
            <w:r w:rsidRPr="00290F2A">
              <w:t>Restart Free Flight</w:t>
            </w:r>
          </w:p>
        </w:tc>
        <w:tc>
          <w:tcPr>
            <w:tcW w:w="1701" w:type="dxa"/>
            <w:vAlign w:val="center"/>
          </w:tcPr>
          <w:p w14:paraId="33CD7F61" w14:textId="12E38BE5" w:rsidR="008B1864" w:rsidRPr="00890593" w:rsidRDefault="00DB477A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Home</w:t>
            </w:r>
          </w:p>
        </w:tc>
        <w:tc>
          <w:tcPr>
            <w:tcW w:w="1701" w:type="dxa"/>
            <w:vAlign w:val="center"/>
          </w:tcPr>
          <w:p w14:paraId="6D9C7EF5" w14:textId="77777777" w:rsidR="008B1864" w:rsidRPr="00290F2A" w:rsidRDefault="008B1864" w:rsidP="00242A09"/>
        </w:tc>
      </w:tr>
      <w:tr w:rsidR="008B1864" w:rsidRPr="00290F2A" w14:paraId="24B2016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5814B09" w14:textId="77777777" w:rsidR="008B1864" w:rsidRPr="00290F2A" w:rsidRDefault="008B1864" w:rsidP="00242A09">
            <w:r w:rsidRPr="00290F2A">
              <w:t>Last Waypoint Restart</w:t>
            </w:r>
          </w:p>
        </w:tc>
        <w:tc>
          <w:tcPr>
            <w:tcW w:w="1701" w:type="dxa"/>
            <w:vAlign w:val="center"/>
          </w:tcPr>
          <w:p w14:paraId="7C289698" w14:textId="77777777" w:rsidR="008B1864" w:rsidRPr="0089059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C264F03" w14:textId="77777777" w:rsidR="008B1864" w:rsidRPr="00290F2A" w:rsidRDefault="008B1864" w:rsidP="00242A09"/>
        </w:tc>
      </w:tr>
      <w:tr w:rsidR="008B1864" w:rsidRPr="00290F2A" w14:paraId="7CEFD56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BED9C8B" w14:textId="24B109E0" w:rsidR="005A15BE" w:rsidRPr="005A15BE" w:rsidRDefault="008B1864" w:rsidP="005A15BE">
            <w:r w:rsidRPr="00290F2A">
              <w:t>Restart Activity</w:t>
            </w:r>
          </w:p>
        </w:tc>
        <w:tc>
          <w:tcPr>
            <w:tcW w:w="1701" w:type="dxa"/>
            <w:vAlign w:val="center"/>
          </w:tcPr>
          <w:p w14:paraId="459B7A8E" w14:textId="64B98FCB" w:rsidR="008B1864" w:rsidRPr="00890593" w:rsidRDefault="00DB477A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Home</w:t>
            </w:r>
          </w:p>
        </w:tc>
        <w:tc>
          <w:tcPr>
            <w:tcW w:w="1701" w:type="dxa"/>
            <w:vAlign w:val="center"/>
          </w:tcPr>
          <w:p w14:paraId="78B96F4D" w14:textId="77777777" w:rsidR="008B1864" w:rsidRPr="00290F2A" w:rsidRDefault="008B1864" w:rsidP="00242A09"/>
        </w:tc>
      </w:tr>
    </w:tbl>
    <w:p w14:paraId="0412C7DC" w14:textId="650001D0" w:rsidR="00E00C71" w:rsidRPr="00242A09" w:rsidRDefault="00242A09" w:rsidP="00375EC4">
      <w:pPr>
        <w:pStyle w:val="Ttulo1"/>
        <w:pageBreakBefore/>
        <w:tabs>
          <w:tab w:val="left" w:pos="284"/>
        </w:tabs>
        <w:ind w:left="0" w:firstLine="0"/>
      </w:pPr>
      <w:bookmarkStart w:id="5" w:name="_Toc66292945"/>
      <w:r w:rsidRPr="00242A09">
        <w:lastRenderedPageBreak/>
        <w:t>Miscellaneous</w:t>
      </w:r>
      <w:bookmarkEnd w:id="2"/>
      <w:bookmarkEnd w:id="5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AA645C" w:rsidRPr="00AA645C" w14:paraId="624B9649" w14:textId="77777777" w:rsidTr="008C6777">
        <w:trPr>
          <w:trHeight w:val="300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1B1F2227" w14:textId="47F0CDC2" w:rsidR="00AA645C" w:rsidRPr="00716A3E" w:rsidRDefault="00690EB4" w:rsidP="00AA645C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Miscellaneous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46DEDF7" w14:textId="02B6511C" w:rsidR="00AA645C" w:rsidRPr="00AA645C" w:rsidRDefault="00AA645C" w:rsidP="00AA645C">
            <w:pPr>
              <w:jc w:val="center"/>
              <w:rPr>
                <w:b/>
                <w:bCs/>
              </w:rPr>
            </w:pPr>
            <w:r w:rsidRPr="00AA645C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84ECE42" w14:textId="42C7A874" w:rsidR="00AA645C" w:rsidRPr="00AA645C" w:rsidRDefault="005824C4" w:rsidP="00AA64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8437D1" w:rsidRPr="00290F2A" w14:paraId="5C9F4F32" w14:textId="77777777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</w:tcPr>
          <w:p w14:paraId="26E9DB71" w14:textId="38921A6D" w:rsidR="008437D1" w:rsidRPr="00290F2A" w:rsidRDefault="008437D1" w:rsidP="00242A09">
            <w:r>
              <w:t>Cockpit Interaction - Increase</w:t>
            </w:r>
          </w:p>
        </w:tc>
        <w:tc>
          <w:tcPr>
            <w:tcW w:w="1701" w:type="dxa"/>
            <w:vAlign w:val="center"/>
          </w:tcPr>
          <w:p w14:paraId="7494539E" w14:textId="77777777" w:rsidR="008437D1" w:rsidRPr="00890593" w:rsidRDefault="008437D1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958BEDE" w14:textId="77777777" w:rsidR="008437D1" w:rsidRPr="00290F2A" w:rsidRDefault="008437D1" w:rsidP="00242A09"/>
        </w:tc>
      </w:tr>
      <w:tr w:rsidR="008437D1" w:rsidRPr="00290F2A" w14:paraId="759E8102" w14:textId="77777777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</w:tcPr>
          <w:p w14:paraId="329B127F" w14:textId="7E732463" w:rsidR="008437D1" w:rsidRPr="00290F2A" w:rsidRDefault="008437D1" w:rsidP="00242A09">
            <w:r>
              <w:t>Cockpit Interaction - Decrease</w:t>
            </w:r>
          </w:p>
        </w:tc>
        <w:tc>
          <w:tcPr>
            <w:tcW w:w="1701" w:type="dxa"/>
            <w:vAlign w:val="center"/>
          </w:tcPr>
          <w:p w14:paraId="022152BB" w14:textId="77777777" w:rsidR="008437D1" w:rsidRPr="00890593" w:rsidRDefault="008437D1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36F7313" w14:textId="77777777" w:rsidR="008437D1" w:rsidRPr="00290F2A" w:rsidRDefault="008437D1" w:rsidP="00242A09"/>
        </w:tc>
      </w:tr>
      <w:tr w:rsidR="008437D1" w:rsidRPr="00290F2A" w14:paraId="7856D8A8" w14:textId="77777777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</w:tcPr>
          <w:p w14:paraId="3347ADA1" w14:textId="5B63AAAB" w:rsidR="008437D1" w:rsidRPr="00290F2A" w:rsidRDefault="008437D1" w:rsidP="00242A09">
            <w:r>
              <w:t>Cockpit Interaction - Primary Action</w:t>
            </w:r>
          </w:p>
        </w:tc>
        <w:tc>
          <w:tcPr>
            <w:tcW w:w="1701" w:type="dxa"/>
            <w:vAlign w:val="center"/>
          </w:tcPr>
          <w:p w14:paraId="5FDCBE32" w14:textId="77777777" w:rsidR="008437D1" w:rsidRPr="00890593" w:rsidRDefault="008437D1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27973A9" w14:textId="77777777" w:rsidR="008437D1" w:rsidRPr="00290F2A" w:rsidRDefault="008437D1" w:rsidP="00242A09"/>
        </w:tc>
      </w:tr>
      <w:tr w:rsidR="008437D1" w:rsidRPr="00290F2A" w14:paraId="43432C80" w14:textId="77777777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</w:tcPr>
          <w:p w14:paraId="08392329" w14:textId="0EB98B41" w:rsidR="008437D1" w:rsidRPr="00290F2A" w:rsidRDefault="008437D1" w:rsidP="00242A09">
            <w:r>
              <w:t>Cockpit Interaction - Secondary Action</w:t>
            </w:r>
          </w:p>
        </w:tc>
        <w:tc>
          <w:tcPr>
            <w:tcW w:w="1701" w:type="dxa"/>
            <w:vAlign w:val="center"/>
          </w:tcPr>
          <w:p w14:paraId="13069584" w14:textId="77777777" w:rsidR="008437D1" w:rsidRPr="00890593" w:rsidRDefault="008437D1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EA2B693" w14:textId="77777777" w:rsidR="008437D1" w:rsidRPr="00290F2A" w:rsidRDefault="008437D1" w:rsidP="00242A09"/>
        </w:tc>
      </w:tr>
      <w:tr w:rsidR="008437D1" w:rsidRPr="00290F2A" w14:paraId="5EA50E04" w14:textId="77777777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</w:tcPr>
          <w:p w14:paraId="270A829B" w14:textId="3F6E1EBF" w:rsidR="008437D1" w:rsidRPr="00290F2A" w:rsidRDefault="008437D1" w:rsidP="00242A09">
            <w:r>
              <w:t>Cockpit Interaction - Tertiary Action</w:t>
            </w:r>
          </w:p>
        </w:tc>
        <w:tc>
          <w:tcPr>
            <w:tcW w:w="1701" w:type="dxa"/>
            <w:vAlign w:val="center"/>
          </w:tcPr>
          <w:p w14:paraId="594143A8" w14:textId="77777777" w:rsidR="008437D1" w:rsidRPr="00890593" w:rsidRDefault="008437D1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7CD6B95" w14:textId="77777777" w:rsidR="008437D1" w:rsidRPr="00290F2A" w:rsidRDefault="008437D1" w:rsidP="00242A09"/>
        </w:tc>
      </w:tr>
      <w:tr w:rsidR="007C0F72" w:rsidRPr="00290F2A" w14:paraId="35E4E8C7" w14:textId="77777777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6E74564" w14:textId="77777777" w:rsidR="007C0F72" w:rsidRPr="00290F2A" w:rsidRDefault="007C0F72" w:rsidP="00242A09">
            <w:r w:rsidRPr="00290F2A">
              <w:t>Plus</w:t>
            </w:r>
          </w:p>
        </w:tc>
        <w:tc>
          <w:tcPr>
            <w:tcW w:w="1701" w:type="dxa"/>
            <w:vAlign w:val="center"/>
          </w:tcPr>
          <w:p w14:paraId="715DD3FC" w14:textId="77777777" w:rsidR="007C0F72" w:rsidRPr="00890593" w:rsidRDefault="007C0F72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Ctrl + Num +</w:t>
            </w:r>
          </w:p>
        </w:tc>
        <w:tc>
          <w:tcPr>
            <w:tcW w:w="1701" w:type="dxa"/>
            <w:vAlign w:val="center"/>
          </w:tcPr>
          <w:p w14:paraId="379A4F67" w14:textId="77777777" w:rsidR="007C0F72" w:rsidRPr="00290F2A" w:rsidRDefault="007C0F72" w:rsidP="00242A09"/>
        </w:tc>
      </w:tr>
      <w:tr w:rsidR="007C0F72" w:rsidRPr="00290F2A" w14:paraId="5FAA12A4" w14:textId="77777777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9C2E346" w14:textId="77777777" w:rsidR="007C0F72" w:rsidRPr="00290F2A" w:rsidRDefault="007C0F72" w:rsidP="00242A09">
            <w:r w:rsidRPr="00290F2A">
              <w:t>Minus</w:t>
            </w:r>
          </w:p>
        </w:tc>
        <w:tc>
          <w:tcPr>
            <w:tcW w:w="1701" w:type="dxa"/>
            <w:vAlign w:val="center"/>
          </w:tcPr>
          <w:p w14:paraId="3495CB1F" w14:textId="77777777" w:rsidR="007C0F72" w:rsidRPr="00890593" w:rsidRDefault="007C0F72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Ctrl + Num -</w:t>
            </w:r>
          </w:p>
        </w:tc>
        <w:tc>
          <w:tcPr>
            <w:tcW w:w="1701" w:type="dxa"/>
            <w:vAlign w:val="center"/>
          </w:tcPr>
          <w:p w14:paraId="719E442B" w14:textId="77777777" w:rsidR="007C0F72" w:rsidRPr="00290F2A" w:rsidRDefault="007C0F72" w:rsidP="00242A09"/>
        </w:tc>
      </w:tr>
      <w:tr w:rsidR="007C0F72" w:rsidRPr="00290F2A" w14:paraId="7DCA06B2" w14:textId="77777777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A9A0282" w14:textId="77777777" w:rsidR="007C0F72" w:rsidRPr="00290F2A" w:rsidRDefault="007C0F72" w:rsidP="00242A09">
            <w:r w:rsidRPr="00290F2A">
              <w:t>Set Pause Off</w:t>
            </w:r>
          </w:p>
        </w:tc>
        <w:tc>
          <w:tcPr>
            <w:tcW w:w="1701" w:type="dxa"/>
            <w:vAlign w:val="center"/>
          </w:tcPr>
          <w:p w14:paraId="215F0268" w14:textId="77777777" w:rsidR="007C0F72" w:rsidRPr="00890593" w:rsidRDefault="007C0F72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4EC06B4" w14:textId="77777777" w:rsidR="007C0F72" w:rsidRPr="00290F2A" w:rsidRDefault="007C0F72" w:rsidP="00242A09"/>
        </w:tc>
      </w:tr>
      <w:tr w:rsidR="007C0F72" w:rsidRPr="00290F2A" w14:paraId="37C1E0B2" w14:textId="77777777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A6FDCAA" w14:textId="77777777" w:rsidR="007C0F72" w:rsidRPr="00290F2A" w:rsidRDefault="007C0F72" w:rsidP="00242A09">
            <w:r w:rsidRPr="00290F2A">
              <w:t>Set Pause On</w:t>
            </w:r>
          </w:p>
        </w:tc>
        <w:tc>
          <w:tcPr>
            <w:tcW w:w="1701" w:type="dxa"/>
            <w:vAlign w:val="center"/>
          </w:tcPr>
          <w:p w14:paraId="4071454B" w14:textId="77777777" w:rsidR="007C0F72" w:rsidRPr="00890593" w:rsidRDefault="007C0F72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47C186D" w14:textId="77777777" w:rsidR="007C0F72" w:rsidRPr="00290F2A" w:rsidRDefault="007C0F72" w:rsidP="00242A09"/>
        </w:tc>
      </w:tr>
      <w:tr w:rsidR="007C0F72" w:rsidRPr="00290F2A" w14:paraId="7B3499EC" w14:textId="77777777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3D5D100" w14:textId="77777777" w:rsidR="007C0F72" w:rsidRPr="00290F2A" w:rsidRDefault="007C0F72" w:rsidP="00242A09">
            <w:r w:rsidRPr="00290F2A">
              <w:t>Display N</w:t>
            </w:r>
            <w:r>
              <w:t>av</w:t>
            </w:r>
            <w:r w:rsidRPr="00290F2A">
              <w:t>L</w:t>
            </w:r>
            <w:r>
              <w:t>og</w:t>
            </w:r>
          </w:p>
        </w:tc>
        <w:tc>
          <w:tcPr>
            <w:tcW w:w="1701" w:type="dxa"/>
            <w:vAlign w:val="center"/>
          </w:tcPr>
          <w:p w14:paraId="5CBFB9A6" w14:textId="77777777" w:rsidR="007C0F72" w:rsidRPr="00890593" w:rsidRDefault="007C0F72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N</w:t>
            </w:r>
          </w:p>
        </w:tc>
        <w:tc>
          <w:tcPr>
            <w:tcW w:w="1701" w:type="dxa"/>
            <w:vAlign w:val="center"/>
          </w:tcPr>
          <w:p w14:paraId="42420E8A" w14:textId="77777777" w:rsidR="007C0F72" w:rsidRPr="00290F2A" w:rsidRDefault="007C0F72" w:rsidP="00242A09"/>
        </w:tc>
      </w:tr>
      <w:tr w:rsidR="007C0F72" w:rsidRPr="00290F2A" w14:paraId="0F8B080F" w14:textId="77777777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C01F21D" w14:textId="77777777" w:rsidR="007C0F72" w:rsidRPr="00290F2A" w:rsidRDefault="007C0F72" w:rsidP="00242A09">
            <w:r w:rsidRPr="00290F2A">
              <w:t>Display Map</w:t>
            </w:r>
          </w:p>
        </w:tc>
        <w:tc>
          <w:tcPr>
            <w:tcW w:w="1701" w:type="dxa"/>
            <w:vAlign w:val="center"/>
          </w:tcPr>
          <w:p w14:paraId="61B21448" w14:textId="77777777" w:rsidR="007C0F72" w:rsidRPr="00890593" w:rsidRDefault="007C0F72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V</w:t>
            </w:r>
          </w:p>
        </w:tc>
        <w:tc>
          <w:tcPr>
            <w:tcW w:w="1701" w:type="dxa"/>
            <w:vAlign w:val="center"/>
          </w:tcPr>
          <w:p w14:paraId="07C0EE85" w14:textId="77777777" w:rsidR="007C0F72" w:rsidRPr="00290F2A" w:rsidRDefault="007C0F72" w:rsidP="00242A09"/>
        </w:tc>
      </w:tr>
      <w:tr w:rsidR="007C0F72" w:rsidRPr="00290F2A" w14:paraId="5B0594A7" w14:textId="77777777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3617686" w14:textId="77777777" w:rsidR="007C0F72" w:rsidRPr="00290F2A" w:rsidRDefault="007C0F72" w:rsidP="00242A09">
            <w:r w:rsidRPr="00290F2A">
              <w:t>New UI Window Mode</w:t>
            </w:r>
          </w:p>
        </w:tc>
        <w:tc>
          <w:tcPr>
            <w:tcW w:w="1701" w:type="dxa"/>
            <w:vAlign w:val="center"/>
          </w:tcPr>
          <w:p w14:paraId="5D0CC40D" w14:textId="77777777" w:rsidR="007C0F72" w:rsidRPr="00890593" w:rsidRDefault="007C0F72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Alt + Right</w:t>
            </w:r>
          </w:p>
        </w:tc>
        <w:tc>
          <w:tcPr>
            <w:tcW w:w="1701" w:type="dxa"/>
            <w:vAlign w:val="center"/>
          </w:tcPr>
          <w:p w14:paraId="4DCA0A9A" w14:textId="77777777" w:rsidR="007C0F72" w:rsidRPr="00290F2A" w:rsidRDefault="007C0F72" w:rsidP="00242A09"/>
        </w:tc>
      </w:tr>
      <w:tr w:rsidR="007C0F72" w:rsidRPr="00DB477A" w14:paraId="112F4E2B" w14:textId="77777777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024BB4A" w14:textId="77777777" w:rsidR="007C0F72" w:rsidRPr="00290F2A" w:rsidRDefault="007C0F72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Toggle Delegate Control to Copilot</w:t>
            </w:r>
          </w:p>
        </w:tc>
        <w:tc>
          <w:tcPr>
            <w:tcW w:w="1701" w:type="dxa"/>
            <w:vAlign w:val="center"/>
          </w:tcPr>
          <w:p w14:paraId="1C31B996" w14:textId="77777777" w:rsidR="007C0F72" w:rsidRPr="00890593" w:rsidRDefault="007C0F72" w:rsidP="00242A09">
            <w:pPr>
              <w:rPr>
                <w:b/>
                <w:bCs/>
                <w:lang w:val="en-US"/>
              </w:rPr>
            </w:pPr>
            <w:r w:rsidRPr="00890593">
              <w:rPr>
                <w:b/>
                <w:bCs/>
                <w:lang w:val="en-US"/>
              </w:rPr>
              <w:t>Ctrl + Alt + X</w:t>
            </w:r>
          </w:p>
        </w:tc>
        <w:tc>
          <w:tcPr>
            <w:tcW w:w="1701" w:type="dxa"/>
            <w:vAlign w:val="center"/>
          </w:tcPr>
          <w:p w14:paraId="3AA96FB5" w14:textId="77777777" w:rsidR="007C0F72" w:rsidRPr="00290F2A" w:rsidRDefault="007C0F72" w:rsidP="00242A09">
            <w:pPr>
              <w:rPr>
                <w:lang w:val="en-US"/>
              </w:rPr>
            </w:pPr>
          </w:p>
        </w:tc>
      </w:tr>
      <w:tr w:rsidR="007C0F72" w:rsidRPr="00290F2A" w14:paraId="3E64BD17" w14:textId="77777777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3C0F393" w14:textId="77777777" w:rsidR="007C0F72" w:rsidRPr="00290F2A" w:rsidRDefault="007C0F72" w:rsidP="00242A09">
            <w:r w:rsidRPr="00290F2A">
              <w:t>Sim Rate</w:t>
            </w:r>
          </w:p>
        </w:tc>
        <w:tc>
          <w:tcPr>
            <w:tcW w:w="1701" w:type="dxa"/>
            <w:vAlign w:val="center"/>
          </w:tcPr>
          <w:p w14:paraId="7C4D3D38" w14:textId="77777777" w:rsidR="007C0F72" w:rsidRPr="00890593" w:rsidRDefault="007C0F72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R</w:t>
            </w:r>
          </w:p>
        </w:tc>
        <w:tc>
          <w:tcPr>
            <w:tcW w:w="1701" w:type="dxa"/>
            <w:vAlign w:val="center"/>
          </w:tcPr>
          <w:p w14:paraId="3A327FFC" w14:textId="77777777" w:rsidR="007C0F72" w:rsidRPr="00290F2A" w:rsidRDefault="007C0F72" w:rsidP="00242A09"/>
        </w:tc>
      </w:tr>
      <w:tr w:rsidR="007C0F72" w:rsidRPr="00290F2A" w14:paraId="7C383048" w14:textId="77777777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9B6ED54" w14:textId="77777777" w:rsidR="007C0F72" w:rsidRPr="00290F2A" w:rsidRDefault="007C0F72" w:rsidP="00242A09">
            <w:r w:rsidRPr="00290F2A">
              <w:t>Decrease Sim Rate</w:t>
            </w:r>
          </w:p>
        </w:tc>
        <w:tc>
          <w:tcPr>
            <w:tcW w:w="1701" w:type="dxa"/>
            <w:vAlign w:val="center"/>
          </w:tcPr>
          <w:p w14:paraId="39BB7E6A" w14:textId="77777777" w:rsidR="007C0F72" w:rsidRPr="00890593" w:rsidRDefault="007C0F72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8ED8C9C" w14:textId="77777777" w:rsidR="007C0F72" w:rsidRPr="00290F2A" w:rsidRDefault="007C0F72" w:rsidP="00242A09"/>
        </w:tc>
      </w:tr>
      <w:tr w:rsidR="007C0F72" w:rsidRPr="00290F2A" w14:paraId="39BB9F5D" w14:textId="77777777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2A144C7" w14:textId="77777777" w:rsidR="007C0F72" w:rsidRPr="00290F2A" w:rsidRDefault="007C0F72" w:rsidP="00242A09">
            <w:r w:rsidRPr="00290F2A">
              <w:t>Increase Sim Rate</w:t>
            </w:r>
          </w:p>
        </w:tc>
        <w:tc>
          <w:tcPr>
            <w:tcW w:w="1701" w:type="dxa"/>
            <w:vAlign w:val="center"/>
          </w:tcPr>
          <w:p w14:paraId="4FD83B44" w14:textId="77777777" w:rsidR="007C0F72" w:rsidRPr="00890593" w:rsidRDefault="007C0F72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56689A7" w14:textId="77777777" w:rsidR="007C0F72" w:rsidRPr="00290F2A" w:rsidRDefault="007C0F72" w:rsidP="00242A09"/>
        </w:tc>
      </w:tr>
      <w:tr w:rsidR="00AB3903" w:rsidRPr="00290F2A" w14:paraId="4958F722" w14:textId="1FCAAABC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D5BE479" w14:textId="77777777" w:rsidR="00AB3903" w:rsidRPr="00290F2A" w:rsidRDefault="00AB3903" w:rsidP="00242A09">
            <w:r w:rsidRPr="00290F2A">
              <w:t>Gauge Keystroke</w:t>
            </w:r>
          </w:p>
        </w:tc>
        <w:tc>
          <w:tcPr>
            <w:tcW w:w="1701" w:type="dxa"/>
            <w:vAlign w:val="center"/>
          </w:tcPr>
          <w:p w14:paraId="5B8972E0" w14:textId="77777777" w:rsidR="00AB3903" w:rsidRPr="00890593" w:rsidRDefault="00AB3903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D04B58E" w14:textId="77777777" w:rsidR="00AB3903" w:rsidRPr="00290F2A" w:rsidRDefault="00AB3903" w:rsidP="00242A09"/>
        </w:tc>
      </w:tr>
      <w:tr w:rsidR="00AB3903" w:rsidRPr="00290F2A" w14:paraId="54D074B5" w14:textId="78B5D875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FE52530" w14:textId="77777777" w:rsidR="00AB3903" w:rsidRPr="00290F2A" w:rsidRDefault="00AB3903" w:rsidP="00242A09">
            <w:r w:rsidRPr="00290F2A">
              <w:t>Trigger Horn</w:t>
            </w:r>
          </w:p>
        </w:tc>
        <w:tc>
          <w:tcPr>
            <w:tcW w:w="1701" w:type="dxa"/>
            <w:vAlign w:val="center"/>
          </w:tcPr>
          <w:p w14:paraId="4918A06A" w14:textId="77777777" w:rsidR="00AB3903" w:rsidRPr="00890593" w:rsidRDefault="00AB3903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33DF278" w14:textId="77777777" w:rsidR="00AB3903" w:rsidRPr="00290F2A" w:rsidRDefault="00AB3903" w:rsidP="00242A09"/>
        </w:tc>
      </w:tr>
      <w:tr w:rsidR="00AB3903" w:rsidRPr="00290F2A" w14:paraId="77755D77" w14:textId="2A8BCA13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4C07C82" w14:textId="77777777" w:rsidR="00AB3903" w:rsidRPr="00290F2A" w:rsidRDefault="00AB3903" w:rsidP="00242A09">
            <w:r w:rsidRPr="00290F2A">
              <w:t>Set Marker Sound</w:t>
            </w:r>
          </w:p>
        </w:tc>
        <w:tc>
          <w:tcPr>
            <w:tcW w:w="1701" w:type="dxa"/>
            <w:vAlign w:val="center"/>
          </w:tcPr>
          <w:p w14:paraId="2A72394F" w14:textId="77777777" w:rsidR="00AB3903" w:rsidRPr="00890593" w:rsidRDefault="00AB3903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FD404B5" w14:textId="77777777" w:rsidR="00AB3903" w:rsidRPr="00290F2A" w:rsidRDefault="00AB3903" w:rsidP="00242A09"/>
        </w:tc>
      </w:tr>
      <w:tr w:rsidR="00AB3903" w:rsidRPr="00290F2A" w14:paraId="423DB684" w14:textId="13C56A60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E071F05" w14:textId="77777777" w:rsidR="00AB3903" w:rsidRPr="00290F2A" w:rsidRDefault="00AB3903" w:rsidP="00242A09">
            <w:r w:rsidRPr="00290F2A">
              <w:t>Toggle Marker Sound</w:t>
            </w:r>
          </w:p>
        </w:tc>
        <w:tc>
          <w:tcPr>
            <w:tcW w:w="1701" w:type="dxa"/>
            <w:vAlign w:val="center"/>
          </w:tcPr>
          <w:p w14:paraId="487F3906" w14:textId="12EBB1E3" w:rsidR="00AB3903" w:rsidRPr="00890593" w:rsidRDefault="00890593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Ctrl + 3</w:t>
            </w:r>
          </w:p>
        </w:tc>
        <w:tc>
          <w:tcPr>
            <w:tcW w:w="1701" w:type="dxa"/>
            <w:vAlign w:val="center"/>
          </w:tcPr>
          <w:p w14:paraId="178E9774" w14:textId="77777777" w:rsidR="00AB3903" w:rsidRPr="00290F2A" w:rsidRDefault="00AB3903" w:rsidP="00242A09"/>
        </w:tc>
      </w:tr>
      <w:tr w:rsidR="00AB3903" w:rsidRPr="00290F2A" w14:paraId="069DFA3D" w14:textId="6A08F413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5C9B7D3" w14:textId="490B349B" w:rsidR="00AB3903" w:rsidRPr="008437D1" w:rsidRDefault="00AB3903" w:rsidP="00242A09">
            <w:pPr>
              <w:rPr>
                <w:lang w:val="en-US"/>
              </w:rPr>
            </w:pPr>
            <w:r w:rsidRPr="008437D1">
              <w:rPr>
                <w:lang w:val="en-US"/>
              </w:rPr>
              <w:t>Skip RTC</w:t>
            </w:r>
            <w:r w:rsidR="008437D1" w:rsidRPr="008437D1">
              <w:rPr>
                <w:lang w:val="en-US"/>
              </w:rPr>
              <w:t xml:space="preserve"> [skip flight s</w:t>
            </w:r>
            <w:r w:rsidR="008437D1">
              <w:rPr>
                <w:lang w:val="en-US"/>
              </w:rPr>
              <w:t>im cinematic]</w:t>
            </w:r>
          </w:p>
        </w:tc>
        <w:tc>
          <w:tcPr>
            <w:tcW w:w="1701" w:type="dxa"/>
            <w:vAlign w:val="center"/>
          </w:tcPr>
          <w:p w14:paraId="36DE60AC" w14:textId="725D85BD" w:rsidR="00AB3903" w:rsidRPr="00890593" w:rsidRDefault="00890593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Backspace</w:t>
            </w:r>
          </w:p>
        </w:tc>
        <w:tc>
          <w:tcPr>
            <w:tcW w:w="1701" w:type="dxa"/>
            <w:vAlign w:val="center"/>
          </w:tcPr>
          <w:p w14:paraId="74887F33" w14:textId="77777777" w:rsidR="00AB3903" w:rsidRPr="00290F2A" w:rsidRDefault="00AB3903" w:rsidP="00242A09"/>
        </w:tc>
      </w:tr>
      <w:tr w:rsidR="007C0F72" w:rsidRPr="00290F2A" w14:paraId="156B7175" w14:textId="77777777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B38AD2F" w14:textId="77777777" w:rsidR="007C0F72" w:rsidRPr="00290F2A" w:rsidRDefault="007C0F72" w:rsidP="00242A09">
            <w:r w:rsidRPr="00290F2A">
              <w:t>Toggle Pushback</w:t>
            </w:r>
          </w:p>
        </w:tc>
        <w:tc>
          <w:tcPr>
            <w:tcW w:w="1701" w:type="dxa"/>
            <w:vAlign w:val="center"/>
          </w:tcPr>
          <w:p w14:paraId="6858B30C" w14:textId="77777777" w:rsidR="007C0F72" w:rsidRPr="00890593" w:rsidRDefault="007C0F72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Shift + P</w:t>
            </w:r>
          </w:p>
        </w:tc>
        <w:tc>
          <w:tcPr>
            <w:tcW w:w="1701" w:type="dxa"/>
            <w:vAlign w:val="center"/>
          </w:tcPr>
          <w:p w14:paraId="2DD9BE6F" w14:textId="77777777" w:rsidR="007C0F72" w:rsidRPr="00290F2A" w:rsidRDefault="007C0F72" w:rsidP="00242A09"/>
        </w:tc>
      </w:tr>
      <w:tr w:rsidR="007C0F72" w:rsidRPr="00290F2A" w14:paraId="629CDDB3" w14:textId="77777777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5EC53C5" w14:textId="77777777" w:rsidR="007C0F72" w:rsidRPr="00290F2A" w:rsidRDefault="007C0F72" w:rsidP="00242A09">
            <w:r w:rsidRPr="00290F2A">
              <w:t>Repair and Fuel</w:t>
            </w:r>
          </w:p>
        </w:tc>
        <w:tc>
          <w:tcPr>
            <w:tcW w:w="1701" w:type="dxa"/>
            <w:vAlign w:val="center"/>
          </w:tcPr>
          <w:p w14:paraId="6656843B" w14:textId="77777777" w:rsidR="007C0F72" w:rsidRPr="00890593" w:rsidRDefault="007C0F72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01BB935" w14:textId="77777777" w:rsidR="007C0F72" w:rsidRPr="00290F2A" w:rsidRDefault="007C0F72" w:rsidP="00242A09"/>
        </w:tc>
      </w:tr>
      <w:tr w:rsidR="007C0F72" w:rsidRPr="00290F2A" w14:paraId="3A28E400" w14:textId="77777777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6F205C1" w14:textId="77777777" w:rsidR="007C0F72" w:rsidRPr="00290F2A" w:rsidRDefault="007C0F72" w:rsidP="00242A09">
            <w:r w:rsidRPr="00290F2A">
              <w:t>Request Fuel</w:t>
            </w:r>
          </w:p>
        </w:tc>
        <w:tc>
          <w:tcPr>
            <w:tcW w:w="1701" w:type="dxa"/>
            <w:vAlign w:val="center"/>
          </w:tcPr>
          <w:p w14:paraId="7DD37BE6" w14:textId="77777777" w:rsidR="007C0F72" w:rsidRPr="00890593" w:rsidRDefault="007C0F72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Shift + F</w:t>
            </w:r>
          </w:p>
        </w:tc>
        <w:tc>
          <w:tcPr>
            <w:tcW w:w="1701" w:type="dxa"/>
            <w:vAlign w:val="center"/>
          </w:tcPr>
          <w:p w14:paraId="35452F00" w14:textId="77777777" w:rsidR="007C0F72" w:rsidRPr="00290F2A" w:rsidRDefault="007C0F72" w:rsidP="00242A09"/>
        </w:tc>
      </w:tr>
      <w:tr w:rsidR="00AB3903" w:rsidRPr="00290F2A" w14:paraId="1EB04361" w14:textId="7C344A8B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A2CAB30" w14:textId="77777777" w:rsidR="00AB3903" w:rsidRPr="00290F2A" w:rsidRDefault="00AB3903" w:rsidP="00242A09">
            <w:r w:rsidRPr="00290F2A">
              <w:t>Increase Steering</w:t>
            </w:r>
          </w:p>
        </w:tc>
        <w:tc>
          <w:tcPr>
            <w:tcW w:w="1701" w:type="dxa"/>
            <w:vAlign w:val="center"/>
          </w:tcPr>
          <w:p w14:paraId="4C9F34CC" w14:textId="77777777" w:rsidR="00AB3903" w:rsidRPr="00890593" w:rsidRDefault="00AB3903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D1CB0DA" w14:textId="77777777" w:rsidR="00AB3903" w:rsidRPr="00290F2A" w:rsidRDefault="00AB3903" w:rsidP="00242A09"/>
        </w:tc>
      </w:tr>
      <w:tr w:rsidR="008437D1" w:rsidRPr="00290F2A" w14:paraId="2FF46FD7" w14:textId="77777777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015D27C" w14:textId="77777777" w:rsidR="008437D1" w:rsidRPr="00290F2A" w:rsidRDefault="008437D1" w:rsidP="00242A09">
            <w:r w:rsidRPr="00290F2A">
              <w:t>Decrease Steering</w:t>
            </w:r>
          </w:p>
        </w:tc>
        <w:tc>
          <w:tcPr>
            <w:tcW w:w="1701" w:type="dxa"/>
            <w:vAlign w:val="center"/>
          </w:tcPr>
          <w:p w14:paraId="2038BBCF" w14:textId="77777777" w:rsidR="008437D1" w:rsidRPr="00890593" w:rsidRDefault="008437D1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B89C918" w14:textId="77777777" w:rsidR="008437D1" w:rsidRPr="00290F2A" w:rsidRDefault="008437D1" w:rsidP="00242A09"/>
        </w:tc>
      </w:tr>
      <w:tr w:rsidR="00AB3903" w:rsidRPr="00290F2A" w14:paraId="56A1986C" w14:textId="50B98CDC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A944ED8" w14:textId="77777777" w:rsidR="00AB3903" w:rsidRPr="00290F2A" w:rsidRDefault="00AB3903" w:rsidP="00242A09">
            <w:r w:rsidRPr="00290F2A">
              <w:t>Set Steering</w:t>
            </w:r>
          </w:p>
        </w:tc>
        <w:tc>
          <w:tcPr>
            <w:tcW w:w="1701" w:type="dxa"/>
            <w:vAlign w:val="center"/>
          </w:tcPr>
          <w:p w14:paraId="6AA46A4B" w14:textId="77777777" w:rsidR="00AB3903" w:rsidRPr="00890593" w:rsidRDefault="00AB3903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95DC2E3" w14:textId="77777777" w:rsidR="00AB3903" w:rsidRPr="00290F2A" w:rsidRDefault="00AB3903" w:rsidP="00242A09"/>
        </w:tc>
      </w:tr>
      <w:tr w:rsidR="00AB3903" w:rsidRPr="00290F2A" w14:paraId="32ACD916" w14:textId="1D0A7F0B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ADE0683" w14:textId="77777777" w:rsidR="00AB3903" w:rsidRPr="00290F2A" w:rsidRDefault="00AB3903" w:rsidP="00242A09">
            <w:r w:rsidRPr="00290F2A">
              <w:t>Toggle Launch Bar Switch</w:t>
            </w:r>
          </w:p>
        </w:tc>
        <w:tc>
          <w:tcPr>
            <w:tcW w:w="1701" w:type="dxa"/>
            <w:vAlign w:val="center"/>
          </w:tcPr>
          <w:p w14:paraId="3A45EAA6" w14:textId="77777777" w:rsidR="00AB3903" w:rsidRPr="00890593" w:rsidRDefault="00AB3903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6B89726" w14:textId="77777777" w:rsidR="00AB3903" w:rsidRPr="00290F2A" w:rsidRDefault="00AB3903" w:rsidP="00242A09"/>
        </w:tc>
      </w:tr>
      <w:tr w:rsidR="008437D1" w:rsidRPr="00290F2A" w14:paraId="445EFF1A" w14:textId="77777777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B2963D9" w14:textId="77777777" w:rsidR="008437D1" w:rsidRPr="00290F2A" w:rsidRDefault="008437D1" w:rsidP="00242A09">
            <w:r w:rsidRPr="00290F2A">
              <w:t>Set Launch Bar Switch</w:t>
            </w:r>
          </w:p>
        </w:tc>
        <w:tc>
          <w:tcPr>
            <w:tcW w:w="1701" w:type="dxa"/>
            <w:vAlign w:val="center"/>
          </w:tcPr>
          <w:p w14:paraId="1DE829B1" w14:textId="77777777" w:rsidR="008437D1" w:rsidRPr="00890593" w:rsidRDefault="008437D1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E942511" w14:textId="77777777" w:rsidR="008437D1" w:rsidRPr="00290F2A" w:rsidRDefault="008437D1" w:rsidP="00242A09"/>
        </w:tc>
      </w:tr>
      <w:tr w:rsidR="00AB3903" w:rsidRPr="00290F2A" w14:paraId="27194263" w14:textId="628B5196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572259A" w14:textId="77777777" w:rsidR="00AB3903" w:rsidRPr="00290F2A" w:rsidRDefault="00AB3903" w:rsidP="00242A09">
            <w:r w:rsidRPr="00290F2A">
              <w:t>Disable Tug</w:t>
            </w:r>
          </w:p>
        </w:tc>
        <w:tc>
          <w:tcPr>
            <w:tcW w:w="1701" w:type="dxa"/>
            <w:vAlign w:val="center"/>
          </w:tcPr>
          <w:p w14:paraId="022CD59B" w14:textId="77777777" w:rsidR="00AB3903" w:rsidRPr="00890593" w:rsidRDefault="00AB3903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5C5DDF5" w14:textId="77777777" w:rsidR="00AB3903" w:rsidRPr="00290F2A" w:rsidRDefault="00AB3903" w:rsidP="00242A09"/>
        </w:tc>
      </w:tr>
      <w:tr w:rsidR="00AB3903" w:rsidRPr="00290F2A" w14:paraId="06AEB6F3" w14:textId="62E0BA25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56960AE" w14:textId="77777777" w:rsidR="00AB3903" w:rsidRPr="00290F2A" w:rsidRDefault="00AB3903" w:rsidP="00242A09">
            <w:r w:rsidRPr="00290F2A">
              <w:t>Tug Heading</w:t>
            </w:r>
          </w:p>
        </w:tc>
        <w:tc>
          <w:tcPr>
            <w:tcW w:w="1701" w:type="dxa"/>
            <w:vAlign w:val="center"/>
          </w:tcPr>
          <w:p w14:paraId="05840A94" w14:textId="77777777" w:rsidR="00AB3903" w:rsidRPr="00890593" w:rsidRDefault="00AB3903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2521BD8" w14:textId="77777777" w:rsidR="00AB3903" w:rsidRPr="00290F2A" w:rsidRDefault="00AB3903" w:rsidP="00242A09"/>
        </w:tc>
      </w:tr>
      <w:tr w:rsidR="00AB3903" w:rsidRPr="00290F2A" w14:paraId="26578333" w14:textId="030317B9" w:rsidTr="008C6777">
        <w:trPr>
          <w:trHeight w:val="300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88FF930" w14:textId="77777777" w:rsidR="00AB3903" w:rsidRPr="00290F2A" w:rsidRDefault="00AB3903" w:rsidP="00242A09">
            <w:r w:rsidRPr="00290F2A">
              <w:t>Tug Speed</w:t>
            </w:r>
          </w:p>
        </w:tc>
        <w:tc>
          <w:tcPr>
            <w:tcW w:w="1701" w:type="dxa"/>
            <w:vAlign w:val="center"/>
          </w:tcPr>
          <w:p w14:paraId="691E83C1" w14:textId="77777777" w:rsidR="00AB3903" w:rsidRPr="00890593" w:rsidRDefault="00AB3903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8B1B70D" w14:textId="77777777" w:rsidR="00AB3903" w:rsidRPr="00290F2A" w:rsidRDefault="00AB3903" w:rsidP="00242A09"/>
        </w:tc>
      </w:tr>
    </w:tbl>
    <w:p w14:paraId="3F0E7682" w14:textId="1C8C15FE" w:rsidR="00242A09" w:rsidRDefault="00242A09" w:rsidP="00375EC4">
      <w:pPr>
        <w:pStyle w:val="Ttulo1"/>
        <w:tabs>
          <w:tab w:val="left" w:pos="284"/>
        </w:tabs>
        <w:spacing w:after="0"/>
        <w:ind w:left="0" w:firstLine="0"/>
      </w:pPr>
      <w:bookmarkStart w:id="6" w:name="_Toc65859865"/>
      <w:bookmarkStart w:id="7" w:name="_Toc66292946"/>
      <w:r w:rsidRPr="0087213D">
        <w:lastRenderedPageBreak/>
        <w:t>Instruments &amp; Systems</w:t>
      </w:r>
      <w:bookmarkEnd w:id="6"/>
      <w:bookmarkEnd w:id="7"/>
    </w:p>
    <w:p w14:paraId="587F136E" w14:textId="77777777" w:rsidR="00CD56C6" w:rsidRDefault="00CD56C6" w:rsidP="005D3D26">
      <w:pPr>
        <w:pStyle w:val="Ttulo2"/>
      </w:pPr>
      <w:bookmarkStart w:id="8" w:name="_Toc65859869"/>
      <w:bookmarkStart w:id="9" w:name="_Toc66292947"/>
      <w:bookmarkStart w:id="10" w:name="_Toc65859866"/>
      <w:r w:rsidRPr="00290F2A">
        <w:t>Flight Instruments</w:t>
      </w:r>
      <w:bookmarkEnd w:id="8"/>
      <w:bookmarkEnd w:id="9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CD56C6" w:rsidRPr="00AA645C" w14:paraId="7D270C65" w14:textId="77777777" w:rsidTr="006A0E97">
        <w:trPr>
          <w:trHeight w:val="315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1E1957B4" w14:textId="4A665B1F" w:rsidR="00CD56C6" w:rsidRPr="00AA645C" w:rsidRDefault="00CD56C6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Instruments &amp; Systems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Flight Instruments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D4647B7" w14:textId="77777777" w:rsidR="00CD56C6" w:rsidRPr="00592C58" w:rsidRDefault="00CD56C6" w:rsidP="006A0E97">
            <w:pPr>
              <w:jc w:val="center"/>
              <w:rPr>
                <w:b/>
                <w:bCs/>
              </w:rPr>
            </w:pPr>
            <w:r w:rsidRPr="00592C58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C3A2195" w14:textId="21B78EF8" w:rsidR="00CD56C6" w:rsidRPr="00AA645C" w:rsidRDefault="005824C4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CD56C6" w:rsidRPr="00290F2A" w14:paraId="76CDC06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E137287" w14:textId="77777777" w:rsidR="00CD56C6" w:rsidRPr="00290F2A" w:rsidRDefault="00CD56C6" w:rsidP="00242A09">
            <w:r w:rsidRPr="00290F2A">
              <w:t>Select Airspeed Bug</w:t>
            </w:r>
          </w:p>
        </w:tc>
        <w:tc>
          <w:tcPr>
            <w:tcW w:w="1701" w:type="dxa"/>
            <w:vAlign w:val="center"/>
          </w:tcPr>
          <w:p w14:paraId="2B1D9E5A" w14:textId="5C53BBFD" w:rsidR="00CD56C6" w:rsidRPr="00592C58" w:rsidRDefault="00592C58" w:rsidP="00242A09">
            <w:pPr>
              <w:rPr>
                <w:b/>
                <w:bCs/>
              </w:rPr>
            </w:pPr>
            <w:r w:rsidRPr="00592C58">
              <w:rPr>
                <w:b/>
                <w:bCs/>
              </w:rPr>
              <w:t>Shift + Ctrl + R</w:t>
            </w:r>
          </w:p>
        </w:tc>
        <w:tc>
          <w:tcPr>
            <w:tcW w:w="1701" w:type="dxa"/>
            <w:vAlign w:val="center"/>
          </w:tcPr>
          <w:p w14:paraId="2A50BF75" w14:textId="77777777" w:rsidR="00CD56C6" w:rsidRPr="00290F2A" w:rsidRDefault="00CD56C6" w:rsidP="00242A09"/>
        </w:tc>
      </w:tr>
      <w:tr w:rsidR="00CD56C6" w:rsidRPr="00290F2A" w14:paraId="4A414D3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E5ADB2D" w14:textId="77777777" w:rsidR="00CD56C6" w:rsidRPr="00290F2A" w:rsidRDefault="00CD56C6" w:rsidP="00242A09">
            <w:r w:rsidRPr="00290F2A">
              <w:t>Select Altitude Bug</w:t>
            </w:r>
          </w:p>
        </w:tc>
        <w:tc>
          <w:tcPr>
            <w:tcW w:w="1701" w:type="dxa"/>
            <w:vAlign w:val="center"/>
          </w:tcPr>
          <w:p w14:paraId="0E972A30" w14:textId="1BEDBBAB" w:rsidR="00CD56C6" w:rsidRPr="00592C58" w:rsidRDefault="00592C58" w:rsidP="00242A09">
            <w:pPr>
              <w:rPr>
                <w:b/>
                <w:bCs/>
              </w:rPr>
            </w:pPr>
            <w:r w:rsidRPr="00592C58">
              <w:rPr>
                <w:b/>
                <w:bCs/>
              </w:rPr>
              <w:t xml:space="preserve">Shift + Ctrl + </w:t>
            </w:r>
            <w:r>
              <w:rPr>
                <w:b/>
                <w:bCs/>
              </w:rPr>
              <w:t>Z</w:t>
            </w:r>
          </w:p>
        </w:tc>
        <w:tc>
          <w:tcPr>
            <w:tcW w:w="1701" w:type="dxa"/>
            <w:vAlign w:val="center"/>
          </w:tcPr>
          <w:p w14:paraId="583A28EF" w14:textId="77777777" w:rsidR="00CD56C6" w:rsidRPr="00290F2A" w:rsidRDefault="00CD56C6" w:rsidP="00242A09"/>
        </w:tc>
      </w:tr>
      <w:tr w:rsidR="00CD56C6" w:rsidRPr="00290F2A" w14:paraId="3F9AE21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63B07A6" w14:textId="77777777" w:rsidR="00CD56C6" w:rsidRPr="00290F2A" w:rsidRDefault="00CD56C6" w:rsidP="00242A09">
            <w:r w:rsidRPr="00290F2A">
              <w:t>Decrease Attitude Bars Position</w:t>
            </w:r>
          </w:p>
        </w:tc>
        <w:tc>
          <w:tcPr>
            <w:tcW w:w="1701" w:type="dxa"/>
            <w:vAlign w:val="center"/>
          </w:tcPr>
          <w:p w14:paraId="61A143A5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2ACF0B4" w14:textId="77777777" w:rsidR="00CD56C6" w:rsidRPr="00290F2A" w:rsidRDefault="00CD56C6" w:rsidP="00242A09"/>
        </w:tc>
      </w:tr>
      <w:tr w:rsidR="00CD56C6" w:rsidRPr="00290F2A" w14:paraId="45CBD23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3E13945" w14:textId="77777777" w:rsidR="00CD56C6" w:rsidRPr="00290F2A" w:rsidRDefault="00CD56C6" w:rsidP="00242A09">
            <w:r w:rsidRPr="00290F2A">
              <w:t>Increase Attitude Bars Position</w:t>
            </w:r>
          </w:p>
        </w:tc>
        <w:tc>
          <w:tcPr>
            <w:tcW w:w="1701" w:type="dxa"/>
            <w:vAlign w:val="center"/>
          </w:tcPr>
          <w:p w14:paraId="625EE887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E0B626D" w14:textId="77777777" w:rsidR="00CD56C6" w:rsidRPr="00290F2A" w:rsidRDefault="00CD56C6" w:rsidP="00242A09"/>
        </w:tc>
      </w:tr>
      <w:tr w:rsidR="00CD56C6" w:rsidRPr="00290F2A" w14:paraId="0742416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74BF03B" w14:textId="77777777" w:rsidR="00CD56C6" w:rsidRPr="00290F2A" w:rsidRDefault="00CD56C6" w:rsidP="00242A09">
            <w:r w:rsidRPr="00290F2A">
              <w:t>Set Attitude Bars Position</w:t>
            </w:r>
          </w:p>
        </w:tc>
        <w:tc>
          <w:tcPr>
            <w:tcW w:w="1701" w:type="dxa"/>
            <w:vAlign w:val="center"/>
          </w:tcPr>
          <w:p w14:paraId="774BCB04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1B85283" w14:textId="77777777" w:rsidR="00CD56C6" w:rsidRPr="00290F2A" w:rsidRDefault="00CD56C6" w:rsidP="00242A09"/>
        </w:tc>
      </w:tr>
      <w:tr w:rsidR="00CD56C6" w:rsidRPr="00290F2A" w14:paraId="0630D19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3D3259F" w14:textId="77777777" w:rsidR="00CD56C6" w:rsidRPr="00290F2A" w:rsidRDefault="00CD56C6" w:rsidP="00242A09">
            <w:r w:rsidRPr="00290F2A">
              <w:t>Autorudder Off</w:t>
            </w:r>
          </w:p>
        </w:tc>
        <w:tc>
          <w:tcPr>
            <w:tcW w:w="1701" w:type="dxa"/>
            <w:vAlign w:val="center"/>
          </w:tcPr>
          <w:p w14:paraId="2656F026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0479BCC" w14:textId="77777777" w:rsidR="00CD56C6" w:rsidRPr="00290F2A" w:rsidRDefault="00CD56C6" w:rsidP="00242A09"/>
        </w:tc>
      </w:tr>
      <w:tr w:rsidR="00CD56C6" w:rsidRPr="00290F2A" w14:paraId="3E3F15C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9E4E6F8" w14:textId="77777777" w:rsidR="00CD56C6" w:rsidRPr="00290F2A" w:rsidRDefault="00CD56C6" w:rsidP="00242A09">
            <w:r w:rsidRPr="00290F2A">
              <w:t>Autorudder On</w:t>
            </w:r>
          </w:p>
        </w:tc>
        <w:tc>
          <w:tcPr>
            <w:tcW w:w="1701" w:type="dxa"/>
            <w:vAlign w:val="center"/>
          </w:tcPr>
          <w:p w14:paraId="7D7D8784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3C4C179" w14:textId="77777777" w:rsidR="00CD56C6" w:rsidRPr="00290F2A" w:rsidRDefault="00CD56C6" w:rsidP="00242A09"/>
        </w:tc>
      </w:tr>
      <w:tr w:rsidR="00CD56C6" w:rsidRPr="00290F2A" w14:paraId="6B2FFA7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53420F5" w14:textId="77777777" w:rsidR="00CD56C6" w:rsidRPr="00290F2A" w:rsidRDefault="00CD56C6" w:rsidP="00242A09">
            <w:r w:rsidRPr="00290F2A">
              <w:t>Set Autorudder</w:t>
            </w:r>
          </w:p>
        </w:tc>
        <w:tc>
          <w:tcPr>
            <w:tcW w:w="1701" w:type="dxa"/>
            <w:vAlign w:val="center"/>
          </w:tcPr>
          <w:p w14:paraId="0BE1156C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4FF8F79" w14:textId="77777777" w:rsidR="00CD56C6" w:rsidRPr="00290F2A" w:rsidRDefault="00CD56C6" w:rsidP="00242A09"/>
        </w:tc>
      </w:tr>
      <w:tr w:rsidR="00CD56C6" w:rsidRPr="00290F2A" w14:paraId="319A689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AA9459C" w14:textId="77777777" w:rsidR="00CD56C6" w:rsidRPr="00290F2A" w:rsidRDefault="00CD56C6" w:rsidP="00242A09">
            <w:r w:rsidRPr="00290F2A">
              <w:t>Toggle Autorudder</w:t>
            </w:r>
          </w:p>
        </w:tc>
        <w:tc>
          <w:tcPr>
            <w:tcW w:w="1701" w:type="dxa"/>
            <w:vAlign w:val="center"/>
          </w:tcPr>
          <w:p w14:paraId="3AE02E24" w14:textId="4DB5275C" w:rsidR="00CD56C6" w:rsidRPr="00592C58" w:rsidRDefault="00592C58" w:rsidP="00242A09">
            <w:pPr>
              <w:rPr>
                <w:b/>
                <w:bCs/>
              </w:rPr>
            </w:pPr>
            <w:r w:rsidRPr="00592C58">
              <w:rPr>
                <w:b/>
                <w:bCs/>
              </w:rPr>
              <w:t xml:space="preserve">Shift + Ctrl + </w:t>
            </w:r>
            <w:r>
              <w:rPr>
                <w:b/>
                <w:bCs/>
              </w:rPr>
              <w:t>U</w:t>
            </w:r>
          </w:p>
        </w:tc>
        <w:tc>
          <w:tcPr>
            <w:tcW w:w="1701" w:type="dxa"/>
            <w:vAlign w:val="center"/>
          </w:tcPr>
          <w:p w14:paraId="4556E4F5" w14:textId="77777777" w:rsidR="00CD56C6" w:rsidRPr="00290F2A" w:rsidRDefault="00CD56C6" w:rsidP="00242A09"/>
        </w:tc>
      </w:tr>
      <w:tr w:rsidR="00CD56C6" w:rsidRPr="00290F2A" w14:paraId="505D9B7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BAB3DAE" w14:textId="77777777" w:rsidR="00CD56C6" w:rsidRPr="00290F2A" w:rsidRDefault="00CD56C6" w:rsidP="00242A09">
            <w:r w:rsidRPr="00290F2A">
              <w:t>Avionics Master 1 Off</w:t>
            </w:r>
          </w:p>
        </w:tc>
        <w:tc>
          <w:tcPr>
            <w:tcW w:w="1701" w:type="dxa"/>
            <w:vAlign w:val="center"/>
          </w:tcPr>
          <w:p w14:paraId="4369E100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FE99DF5" w14:textId="77777777" w:rsidR="00CD56C6" w:rsidRPr="00290F2A" w:rsidRDefault="00CD56C6" w:rsidP="00242A09"/>
        </w:tc>
      </w:tr>
      <w:tr w:rsidR="00CD56C6" w:rsidRPr="00290F2A" w14:paraId="5E77522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223024C" w14:textId="77777777" w:rsidR="00CD56C6" w:rsidRPr="00290F2A" w:rsidRDefault="00CD56C6" w:rsidP="00242A09">
            <w:r w:rsidRPr="00290F2A">
              <w:t>Avionics Master 1 On</w:t>
            </w:r>
          </w:p>
        </w:tc>
        <w:tc>
          <w:tcPr>
            <w:tcW w:w="1701" w:type="dxa"/>
            <w:vAlign w:val="center"/>
          </w:tcPr>
          <w:p w14:paraId="041BE911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DC8E148" w14:textId="77777777" w:rsidR="00CD56C6" w:rsidRPr="00290F2A" w:rsidRDefault="00CD56C6" w:rsidP="00242A09"/>
        </w:tc>
      </w:tr>
      <w:tr w:rsidR="00CD56C6" w:rsidRPr="00290F2A" w14:paraId="2ECA84D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297C1EB" w14:textId="77777777" w:rsidR="00CD56C6" w:rsidRPr="00290F2A" w:rsidRDefault="00CD56C6" w:rsidP="00242A09">
            <w:r w:rsidRPr="00290F2A">
              <w:t>Set Avionics Master 1</w:t>
            </w:r>
          </w:p>
        </w:tc>
        <w:tc>
          <w:tcPr>
            <w:tcW w:w="1701" w:type="dxa"/>
            <w:vAlign w:val="center"/>
          </w:tcPr>
          <w:p w14:paraId="32F711BD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B70506F" w14:textId="77777777" w:rsidR="00CD56C6" w:rsidRPr="00290F2A" w:rsidRDefault="00CD56C6" w:rsidP="00242A09"/>
        </w:tc>
      </w:tr>
      <w:tr w:rsidR="00CD56C6" w:rsidRPr="00290F2A" w14:paraId="52C330D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A56459B" w14:textId="77777777" w:rsidR="00CD56C6" w:rsidRPr="00290F2A" w:rsidRDefault="00CD56C6" w:rsidP="00242A09">
            <w:r w:rsidRPr="00290F2A">
              <w:t>Avionics Master 2 Off</w:t>
            </w:r>
          </w:p>
        </w:tc>
        <w:tc>
          <w:tcPr>
            <w:tcW w:w="1701" w:type="dxa"/>
            <w:vAlign w:val="center"/>
          </w:tcPr>
          <w:p w14:paraId="4AB91291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90A148D" w14:textId="77777777" w:rsidR="00CD56C6" w:rsidRPr="00290F2A" w:rsidRDefault="00CD56C6" w:rsidP="00242A09"/>
        </w:tc>
      </w:tr>
      <w:tr w:rsidR="00CD56C6" w:rsidRPr="00290F2A" w14:paraId="3EBA62C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534F30F" w14:textId="77777777" w:rsidR="00CD56C6" w:rsidRPr="00290F2A" w:rsidRDefault="00CD56C6" w:rsidP="00242A09">
            <w:r w:rsidRPr="00290F2A">
              <w:t>Avionics Master 2 On</w:t>
            </w:r>
          </w:p>
        </w:tc>
        <w:tc>
          <w:tcPr>
            <w:tcW w:w="1701" w:type="dxa"/>
            <w:vAlign w:val="center"/>
          </w:tcPr>
          <w:p w14:paraId="7B5D4935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4CE7063" w14:textId="77777777" w:rsidR="00CD56C6" w:rsidRPr="00290F2A" w:rsidRDefault="00CD56C6" w:rsidP="00242A09"/>
        </w:tc>
      </w:tr>
      <w:tr w:rsidR="00CD56C6" w:rsidRPr="00290F2A" w14:paraId="0CEA0EA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F6D2E57" w14:textId="77777777" w:rsidR="00CD56C6" w:rsidRPr="00290F2A" w:rsidRDefault="00CD56C6" w:rsidP="00242A09">
            <w:r w:rsidRPr="00290F2A">
              <w:t>Set Avionics Master 2</w:t>
            </w:r>
          </w:p>
        </w:tc>
        <w:tc>
          <w:tcPr>
            <w:tcW w:w="1701" w:type="dxa"/>
            <w:vAlign w:val="center"/>
          </w:tcPr>
          <w:p w14:paraId="6A97673E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D6092BC" w14:textId="77777777" w:rsidR="00CD56C6" w:rsidRPr="00290F2A" w:rsidRDefault="00CD56C6" w:rsidP="00242A09"/>
        </w:tc>
      </w:tr>
      <w:tr w:rsidR="00CD56C6" w:rsidRPr="00290F2A" w14:paraId="3138BCE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A4062FA" w14:textId="77777777" w:rsidR="00CD56C6" w:rsidRPr="00290F2A" w:rsidRDefault="00CD56C6" w:rsidP="00242A09">
            <w:r w:rsidRPr="00290F2A">
              <w:t xml:space="preserve">Set Avionics Master </w:t>
            </w:r>
          </w:p>
        </w:tc>
        <w:tc>
          <w:tcPr>
            <w:tcW w:w="1701" w:type="dxa"/>
            <w:vAlign w:val="center"/>
          </w:tcPr>
          <w:p w14:paraId="6321C98A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23DA03B" w14:textId="77777777" w:rsidR="00CD56C6" w:rsidRPr="00290F2A" w:rsidRDefault="00CD56C6" w:rsidP="00242A09"/>
        </w:tc>
      </w:tr>
      <w:tr w:rsidR="00CD56C6" w:rsidRPr="00290F2A" w14:paraId="7CC57E7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8B35F47" w14:textId="77777777" w:rsidR="00CD56C6" w:rsidRPr="00290F2A" w:rsidRDefault="00CD56C6" w:rsidP="00242A09">
            <w:r w:rsidRPr="00290F2A">
              <w:t>Set Altimeter</w:t>
            </w:r>
          </w:p>
        </w:tc>
        <w:tc>
          <w:tcPr>
            <w:tcW w:w="1701" w:type="dxa"/>
            <w:vAlign w:val="center"/>
          </w:tcPr>
          <w:p w14:paraId="445B0893" w14:textId="714713D9" w:rsidR="00CD56C6" w:rsidRPr="00592C58" w:rsidRDefault="00592C5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701" w:type="dxa"/>
            <w:vAlign w:val="center"/>
          </w:tcPr>
          <w:p w14:paraId="7364CAD0" w14:textId="77777777" w:rsidR="00CD56C6" w:rsidRPr="00290F2A" w:rsidRDefault="00CD56C6" w:rsidP="00242A09"/>
        </w:tc>
      </w:tr>
      <w:tr w:rsidR="00CD56C6" w:rsidRPr="00DD6369" w14:paraId="1D8E028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F920455" w14:textId="77777777" w:rsidR="00CD56C6" w:rsidRPr="00290F2A" w:rsidRDefault="00CD56C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Altimeter to MSL Pressure</w:t>
            </w:r>
          </w:p>
        </w:tc>
        <w:tc>
          <w:tcPr>
            <w:tcW w:w="1701" w:type="dxa"/>
            <w:vAlign w:val="center"/>
          </w:tcPr>
          <w:p w14:paraId="5FBD0E03" w14:textId="77777777" w:rsidR="00CD56C6" w:rsidRPr="00592C58" w:rsidRDefault="00CD56C6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2CF80D3" w14:textId="77777777" w:rsidR="00CD56C6" w:rsidRPr="00290F2A" w:rsidRDefault="00CD56C6" w:rsidP="00242A09">
            <w:pPr>
              <w:rPr>
                <w:lang w:val="en-US"/>
              </w:rPr>
            </w:pPr>
          </w:p>
        </w:tc>
      </w:tr>
      <w:tr w:rsidR="0021711A" w:rsidRPr="00290F2A" w14:paraId="1E9AB6F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E99332F" w14:textId="77777777" w:rsidR="0021711A" w:rsidRPr="00290F2A" w:rsidRDefault="0021711A" w:rsidP="00242A09">
            <w:r w:rsidRPr="00290F2A">
              <w:t>Select Heading Bug</w:t>
            </w:r>
          </w:p>
        </w:tc>
        <w:tc>
          <w:tcPr>
            <w:tcW w:w="1701" w:type="dxa"/>
            <w:vAlign w:val="center"/>
          </w:tcPr>
          <w:p w14:paraId="164D71D6" w14:textId="77777777" w:rsidR="0021711A" w:rsidRPr="00592C58" w:rsidRDefault="0021711A" w:rsidP="00242A09">
            <w:pPr>
              <w:rPr>
                <w:b/>
                <w:bCs/>
              </w:rPr>
            </w:pPr>
            <w:r w:rsidRPr="00592C58">
              <w:rPr>
                <w:b/>
                <w:bCs/>
              </w:rPr>
              <w:t xml:space="preserve">Shift + Ctrl + </w:t>
            </w:r>
            <w:r>
              <w:rPr>
                <w:b/>
                <w:bCs/>
              </w:rPr>
              <w:t>H</w:t>
            </w:r>
          </w:p>
        </w:tc>
        <w:tc>
          <w:tcPr>
            <w:tcW w:w="1701" w:type="dxa"/>
            <w:vAlign w:val="center"/>
          </w:tcPr>
          <w:p w14:paraId="3414D777" w14:textId="77777777" w:rsidR="0021711A" w:rsidRPr="00290F2A" w:rsidRDefault="0021711A" w:rsidP="00242A09"/>
        </w:tc>
      </w:tr>
      <w:tr w:rsidR="0021711A" w:rsidRPr="00290F2A" w14:paraId="4509FE4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069E731" w14:textId="77777777" w:rsidR="0021711A" w:rsidRPr="00290F2A" w:rsidRDefault="0021711A" w:rsidP="00242A09">
            <w:r w:rsidRPr="00290F2A">
              <w:t>Decrease Heading Bug</w:t>
            </w:r>
          </w:p>
        </w:tc>
        <w:tc>
          <w:tcPr>
            <w:tcW w:w="1701" w:type="dxa"/>
            <w:vAlign w:val="center"/>
          </w:tcPr>
          <w:p w14:paraId="69D704E3" w14:textId="77777777" w:rsidR="0021711A" w:rsidRPr="00592C58" w:rsidRDefault="0021711A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Delete</w:t>
            </w:r>
          </w:p>
        </w:tc>
        <w:tc>
          <w:tcPr>
            <w:tcW w:w="1701" w:type="dxa"/>
            <w:vAlign w:val="center"/>
          </w:tcPr>
          <w:p w14:paraId="78E35A3E" w14:textId="77777777" w:rsidR="0021711A" w:rsidRPr="00290F2A" w:rsidRDefault="0021711A" w:rsidP="00242A09"/>
        </w:tc>
      </w:tr>
      <w:tr w:rsidR="0021711A" w:rsidRPr="00290F2A" w14:paraId="719C234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B6D9A87" w14:textId="77777777" w:rsidR="0021711A" w:rsidRPr="00290F2A" w:rsidRDefault="0021711A" w:rsidP="00242A09">
            <w:r w:rsidRPr="00290F2A">
              <w:t>Increase Heading Bug</w:t>
            </w:r>
          </w:p>
        </w:tc>
        <w:tc>
          <w:tcPr>
            <w:tcW w:w="1701" w:type="dxa"/>
            <w:vAlign w:val="center"/>
          </w:tcPr>
          <w:p w14:paraId="26CDFC9E" w14:textId="77777777" w:rsidR="0021711A" w:rsidRPr="00592C58" w:rsidRDefault="0021711A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Insert</w:t>
            </w:r>
          </w:p>
        </w:tc>
        <w:tc>
          <w:tcPr>
            <w:tcW w:w="1701" w:type="dxa"/>
            <w:vAlign w:val="center"/>
          </w:tcPr>
          <w:p w14:paraId="47610F7E" w14:textId="77777777" w:rsidR="0021711A" w:rsidRPr="00290F2A" w:rsidRDefault="0021711A" w:rsidP="00242A09"/>
        </w:tc>
      </w:tr>
      <w:tr w:rsidR="0021711A" w:rsidRPr="00290F2A" w14:paraId="171EE90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E03023D" w14:textId="77777777" w:rsidR="0021711A" w:rsidRPr="00290F2A" w:rsidRDefault="0021711A" w:rsidP="00242A09">
            <w:r w:rsidRPr="00290F2A">
              <w:t>Set Heading Bug</w:t>
            </w:r>
          </w:p>
        </w:tc>
        <w:tc>
          <w:tcPr>
            <w:tcW w:w="1701" w:type="dxa"/>
            <w:vAlign w:val="center"/>
          </w:tcPr>
          <w:p w14:paraId="247999BB" w14:textId="77777777" w:rsidR="0021711A" w:rsidRPr="00592C58" w:rsidRDefault="0021711A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80B5DEB" w14:textId="77777777" w:rsidR="0021711A" w:rsidRPr="00290F2A" w:rsidRDefault="0021711A" w:rsidP="00242A09"/>
        </w:tc>
      </w:tr>
      <w:tr w:rsidR="0021711A" w:rsidRPr="00290F2A" w14:paraId="7C76C1F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7DF41AF" w14:textId="77777777" w:rsidR="0021711A" w:rsidRPr="00290F2A" w:rsidRDefault="0021711A" w:rsidP="00242A09">
            <w:r w:rsidRPr="00290F2A">
              <w:t>Set Heading Indicator</w:t>
            </w:r>
          </w:p>
        </w:tc>
        <w:tc>
          <w:tcPr>
            <w:tcW w:w="1701" w:type="dxa"/>
            <w:vAlign w:val="center"/>
          </w:tcPr>
          <w:p w14:paraId="6AE7A59F" w14:textId="77777777" w:rsidR="0021711A" w:rsidRPr="00592C58" w:rsidRDefault="0021711A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701" w:type="dxa"/>
            <w:vAlign w:val="center"/>
          </w:tcPr>
          <w:p w14:paraId="53C9B6CD" w14:textId="77777777" w:rsidR="0021711A" w:rsidRPr="00290F2A" w:rsidRDefault="0021711A" w:rsidP="00242A09"/>
        </w:tc>
      </w:tr>
      <w:tr w:rsidR="003F71AD" w:rsidRPr="00290F2A" w14:paraId="145A0C1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9677F99" w14:textId="77777777" w:rsidR="003F71AD" w:rsidRPr="00290F2A" w:rsidRDefault="003F71AD" w:rsidP="00242A09">
            <w:r w:rsidRPr="00290F2A">
              <w:t>Decrease Heading Indicator Drift</w:t>
            </w:r>
          </w:p>
        </w:tc>
        <w:tc>
          <w:tcPr>
            <w:tcW w:w="1701" w:type="dxa"/>
            <w:vAlign w:val="center"/>
          </w:tcPr>
          <w:p w14:paraId="7296F3C9" w14:textId="77777777" w:rsidR="003F71AD" w:rsidRPr="00592C58" w:rsidRDefault="003F71A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41352BE" w14:textId="77777777" w:rsidR="003F71AD" w:rsidRPr="00290F2A" w:rsidRDefault="003F71AD" w:rsidP="00242A09"/>
        </w:tc>
      </w:tr>
      <w:tr w:rsidR="003F71AD" w:rsidRPr="00290F2A" w14:paraId="74E6577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D8E38ED" w14:textId="77777777" w:rsidR="003F71AD" w:rsidRPr="00290F2A" w:rsidRDefault="003F71AD" w:rsidP="00242A09">
            <w:r w:rsidRPr="00290F2A">
              <w:t>Increase Heading Indicator Drift</w:t>
            </w:r>
          </w:p>
        </w:tc>
        <w:tc>
          <w:tcPr>
            <w:tcW w:w="1701" w:type="dxa"/>
            <w:vAlign w:val="center"/>
          </w:tcPr>
          <w:p w14:paraId="342AB7E3" w14:textId="77777777" w:rsidR="003F71AD" w:rsidRPr="00592C58" w:rsidRDefault="003F71A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5DD467F" w14:textId="77777777" w:rsidR="003F71AD" w:rsidRPr="00290F2A" w:rsidRDefault="003F71AD" w:rsidP="00242A09"/>
        </w:tc>
      </w:tr>
      <w:tr w:rsidR="003F71AD" w:rsidRPr="00290F2A" w14:paraId="1A2A247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3B66E8F" w14:textId="77777777" w:rsidR="003F71AD" w:rsidRPr="00290F2A" w:rsidRDefault="003F71AD" w:rsidP="00242A09">
            <w:r w:rsidRPr="00290F2A">
              <w:t>Set Heading Indicator Drift</w:t>
            </w:r>
          </w:p>
        </w:tc>
        <w:tc>
          <w:tcPr>
            <w:tcW w:w="1701" w:type="dxa"/>
            <w:vAlign w:val="center"/>
          </w:tcPr>
          <w:p w14:paraId="48BC4761" w14:textId="77777777" w:rsidR="003F71AD" w:rsidRPr="00592C58" w:rsidRDefault="003F71A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A0B2F7F" w14:textId="77777777" w:rsidR="003F71AD" w:rsidRPr="00290F2A" w:rsidRDefault="003F71AD" w:rsidP="00242A09"/>
        </w:tc>
      </w:tr>
      <w:tr w:rsidR="00AC6CAC" w:rsidRPr="00290F2A" w14:paraId="5CF3690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40721A4" w14:textId="77777777" w:rsidR="00AC6CAC" w:rsidRPr="00290F2A" w:rsidRDefault="00AC6CAC" w:rsidP="00242A09">
            <w:r w:rsidRPr="00290F2A">
              <w:t>Select VSI Bug</w:t>
            </w:r>
          </w:p>
        </w:tc>
        <w:tc>
          <w:tcPr>
            <w:tcW w:w="1701" w:type="dxa"/>
            <w:vAlign w:val="center"/>
          </w:tcPr>
          <w:p w14:paraId="30A26B05" w14:textId="77777777" w:rsidR="00AC6CAC" w:rsidRPr="00592C58" w:rsidRDefault="00AC6CA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1F05B82" w14:textId="77777777" w:rsidR="00AC6CAC" w:rsidRPr="00290F2A" w:rsidRDefault="00AC6CAC" w:rsidP="00242A09"/>
        </w:tc>
      </w:tr>
      <w:tr w:rsidR="002A7A1A" w:rsidRPr="00290F2A" w14:paraId="1E23086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0EF23F3" w14:textId="77777777" w:rsidR="002A7A1A" w:rsidRPr="00290F2A" w:rsidRDefault="002A7A1A" w:rsidP="00242A09">
            <w:r w:rsidRPr="00290F2A">
              <w:t>Toggle Alternate Static</w:t>
            </w:r>
          </w:p>
        </w:tc>
        <w:tc>
          <w:tcPr>
            <w:tcW w:w="1701" w:type="dxa"/>
            <w:vAlign w:val="center"/>
          </w:tcPr>
          <w:p w14:paraId="01430DA1" w14:textId="77777777" w:rsidR="002A7A1A" w:rsidRPr="00592C58" w:rsidRDefault="002A7A1A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Alt + S</w:t>
            </w:r>
          </w:p>
        </w:tc>
        <w:tc>
          <w:tcPr>
            <w:tcW w:w="1701" w:type="dxa"/>
            <w:vAlign w:val="center"/>
          </w:tcPr>
          <w:p w14:paraId="046E7FA1" w14:textId="77777777" w:rsidR="002A7A1A" w:rsidRPr="00290F2A" w:rsidRDefault="002A7A1A" w:rsidP="00242A09"/>
        </w:tc>
      </w:tr>
      <w:tr w:rsidR="00CD56C6" w:rsidRPr="00290F2A" w14:paraId="7A73EB4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C03FA30" w14:textId="4BD3E9F1" w:rsidR="00CD56C6" w:rsidRPr="00290F2A" w:rsidRDefault="00CD56C6" w:rsidP="00242A09">
            <w:r w:rsidRPr="00290F2A">
              <w:t>Set Clock (</w:t>
            </w:r>
            <w:r w:rsidR="00597451" w:rsidRPr="00290F2A">
              <w:t>Hours</w:t>
            </w:r>
            <w:r w:rsidRPr="00290F2A">
              <w:t>)</w:t>
            </w:r>
          </w:p>
        </w:tc>
        <w:tc>
          <w:tcPr>
            <w:tcW w:w="1701" w:type="dxa"/>
            <w:vAlign w:val="center"/>
          </w:tcPr>
          <w:p w14:paraId="6FA1FB05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427EB20" w14:textId="77777777" w:rsidR="00CD56C6" w:rsidRPr="00290F2A" w:rsidRDefault="00CD56C6" w:rsidP="00242A09"/>
        </w:tc>
      </w:tr>
      <w:tr w:rsidR="00CD56C6" w:rsidRPr="00290F2A" w14:paraId="62A9FCA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C16465B" w14:textId="09FFE284" w:rsidR="00CD56C6" w:rsidRPr="00290F2A" w:rsidRDefault="00CD56C6" w:rsidP="00242A09">
            <w:r w:rsidRPr="00290F2A">
              <w:t>Set Clock (</w:t>
            </w:r>
            <w:r w:rsidR="00597451" w:rsidRPr="00290F2A">
              <w:t>Minutes</w:t>
            </w:r>
            <w:r w:rsidRPr="00290F2A">
              <w:t>)</w:t>
            </w:r>
          </w:p>
        </w:tc>
        <w:tc>
          <w:tcPr>
            <w:tcW w:w="1701" w:type="dxa"/>
            <w:vAlign w:val="center"/>
          </w:tcPr>
          <w:p w14:paraId="0D95EE33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BDFC589" w14:textId="77777777" w:rsidR="00CD56C6" w:rsidRPr="00290F2A" w:rsidRDefault="00CD56C6" w:rsidP="00242A09"/>
        </w:tc>
      </w:tr>
      <w:tr w:rsidR="002A7A1A" w:rsidRPr="00290F2A" w14:paraId="55F0BCF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614CE09" w14:textId="77777777" w:rsidR="002A7A1A" w:rsidRPr="00290F2A" w:rsidRDefault="002A7A1A" w:rsidP="00242A09">
            <w:r w:rsidRPr="00290F2A">
              <w:lastRenderedPageBreak/>
              <w:t>Toggle GPWS</w:t>
            </w:r>
          </w:p>
        </w:tc>
        <w:tc>
          <w:tcPr>
            <w:tcW w:w="1701" w:type="dxa"/>
            <w:vAlign w:val="center"/>
          </w:tcPr>
          <w:p w14:paraId="0731001F" w14:textId="77777777" w:rsidR="002A7A1A" w:rsidRPr="00592C58" w:rsidRDefault="002A7A1A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DDE585C" w14:textId="77777777" w:rsidR="002A7A1A" w:rsidRPr="00290F2A" w:rsidRDefault="002A7A1A" w:rsidP="00242A09"/>
        </w:tc>
      </w:tr>
      <w:tr w:rsidR="00CD56C6" w:rsidRPr="00290F2A" w14:paraId="4760DF8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E4E4B04" w14:textId="77777777" w:rsidR="00CD56C6" w:rsidRPr="00290F2A" w:rsidRDefault="00CD56C6" w:rsidP="00242A09">
            <w:r w:rsidRPr="00290F2A">
              <w:t>Decrease Decision Altitude (MSL)</w:t>
            </w:r>
          </w:p>
        </w:tc>
        <w:tc>
          <w:tcPr>
            <w:tcW w:w="1701" w:type="dxa"/>
            <w:vAlign w:val="center"/>
          </w:tcPr>
          <w:p w14:paraId="0CA0A2B6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98ED3D2" w14:textId="77777777" w:rsidR="00CD56C6" w:rsidRPr="00290F2A" w:rsidRDefault="00CD56C6" w:rsidP="00242A09"/>
        </w:tc>
      </w:tr>
      <w:tr w:rsidR="00CD56C6" w:rsidRPr="00290F2A" w14:paraId="5C7C417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A6B24E3" w14:textId="77777777" w:rsidR="00CD56C6" w:rsidRPr="00290F2A" w:rsidRDefault="00CD56C6" w:rsidP="00242A09">
            <w:r w:rsidRPr="00290F2A">
              <w:t>Increase Decision Altitude (MSL)</w:t>
            </w:r>
          </w:p>
        </w:tc>
        <w:tc>
          <w:tcPr>
            <w:tcW w:w="1701" w:type="dxa"/>
            <w:vAlign w:val="center"/>
          </w:tcPr>
          <w:p w14:paraId="2B730E2E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7F3BBE5" w14:textId="77777777" w:rsidR="00CD56C6" w:rsidRPr="00290F2A" w:rsidRDefault="00CD56C6" w:rsidP="00242A09"/>
        </w:tc>
      </w:tr>
      <w:tr w:rsidR="00CD56C6" w:rsidRPr="00290F2A" w14:paraId="36E59B8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5E772A1" w14:textId="77777777" w:rsidR="00CD56C6" w:rsidRPr="00290F2A" w:rsidRDefault="00CD56C6" w:rsidP="00242A09">
            <w:r w:rsidRPr="00290F2A">
              <w:t>Decrease Decision Height</w:t>
            </w:r>
          </w:p>
        </w:tc>
        <w:tc>
          <w:tcPr>
            <w:tcW w:w="1701" w:type="dxa"/>
            <w:vAlign w:val="center"/>
          </w:tcPr>
          <w:p w14:paraId="3B255784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29B324E" w14:textId="77777777" w:rsidR="00CD56C6" w:rsidRPr="00290F2A" w:rsidRDefault="00CD56C6" w:rsidP="00242A09"/>
        </w:tc>
      </w:tr>
      <w:tr w:rsidR="00CD56C6" w:rsidRPr="00290F2A" w14:paraId="2CC5BA0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18C3E92" w14:textId="77777777" w:rsidR="00CD56C6" w:rsidRPr="00290F2A" w:rsidRDefault="00CD56C6" w:rsidP="00242A09">
            <w:r w:rsidRPr="00290F2A">
              <w:t xml:space="preserve">Increase Decision Height </w:t>
            </w:r>
          </w:p>
        </w:tc>
        <w:tc>
          <w:tcPr>
            <w:tcW w:w="1701" w:type="dxa"/>
            <w:vAlign w:val="center"/>
          </w:tcPr>
          <w:p w14:paraId="1C49272E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D70D5C5" w14:textId="77777777" w:rsidR="00CD56C6" w:rsidRPr="00290F2A" w:rsidRDefault="00CD56C6" w:rsidP="00242A09"/>
        </w:tc>
      </w:tr>
      <w:tr w:rsidR="00CD56C6" w:rsidRPr="00290F2A" w14:paraId="0BC8B95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87ED272" w14:textId="77777777" w:rsidR="00CD56C6" w:rsidRPr="00290F2A" w:rsidRDefault="00CD56C6" w:rsidP="00242A09">
            <w:r w:rsidRPr="00290F2A">
              <w:t>ELT Off</w:t>
            </w:r>
          </w:p>
        </w:tc>
        <w:tc>
          <w:tcPr>
            <w:tcW w:w="1701" w:type="dxa"/>
            <w:vAlign w:val="center"/>
          </w:tcPr>
          <w:p w14:paraId="745C3DD2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1BC9C66" w14:textId="77777777" w:rsidR="00CD56C6" w:rsidRPr="00290F2A" w:rsidRDefault="00CD56C6" w:rsidP="00242A09"/>
        </w:tc>
      </w:tr>
      <w:tr w:rsidR="00CD56C6" w:rsidRPr="00290F2A" w14:paraId="5CB1106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E7A1E1C" w14:textId="77777777" w:rsidR="00CD56C6" w:rsidRPr="00290F2A" w:rsidRDefault="00CD56C6" w:rsidP="00242A09">
            <w:r w:rsidRPr="00290F2A">
              <w:t>ELT On</w:t>
            </w:r>
          </w:p>
        </w:tc>
        <w:tc>
          <w:tcPr>
            <w:tcW w:w="1701" w:type="dxa"/>
            <w:vAlign w:val="center"/>
          </w:tcPr>
          <w:p w14:paraId="1DE1EF2B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FA0F3AC" w14:textId="77777777" w:rsidR="00CD56C6" w:rsidRPr="00290F2A" w:rsidRDefault="00CD56C6" w:rsidP="00242A09"/>
        </w:tc>
      </w:tr>
      <w:tr w:rsidR="00CD56C6" w:rsidRPr="00290F2A" w14:paraId="094CE4F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FCE6608" w14:textId="77777777" w:rsidR="00CD56C6" w:rsidRPr="00290F2A" w:rsidRDefault="00CD56C6" w:rsidP="00242A09">
            <w:r w:rsidRPr="00290F2A">
              <w:t>Set ELT</w:t>
            </w:r>
          </w:p>
        </w:tc>
        <w:tc>
          <w:tcPr>
            <w:tcW w:w="1701" w:type="dxa"/>
            <w:vAlign w:val="center"/>
          </w:tcPr>
          <w:p w14:paraId="7C2CFFFE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565B13A" w14:textId="77777777" w:rsidR="00CD56C6" w:rsidRPr="00290F2A" w:rsidRDefault="00CD56C6" w:rsidP="00242A09"/>
        </w:tc>
      </w:tr>
      <w:tr w:rsidR="00CD56C6" w:rsidRPr="00290F2A" w14:paraId="6DE1B54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5F800D0" w14:textId="77777777" w:rsidR="00CD56C6" w:rsidRPr="00290F2A" w:rsidRDefault="00CD56C6" w:rsidP="00242A09">
            <w:r w:rsidRPr="00290F2A">
              <w:t>Toggle ELT</w:t>
            </w:r>
          </w:p>
        </w:tc>
        <w:tc>
          <w:tcPr>
            <w:tcW w:w="1701" w:type="dxa"/>
            <w:vAlign w:val="center"/>
          </w:tcPr>
          <w:p w14:paraId="764410CA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C44FE6F" w14:textId="77777777" w:rsidR="00CD56C6" w:rsidRPr="00290F2A" w:rsidRDefault="00CD56C6" w:rsidP="00242A09"/>
        </w:tc>
      </w:tr>
      <w:tr w:rsidR="00CD56C6" w:rsidRPr="00290F2A" w14:paraId="5D7ED94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6F42D2D" w14:textId="77777777" w:rsidR="00CD56C6" w:rsidRPr="00290F2A" w:rsidRDefault="00CD56C6" w:rsidP="00242A09">
            <w:r w:rsidRPr="00290F2A">
              <w:t>Set External System</w:t>
            </w:r>
          </w:p>
        </w:tc>
        <w:tc>
          <w:tcPr>
            <w:tcW w:w="1701" w:type="dxa"/>
            <w:vAlign w:val="center"/>
          </w:tcPr>
          <w:p w14:paraId="6075DCCE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4A4B34A" w14:textId="77777777" w:rsidR="00CD56C6" w:rsidRPr="00290F2A" w:rsidRDefault="00CD56C6" w:rsidP="00242A09"/>
        </w:tc>
      </w:tr>
      <w:tr w:rsidR="00CD56C6" w:rsidRPr="00290F2A" w14:paraId="33326BE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6633A62" w14:textId="77777777" w:rsidR="00CD56C6" w:rsidRPr="00290F2A" w:rsidRDefault="00CD56C6" w:rsidP="00242A09">
            <w:r w:rsidRPr="00290F2A">
              <w:t>Toggle External System</w:t>
            </w:r>
          </w:p>
        </w:tc>
        <w:tc>
          <w:tcPr>
            <w:tcW w:w="1701" w:type="dxa"/>
            <w:vAlign w:val="center"/>
          </w:tcPr>
          <w:p w14:paraId="07C3B286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9A467E3" w14:textId="77777777" w:rsidR="00CD56C6" w:rsidRPr="00290F2A" w:rsidRDefault="00CD56C6" w:rsidP="00242A09"/>
        </w:tc>
      </w:tr>
      <w:tr w:rsidR="00CD56C6" w:rsidRPr="00290F2A" w14:paraId="4231860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0630B56" w14:textId="77777777" w:rsidR="00CD56C6" w:rsidRPr="00290F2A" w:rsidRDefault="00CD56C6" w:rsidP="00242A09">
            <w:r w:rsidRPr="00290F2A">
              <w:t>Set Freeze Altitude</w:t>
            </w:r>
          </w:p>
        </w:tc>
        <w:tc>
          <w:tcPr>
            <w:tcW w:w="1701" w:type="dxa"/>
            <w:vAlign w:val="center"/>
          </w:tcPr>
          <w:p w14:paraId="62B6AA79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4B6C1B2" w14:textId="77777777" w:rsidR="00CD56C6" w:rsidRPr="00290F2A" w:rsidRDefault="00CD56C6" w:rsidP="00242A09"/>
        </w:tc>
      </w:tr>
      <w:tr w:rsidR="00CD56C6" w:rsidRPr="00290F2A" w14:paraId="3F591D8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0F0B05D" w14:textId="77777777" w:rsidR="00CD56C6" w:rsidRPr="00290F2A" w:rsidRDefault="00CD56C6" w:rsidP="00242A09">
            <w:r w:rsidRPr="00290F2A">
              <w:t>Toggle Freeze Altitude</w:t>
            </w:r>
          </w:p>
        </w:tc>
        <w:tc>
          <w:tcPr>
            <w:tcW w:w="1701" w:type="dxa"/>
            <w:vAlign w:val="center"/>
          </w:tcPr>
          <w:p w14:paraId="2CAA9B21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80E156F" w14:textId="77777777" w:rsidR="00CD56C6" w:rsidRPr="00290F2A" w:rsidRDefault="00CD56C6" w:rsidP="00242A09"/>
        </w:tc>
      </w:tr>
      <w:tr w:rsidR="00CD56C6" w:rsidRPr="00290F2A" w14:paraId="3208021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8CD9559" w14:textId="77777777" w:rsidR="00CD56C6" w:rsidRPr="00290F2A" w:rsidRDefault="00CD56C6" w:rsidP="00242A09">
            <w:r w:rsidRPr="00290F2A">
              <w:t>Set Freeze Attitude</w:t>
            </w:r>
          </w:p>
        </w:tc>
        <w:tc>
          <w:tcPr>
            <w:tcW w:w="1701" w:type="dxa"/>
            <w:vAlign w:val="center"/>
          </w:tcPr>
          <w:p w14:paraId="61E75165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22A7646" w14:textId="77777777" w:rsidR="00CD56C6" w:rsidRPr="00290F2A" w:rsidRDefault="00CD56C6" w:rsidP="00242A09"/>
        </w:tc>
      </w:tr>
      <w:tr w:rsidR="00CD56C6" w:rsidRPr="00290F2A" w14:paraId="18EBD25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8452211" w14:textId="77777777" w:rsidR="00CD56C6" w:rsidRPr="00290F2A" w:rsidRDefault="00CD56C6" w:rsidP="00242A09">
            <w:r w:rsidRPr="00290F2A">
              <w:t>Toggle Freeze Attitude</w:t>
            </w:r>
          </w:p>
        </w:tc>
        <w:tc>
          <w:tcPr>
            <w:tcW w:w="1701" w:type="dxa"/>
            <w:vAlign w:val="center"/>
          </w:tcPr>
          <w:p w14:paraId="0F38E4BC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4ABABD5" w14:textId="77777777" w:rsidR="00CD56C6" w:rsidRPr="00290F2A" w:rsidRDefault="00CD56C6" w:rsidP="00242A09"/>
        </w:tc>
      </w:tr>
      <w:tr w:rsidR="00CD56C6" w:rsidRPr="00290F2A" w14:paraId="1493174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9F008ED" w14:textId="77777777" w:rsidR="00CD56C6" w:rsidRPr="00290F2A" w:rsidRDefault="00CD56C6" w:rsidP="00242A09">
            <w:r w:rsidRPr="00290F2A">
              <w:t>Set  Freeze Lat/Long</w:t>
            </w:r>
          </w:p>
        </w:tc>
        <w:tc>
          <w:tcPr>
            <w:tcW w:w="1701" w:type="dxa"/>
            <w:vAlign w:val="center"/>
          </w:tcPr>
          <w:p w14:paraId="789338F9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2FD903C" w14:textId="77777777" w:rsidR="00CD56C6" w:rsidRPr="00290F2A" w:rsidRDefault="00CD56C6" w:rsidP="00242A09"/>
        </w:tc>
      </w:tr>
      <w:tr w:rsidR="00CD56C6" w:rsidRPr="00290F2A" w14:paraId="0A52D97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9F1C614" w14:textId="77777777" w:rsidR="00CD56C6" w:rsidRPr="00290F2A" w:rsidRDefault="00CD56C6" w:rsidP="00242A09">
            <w:r w:rsidRPr="00290F2A">
              <w:t>Toggle Freeze Lat/Long</w:t>
            </w:r>
          </w:p>
        </w:tc>
        <w:tc>
          <w:tcPr>
            <w:tcW w:w="1701" w:type="dxa"/>
            <w:vAlign w:val="center"/>
          </w:tcPr>
          <w:p w14:paraId="7B48D6B0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4610D95" w14:textId="77777777" w:rsidR="00CD56C6" w:rsidRPr="00290F2A" w:rsidRDefault="00CD56C6" w:rsidP="00242A09"/>
        </w:tc>
      </w:tr>
      <w:tr w:rsidR="00CD56C6" w:rsidRPr="00290F2A" w14:paraId="0D8F7DB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DE34429" w14:textId="77777777" w:rsidR="00CD56C6" w:rsidRPr="00290F2A" w:rsidRDefault="00CD56C6" w:rsidP="00242A09">
            <w:r w:rsidRPr="00290F2A">
              <w:t>Decrease Inductor Compass Reference</w:t>
            </w:r>
          </w:p>
        </w:tc>
        <w:tc>
          <w:tcPr>
            <w:tcW w:w="1701" w:type="dxa"/>
            <w:vAlign w:val="center"/>
          </w:tcPr>
          <w:p w14:paraId="32BA8A20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951AE10" w14:textId="77777777" w:rsidR="00CD56C6" w:rsidRPr="00290F2A" w:rsidRDefault="00CD56C6" w:rsidP="00242A09"/>
        </w:tc>
      </w:tr>
      <w:tr w:rsidR="00CD56C6" w:rsidRPr="00290F2A" w14:paraId="670468E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4D7CB5F" w14:textId="77777777" w:rsidR="00CD56C6" w:rsidRPr="00290F2A" w:rsidRDefault="00CD56C6" w:rsidP="00242A09">
            <w:r w:rsidRPr="00290F2A">
              <w:t>Increase Inductor Compass Reference</w:t>
            </w:r>
          </w:p>
        </w:tc>
        <w:tc>
          <w:tcPr>
            <w:tcW w:w="1701" w:type="dxa"/>
            <w:vAlign w:val="center"/>
          </w:tcPr>
          <w:p w14:paraId="75A1E42F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EBBD5C2" w14:textId="77777777" w:rsidR="00CD56C6" w:rsidRPr="00290F2A" w:rsidRDefault="00CD56C6" w:rsidP="00242A09"/>
        </w:tc>
      </w:tr>
      <w:tr w:rsidR="00CD56C6" w:rsidRPr="005C7532" w14:paraId="67C89C9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F38BE82" w14:textId="77777777" w:rsidR="00CD56C6" w:rsidRPr="00290F2A" w:rsidRDefault="00CD56C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Low Height Warning Gauge</w:t>
            </w:r>
          </w:p>
        </w:tc>
        <w:tc>
          <w:tcPr>
            <w:tcW w:w="1701" w:type="dxa"/>
            <w:vAlign w:val="center"/>
          </w:tcPr>
          <w:p w14:paraId="2EF1463D" w14:textId="77777777" w:rsidR="00CD56C6" w:rsidRPr="00592C58" w:rsidRDefault="00CD56C6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92050CC" w14:textId="77777777" w:rsidR="00CD56C6" w:rsidRPr="00290F2A" w:rsidRDefault="00CD56C6" w:rsidP="00242A09">
            <w:pPr>
              <w:rPr>
                <w:lang w:val="en-US"/>
              </w:rPr>
            </w:pPr>
          </w:p>
        </w:tc>
      </w:tr>
      <w:tr w:rsidR="00CD56C6" w:rsidRPr="00290F2A" w14:paraId="11FB622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62D32A4" w14:textId="77777777" w:rsidR="00CD56C6" w:rsidRPr="00290F2A" w:rsidRDefault="00CD56C6" w:rsidP="00242A09">
            <w:r w:rsidRPr="00290F2A">
              <w:t>Set Low Height Warning</w:t>
            </w:r>
          </w:p>
        </w:tc>
        <w:tc>
          <w:tcPr>
            <w:tcW w:w="1701" w:type="dxa"/>
            <w:vAlign w:val="center"/>
          </w:tcPr>
          <w:p w14:paraId="5EFC7DDD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77581A5" w14:textId="77777777" w:rsidR="00CD56C6" w:rsidRPr="00290F2A" w:rsidRDefault="00CD56C6" w:rsidP="00242A09"/>
        </w:tc>
      </w:tr>
      <w:tr w:rsidR="00CD56C6" w:rsidRPr="00290F2A" w14:paraId="297D8CC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3F1F38B" w14:textId="77777777" w:rsidR="00CD56C6" w:rsidRPr="00290F2A" w:rsidRDefault="00CD56C6" w:rsidP="00242A09">
            <w:r w:rsidRPr="00290F2A">
              <w:t>Decrease Climb Rate Pressure</w:t>
            </w:r>
          </w:p>
        </w:tc>
        <w:tc>
          <w:tcPr>
            <w:tcW w:w="1701" w:type="dxa"/>
            <w:vAlign w:val="center"/>
          </w:tcPr>
          <w:p w14:paraId="2419193A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1E9981D" w14:textId="77777777" w:rsidR="00CD56C6" w:rsidRPr="00290F2A" w:rsidRDefault="00CD56C6" w:rsidP="00242A09"/>
        </w:tc>
      </w:tr>
      <w:tr w:rsidR="00CD56C6" w:rsidRPr="00290F2A" w14:paraId="5A7F8DE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08E1B56" w14:textId="77777777" w:rsidR="00CD56C6" w:rsidRPr="00290F2A" w:rsidRDefault="00CD56C6" w:rsidP="00242A09">
            <w:r w:rsidRPr="00290F2A">
              <w:t>Increase Climb Rate Pressure</w:t>
            </w:r>
          </w:p>
        </w:tc>
        <w:tc>
          <w:tcPr>
            <w:tcW w:w="1701" w:type="dxa"/>
            <w:vAlign w:val="center"/>
          </w:tcPr>
          <w:p w14:paraId="76BB8DCD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43BF054" w14:textId="77777777" w:rsidR="00CD56C6" w:rsidRPr="00290F2A" w:rsidRDefault="00CD56C6" w:rsidP="00242A09"/>
        </w:tc>
      </w:tr>
      <w:tr w:rsidR="00CD56C6" w:rsidRPr="00290F2A" w14:paraId="3E5BE13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A74748B" w14:textId="77777777" w:rsidR="00CD56C6" w:rsidRPr="00290F2A" w:rsidRDefault="00CD56C6" w:rsidP="00242A09">
            <w:r w:rsidRPr="00290F2A">
              <w:t>Set Climb Rate Pressure</w:t>
            </w:r>
          </w:p>
        </w:tc>
        <w:tc>
          <w:tcPr>
            <w:tcW w:w="1701" w:type="dxa"/>
            <w:vAlign w:val="center"/>
          </w:tcPr>
          <w:p w14:paraId="10A7E239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39E6380" w14:textId="77777777" w:rsidR="00CD56C6" w:rsidRPr="00290F2A" w:rsidRDefault="00CD56C6" w:rsidP="00242A09"/>
        </w:tc>
      </w:tr>
      <w:tr w:rsidR="00CD56C6" w:rsidRPr="00290F2A" w14:paraId="62F9936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5DBF244" w14:textId="77777777" w:rsidR="00CD56C6" w:rsidRPr="00290F2A" w:rsidRDefault="00CD56C6" w:rsidP="00242A09">
            <w:r w:rsidRPr="00290F2A">
              <w:t>Decrease Altitude Pressure</w:t>
            </w:r>
          </w:p>
        </w:tc>
        <w:tc>
          <w:tcPr>
            <w:tcW w:w="1701" w:type="dxa"/>
            <w:vAlign w:val="center"/>
          </w:tcPr>
          <w:p w14:paraId="41E9FB23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8543EC9" w14:textId="77777777" w:rsidR="00CD56C6" w:rsidRPr="00290F2A" w:rsidRDefault="00CD56C6" w:rsidP="00242A09"/>
        </w:tc>
      </w:tr>
      <w:tr w:rsidR="00CD56C6" w:rsidRPr="00290F2A" w14:paraId="51B5E76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B982C29" w14:textId="77777777" w:rsidR="00CD56C6" w:rsidRPr="00290F2A" w:rsidRDefault="00CD56C6" w:rsidP="00242A09">
            <w:r w:rsidRPr="00290F2A">
              <w:t>Increase Altitude Pressure</w:t>
            </w:r>
          </w:p>
        </w:tc>
        <w:tc>
          <w:tcPr>
            <w:tcW w:w="1701" w:type="dxa"/>
            <w:vAlign w:val="center"/>
          </w:tcPr>
          <w:p w14:paraId="37E2E9A7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72A6D75" w14:textId="77777777" w:rsidR="00CD56C6" w:rsidRPr="00290F2A" w:rsidRDefault="00CD56C6" w:rsidP="00242A09"/>
        </w:tc>
      </w:tr>
      <w:tr w:rsidR="00CD56C6" w:rsidRPr="00290F2A" w14:paraId="01E7216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A7B930A" w14:textId="77777777" w:rsidR="00CD56C6" w:rsidRPr="00290F2A" w:rsidRDefault="00CD56C6" w:rsidP="00242A09">
            <w:r w:rsidRPr="00290F2A">
              <w:t>Pressure Dump Switch</w:t>
            </w:r>
          </w:p>
        </w:tc>
        <w:tc>
          <w:tcPr>
            <w:tcW w:w="1701" w:type="dxa"/>
            <w:vAlign w:val="center"/>
          </w:tcPr>
          <w:p w14:paraId="01C4D60E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7548E61" w14:textId="77777777" w:rsidR="00CD56C6" w:rsidRPr="00290F2A" w:rsidRDefault="00CD56C6" w:rsidP="00242A09"/>
        </w:tc>
      </w:tr>
      <w:tr w:rsidR="00CD56C6" w:rsidRPr="00290F2A" w14:paraId="0E97F71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AF8D75E" w14:textId="77777777" w:rsidR="00CD56C6" w:rsidRPr="00290F2A" w:rsidRDefault="00CD56C6" w:rsidP="00242A09">
            <w:r w:rsidRPr="00290F2A">
              <w:t>Reset G-Force Indicator</w:t>
            </w:r>
          </w:p>
        </w:tc>
        <w:tc>
          <w:tcPr>
            <w:tcW w:w="1701" w:type="dxa"/>
            <w:vAlign w:val="center"/>
          </w:tcPr>
          <w:p w14:paraId="576AE30D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A955984" w14:textId="77777777" w:rsidR="00CD56C6" w:rsidRPr="00290F2A" w:rsidRDefault="00CD56C6" w:rsidP="00242A09"/>
        </w:tc>
      </w:tr>
      <w:tr w:rsidR="00CD56C6" w:rsidRPr="00290F2A" w14:paraId="5F451C4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221F874" w14:textId="77777777" w:rsidR="00CD56C6" w:rsidRPr="00290F2A" w:rsidRDefault="00CD56C6" w:rsidP="00242A09">
            <w:r w:rsidRPr="00290F2A">
              <w:t>Toggle Attitude Gauge</w:t>
            </w:r>
          </w:p>
        </w:tc>
        <w:tc>
          <w:tcPr>
            <w:tcW w:w="1701" w:type="dxa"/>
            <w:vAlign w:val="center"/>
          </w:tcPr>
          <w:p w14:paraId="7C4562E3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CEF9C1F" w14:textId="77777777" w:rsidR="00CD56C6" w:rsidRPr="00290F2A" w:rsidRDefault="00CD56C6" w:rsidP="00242A09"/>
        </w:tc>
      </w:tr>
      <w:tr w:rsidR="00CD56C6" w:rsidRPr="00290F2A" w14:paraId="7C0041B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95A2FB8" w14:textId="77777777" w:rsidR="00CD56C6" w:rsidRPr="00290F2A" w:rsidRDefault="00CD56C6" w:rsidP="00242A09">
            <w:r w:rsidRPr="00290F2A">
              <w:t>Toggle GPS Drives NAV1</w:t>
            </w:r>
          </w:p>
        </w:tc>
        <w:tc>
          <w:tcPr>
            <w:tcW w:w="1701" w:type="dxa"/>
            <w:vAlign w:val="center"/>
          </w:tcPr>
          <w:p w14:paraId="13E5AFF1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D9B5B08" w14:textId="77777777" w:rsidR="00CD56C6" w:rsidRPr="00290F2A" w:rsidRDefault="00CD56C6" w:rsidP="00242A09"/>
        </w:tc>
      </w:tr>
      <w:tr w:rsidR="00CD56C6" w:rsidRPr="00290F2A" w14:paraId="3C5E610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0E69EA4" w14:textId="77777777" w:rsidR="00CD56C6" w:rsidRPr="00290F2A" w:rsidRDefault="00CD56C6" w:rsidP="00242A09">
            <w:r w:rsidRPr="00290F2A">
              <w:t>Toggle Turn Indicator Switch</w:t>
            </w:r>
          </w:p>
        </w:tc>
        <w:tc>
          <w:tcPr>
            <w:tcW w:w="1701" w:type="dxa"/>
            <w:vAlign w:val="center"/>
          </w:tcPr>
          <w:p w14:paraId="1A60CF39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EFA88CA" w14:textId="77777777" w:rsidR="00CD56C6" w:rsidRPr="00290F2A" w:rsidRDefault="00CD56C6" w:rsidP="00242A09"/>
        </w:tc>
      </w:tr>
      <w:tr w:rsidR="00CD56C6" w:rsidRPr="00290F2A" w14:paraId="191B950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BBC6957" w14:textId="77777777" w:rsidR="00CD56C6" w:rsidRPr="00290F2A" w:rsidRDefault="00CD56C6" w:rsidP="00242A09">
            <w:r w:rsidRPr="00290F2A">
              <w:t>Toggle Variometer Switch</w:t>
            </w:r>
          </w:p>
        </w:tc>
        <w:tc>
          <w:tcPr>
            <w:tcW w:w="1701" w:type="dxa"/>
            <w:vAlign w:val="center"/>
          </w:tcPr>
          <w:p w14:paraId="5621D963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B9DA04D" w14:textId="77777777" w:rsidR="00CD56C6" w:rsidRPr="00290F2A" w:rsidRDefault="00CD56C6" w:rsidP="00242A09"/>
        </w:tc>
      </w:tr>
      <w:tr w:rsidR="00CD56C6" w:rsidRPr="00290F2A" w14:paraId="0BA16A9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231B690" w14:textId="77777777" w:rsidR="00CD56C6" w:rsidRPr="00290F2A" w:rsidRDefault="00CD56C6" w:rsidP="00242A09">
            <w:r w:rsidRPr="00290F2A">
              <w:lastRenderedPageBreak/>
              <w:t>Decrease True Airspeed Indicator</w:t>
            </w:r>
          </w:p>
        </w:tc>
        <w:tc>
          <w:tcPr>
            <w:tcW w:w="1701" w:type="dxa"/>
            <w:vAlign w:val="center"/>
          </w:tcPr>
          <w:p w14:paraId="58359DE9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BF7C731" w14:textId="77777777" w:rsidR="00CD56C6" w:rsidRPr="00290F2A" w:rsidRDefault="00CD56C6" w:rsidP="00242A09"/>
        </w:tc>
      </w:tr>
      <w:tr w:rsidR="00CD56C6" w:rsidRPr="00290F2A" w14:paraId="21664CA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A82B06B" w14:textId="77777777" w:rsidR="00CD56C6" w:rsidRPr="00290F2A" w:rsidRDefault="00CD56C6" w:rsidP="00242A09">
            <w:r w:rsidRPr="00290F2A">
              <w:t>Increase True Airspeed Indicator</w:t>
            </w:r>
          </w:p>
        </w:tc>
        <w:tc>
          <w:tcPr>
            <w:tcW w:w="1701" w:type="dxa"/>
            <w:vAlign w:val="center"/>
          </w:tcPr>
          <w:p w14:paraId="12B6CDFE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A0949F1" w14:textId="77777777" w:rsidR="00CD56C6" w:rsidRPr="00290F2A" w:rsidRDefault="00CD56C6" w:rsidP="00242A09"/>
        </w:tc>
      </w:tr>
      <w:tr w:rsidR="00CD56C6" w:rsidRPr="00290F2A" w14:paraId="4154324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C97CC61" w14:textId="77777777" w:rsidR="00CD56C6" w:rsidRPr="00290F2A" w:rsidRDefault="00CD56C6" w:rsidP="00242A09">
            <w:r w:rsidRPr="00290F2A">
              <w:t>Set True Airspeed Calculator</w:t>
            </w:r>
          </w:p>
        </w:tc>
        <w:tc>
          <w:tcPr>
            <w:tcW w:w="1701" w:type="dxa"/>
            <w:vAlign w:val="center"/>
          </w:tcPr>
          <w:p w14:paraId="16888F0A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FE43865" w14:textId="77777777" w:rsidR="00CD56C6" w:rsidRPr="00290F2A" w:rsidRDefault="00CD56C6" w:rsidP="00242A09"/>
        </w:tc>
      </w:tr>
      <w:tr w:rsidR="00CD56C6" w:rsidRPr="00290F2A" w14:paraId="08D8745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464A6AC" w14:textId="77777777" w:rsidR="00CD56C6" w:rsidRPr="00290F2A" w:rsidRDefault="00CD56C6" w:rsidP="00242A09">
            <w:r w:rsidRPr="00290F2A">
              <w:t>Set Zulu Day</w:t>
            </w:r>
          </w:p>
        </w:tc>
        <w:tc>
          <w:tcPr>
            <w:tcW w:w="1701" w:type="dxa"/>
            <w:vAlign w:val="center"/>
          </w:tcPr>
          <w:p w14:paraId="245AC2F1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8F562B4" w14:textId="77777777" w:rsidR="00CD56C6" w:rsidRPr="00290F2A" w:rsidRDefault="00CD56C6" w:rsidP="00242A09"/>
        </w:tc>
      </w:tr>
      <w:tr w:rsidR="00CD56C6" w:rsidRPr="00290F2A" w14:paraId="2F8824E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2F455D1" w14:textId="77777777" w:rsidR="00CD56C6" w:rsidRPr="00290F2A" w:rsidRDefault="00CD56C6" w:rsidP="00242A09">
            <w:r w:rsidRPr="00290F2A">
              <w:t>Set Zulu Hours</w:t>
            </w:r>
          </w:p>
        </w:tc>
        <w:tc>
          <w:tcPr>
            <w:tcW w:w="1701" w:type="dxa"/>
            <w:vAlign w:val="center"/>
          </w:tcPr>
          <w:p w14:paraId="228D2AD0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CB03905" w14:textId="77777777" w:rsidR="00CD56C6" w:rsidRPr="00290F2A" w:rsidRDefault="00CD56C6" w:rsidP="00242A09"/>
        </w:tc>
      </w:tr>
      <w:tr w:rsidR="00CD56C6" w:rsidRPr="00290F2A" w14:paraId="434D855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4FD3CBE" w14:textId="77777777" w:rsidR="00CD56C6" w:rsidRPr="00290F2A" w:rsidRDefault="00CD56C6" w:rsidP="00242A09">
            <w:r w:rsidRPr="00290F2A">
              <w:t>Set Zulu Minutes</w:t>
            </w:r>
          </w:p>
        </w:tc>
        <w:tc>
          <w:tcPr>
            <w:tcW w:w="1701" w:type="dxa"/>
            <w:vAlign w:val="center"/>
          </w:tcPr>
          <w:p w14:paraId="520FF1AE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8B783F1" w14:textId="77777777" w:rsidR="00CD56C6" w:rsidRPr="00290F2A" w:rsidRDefault="00CD56C6" w:rsidP="00242A09"/>
        </w:tc>
      </w:tr>
      <w:tr w:rsidR="00CD56C6" w:rsidRPr="00290F2A" w14:paraId="0369FEB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00093A7" w14:textId="77777777" w:rsidR="00CD56C6" w:rsidRPr="00290F2A" w:rsidRDefault="00CD56C6" w:rsidP="00242A09">
            <w:r w:rsidRPr="00290F2A">
              <w:t>Set Zulu Year</w:t>
            </w:r>
          </w:p>
        </w:tc>
        <w:tc>
          <w:tcPr>
            <w:tcW w:w="1701" w:type="dxa"/>
            <w:vAlign w:val="center"/>
          </w:tcPr>
          <w:p w14:paraId="012D20A0" w14:textId="77777777" w:rsidR="00CD56C6" w:rsidRPr="00592C58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B493B05" w14:textId="77777777" w:rsidR="00CD56C6" w:rsidRPr="00290F2A" w:rsidRDefault="00CD56C6" w:rsidP="00242A09"/>
        </w:tc>
      </w:tr>
    </w:tbl>
    <w:p w14:paraId="457615FF" w14:textId="77777777" w:rsidR="00CD56C6" w:rsidRDefault="00CD56C6" w:rsidP="00BD443B">
      <w:pPr>
        <w:pStyle w:val="Ttulo2"/>
        <w:pageBreakBefore/>
      </w:pPr>
      <w:bookmarkStart w:id="11" w:name="_Toc65859868"/>
      <w:bookmarkStart w:id="12" w:name="_Toc66292948"/>
      <w:r w:rsidRPr="00290F2A">
        <w:lastRenderedPageBreak/>
        <w:t>Engine Instruments</w:t>
      </w:r>
      <w:bookmarkEnd w:id="11"/>
      <w:bookmarkEnd w:id="12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CD56C6" w:rsidRPr="00AA645C" w14:paraId="15002DEB" w14:textId="77777777" w:rsidTr="006A0E97">
        <w:trPr>
          <w:trHeight w:val="315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5E36AF9A" w14:textId="1FD446DE" w:rsidR="00CD56C6" w:rsidRPr="00AA645C" w:rsidRDefault="00CD56C6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Instruments &amp; Systems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Engine Instruments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2FB8A39" w14:textId="77777777" w:rsidR="00CD56C6" w:rsidRPr="00884F5A" w:rsidRDefault="00CD56C6" w:rsidP="006A0E97">
            <w:pPr>
              <w:jc w:val="center"/>
              <w:rPr>
                <w:b/>
                <w:bCs/>
              </w:rPr>
            </w:pPr>
            <w:r w:rsidRPr="00884F5A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6F2A066" w14:textId="51DD26E5" w:rsidR="00CD56C6" w:rsidRPr="00AA645C" w:rsidRDefault="005824C4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E764F5" w:rsidRPr="00290F2A" w14:paraId="405FC17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074EB63" w14:textId="77777777" w:rsidR="00E764F5" w:rsidRPr="00290F2A" w:rsidRDefault="00E764F5" w:rsidP="00242A09">
            <w:r w:rsidRPr="00290F2A">
              <w:t>Select Engine</w:t>
            </w:r>
          </w:p>
        </w:tc>
        <w:tc>
          <w:tcPr>
            <w:tcW w:w="1701" w:type="dxa"/>
            <w:vAlign w:val="center"/>
          </w:tcPr>
          <w:p w14:paraId="2076DC87" w14:textId="77777777" w:rsidR="00E764F5" w:rsidRPr="00884F5A" w:rsidRDefault="00E764F5" w:rsidP="00242A09">
            <w:pPr>
              <w:rPr>
                <w:b/>
                <w:bCs/>
              </w:rPr>
            </w:pPr>
            <w:r w:rsidRPr="00884F5A">
              <w:rPr>
                <w:b/>
                <w:bCs/>
              </w:rPr>
              <w:t>E</w:t>
            </w:r>
          </w:p>
        </w:tc>
        <w:tc>
          <w:tcPr>
            <w:tcW w:w="1701" w:type="dxa"/>
            <w:vAlign w:val="center"/>
          </w:tcPr>
          <w:p w14:paraId="0AF6FD4A" w14:textId="77777777" w:rsidR="00E764F5" w:rsidRPr="00290F2A" w:rsidRDefault="00E764F5" w:rsidP="00242A09"/>
        </w:tc>
      </w:tr>
      <w:tr w:rsidR="00E764F5" w:rsidRPr="00290F2A" w14:paraId="01B18AD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48E79B8" w14:textId="77777777" w:rsidR="00E764F5" w:rsidRPr="00290F2A" w:rsidRDefault="00E764F5" w:rsidP="00242A09">
            <w:r w:rsidRPr="00290F2A">
              <w:t>Auto Start Engine</w:t>
            </w:r>
          </w:p>
        </w:tc>
        <w:tc>
          <w:tcPr>
            <w:tcW w:w="1701" w:type="dxa"/>
            <w:vAlign w:val="center"/>
          </w:tcPr>
          <w:p w14:paraId="58E04489" w14:textId="77777777" w:rsidR="00E764F5" w:rsidRPr="00884F5A" w:rsidRDefault="00E764F5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E</w:t>
            </w:r>
          </w:p>
        </w:tc>
        <w:tc>
          <w:tcPr>
            <w:tcW w:w="1701" w:type="dxa"/>
            <w:vAlign w:val="center"/>
          </w:tcPr>
          <w:p w14:paraId="2EB21A8E" w14:textId="77777777" w:rsidR="00E764F5" w:rsidRPr="00290F2A" w:rsidRDefault="00E764F5" w:rsidP="00242A09"/>
        </w:tc>
      </w:tr>
      <w:tr w:rsidR="00E764F5" w:rsidRPr="00290F2A" w14:paraId="59F03E8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326FD25" w14:textId="77777777" w:rsidR="00E764F5" w:rsidRPr="00290F2A" w:rsidRDefault="00E764F5" w:rsidP="00242A09">
            <w:r w:rsidRPr="00290F2A">
              <w:t>Engine Autostop</w:t>
            </w:r>
          </w:p>
        </w:tc>
        <w:tc>
          <w:tcPr>
            <w:tcW w:w="1701" w:type="dxa"/>
            <w:vAlign w:val="center"/>
          </w:tcPr>
          <w:p w14:paraId="59CA3508" w14:textId="77777777" w:rsidR="00E764F5" w:rsidRPr="00884F5A" w:rsidRDefault="00E764F5" w:rsidP="00242A09">
            <w:pPr>
              <w:rPr>
                <w:b/>
                <w:bCs/>
              </w:rPr>
            </w:pPr>
            <w:r w:rsidRPr="00884F5A">
              <w:rPr>
                <w:b/>
                <w:bCs/>
              </w:rPr>
              <w:t>Shift + Ctrl + E</w:t>
            </w:r>
          </w:p>
        </w:tc>
        <w:tc>
          <w:tcPr>
            <w:tcW w:w="1701" w:type="dxa"/>
            <w:vAlign w:val="center"/>
          </w:tcPr>
          <w:p w14:paraId="3D61546A" w14:textId="77777777" w:rsidR="00E764F5" w:rsidRPr="00290F2A" w:rsidRDefault="00E764F5" w:rsidP="00242A09"/>
        </w:tc>
      </w:tr>
      <w:tr w:rsidR="00D0093E" w:rsidRPr="00290F2A" w14:paraId="2C5CD06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1B7A8F1" w14:textId="77777777" w:rsidR="00D0093E" w:rsidRPr="00290F2A" w:rsidRDefault="00D0093E" w:rsidP="00242A09">
            <w:r w:rsidRPr="00290F2A">
              <w:t>Increase Cowl Flap</w:t>
            </w:r>
          </w:p>
        </w:tc>
        <w:tc>
          <w:tcPr>
            <w:tcW w:w="1701" w:type="dxa"/>
            <w:vAlign w:val="center"/>
          </w:tcPr>
          <w:p w14:paraId="4DD8D641" w14:textId="77777777" w:rsidR="00D0093E" w:rsidRPr="00884F5A" w:rsidRDefault="00D0093E" w:rsidP="00242A09">
            <w:pPr>
              <w:rPr>
                <w:b/>
                <w:bCs/>
              </w:rPr>
            </w:pPr>
            <w:r w:rsidRPr="00884F5A">
              <w:rPr>
                <w:b/>
                <w:bCs/>
              </w:rPr>
              <w:t>Shift + Ctrl + V</w:t>
            </w:r>
          </w:p>
        </w:tc>
        <w:tc>
          <w:tcPr>
            <w:tcW w:w="1701" w:type="dxa"/>
            <w:vAlign w:val="center"/>
          </w:tcPr>
          <w:p w14:paraId="12A05801" w14:textId="77777777" w:rsidR="00D0093E" w:rsidRPr="00290F2A" w:rsidRDefault="00D0093E" w:rsidP="00242A09"/>
        </w:tc>
      </w:tr>
      <w:tr w:rsidR="00D0093E" w:rsidRPr="00290F2A" w14:paraId="00FEE3F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FB4593B" w14:textId="77777777" w:rsidR="00D0093E" w:rsidRPr="00290F2A" w:rsidRDefault="00D0093E" w:rsidP="00242A09">
            <w:r w:rsidRPr="00290F2A">
              <w:t>Increase Cowl Flap 1</w:t>
            </w:r>
          </w:p>
        </w:tc>
        <w:tc>
          <w:tcPr>
            <w:tcW w:w="1701" w:type="dxa"/>
            <w:vAlign w:val="center"/>
          </w:tcPr>
          <w:p w14:paraId="44D02DC3" w14:textId="77777777" w:rsidR="00D0093E" w:rsidRPr="00884F5A" w:rsidRDefault="00D0093E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178591A" w14:textId="77777777" w:rsidR="00D0093E" w:rsidRPr="00290F2A" w:rsidRDefault="00D0093E" w:rsidP="00242A09"/>
        </w:tc>
      </w:tr>
      <w:tr w:rsidR="00D0093E" w:rsidRPr="00290F2A" w14:paraId="7FE61225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4D7BF99B" w14:textId="77777777" w:rsidR="00D0093E" w:rsidRPr="00290F2A" w:rsidRDefault="00D0093E" w:rsidP="00242A09">
            <w:r w:rsidRPr="00290F2A">
              <w:t>Increase Cowl Flap 2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28239F37" w14:textId="77777777" w:rsidR="00D0093E" w:rsidRPr="00884F5A" w:rsidRDefault="00D0093E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799FBB6C" w14:textId="77777777" w:rsidR="00D0093E" w:rsidRPr="00290F2A" w:rsidRDefault="00D0093E" w:rsidP="00242A09"/>
        </w:tc>
      </w:tr>
      <w:tr w:rsidR="00D0093E" w:rsidRPr="00290F2A" w14:paraId="59FAF9B6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385315A5" w14:textId="77777777" w:rsidR="00D0093E" w:rsidRPr="00290F2A" w:rsidRDefault="00D0093E" w:rsidP="00242A09">
            <w:r w:rsidRPr="00290F2A">
              <w:t>Increase Cowl Flap 3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66722CB0" w14:textId="77777777" w:rsidR="00D0093E" w:rsidRPr="00884F5A" w:rsidRDefault="00D0093E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45293C4C" w14:textId="77777777" w:rsidR="00D0093E" w:rsidRPr="00290F2A" w:rsidRDefault="00D0093E" w:rsidP="00242A09"/>
        </w:tc>
      </w:tr>
      <w:tr w:rsidR="00D0093E" w:rsidRPr="00290F2A" w14:paraId="57039F18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0C4AAD9C" w14:textId="77777777" w:rsidR="00D0093E" w:rsidRPr="00290F2A" w:rsidRDefault="00D0093E" w:rsidP="00242A09">
            <w:r w:rsidRPr="00290F2A">
              <w:t>Increase Cowl Flap 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27F30221" w14:textId="77777777" w:rsidR="00D0093E" w:rsidRPr="00884F5A" w:rsidRDefault="00D0093E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30A57844" w14:textId="77777777" w:rsidR="00D0093E" w:rsidRPr="00290F2A" w:rsidRDefault="00D0093E" w:rsidP="00242A09"/>
        </w:tc>
      </w:tr>
      <w:tr w:rsidR="00D20FED" w:rsidRPr="00290F2A" w14:paraId="2B020D2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D087890" w14:textId="77777777" w:rsidR="00D20FED" w:rsidRPr="00290F2A" w:rsidRDefault="00D20FED" w:rsidP="00242A09">
            <w:r w:rsidRPr="00290F2A">
              <w:t>Decrease Cowl Flap</w:t>
            </w:r>
          </w:p>
        </w:tc>
        <w:tc>
          <w:tcPr>
            <w:tcW w:w="1701" w:type="dxa"/>
            <w:vAlign w:val="center"/>
          </w:tcPr>
          <w:p w14:paraId="0905EE67" w14:textId="77777777" w:rsidR="00D20FED" w:rsidRPr="00884F5A" w:rsidRDefault="00D20FED" w:rsidP="00242A09">
            <w:pPr>
              <w:rPr>
                <w:b/>
                <w:bCs/>
              </w:rPr>
            </w:pPr>
            <w:r w:rsidRPr="00884F5A">
              <w:rPr>
                <w:b/>
                <w:bCs/>
              </w:rPr>
              <w:t>Shift + Ctrl + C</w:t>
            </w:r>
          </w:p>
        </w:tc>
        <w:tc>
          <w:tcPr>
            <w:tcW w:w="1701" w:type="dxa"/>
            <w:vAlign w:val="center"/>
          </w:tcPr>
          <w:p w14:paraId="4397A0D6" w14:textId="77777777" w:rsidR="00D20FED" w:rsidRPr="00290F2A" w:rsidRDefault="00D20FED" w:rsidP="00242A09"/>
        </w:tc>
      </w:tr>
      <w:tr w:rsidR="00D20FED" w:rsidRPr="00290F2A" w14:paraId="4FFA6117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08BF8217" w14:textId="77777777" w:rsidR="00D20FED" w:rsidRPr="00290F2A" w:rsidRDefault="00D20FED" w:rsidP="00242A09">
            <w:r w:rsidRPr="00290F2A">
              <w:t>Decrease Cowl Flap 1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35EE5591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135571C5" w14:textId="77777777" w:rsidR="00D20FED" w:rsidRPr="00290F2A" w:rsidRDefault="00D20FED" w:rsidP="00242A09"/>
        </w:tc>
      </w:tr>
      <w:tr w:rsidR="00D20FED" w:rsidRPr="00290F2A" w14:paraId="45859EE3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536B96FB" w14:textId="77777777" w:rsidR="00D20FED" w:rsidRPr="00290F2A" w:rsidRDefault="00D20FED" w:rsidP="00242A09">
            <w:r w:rsidRPr="00290F2A">
              <w:t>Decrease Cowl Flap 2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618BFD0A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52774B03" w14:textId="77777777" w:rsidR="00D20FED" w:rsidRPr="00290F2A" w:rsidRDefault="00D20FED" w:rsidP="00242A09"/>
        </w:tc>
      </w:tr>
      <w:tr w:rsidR="00D20FED" w:rsidRPr="00290F2A" w14:paraId="6F5D265B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322D3A6A" w14:textId="77777777" w:rsidR="00D20FED" w:rsidRPr="00290F2A" w:rsidRDefault="00D20FED" w:rsidP="00242A09">
            <w:r w:rsidRPr="00290F2A">
              <w:t>Decrease Cowl Flap 3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0C26C715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46B02A8C" w14:textId="77777777" w:rsidR="00D20FED" w:rsidRPr="00290F2A" w:rsidRDefault="00D20FED" w:rsidP="00242A09"/>
        </w:tc>
      </w:tr>
      <w:tr w:rsidR="00D20FED" w:rsidRPr="00290F2A" w14:paraId="4EEC19FF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639567AB" w14:textId="77777777" w:rsidR="00D20FED" w:rsidRPr="00290F2A" w:rsidRDefault="00D20FED" w:rsidP="00242A09">
            <w:r w:rsidRPr="00290F2A">
              <w:t>Decrease Cowl Flap 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75B6F9A3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0793DF59" w14:textId="77777777" w:rsidR="00D20FED" w:rsidRPr="00290F2A" w:rsidRDefault="00D20FED" w:rsidP="00242A09"/>
        </w:tc>
      </w:tr>
      <w:tr w:rsidR="004A562C" w:rsidRPr="00290F2A" w14:paraId="635C254D" w14:textId="77777777" w:rsidTr="0014304E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D4E706A" w14:textId="77777777" w:rsidR="004A562C" w:rsidRPr="00290F2A" w:rsidRDefault="004A562C" w:rsidP="0014304E">
            <w:r w:rsidRPr="00290F2A">
              <w:t>Set Engine 1 Cowl Flap</w:t>
            </w:r>
          </w:p>
        </w:tc>
        <w:tc>
          <w:tcPr>
            <w:tcW w:w="1701" w:type="dxa"/>
            <w:vAlign w:val="center"/>
          </w:tcPr>
          <w:p w14:paraId="353B4FE0" w14:textId="77777777" w:rsidR="004A562C" w:rsidRPr="00884F5A" w:rsidRDefault="004A562C" w:rsidP="0014304E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F741526" w14:textId="77777777" w:rsidR="004A562C" w:rsidRPr="00290F2A" w:rsidRDefault="004A562C" w:rsidP="0014304E"/>
        </w:tc>
      </w:tr>
      <w:tr w:rsidR="004A562C" w:rsidRPr="00290F2A" w14:paraId="2A18B23F" w14:textId="77777777" w:rsidTr="0014304E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610FD449" w14:textId="77777777" w:rsidR="004A562C" w:rsidRPr="00290F2A" w:rsidRDefault="004A562C" w:rsidP="0014304E">
            <w:r w:rsidRPr="00290F2A">
              <w:t>Set Engine 2 Cowl Flap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374FE224" w14:textId="77777777" w:rsidR="004A562C" w:rsidRPr="00884F5A" w:rsidRDefault="004A562C" w:rsidP="0014304E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0EA34EF4" w14:textId="77777777" w:rsidR="004A562C" w:rsidRPr="00290F2A" w:rsidRDefault="004A562C" w:rsidP="0014304E"/>
        </w:tc>
      </w:tr>
      <w:tr w:rsidR="004A562C" w:rsidRPr="00290F2A" w14:paraId="5D7B1801" w14:textId="77777777" w:rsidTr="0014304E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107AD8EE" w14:textId="77777777" w:rsidR="004A562C" w:rsidRPr="00290F2A" w:rsidRDefault="004A562C" w:rsidP="0014304E">
            <w:r w:rsidRPr="00290F2A">
              <w:t>Set Engine 3 Cowl Flap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53E0E539" w14:textId="77777777" w:rsidR="004A562C" w:rsidRPr="00884F5A" w:rsidRDefault="004A562C" w:rsidP="0014304E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75C68F79" w14:textId="77777777" w:rsidR="004A562C" w:rsidRPr="00290F2A" w:rsidRDefault="004A562C" w:rsidP="0014304E"/>
        </w:tc>
      </w:tr>
      <w:tr w:rsidR="004A562C" w:rsidRPr="00290F2A" w14:paraId="08205C66" w14:textId="77777777" w:rsidTr="0014304E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5654D2BA" w14:textId="77777777" w:rsidR="004A562C" w:rsidRPr="00290F2A" w:rsidRDefault="004A562C" w:rsidP="0014304E">
            <w:r w:rsidRPr="00290F2A">
              <w:t>Set Engine 4 Cowl Flap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0F2506C9" w14:textId="77777777" w:rsidR="004A562C" w:rsidRPr="00884F5A" w:rsidRDefault="004A562C" w:rsidP="0014304E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1A81FF00" w14:textId="77777777" w:rsidR="004A562C" w:rsidRPr="00290F2A" w:rsidRDefault="004A562C" w:rsidP="0014304E"/>
        </w:tc>
      </w:tr>
      <w:tr w:rsidR="004A562C" w:rsidRPr="00290F2A" w14:paraId="58281682" w14:textId="77777777" w:rsidTr="0014304E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901DBEF" w14:textId="77777777" w:rsidR="004A562C" w:rsidRPr="00290F2A" w:rsidRDefault="004A562C" w:rsidP="0014304E">
            <w:r w:rsidRPr="00290F2A">
              <w:t>Toggle Master Ignition Switch</w:t>
            </w:r>
          </w:p>
        </w:tc>
        <w:tc>
          <w:tcPr>
            <w:tcW w:w="1701" w:type="dxa"/>
            <w:vAlign w:val="center"/>
          </w:tcPr>
          <w:p w14:paraId="675F3B9C" w14:textId="77777777" w:rsidR="004A562C" w:rsidRPr="00884F5A" w:rsidRDefault="004A562C" w:rsidP="0014304E">
            <w:pPr>
              <w:rPr>
                <w:b/>
                <w:bCs/>
              </w:rPr>
            </w:pPr>
            <w:r>
              <w:rPr>
                <w:b/>
                <w:bCs/>
              </w:rPr>
              <w:t>Alt + I</w:t>
            </w:r>
          </w:p>
        </w:tc>
        <w:tc>
          <w:tcPr>
            <w:tcW w:w="1701" w:type="dxa"/>
            <w:vAlign w:val="center"/>
          </w:tcPr>
          <w:p w14:paraId="4B7EBD11" w14:textId="77777777" w:rsidR="004A562C" w:rsidRPr="00290F2A" w:rsidRDefault="004A562C" w:rsidP="0014304E"/>
        </w:tc>
      </w:tr>
      <w:tr w:rsidR="00D20FED" w:rsidRPr="00290F2A" w14:paraId="293D5D8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055C572" w14:textId="77777777" w:rsidR="00D20FED" w:rsidRPr="00290F2A" w:rsidRDefault="00D20FED" w:rsidP="00242A09">
            <w:r w:rsidRPr="00290F2A">
              <w:t>Magneto</w:t>
            </w:r>
          </w:p>
        </w:tc>
        <w:tc>
          <w:tcPr>
            <w:tcW w:w="1701" w:type="dxa"/>
            <w:vAlign w:val="center"/>
          </w:tcPr>
          <w:p w14:paraId="358474DD" w14:textId="77777777" w:rsidR="00D20FED" w:rsidRPr="00884F5A" w:rsidRDefault="00D20FED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</w:p>
        </w:tc>
        <w:tc>
          <w:tcPr>
            <w:tcW w:w="1701" w:type="dxa"/>
            <w:vAlign w:val="center"/>
          </w:tcPr>
          <w:p w14:paraId="358422F2" w14:textId="77777777" w:rsidR="00D20FED" w:rsidRPr="00290F2A" w:rsidRDefault="00D20FED" w:rsidP="00242A09"/>
        </w:tc>
      </w:tr>
      <w:tr w:rsidR="00D20FED" w:rsidRPr="00290F2A" w14:paraId="676B474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239E60D" w14:textId="77777777" w:rsidR="00D20FED" w:rsidRPr="00290F2A" w:rsidRDefault="00D20FED" w:rsidP="00242A09">
            <w:r w:rsidRPr="00290F2A">
              <w:t>Magnetos Both</w:t>
            </w:r>
          </w:p>
        </w:tc>
        <w:tc>
          <w:tcPr>
            <w:tcW w:w="1701" w:type="dxa"/>
            <w:vAlign w:val="center"/>
          </w:tcPr>
          <w:p w14:paraId="723B4AAD" w14:textId="77777777" w:rsidR="00D20FED" w:rsidRPr="00884F5A" w:rsidRDefault="00D20FED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Shift + Alt + F</w:t>
            </w:r>
          </w:p>
        </w:tc>
        <w:tc>
          <w:tcPr>
            <w:tcW w:w="1701" w:type="dxa"/>
            <w:vAlign w:val="center"/>
          </w:tcPr>
          <w:p w14:paraId="67ACB366" w14:textId="77777777" w:rsidR="00D20FED" w:rsidRPr="00290F2A" w:rsidRDefault="00D20FED" w:rsidP="00242A09"/>
        </w:tc>
      </w:tr>
      <w:tr w:rsidR="00D20FED" w:rsidRPr="00290F2A" w14:paraId="5A3309F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9925D55" w14:textId="77777777" w:rsidR="00D20FED" w:rsidRPr="00290F2A" w:rsidRDefault="00D20FED" w:rsidP="00242A09">
            <w:r w:rsidRPr="00290F2A">
              <w:t>Increase Magneto</w:t>
            </w:r>
          </w:p>
        </w:tc>
        <w:tc>
          <w:tcPr>
            <w:tcW w:w="1701" w:type="dxa"/>
            <w:vAlign w:val="center"/>
          </w:tcPr>
          <w:p w14:paraId="0F136C4F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72ED1C9" w14:textId="77777777" w:rsidR="00D20FED" w:rsidRPr="00290F2A" w:rsidRDefault="00D20FED" w:rsidP="00242A09"/>
        </w:tc>
      </w:tr>
      <w:tr w:rsidR="0024624D" w:rsidRPr="00290F2A" w14:paraId="30F7EDA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DE2FBB4" w14:textId="77777777" w:rsidR="0024624D" w:rsidRPr="00290F2A" w:rsidRDefault="0024624D" w:rsidP="00242A09">
            <w:r w:rsidRPr="00290F2A">
              <w:t>Decrease Magneto</w:t>
            </w:r>
          </w:p>
        </w:tc>
        <w:tc>
          <w:tcPr>
            <w:tcW w:w="1701" w:type="dxa"/>
            <w:vAlign w:val="center"/>
          </w:tcPr>
          <w:p w14:paraId="17DF029B" w14:textId="77777777" w:rsidR="0024624D" w:rsidRPr="00884F5A" w:rsidRDefault="0024624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173C275" w14:textId="77777777" w:rsidR="0024624D" w:rsidRPr="00290F2A" w:rsidRDefault="0024624D" w:rsidP="00242A09"/>
        </w:tc>
      </w:tr>
      <w:tr w:rsidR="00D20FED" w:rsidRPr="00290F2A" w14:paraId="05FF4B5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3127C55" w14:textId="77777777" w:rsidR="00D20FED" w:rsidRPr="00290F2A" w:rsidRDefault="00D20FED" w:rsidP="00242A09">
            <w:r w:rsidRPr="00290F2A">
              <w:t>Magnetos Left</w:t>
            </w:r>
          </w:p>
        </w:tc>
        <w:tc>
          <w:tcPr>
            <w:tcW w:w="1701" w:type="dxa"/>
            <w:vAlign w:val="center"/>
          </w:tcPr>
          <w:p w14:paraId="2738B1C8" w14:textId="77777777" w:rsidR="00D20FED" w:rsidRPr="00884F5A" w:rsidRDefault="00D20FED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Shift + Alt + S</w:t>
            </w:r>
          </w:p>
        </w:tc>
        <w:tc>
          <w:tcPr>
            <w:tcW w:w="1701" w:type="dxa"/>
            <w:vAlign w:val="center"/>
          </w:tcPr>
          <w:p w14:paraId="45090485" w14:textId="77777777" w:rsidR="00D20FED" w:rsidRPr="00290F2A" w:rsidRDefault="00D20FED" w:rsidP="00242A09"/>
        </w:tc>
      </w:tr>
      <w:tr w:rsidR="00D20FED" w:rsidRPr="00290F2A" w14:paraId="51734B4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DFB21F4" w14:textId="77777777" w:rsidR="00D20FED" w:rsidRPr="00290F2A" w:rsidRDefault="00D20FED" w:rsidP="00242A09">
            <w:r w:rsidRPr="00290F2A">
              <w:t>Magnetos Off</w:t>
            </w:r>
          </w:p>
        </w:tc>
        <w:tc>
          <w:tcPr>
            <w:tcW w:w="1701" w:type="dxa"/>
            <w:vAlign w:val="center"/>
          </w:tcPr>
          <w:p w14:paraId="16524816" w14:textId="77777777" w:rsidR="00D20FED" w:rsidRPr="00884F5A" w:rsidRDefault="00D20FED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Shift + Alt + Q</w:t>
            </w:r>
          </w:p>
        </w:tc>
        <w:tc>
          <w:tcPr>
            <w:tcW w:w="1701" w:type="dxa"/>
            <w:vAlign w:val="center"/>
          </w:tcPr>
          <w:p w14:paraId="6DA4418A" w14:textId="77777777" w:rsidR="00D20FED" w:rsidRPr="00290F2A" w:rsidRDefault="00D20FED" w:rsidP="00242A09"/>
        </w:tc>
      </w:tr>
      <w:tr w:rsidR="00D20FED" w:rsidRPr="00290F2A" w14:paraId="287C32F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F1B1431" w14:textId="77777777" w:rsidR="00D20FED" w:rsidRPr="00290F2A" w:rsidRDefault="00D20FED" w:rsidP="00242A09">
            <w:r w:rsidRPr="00290F2A">
              <w:t>Magnetos Right</w:t>
            </w:r>
          </w:p>
        </w:tc>
        <w:tc>
          <w:tcPr>
            <w:tcW w:w="1701" w:type="dxa"/>
            <w:vAlign w:val="center"/>
          </w:tcPr>
          <w:p w14:paraId="5CE2873F" w14:textId="77777777" w:rsidR="00D20FED" w:rsidRPr="00884F5A" w:rsidRDefault="00D20FED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Shift + Alt + D</w:t>
            </w:r>
          </w:p>
        </w:tc>
        <w:tc>
          <w:tcPr>
            <w:tcW w:w="1701" w:type="dxa"/>
            <w:vAlign w:val="center"/>
          </w:tcPr>
          <w:p w14:paraId="796B67DB" w14:textId="77777777" w:rsidR="00D20FED" w:rsidRPr="00290F2A" w:rsidRDefault="00D20FED" w:rsidP="00242A09"/>
        </w:tc>
      </w:tr>
      <w:tr w:rsidR="00D20FED" w:rsidRPr="00290F2A" w14:paraId="07C6299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FBB4774" w14:textId="77777777" w:rsidR="00D20FED" w:rsidRPr="00290F2A" w:rsidRDefault="00D20FED" w:rsidP="00242A09">
            <w:r w:rsidRPr="00290F2A">
              <w:t>Set Magnetos</w:t>
            </w:r>
          </w:p>
        </w:tc>
        <w:tc>
          <w:tcPr>
            <w:tcW w:w="1701" w:type="dxa"/>
            <w:vAlign w:val="center"/>
          </w:tcPr>
          <w:p w14:paraId="0EB1094E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8BEB8D9" w14:textId="77777777" w:rsidR="00D20FED" w:rsidRPr="00290F2A" w:rsidRDefault="00D20FED" w:rsidP="00242A09"/>
        </w:tc>
      </w:tr>
      <w:tr w:rsidR="00D20FED" w:rsidRPr="00290F2A" w14:paraId="7CB2EB8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8352CC9" w14:textId="77777777" w:rsidR="00D20FED" w:rsidRPr="00290F2A" w:rsidRDefault="00D20FED" w:rsidP="00242A09">
            <w:r w:rsidRPr="00290F2A">
              <w:t>Magnetos Start</w:t>
            </w:r>
          </w:p>
        </w:tc>
        <w:tc>
          <w:tcPr>
            <w:tcW w:w="1701" w:type="dxa"/>
            <w:vAlign w:val="center"/>
          </w:tcPr>
          <w:p w14:paraId="0B04130F" w14:textId="77777777" w:rsidR="00D20FED" w:rsidRPr="00884F5A" w:rsidRDefault="00D20FED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Shift + Alt + G</w:t>
            </w:r>
          </w:p>
        </w:tc>
        <w:tc>
          <w:tcPr>
            <w:tcW w:w="1701" w:type="dxa"/>
            <w:vAlign w:val="center"/>
          </w:tcPr>
          <w:p w14:paraId="365BD97A" w14:textId="77777777" w:rsidR="00D20FED" w:rsidRPr="00290F2A" w:rsidRDefault="00D20FED" w:rsidP="00242A09"/>
        </w:tc>
      </w:tr>
      <w:tr w:rsidR="00D20FED" w:rsidRPr="00290F2A" w14:paraId="2C6879B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703259C" w14:textId="77777777" w:rsidR="00D20FED" w:rsidRPr="00290F2A" w:rsidRDefault="00D20FED" w:rsidP="00242A09">
            <w:r w:rsidRPr="00290F2A">
              <w:t>Magneto 1 Both</w:t>
            </w:r>
          </w:p>
        </w:tc>
        <w:tc>
          <w:tcPr>
            <w:tcW w:w="1701" w:type="dxa"/>
            <w:vAlign w:val="center"/>
          </w:tcPr>
          <w:p w14:paraId="4EC6C416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A5D67EB" w14:textId="77777777" w:rsidR="00D20FED" w:rsidRPr="00290F2A" w:rsidRDefault="00D20FED" w:rsidP="00242A09"/>
        </w:tc>
      </w:tr>
      <w:tr w:rsidR="00D20FED" w:rsidRPr="00290F2A" w14:paraId="195AEA1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2D3FB17" w14:textId="77777777" w:rsidR="00D20FED" w:rsidRPr="00290F2A" w:rsidRDefault="00D20FED" w:rsidP="00242A09">
            <w:r w:rsidRPr="00290F2A">
              <w:t>Increase Magneto 1</w:t>
            </w:r>
          </w:p>
        </w:tc>
        <w:tc>
          <w:tcPr>
            <w:tcW w:w="1701" w:type="dxa"/>
            <w:vAlign w:val="center"/>
          </w:tcPr>
          <w:p w14:paraId="1954446D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0D1BD60" w14:textId="77777777" w:rsidR="00D20FED" w:rsidRPr="00290F2A" w:rsidRDefault="00D20FED" w:rsidP="00242A09"/>
        </w:tc>
      </w:tr>
      <w:tr w:rsidR="0024624D" w:rsidRPr="00290F2A" w14:paraId="5472A86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956CA8C" w14:textId="77777777" w:rsidR="0024624D" w:rsidRPr="00290F2A" w:rsidRDefault="0024624D" w:rsidP="00242A09">
            <w:r w:rsidRPr="00290F2A">
              <w:t>Decrease Magneto 1</w:t>
            </w:r>
          </w:p>
        </w:tc>
        <w:tc>
          <w:tcPr>
            <w:tcW w:w="1701" w:type="dxa"/>
            <w:vAlign w:val="center"/>
          </w:tcPr>
          <w:p w14:paraId="11A54F34" w14:textId="77777777" w:rsidR="0024624D" w:rsidRPr="00884F5A" w:rsidRDefault="0024624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DDC3890" w14:textId="77777777" w:rsidR="0024624D" w:rsidRPr="00290F2A" w:rsidRDefault="0024624D" w:rsidP="00242A09"/>
        </w:tc>
      </w:tr>
      <w:tr w:rsidR="00D20FED" w:rsidRPr="00290F2A" w14:paraId="20C7458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FD227A7" w14:textId="77777777" w:rsidR="00D20FED" w:rsidRPr="00290F2A" w:rsidRDefault="00D20FED" w:rsidP="00242A09">
            <w:r w:rsidRPr="00290F2A">
              <w:t>Magneto 1 Left</w:t>
            </w:r>
          </w:p>
        </w:tc>
        <w:tc>
          <w:tcPr>
            <w:tcW w:w="1701" w:type="dxa"/>
            <w:vAlign w:val="center"/>
          </w:tcPr>
          <w:p w14:paraId="4C480237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189DBF0" w14:textId="77777777" w:rsidR="00D20FED" w:rsidRPr="00290F2A" w:rsidRDefault="00D20FED" w:rsidP="00242A09"/>
        </w:tc>
      </w:tr>
      <w:tr w:rsidR="00D20FED" w:rsidRPr="00290F2A" w14:paraId="3BEB330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7C22C00" w14:textId="77777777" w:rsidR="00D20FED" w:rsidRPr="00290F2A" w:rsidRDefault="00D20FED" w:rsidP="00242A09">
            <w:r w:rsidRPr="00290F2A">
              <w:lastRenderedPageBreak/>
              <w:t>Magneto 1 Off</w:t>
            </w:r>
          </w:p>
        </w:tc>
        <w:tc>
          <w:tcPr>
            <w:tcW w:w="1701" w:type="dxa"/>
            <w:vAlign w:val="center"/>
          </w:tcPr>
          <w:p w14:paraId="0F1EBB94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90EE81C" w14:textId="77777777" w:rsidR="00D20FED" w:rsidRPr="00290F2A" w:rsidRDefault="00D20FED" w:rsidP="00242A09"/>
        </w:tc>
      </w:tr>
      <w:tr w:rsidR="00D20FED" w:rsidRPr="00290F2A" w14:paraId="653B4F2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91091BB" w14:textId="77777777" w:rsidR="00D20FED" w:rsidRPr="00290F2A" w:rsidRDefault="00D20FED" w:rsidP="00242A09">
            <w:r w:rsidRPr="00290F2A">
              <w:t>Magneto 1 Right</w:t>
            </w:r>
          </w:p>
        </w:tc>
        <w:tc>
          <w:tcPr>
            <w:tcW w:w="1701" w:type="dxa"/>
            <w:vAlign w:val="center"/>
          </w:tcPr>
          <w:p w14:paraId="1BB3855B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10FC667" w14:textId="77777777" w:rsidR="00D20FED" w:rsidRPr="00290F2A" w:rsidRDefault="00D20FED" w:rsidP="00242A09"/>
        </w:tc>
      </w:tr>
      <w:tr w:rsidR="00D20FED" w:rsidRPr="00290F2A" w14:paraId="1494585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F58A765" w14:textId="77777777" w:rsidR="00D20FED" w:rsidRPr="00290F2A" w:rsidRDefault="00D20FED" w:rsidP="00242A09">
            <w:r w:rsidRPr="00290F2A">
              <w:t>Set Magneto 1</w:t>
            </w:r>
          </w:p>
        </w:tc>
        <w:tc>
          <w:tcPr>
            <w:tcW w:w="1701" w:type="dxa"/>
            <w:vAlign w:val="center"/>
          </w:tcPr>
          <w:p w14:paraId="771A9CD0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2FED092" w14:textId="77777777" w:rsidR="00D20FED" w:rsidRPr="00290F2A" w:rsidRDefault="00D20FED" w:rsidP="00242A09"/>
        </w:tc>
      </w:tr>
      <w:tr w:rsidR="00D20FED" w:rsidRPr="00290F2A" w14:paraId="253D65C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A0ED422" w14:textId="77777777" w:rsidR="00D20FED" w:rsidRPr="00290F2A" w:rsidRDefault="00D20FED" w:rsidP="00242A09">
            <w:r w:rsidRPr="00290F2A">
              <w:t>Magneto 1 Start</w:t>
            </w:r>
          </w:p>
        </w:tc>
        <w:tc>
          <w:tcPr>
            <w:tcW w:w="1701" w:type="dxa"/>
            <w:vAlign w:val="center"/>
          </w:tcPr>
          <w:p w14:paraId="45ECE8DA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CADDE7E" w14:textId="77777777" w:rsidR="00D20FED" w:rsidRPr="00290F2A" w:rsidRDefault="00D20FED" w:rsidP="00242A09"/>
        </w:tc>
      </w:tr>
      <w:tr w:rsidR="00D20FED" w:rsidRPr="00290F2A" w14:paraId="6706478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F778E77" w14:textId="77777777" w:rsidR="00D20FED" w:rsidRPr="00290F2A" w:rsidRDefault="00D20FED" w:rsidP="00242A09">
            <w:r w:rsidRPr="00290F2A">
              <w:t>Magneto 2 Both</w:t>
            </w:r>
          </w:p>
        </w:tc>
        <w:tc>
          <w:tcPr>
            <w:tcW w:w="1701" w:type="dxa"/>
            <w:vAlign w:val="center"/>
          </w:tcPr>
          <w:p w14:paraId="68A14405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DBB5706" w14:textId="77777777" w:rsidR="00D20FED" w:rsidRPr="00290F2A" w:rsidRDefault="00D20FED" w:rsidP="00242A09"/>
        </w:tc>
      </w:tr>
      <w:tr w:rsidR="00D20FED" w:rsidRPr="00290F2A" w14:paraId="6643D14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1E93AB8" w14:textId="77777777" w:rsidR="00D20FED" w:rsidRPr="00290F2A" w:rsidRDefault="00D20FED" w:rsidP="00242A09">
            <w:r w:rsidRPr="00290F2A">
              <w:t>Increase Magneto 2</w:t>
            </w:r>
          </w:p>
        </w:tc>
        <w:tc>
          <w:tcPr>
            <w:tcW w:w="1701" w:type="dxa"/>
            <w:vAlign w:val="center"/>
          </w:tcPr>
          <w:p w14:paraId="1B7E8DAC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10DB774" w14:textId="77777777" w:rsidR="00D20FED" w:rsidRPr="00290F2A" w:rsidRDefault="00D20FED" w:rsidP="00242A09"/>
        </w:tc>
      </w:tr>
      <w:tr w:rsidR="00D0093E" w:rsidRPr="00290F2A" w14:paraId="2F4D083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52254E8" w14:textId="77777777" w:rsidR="00D0093E" w:rsidRPr="00290F2A" w:rsidRDefault="00D0093E" w:rsidP="00242A09">
            <w:r w:rsidRPr="00290F2A">
              <w:t>Decrease Magneto 2</w:t>
            </w:r>
          </w:p>
        </w:tc>
        <w:tc>
          <w:tcPr>
            <w:tcW w:w="1701" w:type="dxa"/>
            <w:vAlign w:val="center"/>
          </w:tcPr>
          <w:p w14:paraId="21201CA7" w14:textId="77777777" w:rsidR="00D0093E" w:rsidRPr="00884F5A" w:rsidRDefault="00D0093E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7F7FA5F" w14:textId="77777777" w:rsidR="00D0093E" w:rsidRPr="00290F2A" w:rsidRDefault="00D0093E" w:rsidP="00242A09"/>
        </w:tc>
      </w:tr>
      <w:tr w:rsidR="00D20FED" w:rsidRPr="00290F2A" w14:paraId="57A2F92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2C07F76" w14:textId="77777777" w:rsidR="00D20FED" w:rsidRPr="00290F2A" w:rsidRDefault="00D20FED" w:rsidP="00242A09">
            <w:r w:rsidRPr="00290F2A">
              <w:t>Magneto 2 Left</w:t>
            </w:r>
          </w:p>
        </w:tc>
        <w:tc>
          <w:tcPr>
            <w:tcW w:w="1701" w:type="dxa"/>
            <w:vAlign w:val="center"/>
          </w:tcPr>
          <w:p w14:paraId="3DE6B692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6F6DDAC" w14:textId="77777777" w:rsidR="00D20FED" w:rsidRPr="00290F2A" w:rsidRDefault="00D20FED" w:rsidP="00242A09"/>
        </w:tc>
      </w:tr>
      <w:tr w:rsidR="00D20FED" w:rsidRPr="00290F2A" w14:paraId="4AA6B35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23C6B8A" w14:textId="77777777" w:rsidR="00D20FED" w:rsidRPr="00290F2A" w:rsidRDefault="00D20FED" w:rsidP="00242A09">
            <w:r w:rsidRPr="00290F2A">
              <w:t>Magneto 2 Off</w:t>
            </w:r>
          </w:p>
        </w:tc>
        <w:tc>
          <w:tcPr>
            <w:tcW w:w="1701" w:type="dxa"/>
            <w:vAlign w:val="center"/>
          </w:tcPr>
          <w:p w14:paraId="02F64CFA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DF3BD01" w14:textId="77777777" w:rsidR="00D20FED" w:rsidRPr="00290F2A" w:rsidRDefault="00D20FED" w:rsidP="00242A09"/>
        </w:tc>
      </w:tr>
      <w:tr w:rsidR="00D20FED" w:rsidRPr="00290F2A" w14:paraId="3450FF1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83A271A" w14:textId="77777777" w:rsidR="00D20FED" w:rsidRPr="00290F2A" w:rsidRDefault="00D20FED" w:rsidP="00242A09">
            <w:r w:rsidRPr="00290F2A">
              <w:t>Magneto 2 Right</w:t>
            </w:r>
          </w:p>
        </w:tc>
        <w:tc>
          <w:tcPr>
            <w:tcW w:w="1701" w:type="dxa"/>
            <w:vAlign w:val="center"/>
          </w:tcPr>
          <w:p w14:paraId="69FB1A3C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12A717F" w14:textId="77777777" w:rsidR="00D20FED" w:rsidRPr="00290F2A" w:rsidRDefault="00D20FED" w:rsidP="00242A09"/>
        </w:tc>
      </w:tr>
      <w:tr w:rsidR="00D20FED" w:rsidRPr="00290F2A" w14:paraId="43E2DF3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256C2B0" w14:textId="77777777" w:rsidR="00D20FED" w:rsidRPr="00290F2A" w:rsidRDefault="00D20FED" w:rsidP="00242A09">
            <w:r w:rsidRPr="00290F2A">
              <w:t>Set Magneto 2</w:t>
            </w:r>
          </w:p>
        </w:tc>
        <w:tc>
          <w:tcPr>
            <w:tcW w:w="1701" w:type="dxa"/>
            <w:vAlign w:val="center"/>
          </w:tcPr>
          <w:p w14:paraId="7577AFA7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B9A9215" w14:textId="77777777" w:rsidR="00D20FED" w:rsidRPr="00290F2A" w:rsidRDefault="00D20FED" w:rsidP="00242A09"/>
        </w:tc>
      </w:tr>
      <w:tr w:rsidR="00D20FED" w:rsidRPr="00290F2A" w14:paraId="7626B56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199DB34" w14:textId="77777777" w:rsidR="00D20FED" w:rsidRPr="00290F2A" w:rsidRDefault="00D20FED" w:rsidP="00242A09">
            <w:r w:rsidRPr="00290F2A">
              <w:t>Magneto 2 Start</w:t>
            </w:r>
          </w:p>
        </w:tc>
        <w:tc>
          <w:tcPr>
            <w:tcW w:w="1701" w:type="dxa"/>
            <w:vAlign w:val="center"/>
          </w:tcPr>
          <w:p w14:paraId="367B49C2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2C978A9" w14:textId="77777777" w:rsidR="00D20FED" w:rsidRPr="00290F2A" w:rsidRDefault="00D20FED" w:rsidP="00242A09"/>
        </w:tc>
      </w:tr>
      <w:tr w:rsidR="00D20FED" w:rsidRPr="00290F2A" w14:paraId="0C8B5FB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60ADBC2" w14:textId="77777777" w:rsidR="00D20FED" w:rsidRPr="00290F2A" w:rsidRDefault="00D20FED" w:rsidP="00242A09">
            <w:r w:rsidRPr="00290F2A">
              <w:t>Magneto 3 Both</w:t>
            </w:r>
          </w:p>
        </w:tc>
        <w:tc>
          <w:tcPr>
            <w:tcW w:w="1701" w:type="dxa"/>
            <w:vAlign w:val="center"/>
          </w:tcPr>
          <w:p w14:paraId="299D6E21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796BADD" w14:textId="77777777" w:rsidR="00D20FED" w:rsidRPr="00290F2A" w:rsidRDefault="00D20FED" w:rsidP="00242A09"/>
        </w:tc>
      </w:tr>
      <w:tr w:rsidR="00D20FED" w:rsidRPr="00290F2A" w14:paraId="161390F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3A26795" w14:textId="77777777" w:rsidR="00D20FED" w:rsidRPr="00290F2A" w:rsidRDefault="00D20FED" w:rsidP="00242A09">
            <w:r w:rsidRPr="00290F2A">
              <w:t>Increase Magneto 3</w:t>
            </w:r>
          </w:p>
        </w:tc>
        <w:tc>
          <w:tcPr>
            <w:tcW w:w="1701" w:type="dxa"/>
            <w:vAlign w:val="center"/>
          </w:tcPr>
          <w:p w14:paraId="686CADF2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C5A0F8E" w14:textId="77777777" w:rsidR="00D20FED" w:rsidRPr="00290F2A" w:rsidRDefault="00D20FED" w:rsidP="00242A09"/>
        </w:tc>
      </w:tr>
      <w:tr w:rsidR="00D0093E" w:rsidRPr="00290F2A" w14:paraId="317E052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85BE4EB" w14:textId="77777777" w:rsidR="00D0093E" w:rsidRPr="00290F2A" w:rsidRDefault="00D0093E" w:rsidP="00242A09">
            <w:r w:rsidRPr="00290F2A">
              <w:t>Decrease Magneto 3</w:t>
            </w:r>
          </w:p>
        </w:tc>
        <w:tc>
          <w:tcPr>
            <w:tcW w:w="1701" w:type="dxa"/>
            <w:vAlign w:val="center"/>
          </w:tcPr>
          <w:p w14:paraId="5869EE33" w14:textId="77777777" w:rsidR="00D0093E" w:rsidRPr="00884F5A" w:rsidRDefault="00D0093E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2E40AC4" w14:textId="77777777" w:rsidR="00D0093E" w:rsidRPr="00290F2A" w:rsidRDefault="00D0093E" w:rsidP="00242A09"/>
        </w:tc>
      </w:tr>
      <w:tr w:rsidR="00D20FED" w:rsidRPr="00290F2A" w14:paraId="5241A3B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7ADB139" w14:textId="77777777" w:rsidR="00D20FED" w:rsidRPr="00290F2A" w:rsidRDefault="00D20FED" w:rsidP="00242A09">
            <w:r w:rsidRPr="00290F2A">
              <w:t>Magneto 3 Left</w:t>
            </w:r>
          </w:p>
        </w:tc>
        <w:tc>
          <w:tcPr>
            <w:tcW w:w="1701" w:type="dxa"/>
            <w:vAlign w:val="center"/>
          </w:tcPr>
          <w:p w14:paraId="2D74887D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AA4E066" w14:textId="77777777" w:rsidR="00D20FED" w:rsidRPr="00290F2A" w:rsidRDefault="00D20FED" w:rsidP="00242A09"/>
        </w:tc>
      </w:tr>
      <w:tr w:rsidR="00D20FED" w:rsidRPr="00290F2A" w14:paraId="41CACA4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B326438" w14:textId="77777777" w:rsidR="00D20FED" w:rsidRPr="00290F2A" w:rsidRDefault="00D20FED" w:rsidP="00242A09">
            <w:r w:rsidRPr="00290F2A">
              <w:t>Magneto 3 Off</w:t>
            </w:r>
          </w:p>
        </w:tc>
        <w:tc>
          <w:tcPr>
            <w:tcW w:w="1701" w:type="dxa"/>
            <w:vAlign w:val="center"/>
          </w:tcPr>
          <w:p w14:paraId="173B8FCA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307EAE2" w14:textId="77777777" w:rsidR="00D20FED" w:rsidRPr="00290F2A" w:rsidRDefault="00D20FED" w:rsidP="00242A09"/>
        </w:tc>
      </w:tr>
      <w:tr w:rsidR="00D20FED" w:rsidRPr="00290F2A" w14:paraId="5B3D79E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BBEC808" w14:textId="77777777" w:rsidR="00D20FED" w:rsidRPr="00290F2A" w:rsidRDefault="00D20FED" w:rsidP="00242A09">
            <w:r w:rsidRPr="00290F2A">
              <w:t>Magneto 3 Right</w:t>
            </w:r>
          </w:p>
        </w:tc>
        <w:tc>
          <w:tcPr>
            <w:tcW w:w="1701" w:type="dxa"/>
            <w:vAlign w:val="center"/>
          </w:tcPr>
          <w:p w14:paraId="010CA444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D067182" w14:textId="77777777" w:rsidR="00D20FED" w:rsidRPr="00290F2A" w:rsidRDefault="00D20FED" w:rsidP="00242A09"/>
        </w:tc>
      </w:tr>
      <w:tr w:rsidR="00D20FED" w:rsidRPr="00290F2A" w14:paraId="66EDABF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07A1A2F" w14:textId="77777777" w:rsidR="00D20FED" w:rsidRPr="00290F2A" w:rsidRDefault="00D20FED" w:rsidP="00242A09">
            <w:r w:rsidRPr="00290F2A">
              <w:t>Set Magneto 3</w:t>
            </w:r>
          </w:p>
        </w:tc>
        <w:tc>
          <w:tcPr>
            <w:tcW w:w="1701" w:type="dxa"/>
            <w:vAlign w:val="center"/>
          </w:tcPr>
          <w:p w14:paraId="474B6EAA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3E157AF" w14:textId="77777777" w:rsidR="00D20FED" w:rsidRPr="00290F2A" w:rsidRDefault="00D20FED" w:rsidP="00242A09"/>
        </w:tc>
      </w:tr>
      <w:tr w:rsidR="00D20FED" w:rsidRPr="00290F2A" w14:paraId="6110960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6EA0E73" w14:textId="77777777" w:rsidR="00D20FED" w:rsidRPr="00290F2A" w:rsidRDefault="00D20FED" w:rsidP="00242A09">
            <w:r w:rsidRPr="00290F2A">
              <w:t>Magneto 3 Start</w:t>
            </w:r>
          </w:p>
        </w:tc>
        <w:tc>
          <w:tcPr>
            <w:tcW w:w="1701" w:type="dxa"/>
            <w:vAlign w:val="center"/>
          </w:tcPr>
          <w:p w14:paraId="1C3919B6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59C1CFA" w14:textId="77777777" w:rsidR="00D20FED" w:rsidRPr="00290F2A" w:rsidRDefault="00D20FED" w:rsidP="00242A09"/>
        </w:tc>
      </w:tr>
      <w:tr w:rsidR="00D20FED" w:rsidRPr="00290F2A" w14:paraId="098F45C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459A539" w14:textId="77777777" w:rsidR="00D20FED" w:rsidRPr="00290F2A" w:rsidRDefault="00D20FED" w:rsidP="00242A09">
            <w:r w:rsidRPr="00290F2A">
              <w:t>Magneto 4 Both</w:t>
            </w:r>
          </w:p>
        </w:tc>
        <w:tc>
          <w:tcPr>
            <w:tcW w:w="1701" w:type="dxa"/>
            <w:vAlign w:val="center"/>
          </w:tcPr>
          <w:p w14:paraId="0E246B81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63CE7A4" w14:textId="77777777" w:rsidR="00D20FED" w:rsidRPr="00290F2A" w:rsidRDefault="00D20FED" w:rsidP="00242A09"/>
        </w:tc>
      </w:tr>
      <w:tr w:rsidR="00D20FED" w:rsidRPr="00290F2A" w14:paraId="46D0CF5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445303B" w14:textId="77777777" w:rsidR="00D20FED" w:rsidRPr="00290F2A" w:rsidRDefault="00D20FED" w:rsidP="00242A09">
            <w:r w:rsidRPr="00290F2A">
              <w:t>Increase Magneto 4</w:t>
            </w:r>
          </w:p>
        </w:tc>
        <w:tc>
          <w:tcPr>
            <w:tcW w:w="1701" w:type="dxa"/>
            <w:vAlign w:val="center"/>
          </w:tcPr>
          <w:p w14:paraId="7D581E46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88E5146" w14:textId="77777777" w:rsidR="00D20FED" w:rsidRPr="00290F2A" w:rsidRDefault="00D20FED" w:rsidP="00242A09"/>
        </w:tc>
      </w:tr>
      <w:tr w:rsidR="0024624D" w:rsidRPr="00290F2A" w14:paraId="0AE37A3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852E9E1" w14:textId="77777777" w:rsidR="0024624D" w:rsidRPr="00290F2A" w:rsidRDefault="0024624D" w:rsidP="00242A09">
            <w:r w:rsidRPr="00290F2A">
              <w:t>Decrease Magneto 4</w:t>
            </w:r>
          </w:p>
        </w:tc>
        <w:tc>
          <w:tcPr>
            <w:tcW w:w="1701" w:type="dxa"/>
            <w:vAlign w:val="center"/>
          </w:tcPr>
          <w:p w14:paraId="5FE32EEF" w14:textId="77777777" w:rsidR="0024624D" w:rsidRPr="00884F5A" w:rsidRDefault="0024624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98C6AA1" w14:textId="77777777" w:rsidR="0024624D" w:rsidRPr="00290F2A" w:rsidRDefault="0024624D" w:rsidP="00242A09"/>
        </w:tc>
      </w:tr>
      <w:tr w:rsidR="00D20FED" w:rsidRPr="00290F2A" w14:paraId="67D8D0A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3AFC999" w14:textId="77777777" w:rsidR="00D20FED" w:rsidRPr="00290F2A" w:rsidRDefault="00D20FED" w:rsidP="00242A09">
            <w:r w:rsidRPr="00290F2A">
              <w:t>Magneto 4 Left</w:t>
            </w:r>
          </w:p>
        </w:tc>
        <w:tc>
          <w:tcPr>
            <w:tcW w:w="1701" w:type="dxa"/>
            <w:vAlign w:val="center"/>
          </w:tcPr>
          <w:p w14:paraId="19D5CFDF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A9456F5" w14:textId="77777777" w:rsidR="00D20FED" w:rsidRPr="00290F2A" w:rsidRDefault="00D20FED" w:rsidP="00242A09"/>
        </w:tc>
      </w:tr>
      <w:tr w:rsidR="00D20FED" w:rsidRPr="00290F2A" w14:paraId="49A245E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3C9030A" w14:textId="77777777" w:rsidR="00D20FED" w:rsidRPr="00290F2A" w:rsidRDefault="00D20FED" w:rsidP="00242A09">
            <w:r w:rsidRPr="00290F2A">
              <w:t>Magneto 4 Off</w:t>
            </w:r>
          </w:p>
        </w:tc>
        <w:tc>
          <w:tcPr>
            <w:tcW w:w="1701" w:type="dxa"/>
            <w:vAlign w:val="center"/>
          </w:tcPr>
          <w:p w14:paraId="518659D8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A318AB0" w14:textId="77777777" w:rsidR="00D20FED" w:rsidRPr="00290F2A" w:rsidRDefault="00D20FED" w:rsidP="00242A09"/>
        </w:tc>
      </w:tr>
      <w:tr w:rsidR="00D20FED" w:rsidRPr="00290F2A" w14:paraId="05BB854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16058BA" w14:textId="77777777" w:rsidR="00D20FED" w:rsidRPr="00290F2A" w:rsidRDefault="00D20FED" w:rsidP="00242A09">
            <w:r w:rsidRPr="00290F2A">
              <w:t>Magneto 4 Right</w:t>
            </w:r>
          </w:p>
        </w:tc>
        <w:tc>
          <w:tcPr>
            <w:tcW w:w="1701" w:type="dxa"/>
            <w:vAlign w:val="center"/>
          </w:tcPr>
          <w:p w14:paraId="1838BF0D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406035A" w14:textId="77777777" w:rsidR="00D20FED" w:rsidRPr="00290F2A" w:rsidRDefault="00D20FED" w:rsidP="00242A09"/>
        </w:tc>
      </w:tr>
      <w:tr w:rsidR="00D20FED" w:rsidRPr="00290F2A" w14:paraId="3A358A8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5F52973" w14:textId="77777777" w:rsidR="00D20FED" w:rsidRPr="00290F2A" w:rsidRDefault="00D20FED" w:rsidP="00242A09">
            <w:r w:rsidRPr="00290F2A">
              <w:t>Set Magneto 4</w:t>
            </w:r>
          </w:p>
        </w:tc>
        <w:tc>
          <w:tcPr>
            <w:tcW w:w="1701" w:type="dxa"/>
            <w:vAlign w:val="center"/>
          </w:tcPr>
          <w:p w14:paraId="2943D1C8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9D3B78E" w14:textId="77777777" w:rsidR="00D20FED" w:rsidRPr="00290F2A" w:rsidRDefault="00D20FED" w:rsidP="00242A09"/>
        </w:tc>
      </w:tr>
      <w:tr w:rsidR="00D20FED" w:rsidRPr="00290F2A" w14:paraId="03FFCD8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30FD22E" w14:textId="77777777" w:rsidR="00D20FED" w:rsidRPr="00290F2A" w:rsidRDefault="00D20FED" w:rsidP="00242A09">
            <w:r w:rsidRPr="00290F2A">
              <w:t>Magneto 4 Start</w:t>
            </w:r>
          </w:p>
        </w:tc>
        <w:tc>
          <w:tcPr>
            <w:tcW w:w="1701" w:type="dxa"/>
            <w:vAlign w:val="center"/>
          </w:tcPr>
          <w:p w14:paraId="00FEFB97" w14:textId="77777777" w:rsidR="00D20FED" w:rsidRPr="00884F5A" w:rsidRDefault="00D20FE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1069144" w14:textId="77777777" w:rsidR="00D20FED" w:rsidRPr="00290F2A" w:rsidRDefault="00D20FED" w:rsidP="00242A09"/>
        </w:tc>
      </w:tr>
      <w:tr w:rsidR="000A351D" w:rsidRPr="00290F2A" w14:paraId="05EC4B5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B2FBEF9" w14:textId="77777777" w:rsidR="000A351D" w:rsidRPr="00290F2A" w:rsidRDefault="000A351D" w:rsidP="00242A09">
            <w:r w:rsidRPr="00290F2A">
              <w:t>Set Engine Master</w:t>
            </w:r>
          </w:p>
        </w:tc>
        <w:tc>
          <w:tcPr>
            <w:tcW w:w="1701" w:type="dxa"/>
            <w:vAlign w:val="center"/>
          </w:tcPr>
          <w:p w14:paraId="11BE145A" w14:textId="77777777" w:rsidR="000A351D" w:rsidRPr="00884F5A" w:rsidRDefault="000A351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41F7585" w14:textId="77777777" w:rsidR="000A351D" w:rsidRPr="00290F2A" w:rsidRDefault="000A351D" w:rsidP="00242A09"/>
        </w:tc>
      </w:tr>
      <w:tr w:rsidR="000A351D" w:rsidRPr="00290F2A" w14:paraId="40E3860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512B174" w14:textId="77777777" w:rsidR="000A351D" w:rsidRPr="00290F2A" w:rsidRDefault="000A351D" w:rsidP="00242A09">
            <w:r w:rsidRPr="00290F2A">
              <w:t>Toggle Engine Master</w:t>
            </w:r>
          </w:p>
        </w:tc>
        <w:tc>
          <w:tcPr>
            <w:tcW w:w="1701" w:type="dxa"/>
            <w:vAlign w:val="center"/>
          </w:tcPr>
          <w:p w14:paraId="492E841C" w14:textId="77777777" w:rsidR="000A351D" w:rsidRPr="00884F5A" w:rsidRDefault="000A351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88EFF44" w14:textId="77777777" w:rsidR="000A351D" w:rsidRPr="00290F2A" w:rsidRDefault="000A351D" w:rsidP="00242A09"/>
        </w:tc>
      </w:tr>
      <w:tr w:rsidR="00E764F5" w:rsidRPr="00290F2A" w14:paraId="19A1FC8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4B20CC0" w14:textId="77777777" w:rsidR="00E764F5" w:rsidRPr="00290F2A" w:rsidRDefault="00E764F5" w:rsidP="00242A09">
            <w:r w:rsidRPr="00290F2A">
              <w:t>Set Engine Master 1</w:t>
            </w:r>
          </w:p>
        </w:tc>
        <w:tc>
          <w:tcPr>
            <w:tcW w:w="1701" w:type="dxa"/>
            <w:vAlign w:val="center"/>
          </w:tcPr>
          <w:p w14:paraId="2D9FE902" w14:textId="77777777" w:rsidR="00E764F5" w:rsidRPr="00884F5A" w:rsidRDefault="00E764F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ABAC199" w14:textId="77777777" w:rsidR="00E764F5" w:rsidRPr="00290F2A" w:rsidRDefault="00E764F5" w:rsidP="00242A09"/>
        </w:tc>
      </w:tr>
      <w:tr w:rsidR="00E764F5" w:rsidRPr="00290F2A" w14:paraId="6A39038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6626B43" w14:textId="77777777" w:rsidR="00E764F5" w:rsidRPr="00290F2A" w:rsidRDefault="00E764F5" w:rsidP="00242A09">
            <w:r w:rsidRPr="00290F2A">
              <w:t>Toggle Engine Master 1</w:t>
            </w:r>
          </w:p>
        </w:tc>
        <w:tc>
          <w:tcPr>
            <w:tcW w:w="1701" w:type="dxa"/>
            <w:vAlign w:val="center"/>
          </w:tcPr>
          <w:p w14:paraId="38B9D277" w14:textId="77777777" w:rsidR="00E764F5" w:rsidRPr="00884F5A" w:rsidRDefault="00E764F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BCBF313" w14:textId="77777777" w:rsidR="00E764F5" w:rsidRPr="00290F2A" w:rsidRDefault="00E764F5" w:rsidP="00242A09"/>
        </w:tc>
      </w:tr>
      <w:tr w:rsidR="00E764F5" w:rsidRPr="00290F2A" w14:paraId="1061DA2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84A4EC1" w14:textId="77777777" w:rsidR="00E764F5" w:rsidRPr="00290F2A" w:rsidRDefault="00E764F5" w:rsidP="00242A09">
            <w:r w:rsidRPr="00290F2A">
              <w:lastRenderedPageBreak/>
              <w:t>Set Engine Master 2</w:t>
            </w:r>
          </w:p>
        </w:tc>
        <w:tc>
          <w:tcPr>
            <w:tcW w:w="1701" w:type="dxa"/>
            <w:vAlign w:val="center"/>
          </w:tcPr>
          <w:p w14:paraId="45BC18BB" w14:textId="77777777" w:rsidR="00E764F5" w:rsidRPr="00884F5A" w:rsidRDefault="00E764F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C0D96DF" w14:textId="77777777" w:rsidR="00E764F5" w:rsidRPr="00290F2A" w:rsidRDefault="00E764F5" w:rsidP="00242A09"/>
        </w:tc>
      </w:tr>
      <w:tr w:rsidR="00E764F5" w:rsidRPr="00290F2A" w14:paraId="1B2FBC8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4FAEEA6" w14:textId="77777777" w:rsidR="00E764F5" w:rsidRPr="00290F2A" w:rsidRDefault="00E764F5" w:rsidP="00242A09">
            <w:r w:rsidRPr="00290F2A">
              <w:t>Toggle Engine Master 2</w:t>
            </w:r>
          </w:p>
        </w:tc>
        <w:tc>
          <w:tcPr>
            <w:tcW w:w="1701" w:type="dxa"/>
            <w:vAlign w:val="center"/>
          </w:tcPr>
          <w:p w14:paraId="79A22008" w14:textId="77777777" w:rsidR="00E764F5" w:rsidRPr="00884F5A" w:rsidRDefault="00E764F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BB3C8EB" w14:textId="77777777" w:rsidR="00E764F5" w:rsidRPr="00290F2A" w:rsidRDefault="00E764F5" w:rsidP="00242A09"/>
        </w:tc>
      </w:tr>
      <w:tr w:rsidR="00E764F5" w:rsidRPr="00290F2A" w14:paraId="7B34420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15F989A" w14:textId="77777777" w:rsidR="00E764F5" w:rsidRPr="00290F2A" w:rsidRDefault="00E764F5" w:rsidP="00242A09">
            <w:r w:rsidRPr="00290F2A">
              <w:t>Set Engine Master 3</w:t>
            </w:r>
          </w:p>
        </w:tc>
        <w:tc>
          <w:tcPr>
            <w:tcW w:w="1701" w:type="dxa"/>
            <w:vAlign w:val="center"/>
          </w:tcPr>
          <w:p w14:paraId="1B6E0977" w14:textId="77777777" w:rsidR="00E764F5" w:rsidRPr="00884F5A" w:rsidRDefault="00E764F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76DD293" w14:textId="77777777" w:rsidR="00E764F5" w:rsidRPr="00290F2A" w:rsidRDefault="00E764F5" w:rsidP="00242A09"/>
        </w:tc>
      </w:tr>
      <w:tr w:rsidR="00E764F5" w:rsidRPr="00290F2A" w14:paraId="459E224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ED593E2" w14:textId="77777777" w:rsidR="00E764F5" w:rsidRPr="00290F2A" w:rsidRDefault="00E764F5" w:rsidP="00242A09">
            <w:r w:rsidRPr="00290F2A">
              <w:t>Toggle Engine Master 3</w:t>
            </w:r>
          </w:p>
        </w:tc>
        <w:tc>
          <w:tcPr>
            <w:tcW w:w="1701" w:type="dxa"/>
            <w:vAlign w:val="center"/>
          </w:tcPr>
          <w:p w14:paraId="02970578" w14:textId="77777777" w:rsidR="00E764F5" w:rsidRPr="00884F5A" w:rsidRDefault="00E764F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6B98131" w14:textId="77777777" w:rsidR="00E764F5" w:rsidRPr="00290F2A" w:rsidRDefault="00E764F5" w:rsidP="00242A09"/>
        </w:tc>
      </w:tr>
      <w:tr w:rsidR="00E764F5" w:rsidRPr="00290F2A" w14:paraId="51E2D78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E95B05E" w14:textId="77777777" w:rsidR="00E764F5" w:rsidRPr="00290F2A" w:rsidRDefault="00E764F5" w:rsidP="00242A09">
            <w:r w:rsidRPr="00290F2A">
              <w:t>Set Engine Master 4</w:t>
            </w:r>
          </w:p>
        </w:tc>
        <w:tc>
          <w:tcPr>
            <w:tcW w:w="1701" w:type="dxa"/>
            <w:vAlign w:val="center"/>
          </w:tcPr>
          <w:p w14:paraId="2F9BF74B" w14:textId="77777777" w:rsidR="00E764F5" w:rsidRPr="00884F5A" w:rsidRDefault="00E764F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D6AB65D" w14:textId="77777777" w:rsidR="00E764F5" w:rsidRPr="00290F2A" w:rsidRDefault="00E764F5" w:rsidP="00242A09"/>
        </w:tc>
      </w:tr>
      <w:tr w:rsidR="00E764F5" w:rsidRPr="00290F2A" w14:paraId="78AFE80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672B29B" w14:textId="77777777" w:rsidR="00E764F5" w:rsidRPr="00290F2A" w:rsidRDefault="00E764F5" w:rsidP="00242A09">
            <w:r w:rsidRPr="00290F2A">
              <w:t>Toggle Engine Master 4</w:t>
            </w:r>
          </w:p>
        </w:tc>
        <w:tc>
          <w:tcPr>
            <w:tcW w:w="1701" w:type="dxa"/>
            <w:vAlign w:val="center"/>
          </w:tcPr>
          <w:p w14:paraId="793A9B01" w14:textId="77777777" w:rsidR="00E764F5" w:rsidRPr="00884F5A" w:rsidRDefault="00E764F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8596621" w14:textId="77777777" w:rsidR="00E764F5" w:rsidRPr="00290F2A" w:rsidRDefault="00E764F5" w:rsidP="00242A09"/>
        </w:tc>
      </w:tr>
      <w:tr w:rsidR="00E764F5" w:rsidRPr="00290F2A" w14:paraId="2643FA1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B980044" w14:textId="77777777" w:rsidR="00E764F5" w:rsidRPr="00290F2A" w:rsidRDefault="00E764F5" w:rsidP="00242A09">
            <w:r w:rsidRPr="00290F2A">
              <w:t>Engine Primer</w:t>
            </w:r>
          </w:p>
        </w:tc>
        <w:tc>
          <w:tcPr>
            <w:tcW w:w="1701" w:type="dxa"/>
            <w:vAlign w:val="center"/>
          </w:tcPr>
          <w:p w14:paraId="314EF544" w14:textId="77777777" w:rsidR="00E764F5" w:rsidRPr="00884F5A" w:rsidRDefault="00E764F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D23ECE6" w14:textId="77777777" w:rsidR="00E764F5" w:rsidRPr="00290F2A" w:rsidRDefault="00E764F5" w:rsidP="00242A09"/>
        </w:tc>
      </w:tr>
      <w:tr w:rsidR="000A351D" w:rsidRPr="005C7532" w14:paraId="21530B9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BF65A2B" w14:textId="77777777" w:rsidR="000A351D" w:rsidRPr="00290F2A" w:rsidRDefault="000A351D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Engine Bleed Air Source</w:t>
            </w:r>
          </w:p>
        </w:tc>
        <w:tc>
          <w:tcPr>
            <w:tcW w:w="1701" w:type="dxa"/>
            <w:vAlign w:val="center"/>
          </w:tcPr>
          <w:p w14:paraId="64EE1D74" w14:textId="77777777" w:rsidR="000A351D" w:rsidRPr="00884F5A" w:rsidRDefault="000A351D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DECD278" w14:textId="77777777" w:rsidR="000A351D" w:rsidRPr="00290F2A" w:rsidRDefault="000A351D" w:rsidP="00242A09">
            <w:pPr>
              <w:rPr>
                <w:lang w:val="en-US"/>
              </w:rPr>
            </w:pPr>
          </w:p>
        </w:tc>
      </w:tr>
      <w:tr w:rsidR="000A351D" w:rsidRPr="005C7532" w14:paraId="77B7B08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9EFF945" w14:textId="77777777" w:rsidR="000A351D" w:rsidRPr="00290F2A" w:rsidRDefault="000A351D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Decrease Bleed Air Source Control</w:t>
            </w:r>
          </w:p>
        </w:tc>
        <w:tc>
          <w:tcPr>
            <w:tcW w:w="1701" w:type="dxa"/>
            <w:vAlign w:val="center"/>
          </w:tcPr>
          <w:p w14:paraId="563A9100" w14:textId="77777777" w:rsidR="000A351D" w:rsidRPr="00884F5A" w:rsidRDefault="000A351D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FD98B0A" w14:textId="77777777" w:rsidR="000A351D" w:rsidRPr="00290F2A" w:rsidRDefault="000A351D" w:rsidP="00242A09">
            <w:pPr>
              <w:rPr>
                <w:lang w:val="en-US"/>
              </w:rPr>
            </w:pPr>
          </w:p>
        </w:tc>
      </w:tr>
      <w:tr w:rsidR="000A351D" w:rsidRPr="005C7532" w14:paraId="1A8ABAB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CFC508F" w14:textId="77777777" w:rsidR="000A351D" w:rsidRPr="00290F2A" w:rsidRDefault="000A351D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Increase Bleed Air Source Control</w:t>
            </w:r>
          </w:p>
        </w:tc>
        <w:tc>
          <w:tcPr>
            <w:tcW w:w="1701" w:type="dxa"/>
            <w:vAlign w:val="center"/>
          </w:tcPr>
          <w:p w14:paraId="56AB613A" w14:textId="77777777" w:rsidR="000A351D" w:rsidRPr="00884F5A" w:rsidRDefault="000A351D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7BDE1C3" w14:textId="77777777" w:rsidR="000A351D" w:rsidRPr="00290F2A" w:rsidRDefault="000A351D" w:rsidP="00242A09">
            <w:pPr>
              <w:rPr>
                <w:lang w:val="en-US"/>
              </w:rPr>
            </w:pPr>
          </w:p>
        </w:tc>
      </w:tr>
      <w:tr w:rsidR="000A351D" w:rsidRPr="005C7532" w14:paraId="020B4E7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7293C18" w14:textId="77777777" w:rsidR="000A351D" w:rsidRPr="00290F2A" w:rsidRDefault="000A351D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Bleed Air Control Source</w:t>
            </w:r>
          </w:p>
        </w:tc>
        <w:tc>
          <w:tcPr>
            <w:tcW w:w="1701" w:type="dxa"/>
            <w:vAlign w:val="center"/>
          </w:tcPr>
          <w:p w14:paraId="63F3411A" w14:textId="77777777" w:rsidR="000A351D" w:rsidRPr="00884F5A" w:rsidRDefault="000A351D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615813A" w14:textId="77777777" w:rsidR="000A351D" w:rsidRPr="00290F2A" w:rsidRDefault="000A351D" w:rsidP="00242A09">
            <w:pPr>
              <w:rPr>
                <w:lang w:val="en-US"/>
              </w:rPr>
            </w:pPr>
          </w:p>
        </w:tc>
      </w:tr>
      <w:tr w:rsidR="000A351D" w:rsidRPr="005C7532" w14:paraId="61E6F5D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6CCD34A" w14:textId="77777777" w:rsidR="000A351D" w:rsidRPr="00290F2A" w:rsidRDefault="000A351D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Toggle Engine Bleed Air Source</w:t>
            </w:r>
          </w:p>
        </w:tc>
        <w:tc>
          <w:tcPr>
            <w:tcW w:w="1701" w:type="dxa"/>
            <w:vAlign w:val="center"/>
          </w:tcPr>
          <w:p w14:paraId="7AD284FD" w14:textId="77777777" w:rsidR="000A351D" w:rsidRPr="00884F5A" w:rsidRDefault="000A351D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944DD33" w14:textId="77777777" w:rsidR="000A351D" w:rsidRPr="00290F2A" w:rsidRDefault="000A351D" w:rsidP="00242A09">
            <w:pPr>
              <w:rPr>
                <w:lang w:val="en-US"/>
              </w:rPr>
            </w:pPr>
          </w:p>
        </w:tc>
      </w:tr>
      <w:tr w:rsidR="00CD56C6" w:rsidRPr="005C7532" w14:paraId="67A97F5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2EE4113" w14:textId="77777777" w:rsidR="00CD56C6" w:rsidRPr="00290F2A" w:rsidRDefault="00CD56C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APU Bleed Air Source</w:t>
            </w:r>
          </w:p>
        </w:tc>
        <w:tc>
          <w:tcPr>
            <w:tcW w:w="1701" w:type="dxa"/>
            <w:vAlign w:val="center"/>
          </w:tcPr>
          <w:p w14:paraId="4943524A" w14:textId="77777777" w:rsidR="00CD56C6" w:rsidRPr="00884F5A" w:rsidRDefault="00CD56C6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6B8B94D" w14:textId="77777777" w:rsidR="00CD56C6" w:rsidRPr="00290F2A" w:rsidRDefault="00CD56C6" w:rsidP="00242A09">
            <w:pPr>
              <w:rPr>
                <w:lang w:val="en-US"/>
              </w:rPr>
            </w:pPr>
          </w:p>
        </w:tc>
      </w:tr>
      <w:tr w:rsidR="00CD56C6" w:rsidRPr="005C7532" w14:paraId="32AA96E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C86E134" w14:textId="77777777" w:rsidR="00CD56C6" w:rsidRPr="00290F2A" w:rsidRDefault="00CD56C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Toggle APU Bleed Air Source</w:t>
            </w:r>
          </w:p>
        </w:tc>
        <w:tc>
          <w:tcPr>
            <w:tcW w:w="1701" w:type="dxa"/>
            <w:vAlign w:val="center"/>
          </w:tcPr>
          <w:p w14:paraId="0D7A755D" w14:textId="77777777" w:rsidR="00CD56C6" w:rsidRPr="00884F5A" w:rsidRDefault="00CD56C6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DF532CC" w14:textId="77777777" w:rsidR="00CD56C6" w:rsidRPr="00290F2A" w:rsidRDefault="00CD56C6" w:rsidP="00242A09">
            <w:pPr>
              <w:rPr>
                <w:lang w:val="en-US"/>
              </w:rPr>
            </w:pPr>
          </w:p>
        </w:tc>
      </w:tr>
      <w:tr w:rsidR="00CD56C6" w:rsidRPr="005C7532" w14:paraId="75F86EE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56CBB44" w14:textId="77777777" w:rsidR="00CD56C6" w:rsidRPr="00290F2A" w:rsidRDefault="00CD56C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APU Bleed to Engine</w:t>
            </w:r>
          </w:p>
        </w:tc>
        <w:tc>
          <w:tcPr>
            <w:tcW w:w="1701" w:type="dxa"/>
            <w:vAlign w:val="center"/>
          </w:tcPr>
          <w:p w14:paraId="4759103F" w14:textId="77777777" w:rsidR="00CD56C6" w:rsidRPr="00884F5A" w:rsidRDefault="00CD56C6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ED113FC" w14:textId="77777777" w:rsidR="00CD56C6" w:rsidRPr="00290F2A" w:rsidRDefault="00CD56C6" w:rsidP="00242A09">
            <w:pPr>
              <w:rPr>
                <w:lang w:val="en-US"/>
              </w:rPr>
            </w:pPr>
          </w:p>
        </w:tc>
      </w:tr>
      <w:tr w:rsidR="00CD56C6" w:rsidRPr="005C7532" w14:paraId="73512F8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6C2A0C1" w14:textId="77777777" w:rsidR="00CD56C6" w:rsidRPr="00290F2A" w:rsidRDefault="00CD56C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Toggle APU Bleed to Engine</w:t>
            </w:r>
          </w:p>
        </w:tc>
        <w:tc>
          <w:tcPr>
            <w:tcW w:w="1701" w:type="dxa"/>
            <w:vAlign w:val="center"/>
          </w:tcPr>
          <w:p w14:paraId="039DDF10" w14:textId="77777777" w:rsidR="00CD56C6" w:rsidRPr="00884F5A" w:rsidRDefault="00CD56C6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A831F36" w14:textId="77777777" w:rsidR="00CD56C6" w:rsidRPr="00290F2A" w:rsidRDefault="00CD56C6" w:rsidP="00242A09">
            <w:pPr>
              <w:rPr>
                <w:lang w:val="en-US"/>
              </w:rPr>
            </w:pPr>
          </w:p>
        </w:tc>
      </w:tr>
      <w:tr w:rsidR="000A351D" w:rsidRPr="00290F2A" w14:paraId="4EA4A09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63611183" w14:textId="65D37CDA" w:rsidR="000A351D" w:rsidRPr="00290F2A" w:rsidRDefault="000A351D" w:rsidP="00242A09">
            <w:r>
              <w:t>Set Engine Crank Mode</w:t>
            </w:r>
          </w:p>
        </w:tc>
        <w:tc>
          <w:tcPr>
            <w:tcW w:w="1701" w:type="dxa"/>
            <w:vAlign w:val="center"/>
          </w:tcPr>
          <w:p w14:paraId="1DE9B7F1" w14:textId="77777777" w:rsidR="000A351D" w:rsidRPr="00884F5A" w:rsidRDefault="000A351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A425ADD" w14:textId="77777777" w:rsidR="000A351D" w:rsidRPr="00290F2A" w:rsidRDefault="000A351D" w:rsidP="00242A09"/>
        </w:tc>
      </w:tr>
      <w:tr w:rsidR="000A351D" w:rsidRPr="005C7532" w14:paraId="277DC60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6A967ED8" w14:textId="78EFBB09" w:rsidR="000A351D" w:rsidRPr="000A351D" w:rsidRDefault="000A351D" w:rsidP="00242A09">
            <w:pPr>
              <w:rPr>
                <w:lang w:val="en-US"/>
              </w:rPr>
            </w:pPr>
            <w:r w:rsidRPr="000A351D">
              <w:rPr>
                <w:lang w:val="en-US"/>
              </w:rPr>
              <w:t>Set Engine IGN / START M</w:t>
            </w:r>
            <w:r>
              <w:rPr>
                <w:lang w:val="en-US"/>
              </w:rPr>
              <w:t>ode</w:t>
            </w:r>
          </w:p>
        </w:tc>
        <w:tc>
          <w:tcPr>
            <w:tcW w:w="1701" w:type="dxa"/>
            <w:vAlign w:val="center"/>
          </w:tcPr>
          <w:p w14:paraId="2A8D158A" w14:textId="77777777" w:rsidR="000A351D" w:rsidRPr="000A351D" w:rsidRDefault="000A351D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1800649" w14:textId="77777777" w:rsidR="000A351D" w:rsidRPr="000A351D" w:rsidRDefault="000A351D" w:rsidP="00242A09">
            <w:pPr>
              <w:rPr>
                <w:lang w:val="en-US"/>
              </w:rPr>
            </w:pPr>
          </w:p>
        </w:tc>
      </w:tr>
      <w:tr w:rsidR="000A351D" w:rsidRPr="000A351D" w14:paraId="431FD05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36CAC3D5" w14:textId="7529F4F2" w:rsidR="000A351D" w:rsidRPr="000A351D" w:rsidRDefault="000A351D" w:rsidP="00242A09">
            <w:pPr>
              <w:rPr>
                <w:lang w:val="en-US"/>
              </w:rPr>
            </w:pPr>
            <w:r>
              <w:rPr>
                <w:lang w:val="en-US"/>
              </w:rPr>
              <w:t>Set Engine NORM Mode</w:t>
            </w:r>
          </w:p>
        </w:tc>
        <w:tc>
          <w:tcPr>
            <w:tcW w:w="1701" w:type="dxa"/>
            <w:vAlign w:val="center"/>
          </w:tcPr>
          <w:p w14:paraId="1BC7A211" w14:textId="77777777" w:rsidR="000A351D" w:rsidRPr="000A351D" w:rsidRDefault="000A351D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4A117ED" w14:textId="77777777" w:rsidR="000A351D" w:rsidRPr="000A351D" w:rsidRDefault="000A351D" w:rsidP="00242A09">
            <w:pPr>
              <w:rPr>
                <w:lang w:val="en-US"/>
              </w:rPr>
            </w:pPr>
          </w:p>
        </w:tc>
      </w:tr>
      <w:tr w:rsidR="00CD56C6" w:rsidRPr="00290F2A" w14:paraId="53CAF85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759E406" w14:textId="77777777" w:rsidR="00CD56C6" w:rsidRPr="00290F2A" w:rsidRDefault="00CD56C6" w:rsidP="00242A09">
            <w:r w:rsidRPr="00290F2A">
              <w:t>EGT</w:t>
            </w:r>
          </w:p>
        </w:tc>
        <w:tc>
          <w:tcPr>
            <w:tcW w:w="1701" w:type="dxa"/>
            <w:vAlign w:val="center"/>
          </w:tcPr>
          <w:p w14:paraId="6E8D876E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6916B37" w14:textId="77777777" w:rsidR="00CD56C6" w:rsidRPr="00290F2A" w:rsidRDefault="00CD56C6" w:rsidP="00242A09"/>
        </w:tc>
      </w:tr>
      <w:tr w:rsidR="0024624D" w:rsidRPr="00290F2A" w14:paraId="06753B9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21DD3FD" w14:textId="77777777" w:rsidR="0024624D" w:rsidRPr="00290F2A" w:rsidRDefault="0024624D" w:rsidP="00242A09">
            <w:r w:rsidRPr="00290F2A">
              <w:t>Increase EGT</w:t>
            </w:r>
          </w:p>
        </w:tc>
        <w:tc>
          <w:tcPr>
            <w:tcW w:w="1701" w:type="dxa"/>
            <w:vAlign w:val="center"/>
          </w:tcPr>
          <w:p w14:paraId="7D5A9109" w14:textId="77777777" w:rsidR="0024624D" w:rsidRPr="00884F5A" w:rsidRDefault="0024624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67AF77D" w14:textId="77777777" w:rsidR="0024624D" w:rsidRPr="00290F2A" w:rsidRDefault="0024624D" w:rsidP="00242A09"/>
        </w:tc>
      </w:tr>
      <w:tr w:rsidR="0024624D" w:rsidRPr="00290F2A" w14:paraId="1BFC611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A7B1C9D" w14:textId="77777777" w:rsidR="0024624D" w:rsidRPr="00290F2A" w:rsidRDefault="0024624D" w:rsidP="00242A09">
            <w:r w:rsidRPr="00290F2A">
              <w:t>Decrease EGT</w:t>
            </w:r>
          </w:p>
        </w:tc>
        <w:tc>
          <w:tcPr>
            <w:tcW w:w="1701" w:type="dxa"/>
            <w:vAlign w:val="center"/>
          </w:tcPr>
          <w:p w14:paraId="4005A54D" w14:textId="77777777" w:rsidR="0024624D" w:rsidRPr="00884F5A" w:rsidRDefault="0024624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3A354E3" w14:textId="77777777" w:rsidR="0024624D" w:rsidRPr="00290F2A" w:rsidRDefault="0024624D" w:rsidP="00242A09"/>
        </w:tc>
      </w:tr>
      <w:tr w:rsidR="0024624D" w:rsidRPr="00290F2A" w14:paraId="038B9A4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25C38A1" w14:textId="77777777" w:rsidR="0024624D" w:rsidRPr="00290F2A" w:rsidRDefault="0024624D" w:rsidP="00242A09">
            <w:r w:rsidRPr="00290F2A">
              <w:t>Set EGT</w:t>
            </w:r>
          </w:p>
        </w:tc>
        <w:tc>
          <w:tcPr>
            <w:tcW w:w="1701" w:type="dxa"/>
            <w:vAlign w:val="center"/>
          </w:tcPr>
          <w:p w14:paraId="76F529A3" w14:textId="77777777" w:rsidR="0024624D" w:rsidRPr="00884F5A" w:rsidRDefault="0024624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64B586A" w14:textId="77777777" w:rsidR="0024624D" w:rsidRPr="00290F2A" w:rsidRDefault="0024624D" w:rsidP="00242A09"/>
        </w:tc>
      </w:tr>
      <w:tr w:rsidR="00CD56C6" w:rsidRPr="00290F2A" w14:paraId="0535227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A3DE78C" w14:textId="77777777" w:rsidR="00CD56C6" w:rsidRPr="00290F2A" w:rsidRDefault="00CD56C6" w:rsidP="00242A09">
            <w:r w:rsidRPr="00290F2A">
              <w:t>Increase EGT 1</w:t>
            </w:r>
          </w:p>
        </w:tc>
        <w:tc>
          <w:tcPr>
            <w:tcW w:w="1701" w:type="dxa"/>
            <w:vAlign w:val="center"/>
          </w:tcPr>
          <w:p w14:paraId="73E8C5D7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3FABD18" w14:textId="77777777" w:rsidR="00CD56C6" w:rsidRPr="00290F2A" w:rsidRDefault="00CD56C6" w:rsidP="00242A09"/>
        </w:tc>
      </w:tr>
      <w:tr w:rsidR="0024624D" w:rsidRPr="00290F2A" w14:paraId="59EA0F1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7F3E9C5" w14:textId="77777777" w:rsidR="0024624D" w:rsidRPr="00290F2A" w:rsidRDefault="0024624D" w:rsidP="00242A09">
            <w:r w:rsidRPr="00290F2A">
              <w:t>Decrease EGT 1</w:t>
            </w:r>
          </w:p>
        </w:tc>
        <w:tc>
          <w:tcPr>
            <w:tcW w:w="1701" w:type="dxa"/>
            <w:vAlign w:val="center"/>
          </w:tcPr>
          <w:p w14:paraId="435C1890" w14:textId="77777777" w:rsidR="0024624D" w:rsidRPr="00884F5A" w:rsidRDefault="0024624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F2718AA" w14:textId="77777777" w:rsidR="0024624D" w:rsidRPr="00290F2A" w:rsidRDefault="0024624D" w:rsidP="00242A09"/>
        </w:tc>
      </w:tr>
      <w:tr w:rsidR="00CD56C6" w:rsidRPr="00290F2A" w14:paraId="41F3BD6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27782B9" w14:textId="77777777" w:rsidR="00CD56C6" w:rsidRPr="00290F2A" w:rsidRDefault="00CD56C6" w:rsidP="00242A09">
            <w:r w:rsidRPr="00290F2A">
              <w:t>Set EGT 1</w:t>
            </w:r>
          </w:p>
        </w:tc>
        <w:tc>
          <w:tcPr>
            <w:tcW w:w="1701" w:type="dxa"/>
            <w:vAlign w:val="center"/>
          </w:tcPr>
          <w:p w14:paraId="1DDED118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808500D" w14:textId="77777777" w:rsidR="00CD56C6" w:rsidRPr="00290F2A" w:rsidRDefault="00CD56C6" w:rsidP="00242A09"/>
        </w:tc>
      </w:tr>
      <w:tr w:rsidR="00CD56C6" w:rsidRPr="00290F2A" w14:paraId="319C8F1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5CC2D3D" w14:textId="77777777" w:rsidR="00CD56C6" w:rsidRPr="00290F2A" w:rsidRDefault="00CD56C6" w:rsidP="00242A09">
            <w:r w:rsidRPr="00290F2A">
              <w:t>Increase EGT 2</w:t>
            </w:r>
          </w:p>
        </w:tc>
        <w:tc>
          <w:tcPr>
            <w:tcW w:w="1701" w:type="dxa"/>
            <w:vAlign w:val="center"/>
          </w:tcPr>
          <w:p w14:paraId="14F0520F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288B535" w14:textId="77777777" w:rsidR="00CD56C6" w:rsidRPr="00290F2A" w:rsidRDefault="00CD56C6" w:rsidP="00242A09"/>
        </w:tc>
      </w:tr>
      <w:tr w:rsidR="0024624D" w:rsidRPr="00290F2A" w14:paraId="3E2CC88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700E43D" w14:textId="77777777" w:rsidR="0024624D" w:rsidRPr="00290F2A" w:rsidRDefault="0024624D" w:rsidP="00242A09">
            <w:r w:rsidRPr="00290F2A">
              <w:t>Decrease EGT 2</w:t>
            </w:r>
          </w:p>
        </w:tc>
        <w:tc>
          <w:tcPr>
            <w:tcW w:w="1701" w:type="dxa"/>
            <w:vAlign w:val="center"/>
          </w:tcPr>
          <w:p w14:paraId="6840BF0A" w14:textId="77777777" w:rsidR="0024624D" w:rsidRPr="00884F5A" w:rsidRDefault="0024624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6EDDC65" w14:textId="77777777" w:rsidR="0024624D" w:rsidRPr="00290F2A" w:rsidRDefault="0024624D" w:rsidP="00242A09"/>
        </w:tc>
      </w:tr>
      <w:tr w:rsidR="00CD56C6" w:rsidRPr="00290F2A" w14:paraId="75A1FD0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E2A4137" w14:textId="77777777" w:rsidR="00CD56C6" w:rsidRPr="00290F2A" w:rsidRDefault="00CD56C6" w:rsidP="00242A09">
            <w:r w:rsidRPr="00290F2A">
              <w:t>Set EGT 2</w:t>
            </w:r>
          </w:p>
        </w:tc>
        <w:tc>
          <w:tcPr>
            <w:tcW w:w="1701" w:type="dxa"/>
            <w:vAlign w:val="center"/>
          </w:tcPr>
          <w:p w14:paraId="1614CF59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763402E" w14:textId="77777777" w:rsidR="00CD56C6" w:rsidRPr="00290F2A" w:rsidRDefault="00CD56C6" w:rsidP="00242A09"/>
        </w:tc>
      </w:tr>
      <w:tr w:rsidR="00CD56C6" w:rsidRPr="00290F2A" w14:paraId="389F5F7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AB58FD0" w14:textId="77777777" w:rsidR="00CD56C6" w:rsidRPr="00290F2A" w:rsidRDefault="00CD56C6" w:rsidP="00242A09">
            <w:r w:rsidRPr="00290F2A">
              <w:t>Increase EGT 3</w:t>
            </w:r>
          </w:p>
        </w:tc>
        <w:tc>
          <w:tcPr>
            <w:tcW w:w="1701" w:type="dxa"/>
            <w:vAlign w:val="center"/>
          </w:tcPr>
          <w:p w14:paraId="525B1FAA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CDA9554" w14:textId="77777777" w:rsidR="00CD56C6" w:rsidRPr="00290F2A" w:rsidRDefault="00CD56C6" w:rsidP="00242A09"/>
        </w:tc>
      </w:tr>
      <w:tr w:rsidR="0024624D" w:rsidRPr="00290F2A" w14:paraId="3B1972B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CA44501" w14:textId="77777777" w:rsidR="0024624D" w:rsidRPr="00290F2A" w:rsidRDefault="0024624D" w:rsidP="00242A09">
            <w:r w:rsidRPr="00290F2A">
              <w:t>Decrease EGT 3</w:t>
            </w:r>
          </w:p>
        </w:tc>
        <w:tc>
          <w:tcPr>
            <w:tcW w:w="1701" w:type="dxa"/>
            <w:vAlign w:val="center"/>
          </w:tcPr>
          <w:p w14:paraId="04F81135" w14:textId="77777777" w:rsidR="0024624D" w:rsidRPr="00884F5A" w:rsidRDefault="0024624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BB8C990" w14:textId="77777777" w:rsidR="0024624D" w:rsidRPr="00290F2A" w:rsidRDefault="0024624D" w:rsidP="00242A09"/>
        </w:tc>
      </w:tr>
      <w:tr w:rsidR="00CD56C6" w:rsidRPr="00290F2A" w14:paraId="30854B6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51DB7DC" w14:textId="77777777" w:rsidR="00CD56C6" w:rsidRPr="00290F2A" w:rsidRDefault="00CD56C6" w:rsidP="00242A09">
            <w:r w:rsidRPr="00290F2A">
              <w:t>Set EGT 3</w:t>
            </w:r>
          </w:p>
        </w:tc>
        <w:tc>
          <w:tcPr>
            <w:tcW w:w="1701" w:type="dxa"/>
            <w:vAlign w:val="center"/>
          </w:tcPr>
          <w:p w14:paraId="70236124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8528356" w14:textId="77777777" w:rsidR="00CD56C6" w:rsidRPr="00290F2A" w:rsidRDefault="00CD56C6" w:rsidP="00242A09"/>
        </w:tc>
      </w:tr>
      <w:tr w:rsidR="00CD56C6" w:rsidRPr="00290F2A" w14:paraId="2D0B3D1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F79E74C" w14:textId="77777777" w:rsidR="00CD56C6" w:rsidRPr="00290F2A" w:rsidRDefault="00CD56C6" w:rsidP="00242A09">
            <w:r w:rsidRPr="00290F2A">
              <w:lastRenderedPageBreak/>
              <w:t>Increase EGT 4</w:t>
            </w:r>
          </w:p>
        </w:tc>
        <w:tc>
          <w:tcPr>
            <w:tcW w:w="1701" w:type="dxa"/>
            <w:vAlign w:val="center"/>
          </w:tcPr>
          <w:p w14:paraId="62AB3C61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E38330C" w14:textId="77777777" w:rsidR="00CD56C6" w:rsidRPr="00290F2A" w:rsidRDefault="00CD56C6" w:rsidP="00242A09"/>
        </w:tc>
      </w:tr>
      <w:tr w:rsidR="0024624D" w:rsidRPr="00290F2A" w14:paraId="394FB7D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436CEFE" w14:textId="77777777" w:rsidR="0024624D" w:rsidRPr="00290F2A" w:rsidRDefault="0024624D" w:rsidP="00242A09">
            <w:r w:rsidRPr="00290F2A">
              <w:t>Decrease EGT 4</w:t>
            </w:r>
          </w:p>
        </w:tc>
        <w:tc>
          <w:tcPr>
            <w:tcW w:w="1701" w:type="dxa"/>
            <w:vAlign w:val="center"/>
          </w:tcPr>
          <w:p w14:paraId="45AF94CE" w14:textId="77777777" w:rsidR="0024624D" w:rsidRPr="00884F5A" w:rsidRDefault="0024624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BEC74F4" w14:textId="77777777" w:rsidR="0024624D" w:rsidRPr="00290F2A" w:rsidRDefault="0024624D" w:rsidP="00242A09"/>
        </w:tc>
      </w:tr>
      <w:tr w:rsidR="00CD56C6" w:rsidRPr="00290F2A" w14:paraId="6AB6148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33333C9" w14:textId="77777777" w:rsidR="00CD56C6" w:rsidRPr="00290F2A" w:rsidRDefault="00CD56C6" w:rsidP="00242A09">
            <w:r w:rsidRPr="00290F2A">
              <w:t>Set EGT 4</w:t>
            </w:r>
          </w:p>
        </w:tc>
        <w:tc>
          <w:tcPr>
            <w:tcW w:w="1701" w:type="dxa"/>
            <w:vAlign w:val="center"/>
          </w:tcPr>
          <w:p w14:paraId="7E5661BC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2F06095" w14:textId="77777777" w:rsidR="00CD56C6" w:rsidRPr="00290F2A" w:rsidRDefault="00CD56C6" w:rsidP="00242A09"/>
        </w:tc>
      </w:tr>
      <w:tr w:rsidR="00CD56C6" w:rsidRPr="00290F2A" w14:paraId="76AC1CD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1E264D5" w14:textId="77777777" w:rsidR="00CD56C6" w:rsidRPr="00290F2A" w:rsidRDefault="00CD56C6" w:rsidP="00242A09">
            <w:r w:rsidRPr="00290F2A">
              <w:t>Reset Max RPM Indicator</w:t>
            </w:r>
          </w:p>
        </w:tc>
        <w:tc>
          <w:tcPr>
            <w:tcW w:w="1701" w:type="dxa"/>
            <w:vAlign w:val="center"/>
          </w:tcPr>
          <w:p w14:paraId="6542DFAC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18BAE57" w14:textId="77777777" w:rsidR="00CD56C6" w:rsidRPr="00290F2A" w:rsidRDefault="00CD56C6" w:rsidP="00242A09"/>
        </w:tc>
      </w:tr>
      <w:tr w:rsidR="00CD56C6" w:rsidRPr="00290F2A" w14:paraId="70DE384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3DA5644" w14:textId="73E92448" w:rsidR="00CD56C6" w:rsidRPr="00290F2A" w:rsidRDefault="00597451" w:rsidP="00242A09">
            <w:r w:rsidRPr="00290F2A">
              <w:t>Set Starter 1 (Hold)</w:t>
            </w:r>
          </w:p>
        </w:tc>
        <w:tc>
          <w:tcPr>
            <w:tcW w:w="1701" w:type="dxa"/>
            <w:vAlign w:val="center"/>
          </w:tcPr>
          <w:p w14:paraId="2A2C4E8A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0CDC3D3" w14:textId="77777777" w:rsidR="00CD56C6" w:rsidRPr="00290F2A" w:rsidRDefault="00CD56C6" w:rsidP="00242A09"/>
        </w:tc>
      </w:tr>
      <w:tr w:rsidR="00CD56C6" w:rsidRPr="00290F2A" w14:paraId="0625CD58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18214E8A" w14:textId="74710E60" w:rsidR="00CD56C6" w:rsidRPr="00290F2A" w:rsidRDefault="00597451" w:rsidP="00242A09">
            <w:r w:rsidRPr="00290F2A">
              <w:t>Set Starter 2 (Hold)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50CECE3C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28CAC64A" w14:textId="77777777" w:rsidR="00CD56C6" w:rsidRPr="00290F2A" w:rsidRDefault="00CD56C6" w:rsidP="00242A09"/>
        </w:tc>
      </w:tr>
      <w:tr w:rsidR="00CD56C6" w:rsidRPr="00290F2A" w14:paraId="6BBB4512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73434EE1" w14:textId="59E5F090" w:rsidR="00CD56C6" w:rsidRPr="00290F2A" w:rsidRDefault="00597451" w:rsidP="00242A09">
            <w:r w:rsidRPr="00290F2A">
              <w:t>Set Starter 3 (Hold)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78360A7E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4C3D6E3F" w14:textId="77777777" w:rsidR="00CD56C6" w:rsidRPr="00290F2A" w:rsidRDefault="00CD56C6" w:rsidP="00242A09"/>
        </w:tc>
      </w:tr>
      <w:tr w:rsidR="00CD56C6" w:rsidRPr="00290F2A" w14:paraId="4FEFC7F3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0A55A9BF" w14:textId="7AEFAC58" w:rsidR="00CD56C6" w:rsidRPr="00290F2A" w:rsidRDefault="00597451" w:rsidP="00242A09">
            <w:r w:rsidRPr="00290F2A">
              <w:t>Set Starter 4 (Hold)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135DAE93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0BFEFAFF" w14:textId="77777777" w:rsidR="00CD56C6" w:rsidRPr="00290F2A" w:rsidRDefault="00CD56C6" w:rsidP="00242A09"/>
        </w:tc>
      </w:tr>
      <w:tr w:rsidR="00CD56C6" w:rsidRPr="00290F2A" w14:paraId="392179A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CD6A1C6" w14:textId="23623FD7" w:rsidR="00CD56C6" w:rsidRPr="00290F2A" w:rsidRDefault="00597451" w:rsidP="00242A09">
            <w:r w:rsidRPr="00290F2A">
              <w:t>Set Starters (Hold)</w:t>
            </w:r>
          </w:p>
        </w:tc>
        <w:tc>
          <w:tcPr>
            <w:tcW w:w="1701" w:type="dxa"/>
            <w:vAlign w:val="center"/>
          </w:tcPr>
          <w:p w14:paraId="1109035F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1D31035" w14:textId="77777777" w:rsidR="00CD56C6" w:rsidRPr="00290F2A" w:rsidRDefault="00CD56C6" w:rsidP="00242A09"/>
        </w:tc>
      </w:tr>
      <w:tr w:rsidR="00CD56C6" w:rsidRPr="00290F2A" w14:paraId="6CF35EB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445B312" w14:textId="77777777" w:rsidR="00CD56C6" w:rsidRPr="00290F2A" w:rsidRDefault="00CD56C6" w:rsidP="00242A09">
            <w:r w:rsidRPr="00290F2A">
              <w:t>Set Starter 1</w:t>
            </w:r>
          </w:p>
        </w:tc>
        <w:tc>
          <w:tcPr>
            <w:tcW w:w="1701" w:type="dxa"/>
            <w:vAlign w:val="center"/>
          </w:tcPr>
          <w:p w14:paraId="10F38F7C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AD448A2" w14:textId="77777777" w:rsidR="00CD56C6" w:rsidRPr="00290F2A" w:rsidRDefault="00CD56C6" w:rsidP="00242A09"/>
        </w:tc>
      </w:tr>
      <w:tr w:rsidR="00CD56C6" w:rsidRPr="00290F2A" w14:paraId="0A1BEEC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F859A06" w14:textId="77777777" w:rsidR="00CD56C6" w:rsidRPr="00290F2A" w:rsidRDefault="00CD56C6" w:rsidP="00242A09">
            <w:r w:rsidRPr="00290F2A">
              <w:t>Set Starter 2</w:t>
            </w:r>
          </w:p>
        </w:tc>
        <w:tc>
          <w:tcPr>
            <w:tcW w:w="1701" w:type="dxa"/>
            <w:vAlign w:val="center"/>
          </w:tcPr>
          <w:p w14:paraId="5372C8A5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588546E" w14:textId="77777777" w:rsidR="00CD56C6" w:rsidRPr="00290F2A" w:rsidRDefault="00CD56C6" w:rsidP="00242A09"/>
        </w:tc>
      </w:tr>
      <w:tr w:rsidR="00CD56C6" w:rsidRPr="00290F2A" w14:paraId="3110396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CA43B01" w14:textId="77777777" w:rsidR="00CD56C6" w:rsidRPr="00290F2A" w:rsidRDefault="00CD56C6" w:rsidP="00242A09">
            <w:r w:rsidRPr="00290F2A">
              <w:t>Set Starter 3</w:t>
            </w:r>
          </w:p>
        </w:tc>
        <w:tc>
          <w:tcPr>
            <w:tcW w:w="1701" w:type="dxa"/>
            <w:vAlign w:val="center"/>
          </w:tcPr>
          <w:p w14:paraId="73789916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495C76B" w14:textId="77777777" w:rsidR="00CD56C6" w:rsidRPr="00290F2A" w:rsidRDefault="00CD56C6" w:rsidP="00242A09"/>
        </w:tc>
      </w:tr>
      <w:tr w:rsidR="00CD56C6" w:rsidRPr="00290F2A" w14:paraId="5FFD680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676DCB0" w14:textId="77777777" w:rsidR="00CD56C6" w:rsidRPr="00290F2A" w:rsidRDefault="00CD56C6" w:rsidP="00242A09">
            <w:r w:rsidRPr="00290F2A">
              <w:t>Set Starter 4</w:t>
            </w:r>
          </w:p>
        </w:tc>
        <w:tc>
          <w:tcPr>
            <w:tcW w:w="1701" w:type="dxa"/>
            <w:vAlign w:val="center"/>
          </w:tcPr>
          <w:p w14:paraId="28FD3597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4FD99AE" w14:textId="77777777" w:rsidR="00CD56C6" w:rsidRPr="00290F2A" w:rsidRDefault="00CD56C6" w:rsidP="00242A09"/>
        </w:tc>
      </w:tr>
      <w:tr w:rsidR="00CD56C6" w:rsidRPr="00290F2A" w14:paraId="01BAC94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78D8B46" w14:textId="77777777" w:rsidR="00CD56C6" w:rsidRPr="00290F2A" w:rsidRDefault="00CD56C6" w:rsidP="00242A09">
            <w:r w:rsidRPr="00290F2A">
              <w:t>Starters Off</w:t>
            </w:r>
          </w:p>
        </w:tc>
        <w:tc>
          <w:tcPr>
            <w:tcW w:w="1701" w:type="dxa"/>
            <w:vAlign w:val="center"/>
          </w:tcPr>
          <w:p w14:paraId="2C24BA06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801377F" w14:textId="77777777" w:rsidR="00CD56C6" w:rsidRPr="00290F2A" w:rsidRDefault="00CD56C6" w:rsidP="00242A09"/>
        </w:tc>
      </w:tr>
      <w:tr w:rsidR="00CD56C6" w:rsidRPr="00290F2A" w14:paraId="794362E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5C83680" w14:textId="77777777" w:rsidR="00CD56C6" w:rsidRPr="00290F2A" w:rsidRDefault="00CD56C6" w:rsidP="00242A09">
            <w:r w:rsidRPr="00290F2A">
              <w:t>Set Starters</w:t>
            </w:r>
          </w:p>
        </w:tc>
        <w:tc>
          <w:tcPr>
            <w:tcW w:w="1701" w:type="dxa"/>
            <w:vAlign w:val="center"/>
          </w:tcPr>
          <w:p w14:paraId="1CDFD5EC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21E8E3C" w14:textId="77777777" w:rsidR="00CD56C6" w:rsidRPr="00290F2A" w:rsidRDefault="00CD56C6" w:rsidP="00242A09"/>
        </w:tc>
      </w:tr>
      <w:tr w:rsidR="00CD56C6" w:rsidRPr="00290F2A" w14:paraId="49CB81E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936CA62" w14:textId="77777777" w:rsidR="00CD56C6" w:rsidRPr="00290F2A" w:rsidRDefault="00CD56C6" w:rsidP="00242A09">
            <w:r w:rsidRPr="00290F2A">
              <w:t>Starters Start</w:t>
            </w:r>
          </w:p>
        </w:tc>
        <w:tc>
          <w:tcPr>
            <w:tcW w:w="1701" w:type="dxa"/>
            <w:vAlign w:val="center"/>
          </w:tcPr>
          <w:p w14:paraId="35FED291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BE0CAAA" w14:textId="77777777" w:rsidR="00CD56C6" w:rsidRPr="00290F2A" w:rsidRDefault="00CD56C6" w:rsidP="00242A09"/>
        </w:tc>
      </w:tr>
      <w:tr w:rsidR="00CD56C6" w:rsidRPr="00290F2A" w14:paraId="4FCFA32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F43197E" w14:textId="77777777" w:rsidR="00CD56C6" w:rsidRPr="00290F2A" w:rsidRDefault="00CD56C6" w:rsidP="00242A09">
            <w:r w:rsidRPr="00290F2A">
              <w:t>Toggle All Starters</w:t>
            </w:r>
          </w:p>
        </w:tc>
        <w:tc>
          <w:tcPr>
            <w:tcW w:w="1701" w:type="dxa"/>
            <w:vAlign w:val="center"/>
          </w:tcPr>
          <w:p w14:paraId="6C35AE71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27223AE" w14:textId="77777777" w:rsidR="00CD56C6" w:rsidRPr="00290F2A" w:rsidRDefault="00CD56C6" w:rsidP="00242A09"/>
        </w:tc>
      </w:tr>
      <w:tr w:rsidR="00CD56C6" w:rsidRPr="00290F2A" w14:paraId="119C65F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461A80E" w14:textId="77777777" w:rsidR="00CD56C6" w:rsidRPr="00290F2A" w:rsidRDefault="00CD56C6" w:rsidP="00242A09">
            <w:r w:rsidRPr="00290F2A">
              <w:t>Toggle Master Starter Switch</w:t>
            </w:r>
          </w:p>
        </w:tc>
        <w:tc>
          <w:tcPr>
            <w:tcW w:w="1701" w:type="dxa"/>
            <w:vAlign w:val="center"/>
          </w:tcPr>
          <w:p w14:paraId="0178EBDE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6FD61C4" w14:textId="77777777" w:rsidR="00CD56C6" w:rsidRPr="00290F2A" w:rsidRDefault="00CD56C6" w:rsidP="00242A09"/>
        </w:tc>
      </w:tr>
      <w:tr w:rsidR="00CD56C6" w:rsidRPr="00290F2A" w14:paraId="0B8B590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CCB0E81" w14:textId="77777777" w:rsidR="00CD56C6" w:rsidRPr="00290F2A" w:rsidRDefault="00CD56C6" w:rsidP="00242A09">
            <w:r w:rsidRPr="00290F2A">
              <w:t>Toggle Starter 1</w:t>
            </w:r>
          </w:p>
        </w:tc>
        <w:tc>
          <w:tcPr>
            <w:tcW w:w="1701" w:type="dxa"/>
            <w:vAlign w:val="center"/>
          </w:tcPr>
          <w:p w14:paraId="64F81426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C29D2DE" w14:textId="77777777" w:rsidR="00CD56C6" w:rsidRPr="00290F2A" w:rsidRDefault="00CD56C6" w:rsidP="00242A09"/>
        </w:tc>
      </w:tr>
      <w:tr w:rsidR="00CD56C6" w:rsidRPr="00290F2A" w14:paraId="54E479A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BE42FB8" w14:textId="77777777" w:rsidR="00CD56C6" w:rsidRPr="00290F2A" w:rsidRDefault="00CD56C6" w:rsidP="00242A09">
            <w:r w:rsidRPr="00290F2A">
              <w:t>Toggle Starter 2</w:t>
            </w:r>
          </w:p>
        </w:tc>
        <w:tc>
          <w:tcPr>
            <w:tcW w:w="1701" w:type="dxa"/>
            <w:vAlign w:val="center"/>
          </w:tcPr>
          <w:p w14:paraId="7C07AA8A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D266459" w14:textId="77777777" w:rsidR="00CD56C6" w:rsidRPr="00290F2A" w:rsidRDefault="00CD56C6" w:rsidP="00242A09"/>
        </w:tc>
      </w:tr>
      <w:tr w:rsidR="00CD56C6" w:rsidRPr="00290F2A" w14:paraId="7B9C22F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C1CEFC3" w14:textId="77777777" w:rsidR="00CD56C6" w:rsidRPr="00290F2A" w:rsidRDefault="00CD56C6" w:rsidP="00242A09">
            <w:r w:rsidRPr="00290F2A">
              <w:t>Toggle Starter 3</w:t>
            </w:r>
          </w:p>
        </w:tc>
        <w:tc>
          <w:tcPr>
            <w:tcW w:w="1701" w:type="dxa"/>
            <w:vAlign w:val="center"/>
          </w:tcPr>
          <w:p w14:paraId="5D26E6BA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86E5413" w14:textId="77777777" w:rsidR="00CD56C6" w:rsidRPr="00290F2A" w:rsidRDefault="00CD56C6" w:rsidP="00242A09"/>
        </w:tc>
      </w:tr>
      <w:tr w:rsidR="00CD56C6" w:rsidRPr="00290F2A" w14:paraId="72522C2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FF60AD7" w14:textId="77777777" w:rsidR="00CD56C6" w:rsidRPr="00290F2A" w:rsidRDefault="00CD56C6" w:rsidP="00242A09">
            <w:r w:rsidRPr="00290F2A">
              <w:t>Toggle Starter 4</w:t>
            </w:r>
          </w:p>
        </w:tc>
        <w:tc>
          <w:tcPr>
            <w:tcW w:w="1701" w:type="dxa"/>
            <w:vAlign w:val="center"/>
          </w:tcPr>
          <w:p w14:paraId="0D0A9B12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AEBC785" w14:textId="77777777" w:rsidR="00CD56C6" w:rsidRPr="00290F2A" w:rsidRDefault="00CD56C6" w:rsidP="00242A09"/>
        </w:tc>
      </w:tr>
      <w:tr w:rsidR="00CD56C6" w:rsidRPr="00290F2A" w14:paraId="2412CE2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5F1835C" w14:textId="77777777" w:rsidR="00CD56C6" w:rsidRPr="00290F2A" w:rsidRDefault="00CD56C6" w:rsidP="00242A09">
            <w:r w:rsidRPr="00290F2A">
              <w:t>Set Turbines Ignition Switch</w:t>
            </w:r>
          </w:p>
        </w:tc>
        <w:tc>
          <w:tcPr>
            <w:tcW w:w="1701" w:type="dxa"/>
            <w:vAlign w:val="center"/>
          </w:tcPr>
          <w:p w14:paraId="3D493504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C83B711" w14:textId="77777777" w:rsidR="00CD56C6" w:rsidRPr="00290F2A" w:rsidRDefault="00CD56C6" w:rsidP="00242A09"/>
        </w:tc>
      </w:tr>
      <w:tr w:rsidR="00CD56C6" w:rsidRPr="00290F2A" w14:paraId="2872A97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07AC8B8" w14:textId="77777777" w:rsidR="00CD56C6" w:rsidRPr="00290F2A" w:rsidRDefault="00CD56C6" w:rsidP="00242A09">
            <w:r w:rsidRPr="00290F2A">
              <w:t>Set Turbine 1 Ignition Switch</w:t>
            </w:r>
          </w:p>
        </w:tc>
        <w:tc>
          <w:tcPr>
            <w:tcW w:w="1701" w:type="dxa"/>
            <w:vAlign w:val="center"/>
          </w:tcPr>
          <w:p w14:paraId="0172F092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183CD95" w14:textId="77777777" w:rsidR="00CD56C6" w:rsidRPr="00290F2A" w:rsidRDefault="00CD56C6" w:rsidP="00242A09"/>
        </w:tc>
      </w:tr>
      <w:tr w:rsidR="00CD56C6" w:rsidRPr="00290F2A" w14:paraId="4BA2F7D8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51DC7E6E" w14:textId="77777777" w:rsidR="00CD56C6" w:rsidRPr="00290F2A" w:rsidRDefault="00CD56C6" w:rsidP="00242A09">
            <w:r w:rsidRPr="00290F2A">
              <w:t>Set Turbine 2 Ignition Switch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12EB20A3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614FC0C4" w14:textId="77777777" w:rsidR="00CD56C6" w:rsidRPr="00290F2A" w:rsidRDefault="00CD56C6" w:rsidP="00242A09"/>
        </w:tc>
      </w:tr>
      <w:tr w:rsidR="00CD56C6" w:rsidRPr="00290F2A" w14:paraId="376797C6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460AEEBD" w14:textId="77777777" w:rsidR="00CD56C6" w:rsidRPr="00290F2A" w:rsidRDefault="00CD56C6" w:rsidP="00242A09">
            <w:r w:rsidRPr="00290F2A">
              <w:t>Set Turbine 3 Ignition Switch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2C759743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3638AD92" w14:textId="77777777" w:rsidR="00CD56C6" w:rsidRPr="00290F2A" w:rsidRDefault="00CD56C6" w:rsidP="00242A09"/>
        </w:tc>
      </w:tr>
      <w:tr w:rsidR="00CD56C6" w:rsidRPr="00290F2A" w14:paraId="65AF4F93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1C3669B0" w14:textId="77777777" w:rsidR="00CD56C6" w:rsidRPr="00290F2A" w:rsidRDefault="00CD56C6" w:rsidP="00242A09">
            <w:r w:rsidRPr="00290F2A">
              <w:t>Set Turbine 4 Ignition Switch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6E8147D9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70AE3189" w14:textId="77777777" w:rsidR="00CD56C6" w:rsidRPr="00290F2A" w:rsidRDefault="00CD56C6" w:rsidP="00242A09"/>
        </w:tc>
      </w:tr>
      <w:tr w:rsidR="00CD56C6" w:rsidRPr="00290F2A" w14:paraId="49589A9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18CAF85" w14:textId="77777777" w:rsidR="00CD56C6" w:rsidRPr="00290F2A" w:rsidRDefault="00CD56C6" w:rsidP="00242A09">
            <w:r w:rsidRPr="00290F2A">
              <w:t>Toggle Turbine Ignition Switch</w:t>
            </w:r>
          </w:p>
        </w:tc>
        <w:tc>
          <w:tcPr>
            <w:tcW w:w="1701" w:type="dxa"/>
            <w:vAlign w:val="center"/>
          </w:tcPr>
          <w:p w14:paraId="5D36311F" w14:textId="77777777" w:rsidR="00CD56C6" w:rsidRPr="00884F5A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30747C2" w14:textId="77777777" w:rsidR="00CD56C6" w:rsidRPr="00290F2A" w:rsidRDefault="00CD56C6" w:rsidP="00242A09"/>
        </w:tc>
      </w:tr>
    </w:tbl>
    <w:p w14:paraId="2568E621" w14:textId="77777777" w:rsidR="00CD56C6" w:rsidRDefault="00CD56C6" w:rsidP="00BD443B">
      <w:pPr>
        <w:pStyle w:val="Ttulo2"/>
        <w:pageBreakBefore/>
      </w:pPr>
      <w:bookmarkStart w:id="13" w:name="_Toc65859867"/>
      <w:bookmarkStart w:id="14" w:name="_Toc66292949"/>
      <w:r w:rsidRPr="00290F2A">
        <w:lastRenderedPageBreak/>
        <w:t>Electrics</w:t>
      </w:r>
      <w:bookmarkEnd w:id="13"/>
      <w:bookmarkEnd w:id="14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CD56C6" w:rsidRPr="00AA645C" w14:paraId="6B1EB85A" w14:textId="77777777" w:rsidTr="003D2FF1">
        <w:trPr>
          <w:trHeight w:val="227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4451582E" w14:textId="689F9910" w:rsidR="00CD56C6" w:rsidRPr="00AA645C" w:rsidRDefault="00CD56C6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Instruments &amp; Systems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Electrics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FB0AE87" w14:textId="77777777" w:rsidR="00CD56C6" w:rsidRPr="00C676F3" w:rsidRDefault="00CD56C6" w:rsidP="006A0E97">
            <w:pPr>
              <w:jc w:val="center"/>
              <w:rPr>
                <w:b/>
                <w:bCs/>
              </w:rPr>
            </w:pPr>
            <w:r w:rsidRPr="00C676F3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8247EBC" w14:textId="5FEBF8FE" w:rsidR="00CD56C6" w:rsidRPr="00AA645C" w:rsidRDefault="005824C4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C676F3" w:rsidRPr="00290F2A" w14:paraId="54DB1053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E6F0535" w14:textId="77777777" w:rsidR="00C676F3" w:rsidRPr="00290F2A" w:rsidRDefault="00C676F3" w:rsidP="00242A09">
            <w:r w:rsidRPr="00290F2A">
              <w:t>Toggle Master Alternator</w:t>
            </w:r>
          </w:p>
        </w:tc>
        <w:tc>
          <w:tcPr>
            <w:tcW w:w="1701" w:type="dxa"/>
            <w:vAlign w:val="center"/>
          </w:tcPr>
          <w:p w14:paraId="54277D85" w14:textId="77777777" w:rsidR="00C676F3" w:rsidRPr="00C676F3" w:rsidRDefault="00C676F3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Alt + A</w:t>
            </w:r>
          </w:p>
        </w:tc>
        <w:tc>
          <w:tcPr>
            <w:tcW w:w="1701" w:type="dxa"/>
            <w:vAlign w:val="center"/>
          </w:tcPr>
          <w:p w14:paraId="0A074B29" w14:textId="77777777" w:rsidR="00C676F3" w:rsidRPr="00290F2A" w:rsidRDefault="00C676F3" w:rsidP="00242A09"/>
        </w:tc>
      </w:tr>
      <w:tr w:rsidR="00C676F3" w:rsidRPr="00290F2A" w14:paraId="21ED6772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30E3556" w14:textId="77777777" w:rsidR="00C676F3" w:rsidRPr="00290F2A" w:rsidRDefault="00C676F3" w:rsidP="00242A09">
            <w:r w:rsidRPr="00290F2A">
              <w:t>Toggle Master Battery</w:t>
            </w:r>
          </w:p>
        </w:tc>
        <w:tc>
          <w:tcPr>
            <w:tcW w:w="1701" w:type="dxa"/>
            <w:vAlign w:val="center"/>
          </w:tcPr>
          <w:p w14:paraId="032127BF" w14:textId="77777777" w:rsidR="00C676F3" w:rsidRPr="00C676F3" w:rsidRDefault="00C676F3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Alt + B</w:t>
            </w:r>
          </w:p>
        </w:tc>
        <w:tc>
          <w:tcPr>
            <w:tcW w:w="1701" w:type="dxa"/>
            <w:vAlign w:val="center"/>
          </w:tcPr>
          <w:p w14:paraId="29FE7579" w14:textId="77777777" w:rsidR="00C676F3" w:rsidRPr="00290F2A" w:rsidRDefault="00C676F3" w:rsidP="00242A09"/>
        </w:tc>
      </w:tr>
      <w:tr w:rsidR="00C676F3" w:rsidRPr="00290F2A" w14:paraId="1361AF55" w14:textId="77777777" w:rsidTr="003D2FF1">
        <w:trPr>
          <w:trHeight w:val="227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BA64BA5" w14:textId="77777777" w:rsidR="00C676F3" w:rsidRPr="00290F2A" w:rsidRDefault="00C676F3" w:rsidP="00242A09">
            <w:r w:rsidRPr="00290F2A">
              <w:t>Toggle Master Battery &amp; Alternator</w:t>
            </w:r>
          </w:p>
        </w:tc>
        <w:tc>
          <w:tcPr>
            <w:tcW w:w="1701" w:type="dxa"/>
            <w:vAlign w:val="center"/>
          </w:tcPr>
          <w:p w14:paraId="25B0BA81" w14:textId="77777777" w:rsidR="00C676F3" w:rsidRPr="00C676F3" w:rsidRDefault="00C676F3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Shift + M</w:t>
            </w:r>
          </w:p>
        </w:tc>
        <w:tc>
          <w:tcPr>
            <w:tcW w:w="1701" w:type="dxa"/>
            <w:vAlign w:val="center"/>
          </w:tcPr>
          <w:p w14:paraId="07EFBE3C" w14:textId="77777777" w:rsidR="00C676F3" w:rsidRPr="00290F2A" w:rsidRDefault="00C676F3" w:rsidP="00242A09"/>
        </w:tc>
      </w:tr>
      <w:tr w:rsidR="003F780E" w:rsidRPr="00290F2A" w14:paraId="2DFC29B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6AE094B" w14:textId="77777777" w:rsidR="003F780E" w:rsidRPr="00290F2A" w:rsidRDefault="003F780E" w:rsidP="00242A09">
            <w:r w:rsidRPr="00290F2A">
              <w:t>Toggle External Power</w:t>
            </w:r>
          </w:p>
        </w:tc>
        <w:tc>
          <w:tcPr>
            <w:tcW w:w="1701" w:type="dxa"/>
            <w:vAlign w:val="center"/>
          </w:tcPr>
          <w:p w14:paraId="5DA73B7D" w14:textId="77777777" w:rsidR="003F780E" w:rsidRPr="00C676F3" w:rsidRDefault="003F780E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3A221EB" w14:textId="77777777" w:rsidR="003F780E" w:rsidRPr="00290F2A" w:rsidRDefault="003F780E" w:rsidP="00242A09"/>
        </w:tc>
      </w:tr>
      <w:tr w:rsidR="003F780E" w:rsidRPr="00290F2A" w14:paraId="3449DFD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4BDA9FB" w14:textId="77777777" w:rsidR="003F780E" w:rsidRPr="00290F2A" w:rsidRDefault="003F780E" w:rsidP="00242A09">
            <w:r w:rsidRPr="00290F2A">
              <w:t>Set External Power</w:t>
            </w:r>
          </w:p>
        </w:tc>
        <w:tc>
          <w:tcPr>
            <w:tcW w:w="1701" w:type="dxa"/>
            <w:vAlign w:val="center"/>
          </w:tcPr>
          <w:p w14:paraId="7B2EB9A1" w14:textId="77777777" w:rsidR="003F780E" w:rsidRPr="00C676F3" w:rsidRDefault="003F780E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A943F36" w14:textId="77777777" w:rsidR="003F780E" w:rsidRPr="00290F2A" w:rsidRDefault="003F780E" w:rsidP="00242A09"/>
        </w:tc>
      </w:tr>
      <w:tr w:rsidR="00CD56C6" w:rsidRPr="00290F2A" w14:paraId="5D29C6C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4934E88" w14:textId="77777777" w:rsidR="00CD56C6" w:rsidRPr="00290F2A" w:rsidRDefault="00CD56C6" w:rsidP="00242A09">
            <w:r w:rsidRPr="00290F2A">
              <w:t>Alternator Off</w:t>
            </w:r>
          </w:p>
        </w:tc>
        <w:tc>
          <w:tcPr>
            <w:tcW w:w="1701" w:type="dxa"/>
            <w:vAlign w:val="center"/>
          </w:tcPr>
          <w:p w14:paraId="7238785E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B6E9A7E" w14:textId="77777777" w:rsidR="00CD56C6" w:rsidRPr="00290F2A" w:rsidRDefault="00CD56C6" w:rsidP="00242A09"/>
        </w:tc>
      </w:tr>
      <w:tr w:rsidR="00CD56C6" w:rsidRPr="00290F2A" w14:paraId="64BC330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6BC0655" w14:textId="77777777" w:rsidR="00CD56C6" w:rsidRPr="00290F2A" w:rsidRDefault="00CD56C6" w:rsidP="00242A09">
            <w:r w:rsidRPr="00290F2A">
              <w:t>Alternator On</w:t>
            </w:r>
          </w:p>
        </w:tc>
        <w:tc>
          <w:tcPr>
            <w:tcW w:w="1701" w:type="dxa"/>
            <w:vAlign w:val="center"/>
          </w:tcPr>
          <w:p w14:paraId="164BA148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E76F5AF" w14:textId="77777777" w:rsidR="00CD56C6" w:rsidRPr="00290F2A" w:rsidRDefault="00CD56C6" w:rsidP="00242A09"/>
        </w:tc>
      </w:tr>
      <w:tr w:rsidR="00CD56C6" w:rsidRPr="00290F2A" w14:paraId="534FB52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2FFA34A" w14:textId="77777777" w:rsidR="00CD56C6" w:rsidRPr="00290F2A" w:rsidRDefault="00CD56C6" w:rsidP="00242A09">
            <w:r w:rsidRPr="00290F2A">
              <w:t>Set Alternator</w:t>
            </w:r>
          </w:p>
        </w:tc>
        <w:tc>
          <w:tcPr>
            <w:tcW w:w="1701" w:type="dxa"/>
            <w:vAlign w:val="center"/>
          </w:tcPr>
          <w:p w14:paraId="44280362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E16949A" w14:textId="77777777" w:rsidR="00CD56C6" w:rsidRPr="00290F2A" w:rsidRDefault="00CD56C6" w:rsidP="00242A09"/>
        </w:tc>
      </w:tr>
      <w:tr w:rsidR="00CD56C6" w:rsidRPr="00290F2A" w14:paraId="54D22E6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3E597DF" w14:textId="77777777" w:rsidR="00CD56C6" w:rsidRPr="00290F2A" w:rsidRDefault="00CD56C6" w:rsidP="00242A09">
            <w:r w:rsidRPr="00290F2A">
              <w:t>Set APU</w:t>
            </w:r>
          </w:p>
        </w:tc>
        <w:tc>
          <w:tcPr>
            <w:tcW w:w="1701" w:type="dxa"/>
            <w:vAlign w:val="center"/>
          </w:tcPr>
          <w:p w14:paraId="0A0025C6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2B5D5A7" w14:textId="77777777" w:rsidR="00CD56C6" w:rsidRPr="00290F2A" w:rsidRDefault="00CD56C6" w:rsidP="00242A09"/>
        </w:tc>
      </w:tr>
      <w:tr w:rsidR="00CD56C6" w:rsidRPr="00290F2A" w14:paraId="7F6090B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E4AEAE1" w14:textId="77777777" w:rsidR="00CD56C6" w:rsidRPr="00290F2A" w:rsidRDefault="00CD56C6" w:rsidP="00242A09">
            <w:r w:rsidRPr="00290F2A">
              <w:t>Toggle APU</w:t>
            </w:r>
          </w:p>
        </w:tc>
        <w:tc>
          <w:tcPr>
            <w:tcW w:w="1701" w:type="dxa"/>
            <w:vAlign w:val="center"/>
          </w:tcPr>
          <w:p w14:paraId="3B217BD3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E982F70" w14:textId="77777777" w:rsidR="00CD56C6" w:rsidRPr="00290F2A" w:rsidRDefault="00CD56C6" w:rsidP="00242A09"/>
        </w:tc>
      </w:tr>
      <w:tr w:rsidR="00CD56C6" w:rsidRPr="00290F2A" w14:paraId="5B7B2AA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69D6D37" w14:textId="77777777" w:rsidR="00CD56C6" w:rsidRPr="00290F2A" w:rsidRDefault="00CD56C6" w:rsidP="00242A09">
            <w:r w:rsidRPr="00290F2A">
              <w:t>APU Off</w:t>
            </w:r>
          </w:p>
        </w:tc>
        <w:tc>
          <w:tcPr>
            <w:tcW w:w="1701" w:type="dxa"/>
            <w:vAlign w:val="center"/>
          </w:tcPr>
          <w:p w14:paraId="5073A6A1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FCC4B8C" w14:textId="77777777" w:rsidR="00CD56C6" w:rsidRPr="00290F2A" w:rsidRDefault="00CD56C6" w:rsidP="00242A09"/>
        </w:tc>
      </w:tr>
      <w:tr w:rsidR="00CD56C6" w:rsidRPr="00290F2A" w14:paraId="5C2A27F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F1F2434" w14:textId="77777777" w:rsidR="00CD56C6" w:rsidRPr="00290F2A" w:rsidRDefault="00CD56C6" w:rsidP="00242A09">
            <w:r w:rsidRPr="00290F2A">
              <w:t>APU Starter</w:t>
            </w:r>
          </w:p>
        </w:tc>
        <w:tc>
          <w:tcPr>
            <w:tcW w:w="1701" w:type="dxa"/>
            <w:vAlign w:val="center"/>
          </w:tcPr>
          <w:p w14:paraId="08BC9DD6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6FFBE09" w14:textId="77777777" w:rsidR="00CD56C6" w:rsidRPr="00290F2A" w:rsidRDefault="00CD56C6" w:rsidP="00242A09"/>
        </w:tc>
      </w:tr>
      <w:tr w:rsidR="00CD56C6" w:rsidRPr="00290F2A" w14:paraId="3F668B0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84B7675" w14:textId="77777777" w:rsidR="00CD56C6" w:rsidRPr="00290F2A" w:rsidRDefault="00CD56C6" w:rsidP="00242A09">
            <w:r w:rsidRPr="00290F2A">
              <w:t>Set Battery 1</w:t>
            </w:r>
          </w:p>
        </w:tc>
        <w:tc>
          <w:tcPr>
            <w:tcW w:w="1701" w:type="dxa"/>
            <w:vAlign w:val="center"/>
          </w:tcPr>
          <w:p w14:paraId="620C56E5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E6E7AB8" w14:textId="77777777" w:rsidR="00CD56C6" w:rsidRPr="00290F2A" w:rsidRDefault="00CD56C6" w:rsidP="00242A09"/>
        </w:tc>
      </w:tr>
      <w:tr w:rsidR="00CD56C6" w:rsidRPr="00290F2A" w14:paraId="786ABF5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BF18A5A" w14:textId="77777777" w:rsidR="00CD56C6" w:rsidRPr="00290F2A" w:rsidRDefault="00CD56C6" w:rsidP="00242A09">
            <w:r w:rsidRPr="00290F2A">
              <w:t>Set Battery 2</w:t>
            </w:r>
          </w:p>
        </w:tc>
        <w:tc>
          <w:tcPr>
            <w:tcW w:w="1701" w:type="dxa"/>
            <w:vAlign w:val="center"/>
          </w:tcPr>
          <w:p w14:paraId="5C55789C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600D150" w14:textId="77777777" w:rsidR="00CD56C6" w:rsidRPr="00290F2A" w:rsidRDefault="00CD56C6" w:rsidP="00242A09"/>
        </w:tc>
      </w:tr>
      <w:tr w:rsidR="00CD56C6" w:rsidRPr="00290F2A" w14:paraId="56A347A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23AEE7B" w14:textId="77777777" w:rsidR="00CD56C6" w:rsidRPr="00290F2A" w:rsidRDefault="00CD56C6" w:rsidP="00242A09">
            <w:r w:rsidRPr="00290F2A">
              <w:t>Set Battery 3</w:t>
            </w:r>
          </w:p>
        </w:tc>
        <w:tc>
          <w:tcPr>
            <w:tcW w:w="1701" w:type="dxa"/>
            <w:vAlign w:val="center"/>
          </w:tcPr>
          <w:p w14:paraId="19DBACFE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B884A9E" w14:textId="77777777" w:rsidR="00CD56C6" w:rsidRPr="00290F2A" w:rsidRDefault="00CD56C6" w:rsidP="00242A09"/>
        </w:tc>
      </w:tr>
      <w:tr w:rsidR="00CD56C6" w:rsidRPr="00290F2A" w14:paraId="7FBBDF2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10154C5" w14:textId="77777777" w:rsidR="00CD56C6" w:rsidRPr="00290F2A" w:rsidRDefault="00CD56C6" w:rsidP="00242A09">
            <w:r w:rsidRPr="00290F2A">
              <w:t>Set Battery 4</w:t>
            </w:r>
          </w:p>
        </w:tc>
        <w:tc>
          <w:tcPr>
            <w:tcW w:w="1701" w:type="dxa"/>
            <w:vAlign w:val="center"/>
          </w:tcPr>
          <w:p w14:paraId="3B1DE7C0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55096F5" w14:textId="77777777" w:rsidR="00CD56C6" w:rsidRPr="00290F2A" w:rsidRDefault="00CD56C6" w:rsidP="00242A09"/>
        </w:tc>
      </w:tr>
      <w:tr w:rsidR="00CD56C6" w:rsidRPr="005C7532" w14:paraId="7ECB1A2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56E1864" w14:textId="77777777" w:rsidR="00CD56C6" w:rsidRPr="00290F2A" w:rsidRDefault="00CD56C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Cabin Lights Power Setting</w:t>
            </w:r>
          </w:p>
        </w:tc>
        <w:tc>
          <w:tcPr>
            <w:tcW w:w="1701" w:type="dxa"/>
            <w:vAlign w:val="center"/>
          </w:tcPr>
          <w:p w14:paraId="4BAA9A28" w14:textId="77777777" w:rsidR="00CD56C6" w:rsidRPr="00C676F3" w:rsidRDefault="00CD56C6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AE8C499" w14:textId="77777777" w:rsidR="00CD56C6" w:rsidRPr="00290F2A" w:rsidRDefault="00CD56C6" w:rsidP="00242A09">
            <w:pPr>
              <w:rPr>
                <w:lang w:val="en-US"/>
              </w:rPr>
            </w:pPr>
          </w:p>
        </w:tc>
      </w:tr>
      <w:tr w:rsidR="00CD56C6" w:rsidRPr="005C7532" w14:paraId="21DFAD4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0B6BAF5" w14:textId="77777777" w:rsidR="00CD56C6" w:rsidRPr="00290F2A" w:rsidRDefault="00CD56C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Electrical Circuit Power Setting</w:t>
            </w:r>
          </w:p>
        </w:tc>
        <w:tc>
          <w:tcPr>
            <w:tcW w:w="1701" w:type="dxa"/>
            <w:vAlign w:val="center"/>
          </w:tcPr>
          <w:p w14:paraId="0D2F27CB" w14:textId="77777777" w:rsidR="00CD56C6" w:rsidRPr="00C676F3" w:rsidRDefault="00CD56C6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516419A" w14:textId="77777777" w:rsidR="00CD56C6" w:rsidRPr="00290F2A" w:rsidRDefault="00CD56C6" w:rsidP="00242A09">
            <w:pPr>
              <w:rPr>
                <w:lang w:val="en-US"/>
              </w:rPr>
            </w:pPr>
          </w:p>
        </w:tc>
      </w:tr>
      <w:tr w:rsidR="00CD56C6" w:rsidRPr="00290F2A" w14:paraId="374E798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D065734" w14:textId="77777777" w:rsidR="00CD56C6" w:rsidRPr="00290F2A" w:rsidRDefault="00CD56C6" w:rsidP="00242A09">
            <w:r w:rsidRPr="00290F2A">
              <w:t>Excecute Electrical Procedure</w:t>
            </w:r>
          </w:p>
        </w:tc>
        <w:tc>
          <w:tcPr>
            <w:tcW w:w="1701" w:type="dxa"/>
            <w:vAlign w:val="center"/>
          </w:tcPr>
          <w:p w14:paraId="174C2F66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0C316CC" w14:textId="77777777" w:rsidR="00CD56C6" w:rsidRPr="00290F2A" w:rsidRDefault="00CD56C6" w:rsidP="00242A09"/>
        </w:tc>
      </w:tr>
      <w:tr w:rsidR="00CD56C6" w:rsidRPr="00290F2A" w14:paraId="36888FD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899460C" w14:textId="77777777" w:rsidR="00CD56C6" w:rsidRPr="00290F2A" w:rsidRDefault="00CD56C6" w:rsidP="00242A09">
            <w:r w:rsidRPr="00290F2A">
              <w:t>Set Electrical Fuel Pump 1</w:t>
            </w:r>
          </w:p>
        </w:tc>
        <w:tc>
          <w:tcPr>
            <w:tcW w:w="1701" w:type="dxa"/>
            <w:vAlign w:val="center"/>
          </w:tcPr>
          <w:p w14:paraId="0B212CEE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2C54F86" w14:textId="77777777" w:rsidR="00CD56C6" w:rsidRPr="00290F2A" w:rsidRDefault="00CD56C6" w:rsidP="00242A09"/>
        </w:tc>
      </w:tr>
      <w:tr w:rsidR="00CD56C6" w:rsidRPr="00290F2A" w14:paraId="6DB62432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3002DB83" w14:textId="77777777" w:rsidR="00CD56C6" w:rsidRPr="00290F2A" w:rsidRDefault="00CD56C6" w:rsidP="00242A09">
            <w:r w:rsidRPr="00290F2A">
              <w:t>Set Electrical Fuel Pump 2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78ABF11A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774D5B58" w14:textId="77777777" w:rsidR="00CD56C6" w:rsidRPr="00290F2A" w:rsidRDefault="00CD56C6" w:rsidP="00242A09"/>
        </w:tc>
      </w:tr>
      <w:tr w:rsidR="00CD56C6" w:rsidRPr="00290F2A" w14:paraId="406F52D2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7F977B49" w14:textId="77777777" w:rsidR="00CD56C6" w:rsidRPr="00290F2A" w:rsidRDefault="00CD56C6" w:rsidP="00242A09">
            <w:r w:rsidRPr="00290F2A">
              <w:t>Set Electrical Fuel Pump 3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716199BA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4853584D" w14:textId="77777777" w:rsidR="00CD56C6" w:rsidRPr="00290F2A" w:rsidRDefault="00CD56C6" w:rsidP="00242A09"/>
        </w:tc>
      </w:tr>
      <w:tr w:rsidR="00CD56C6" w:rsidRPr="00290F2A" w14:paraId="4FC9FF3C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09C91BC2" w14:textId="77777777" w:rsidR="00CD56C6" w:rsidRPr="00290F2A" w:rsidRDefault="00CD56C6" w:rsidP="00242A09">
            <w:r w:rsidRPr="00290F2A">
              <w:t>Set Electrical Fuel Pump 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033A9050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78BEEE54" w14:textId="77777777" w:rsidR="00CD56C6" w:rsidRPr="00290F2A" w:rsidRDefault="00CD56C6" w:rsidP="00242A09"/>
        </w:tc>
      </w:tr>
      <w:tr w:rsidR="00CD56C6" w:rsidRPr="005C7532" w14:paraId="0DD378C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3516ECD" w14:textId="77777777" w:rsidR="00CD56C6" w:rsidRPr="00290F2A" w:rsidRDefault="00CD56C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Glareshield Lights Power Setting</w:t>
            </w:r>
          </w:p>
        </w:tc>
        <w:tc>
          <w:tcPr>
            <w:tcW w:w="1701" w:type="dxa"/>
            <w:vAlign w:val="center"/>
          </w:tcPr>
          <w:p w14:paraId="36146552" w14:textId="77777777" w:rsidR="00CD56C6" w:rsidRPr="00C676F3" w:rsidRDefault="00CD56C6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77FD321" w14:textId="77777777" w:rsidR="00CD56C6" w:rsidRPr="00290F2A" w:rsidRDefault="00CD56C6" w:rsidP="00242A09">
            <w:pPr>
              <w:rPr>
                <w:lang w:val="en-US"/>
              </w:rPr>
            </w:pPr>
          </w:p>
        </w:tc>
      </w:tr>
      <w:tr w:rsidR="00CD56C6" w:rsidRPr="00290F2A" w14:paraId="2D4ACFE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4CC167A" w14:textId="77777777" w:rsidR="00CD56C6" w:rsidRPr="00290F2A" w:rsidRDefault="00CD56C6" w:rsidP="00242A09">
            <w:r w:rsidRPr="00290F2A">
              <w:t>Master Battery Off</w:t>
            </w:r>
          </w:p>
        </w:tc>
        <w:tc>
          <w:tcPr>
            <w:tcW w:w="1701" w:type="dxa"/>
            <w:vAlign w:val="center"/>
          </w:tcPr>
          <w:p w14:paraId="2486E6B1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64CD9C2" w14:textId="77777777" w:rsidR="00CD56C6" w:rsidRPr="00290F2A" w:rsidRDefault="00CD56C6" w:rsidP="00242A09"/>
        </w:tc>
      </w:tr>
      <w:tr w:rsidR="00CD56C6" w:rsidRPr="00290F2A" w14:paraId="2547C5C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A1798E1" w14:textId="77777777" w:rsidR="00CD56C6" w:rsidRPr="00290F2A" w:rsidRDefault="00CD56C6" w:rsidP="00242A09">
            <w:r w:rsidRPr="00290F2A">
              <w:t>Master Battery On</w:t>
            </w:r>
          </w:p>
        </w:tc>
        <w:tc>
          <w:tcPr>
            <w:tcW w:w="1701" w:type="dxa"/>
            <w:vAlign w:val="center"/>
          </w:tcPr>
          <w:p w14:paraId="6650CB26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48E61B9" w14:textId="77777777" w:rsidR="00CD56C6" w:rsidRPr="00290F2A" w:rsidRDefault="00CD56C6" w:rsidP="00242A09"/>
        </w:tc>
      </w:tr>
      <w:tr w:rsidR="00CD56C6" w:rsidRPr="00290F2A" w14:paraId="1016BAF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D7B5FC0" w14:textId="77777777" w:rsidR="00CD56C6" w:rsidRPr="00290F2A" w:rsidRDefault="00CD56C6" w:rsidP="00242A09">
            <w:r w:rsidRPr="00290F2A">
              <w:t>Set Master Battery</w:t>
            </w:r>
          </w:p>
        </w:tc>
        <w:tc>
          <w:tcPr>
            <w:tcW w:w="1701" w:type="dxa"/>
            <w:vAlign w:val="center"/>
          </w:tcPr>
          <w:p w14:paraId="11151747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12AC00E" w14:textId="77777777" w:rsidR="00CD56C6" w:rsidRPr="00290F2A" w:rsidRDefault="00CD56C6" w:rsidP="00242A09"/>
        </w:tc>
      </w:tr>
      <w:tr w:rsidR="00CD56C6" w:rsidRPr="005C7532" w14:paraId="3CCC622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30E9215" w14:textId="77777777" w:rsidR="00CD56C6" w:rsidRPr="00290F2A" w:rsidRDefault="00CD56C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Panel Lights Power Setting</w:t>
            </w:r>
          </w:p>
        </w:tc>
        <w:tc>
          <w:tcPr>
            <w:tcW w:w="1701" w:type="dxa"/>
            <w:vAlign w:val="center"/>
          </w:tcPr>
          <w:p w14:paraId="710703FF" w14:textId="77777777" w:rsidR="00CD56C6" w:rsidRPr="00C676F3" w:rsidRDefault="00CD56C6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5313BB5" w14:textId="77777777" w:rsidR="00CD56C6" w:rsidRPr="00290F2A" w:rsidRDefault="00CD56C6" w:rsidP="00242A09">
            <w:pPr>
              <w:rPr>
                <w:lang w:val="en-US"/>
              </w:rPr>
            </w:pPr>
          </w:p>
        </w:tc>
      </w:tr>
      <w:tr w:rsidR="00CD56C6" w:rsidRPr="005C7532" w14:paraId="6642813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7DE2C04" w14:textId="77777777" w:rsidR="00CD56C6" w:rsidRPr="00290F2A" w:rsidRDefault="00CD56C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Pedestal Lights Power Setting</w:t>
            </w:r>
          </w:p>
        </w:tc>
        <w:tc>
          <w:tcPr>
            <w:tcW w:w="1701" w:type="dxa"/>
            <w:vAlign w:val="center"/>
          </w:tcPr>
          <w:p w14:paraId="714B519E" w14:textId="77777777" w:rsidR="00CD56C6" w:rsidRPr="00C676F3" w:rsidRDefault="00CD56C6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1871521" w14:textId="77777777" w:rsidR="00CD56C6" w:rsidRPr="00290F2A" w:rsidRDefault="00CD56C6" w:rsidP="00242A09">
            <w:pPr>
              <w:rPr>
                <w:lang w:val="en-US"/>
              </w:rPr>
            </w:pPr>
          </w:p>
        </w:tc>
      </w:tr>
      <w:tr w:rsidR="00CD56C6" w:rsidRPr="00290F2A" w14:paraId="791BEBA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0265332" w14:textId="77777777" w:rsidR="00CD56C6" w:rsidRPr="00290F2A" w:rsidRDefault="00CD56C6" w:rsidP="00242A09">
            <w:r w:rsidRPr="00290F2A">
              <w:t>Toggle Alternator 1</w:t>
            </w:r>
          </w:p>
        </w:tc>
        <w:tc>
          <w:tcPr>
            <w:tcW w:w="1701" w:type="dxa"/>
            <w:vAlign w:val="center"/>
          </w:tcPr>
          <w:p w14:paraId="295255DF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6B50209" w14:textId="77777777" w:rsidR="00CD56C6" w:rsidRPr="00290F2A" w:rsidRDefault="00CD56C6" w:rsidP="00242A09"/>
        </w:tc>
      </w:tr>
      <w:tr w:rsidR="00CD56C6" w:rsidRPr="00290F2A" w14:paraId="7E5D946F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3F2D7F4D" w14:textId="77777777" w:rsidR="00CD56C6" w:rsidRPr="00290F2A" w:rsidRDefault="00CD56C6" w:rsidP="00242A09">
            <w:r w:rsidRPr="00290F2A">
              <w:t>Toggle Alternator 2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4F798803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0463A92B" w14:textId="77777777" w:rsidR="00CD56C6" w:rsidRPr="00290F2A" w:rsidRDefault="00CD56C6" w:rsidP="00242A09"/>
        </w:tc>
      </w:tr>
      <w:tr w:rsidR="00CD56C6" w:rsidRPr="00290F2A" w14:paraId="27963508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671460E8" w14:textId="77777777" w:rsidR="00CD56C6" w:rsidRPr="00290F2A" w:rsidRDefault="00CD56C6" w:rsidP="00242A09">
            <w:r w:rsidRPr="00290F2A">
              <w:lastRenderedPageBreak/>
              <w:t>Toggle Alternator 3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13D6846B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27A2B212" w14:textId="77777777" w:rsidR="00CD56C6" w:rsidRPr="00290F2A" w:rsidRDefault="00CD56C6" w:rsidP="00242A09"/>
        </w:tc>
      </w:tr>
      <w:tr w:rsidR="00CD56C6" w:rsidRPr="00290F2A" w14:paraId="7F28963E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487D3B3D" w14:textId="77777777" w:rsidR="00CD56C6" w:rsidRPr="00290F2A" w:rsidRDefault="00CD56C6" w:rsidP="00242A09">
            <w:r w:rsidRPr="00290F2A">
              <w:t>Toggle Alternator 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07566A01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192D6FD9" w14:textId="77777777" w:rsidR="00CD56C6" w:rsidRPr="00290F2A" w:rsidRDefault="00CD56C6" w:rsidP="00242A09"/>
        </w:tc>
      </w:tr>
      <w:tr w:rsidR="00CD56C6" w:rsidRPr="00290F2A" w14:paraId="0195A73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318D47D" w14:textId="77777777" w:rsidR="00CD56C6" w:rsidRPr="00290F2A" w:rsidRDefault="00CD56C6" w:rsidP="00242A09">
            <w:r w:rsidRPr="00290F2A">
              <w:t>Toggle Electric Vacuum Pump</w:t>
            </w:r>
          </w:p>
        </w:tc>
        <w:tc>
          <w:tcPr>
            <w:tcW w:w="1701" w:type="dxa"/>
            <w:vAlign w:val="center"/>
          </w:tcPr>
          <w:p w14:paraId="7A9CA4EF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67069BF" w14:textId="77777777" w:rsidR="00CD56C6" w:rsidRPr="00290F2A" w:rsidRDefault="00CD56C6" w:rsidP="00242A09"/>
        </w:tc>
      </w:tr>
      <w:tr w:rsidR="00CD56C6" w:rsidRPr="00290F2A" w14:paraId="0F80928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53CD939" w14:textId="77777777" w:rsidR="00CD56C6" w:rsidRPr="00290F2A" w:rsidRDefault="00CD56C6" w:rsidP="00242A09">
            <w:r w:rsidRPr="00290F2A">
              <w:t>Toggle Electric Fuel Pumps</w:t>
            </w:r>
          </w:p>
        </w:tc>
        <w:tc>
          <w:tcPr>
            <w:tcW w:w="1701" w:type="dxa"/>
            <w:vAlign w:val="center"/>
          </w:tcPr>
          <w:p w14:paraId="6A663D4B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F4A4687" w14:textId="77777777" w:rsidR="00CD56C6" w:rsidRPr="00290F2A" w:rsidRDefault="00CD56C6" w:rsidP="00242A09"/>
        </w:tc>
      </w:tr>
      <w:tr w:rsidR="00CD56C6" w:rsidRPr="00290F2A" w14:paraId="6377EB66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282AEBE" w14:textId="77777777" w:rsidR="00CD56C6" w:rsidRPr="00290F2A" w:rsidRDefault="00CD56C6" w:rsidP="00242A09">
            <w:r w:rsidRPr="00290F2A">
              <w:t>Toggle Electric Fuel Pump 1</w:t>
            </w:r>
          </w:p>
        </w:tc>
        <w:tc>
          <w:tcPr>
            <w:tcW w:w="1701" w:type="dxa"/>
            <w:vAlign w:val="center"/>
          </w:tcPr>
          <w:p w14:paraId="7A769D77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383D465" w14:textId="77777777" w:rsidR="00CD56C6" w:rsidRPr="00290F2A" w:rsidRDefault="00CD56C6" w:rsidP="00242A09"/>
        </w:tc>
      </w:tr>
      <w:tr w:rsidR="00CD56C6" w:rsidRPr="00290F2A" w14:paraId="655637AC" w14:textId="77777777" w:rsidTr="003D2FF1">
        <w:trPr>
          <w:trHeight w:val="283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0A8E978D" w14:textId="77777777" w:rsidR="00CD56C6" w:rsidRPr="00290F2A" w:rsidRDefault="00CD56C6" w:rsidP="00242A09">
            <w:r w:rsidRPr="00290F2A">
              <w:t>Toggle Electric Fuel Pump 2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1B58BA7E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35F72514" w14:textId="77777777" w:rsidR="00CD56C6" w:rsidRPr="00290F2A" w:rsidRDefault="00CD56C6" w:rsidP="00242A09"/>
        </w:tc>
      </w:tr>
      <w:tr w:rsidR="00CD56C6" w:rsidRPr="00290F2A" w14:paraId="0DE8B71F" w14:textId="77777777" w:rsidTr="003D2FF1">
        <w:trPr>
          <w:trHeight w:val="283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37A29F4C" w14:textId="77777777" w:rsidR="00CD56C6" w:rsidRPr="00290F2A" w:rsidRDefault="00CD56C6" w:rsidP="00242A09">
            <w:r w:rsidRPr="00290F2A">
              <w:t>Toggle Electric Fuel Pump 3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74C5E9F8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67ADB43F" w14:textId="77777777" w:rsidR="00CD56C6" w:rsidRPr="00290F2A" w:rsidRDefault="00CD56C6" w:rsidP="00242A09"/>
        </w:tc>
      </w:tr>
      <w:tr w:rsidR="00CD56C6" w:rsidRPr="00290F2A" w14:paraId="243603E1" w14:textId="77777777" w:rsidTr="003D2FF1">
        <w:trPr>
          <w:trHeight w:val="283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33C5D8C2" w14:textId="77777777" w:rsidR="00CD56C6" w:rsidRPr="00290F2A" w:rsidRDefault="00CD56C6" w:rsidP="00242A09">
            <w:r w:rsidRPr="00290F2A">
              <w:t>Toggle Electric Fuel Pump 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481962AB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10EB0BF2" w14:textId="77777777" w:rsidR="00CD56C6" w:rsidRPr="00290F2A" w:rsidRDefault="00CD56C6" w:rsidP="00242A09"/>
        </w:tc>
      </w:tr>
    </w:tbl>
    <w:p w14:paraId="157907F5" w14:textId="77777777" w:rsidR="00CD56C6" w:rsidRDefault="00CD56C6" w:rsidP="00BD443B">
      <w:pPr>
        <w:pStyle w:val="Ttulo2"/>
        <w:pageBreakBefore/>
      </w:pPr>
      <w:bookmarkStart w:id="15" w:name="_Toc65859870"/>
      <w:bookmarkStart w:id="16" w:name="_Toc66292950"/>
      <w:r>
        <w:lastRenderedPageBreak/>
        <w:t>Fuel</w:t>
      </w:r>
      <w:bookmarkEnd w:id="15"/>
      <w:bookmarkEnd w:id="16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CD56C6" w:rsidRPr="00AA645C" w14:paraId="14FCEE6A" w14:textId="77777777" w:rsidTr="00826B2A">
        <w:trPr>
          <w:trHeight w:val="306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5F32FB2C" w14:textId="24FC7745" w:rsidR="00CD56C6" w:rsidRPr="00AA645C" w:rsidRDefault="00CD56C6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Instruments &amp; Systems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Fuel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1DAB787" w14:textId="77777777" w:rsidR="00CD56C6" w:rsidRPr="00C676F3" w:rsidRDefault="00CD56C6" w:rsidP="006A0E97">
            <w:pPr>
              <w:jc w:val="center"/>
              <w:rPr>
                <w:b/>
                <w:bCs/>
              </w:rPr>
            </w:pPr>
            <w:r w:rsidRPr="00C676F3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EBF8923" w14:textId="1DE2B395" w:rsidR="00CD56C6" w:rsidRPr="00AA645C" w:rsidRDefault="005824C4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CD56C6" w:rsidRPr="00290F2A" w14:paraId="1C069BBB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6532529" w14:textId="77777777" w:rsidR="00CD56C6" w:rsidRPr="00290F2A" w:rsidRDefault="00CD56C6" w:rsidP="00242A09">
            <w:r w:rsidRPr="00290F2A">
              <w:t>Add Fuel Quantity</w:t>
            </w:r>
          </w:p>
        </w:tc>
        <w:tc>
          <w:tcPr>
            <w:tcW w:w="1701" w:type="dxa"/>
            <w:vAlign w:val="center"/>
          </w:tcPr>
          <w:p w14:paraId="7EC568C3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650FCFE" w14:textId="77777777" w:rsidR="00CD56C6" w:rsidRPr="00290F2A" w:rsidRDefault="00CD56C6" w:rsidP="00242A09"/>
        </w:tc>
      </w:tr>
      <w:tr w:rsidR="00CD56C6" w:rsidRPr="005C7532" w14:paraId="27F30AD0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491075C" w14:textId="77777777" w:rsidR="00CD56C6" w:rsidRPr="00290F2A" w:rsidRDefault="00CD56C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Cross Feed Left to Right</w:t>
            </w:r>
          </w:p>
        </w:tc>
        <w:tc>
          <w:tcPr>
            <w:tcW w:w="1701" w:type="dxa"/>
            <w:vAlign w:val="center"/>
          </w:tcPr>
          <w:p w14:paraId="0AD437A1" w14:textId="77777777" w:rsidR="00CD56C6" w:rsidRPr="00C676F3" w:rsidRDefault="00CD56C6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A66E1D9" w14:textId="77777777" w:rsidR="00CD56C6" w:rsidRPr="00290F2A" w:rsidRDefault="00CD56C6" w:rsidP="00242A09">
            <w:pPr>
              <w:rPr>
                <w:lang w:val="en-US"/>
              </w:rPr>
            </w:pPr>
          </w:p>
        </w:tc>
      </w:tr>
      <w:tr w:rsidR="00CD56C6" w:rsidRPr="00290F2A" w14:paraId="366E5316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AC6154A" w14:textId="77777777" w:rsidR="00CD56C6" w:rsidRPr="00290F2A" w:rsidRDefault="00CD56C6" w:rsidP="00242A09">
            <w:r w:rsidRPr="00290F2A">
              <w:t>Open Cross Feed</w:t>
            </w:r>
          </w:p>
        </w:tc>
        <w:tc>
          <w:tcPr>
            <w:tcW w:w="1701" w:type="dxa"/>
            <w:vAlign w:val="center"/>
          </w:tcPr>
          <w:p w14:paraId="5C2B994A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FA48AD2" w14:textId="77777777" w:rsidR="00CD56C6" w:rsidRPr="00290F2A" w:rsidRDefault="00CD56C6" w:rsidP="00242A09"/>
        </w:tc>
      </w:tr>
      <w:tr w:rsidR="001907AA" w:rsidRPr="00290F2A" w14:paraId="78004930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4714D30" w14:textId="77777777" w:rsidR="001907AA" w:rsidRPr="00290F2A" w:rsidRDefault="001907AA" w:rsidP="00242A09">
            <w:r w:rsidRPr="00290F2A">
              <w:t>Cross Feed Off</w:t>
            </w:r>
          </w:p>
        </w:tc>
        <w:tc>
          <w:tcPr>
            <w:tcW w:w="1701" w:type="dxa"/>
            <w:vAlign w:val="center"/>
          </w:tcPr>
          <w:p w14:paraId="59AAF6DD" w14:textId="77777777" w:rsidR="001907AA" w:rsidRPr="00C676F3" w:rsidRDefault="001907AA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ECD609E" w14:textId="77777777" w:rsidR="001907AA" w:rsidRPr="00290F2A" w:rsidRDefault="001907AA" w:rsidP="00242A09"/>
        </w:tc>
      </w:tr>
      <w:tr w:rsidR="00CD56C6" w:rsidRPr="005C7532" w14:paraId="42C762FD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17640B1" w14:textId="77777777" w:rsidR="00CD56C6" w:rsidRPr="00290F2A" w:rsidRDefault="00CD56C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Cross Feed Right to Left</w:t>
            </w:r>
          </w:p>
        </w:tc>
        <w:tc>
          <w:tcPr>
            <w:tcW w:w="1701" w:type="dxa"/>
            <w:vAlign w:val="center"/>
          </w:tcPr>
          <w:p w14:paraId="709CAE00" w14:textId="77777777" w:rsidR="00CD56C6" w:rsidRPr="00C676F3" w:rsidRDefault="00CD56C6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5CC1ED3" w14:textId="77777777" w:rsidR="00CD56C6" w:rsidRPr="00290F2A" w:rsidRDefault="00CD56C6" w:rsidP="00242A09">
            <w:pPr>
              <w:rPr>
                <w:lang w:val="en-US"/>
              </w:rPr>
            </w:pPr>
          </w:p>
        </w:tc>
      </w:tr>
      <w:tr w:rsidR="00CD56C6" w:rsidRPr="00290F2A" w14:paraId="48927F93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62D51AF" w14:textId="77777777" w:rsidR="00CD56C6" w:rsidRPr="00290F2A" w:rsidRDefault="00CD56C6" w:rsidP="00242A09">
            <w:r w:rsidRPr="00290F2A">
              <w:t>Toggle Cross Feed</w:t>
            </w:r>
          </w:p>
        </w:tc>
        <w:tc>
          <w:tcPr>
            <w:tcW w:w="1701" w:type="dxa"/>
            <w:vAlign w:val="center"/>
          </w:tcPr>
          <w:p w14:paraId="43A3953E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5A1504D" w14:textId="77777777" w:rsidR="00CD56C6" w:rsidRPr="00290F2A" w:rsidRDefault="00CD56C6" w:rsidP="00242A09"/>
        </w:tc>
      </w:tr>
      <w:tr w:rsidR="0034171E" w:rsidRPr="00290F2A" w14:paraId="4F807261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E928F72" w14:textId="77777777" w:rsidR="0034171E" w:rsidRPr="00242A09" w:rsidRDefault="0034171E" w:rsidP="0014304E">
            <w:r w:rsidRPr="00242A09">
              <w:t>Toggle Fuel Pump</w:t>
            </w:r>
          </w:p>
        </w:tc>
        <w:tc>
          <w:tcPr>
            <w:tcW w:w="1701" w:type="dxa"/>
            <w:vAlign w:val="center"/>
          </w:tcPr>
          <w:p w14:paraId="3795E819" w14:textId="77777777" w:rsidR="0034171E" w:rsidRPr="00890593" w:rsidRDefault="0034171E" w:rsidP="0014304E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Alt + P</w:t>
            </w:r>
          </w:p>
        </w:tc>
        <w:tc>
          <w:tcPr>
            <w:tcW w:w="1701" w:type="dxa"/>
            <w:vAlign w:val="center"/>
          </w:tcPr>
          <w:p w14:paraId="0CF5DF33" w14:textId="77777777" w:rsidR="0034171E" w:rsidRPr="00290F2A" w:rsidRDefault="0034171E" w:rsidP="0014304E"/>
        </w:tc>
      </w:tr>
      <w:tr w:rsidR="00CD56C6" w:rsidRPr="00290F2A" w14:paraId="43BE7985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BBD5358" w14:textId="77777777" w:rsidR="00CD56C6" w:rsidRPr="00290F2A" w:rsidRDefault="00CD56C6" w:rsidP="00242A09">
            <w:r w:rsidRPr="00290F2A">
              <w:t>Pump On</w:t>
            </w:r>
          </w:p>
        </w:tc>
        <w:tc>
          <w:tcPr>
            <w:tcW w:w="1701" w:type="dxa"/>
            <w:vAlign w:val="center"/>
          </w:tcPr>
          <w:p w14:paraId="493306EC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59D6F2A" w14:textId="77777777" w:rsidR="00CD56C6" w:rsidRPr="00290F2A" w:rsidRDefault="00CD56C6" w:rsidP="00242A09"/>
        </w:tc>
      </w:tr>
      <w:tr w:rsidR="001907AA" w:rsidRPr="00290F2A" w14:paraId="0B87C9E2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F8469A6" w14:textId="77777777" w:rsidR="001907AA" w:rsidRPr="00290F2A" w:rsidRDefault="001907AA" w:rsidP="00242A09">
            <w:r w:rsidRPr="00290F2A">
              <w:t>Pump Off</w:t>
            </w:r>
          </w:p>
        </w:tc>
        <w:tc>
          <w:tcPr>
            <w:tcW w:w="1701" w:type="dxa"/>
            <w:vAlign w:val="center"/>
          </w:tcPr>
          <w:p w14:paraId="35D5C106" w14:textId="77777777" w:rsidR="001907AA" w:rsidRPr="00C676F3" w:rsidRDefault="001907AA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45AD41A" w14:textId="77777777" w:rsidR="001907AA" w:rsidRPr="00290F2A" w:rsidRDefault="001907AA" w:rsidP="00242A09"/>
        </w:tc>
      </w:tr>
      <w:tr w:rsidR="00CD56C6" w:rsidRPr="00290F2A" w14:paraId="76B66631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D48C64B" w14:textId="77777777" w:rsidR="00CD56C6" w:rsidRPr="00290F2A" w:rsidRDefault="00CD56C6" w:rsidP="00242A09">
            <w:r w:rsidRPr="00290F2A">
              <w:t>Set Pump</w:t>
            </w:r>
          </w:p>
        </w:tc>
        <w:tc>
          <w:tcPr>
            <w:tcW w:w="1701" w:type="dxa"/>
            <w:vAlign w:val="center"/>
          </w:tcPr>
          <w:p w14:paraId="6BEC296C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DFE0FF1" w14:textId="77777777" w:rsidR="00CD56C6" w:rsidRPr="00290F2A" w:rsidRDefault="00CD56C6" w:rsidP="00242A09"/>
        </w:tc>
      </w:tr>
      <w:tr w:rsidR="00CD56C6" w:rsidRPr="00290F2A" w14:paraId="37ED1D9B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E7B573E" w14:textId="77777777" w:rsidR="00CD56C6" w:rsidRPr="00290F2A" w:rsidRDefault="00CD56C6" w:rsidP="00242A09">
            <w:r w:rsidRPr="00290F2A">
              <w:t>Toggle Pump</w:t>
            </w:r>
          </w:p>
        </w:tc>
        <w:tc>
          <w:tcPr>
            <w:tcW w:w="1701" w:type="dxa"/>
            <w:vAlign w:val="center"/>
          </w:tcPr>
          <w:p w14:paraId="6CCEBFA9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29BA3F0" w14:textId="77777777" w:rsidR="00CD56C6" w:rsidRPr="00290F2A" w:rsidRDefault="00CD56C6" w:rsidP="00242A09"/>
        </w:tc>
      </w:tr>
      <w:tr w:rsidR="00CD56C6" w:rsidRPr="00290F2A" w14:paraId="24D43E9A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47ECC8A" w14:textId="77777777" w:rsidR="00CD56C6" w:rsidRPr="00290F2A" w:rsidRDefault="00CD56C6" w:rsidP="00242A09">
            <w:r w:rsidRPr="00290F2A">
              <w:t>Trigger On</w:t>
            </w:r>
          </w:p>
        </w:tc>
        <w:tc>
          <w:tcPr>
            <w:tcW w:w="1701" w:type="dxa"/>
            <w:vAlign w:val="center"/>
          </w:tcPr>
          <w:p w14:paraId="6F79AD69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9FE88D6" w14:textId="77777777" w:rsidR="00CD56C6" w:rsidRPr="00290F2A" w:rsidRDefault="00CD56C6" w:rsidP="00242A09"/>
        </w:tc>
      </w:tr>
      <w:tr w:rsidR="001907AA" w:rsidRPr="00290F2A" w14:paraId="79173C37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52EC132" w14:textId="77777777" w:rsidR="001907AA" w:rsidRPr="00290F2A" w:rsidRDefault="001907AA" w:rsidP="00242A09">
            <w:r w:rsidRPr="00290F2A">
              <w:t>Trigger Off</w:t>
            </w:r>
          </w:p>
        </w:tc>
        <w:tc>
          <w:tcPr>
            <w:tcW w:w="1701" w:type="dxa"/>
            <w:vAlign w:val="center"/>
          </w:tcPr>
          <w:p w14:paraId="1DB69C31" w14:textId="77777777" w:rsidR="001907AA" w:rsidRPr="00C676F3" w:rsidRDefault="001907AA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192D58D" w14:textId="77777777" w:rsidR="001907AA" w:rsidRPr="00290F2A" w:rsidRDefault="001907AA" w:rsidP="00242A09"/>
        </w:tc>
      </w:tr>
      <w:tr w:rsidR="00CD56C6" w:rsidRPr="00290F2A" w14:paraId="1484CEE6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D727102" w14:textId="77777777" w:rsidR="00CD56C6" w:rsidRPr="00290F2A" w:rsidRDefault="00CD56C6" w:rsidP="00242A09">
            <w:r w:rsidRPr="00290F2A">
              <w:t>Set Trigger</w:t>
            </w:r>
          </w:p>
        </w:tc>
        <w:tc>
          <w:tcPr>
            <w:tcW w:w="1701" w:type="dxa"/>
            <w:vAlign w:val="center"/>
          </w:tcPr>
          <w:p w14:paraId="2A665C7A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3F68CD0" w14:textId="77777777" w:rsidR="00CD56C6" w:rsidRPr="00290F2A" w:rsidRDefault="00CD56C6" w:rsidP="00242A09"/>
        </w:tc>
      </w:tr>
      <w:tr w:rsidR="00CD56C6" w:rsidRPr="00290F2A" w14:paraId="7AB0F8A4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601FE09" w14:textId="77777777" w:rsidR="00CD56C6" w:rsidRPr="00290F2A" w:rsidRDefault="00CD56C6" w:rsidP="00242A09">
            <w:r w:rsidRPr="00290F2A">
              <w:t>Toggle Trigger</w:t>
            </w:r>
          </w:p>
        </w:tc>
        <w:tc>
          <w:tcPr>
            <w:tcW w:w="1701" w:type="dxa"/>
            <w:vAlign w:val="center"/>
          </w:tcPr>
          <w:p w14:paraId="557B66C0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A21B886" w14:textId="77777777" w:rsidR="00CD56C6" w:rsidRPr="00290F2A" w:rsidRDefault="00CD56C6" w:rsidP="00242A09"/>
        </w:tc>
      </w:tr>
      <w:tr w:rsidR="00CD56C6" w:rsidRPr="00290F2A" w14:paraId="4C345FE0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D02FCA3" w14:textId="77777777" w:rsidR="00CD56C6" w:rsidRPr="00290F2A" w:rsidRDefault="00CD56C6" w:rsidP="00242A09">
            <w:r w:rsidRPr="00290F2A">
              <w:t>Fuel Valve On</w:t>
            </w:r>
          </w:p>
        </w:tc>
        <w:tc>
          <w:tcPr>
            <w:tcW w:w="1701" w:type="dxa"/>
            <w:vAlign w:val="center"/>
          </w:tcPr>
          <w:p w14:paraId="16A2CA24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E318125" w14:textId="77777777" w:rsidR="00CD56C6" w:rsidRPr="00290F2A" w:rsidRDefault="00CD56C6" w:rsidP="00242A09"/>
        </w:tc>
      </w:tr>
      <w:tr w:rsidR="001907AA" w:rsidRPr="00290F2A" w14:paraId="693989B9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DEB76FB" w14:textId="77777777" w:rsidR="001907AA" w:rsidRPr="00290F2A" w:rsidRDefault="001907AA" w:rsidP="00242A09">
            <w:r w:rsidRPr="00290F2A">
              <w:t>Fuel Valve Off</w:t>
            </w:r>
          </w:p>
        </w:tc>
        <w:tc>
          <w:tcPr>
            <w:tcW w:w="1701" w:type="dxa"/>
            <w:vAlign w:val="center"/>
          </w:tcPr>
          <w:p w14:paraId="4D4077CA" w14:textId="77777777" w:rsidR="001907AA" w:rsidRPr="00C676F3" w:rsidRDefault="001907AA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D405CEB" w14:textId="77777777" w:rsidR="001907AA" w:rsidRPr="00290F2A" w:rsidRDefault="001907AA" w:rsidP="00242A09"/>
        </w:tc>
      </w:tr>
      <w:tr w:rsidR="00CD56C6" w:rsidRPr="00290F2A" w14:paraId="4B6E52A3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04F02E6" w14:textId="77777777" w:rsidR="00CD56C6" w:rsidRPr="00290F2A" w:rsidRDefault="00CD56C6" w:rsidP="00242A09">
            <w:r w:rsidRPr="00290F2A">
              <w:t>Set Fuel Valve</w:t>
            </w:r>
          </w:p>
        </w:tc>
        <w:tc>
          <w:tcPr>
            <w:tcW w:w="1701" w:type="dxa"/>
            <w:vAlign w:val="center"/>
          </w:tcPr>
          <w:p w14:paraId="422EE1F5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B9F5AE2" w14:textId="77777777" w:rsidR="00CD56C6" w:rsidRPr="00290F2A" w:rsidRDefault="00CD56C6" w:rsidP="00242A09"/>
        </w:tc>
      </w:tr>
      <w:tr w:rsidR="00CD56C6" w:rsidRPr="00290F2A" w14:paraId="63531FB1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2651C71" w14:textId="77777777" w:rsidR="00CD56C6" w:rsidRPr="00290F2A" w:rsidRDefault="00CD56C6" w:rsidP="00242A09">
            <w:r w:rsidRPr="00290F2A">
              <w:t>Toggle Fuel Valve</w:t>
            </w:r>
          </w:p>
        </w:tc>
        <w:tc>
          <w:tcPr>
            <w:tcW w:w="1701" w:type="dxa"/>
            <w:vAlign w:val="center"/>
          </w:tcPr>
          <w:p w14:paraId="5C010419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E072640" w14:textId="77777777" w:rsidR="00CD56C6" w:rsidRPr="00290F2A" w:rsidRDefault="00CD56C6" w:rsidP="00242A09"/>
        </w:tc>
      </w:tr>
      <w:tr w:rsidR="00C61B5F" w:rsidRPr="00290F2A" w14:paraId="4857664A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75BF6CD" w14:textId="77777777" w:rsidR="00C61B5F" w:rsidRPr="00290F2A" w:rsidRDefault="00C61B5F" w:rsidP="00242A09">
            <w:r w:rsidRPr="00290F2A">
              <w:t>Shutoff Valve On</w:t>
            </w:r>
          </w:p>
        </w:tc>
        <w:tc>
          <w:tcPr>
            <w:tcW w:w="1701" w:type="dxa"/>
            <w:vAlign w:val="center"/>
          </w:tcPr>
          <w:p w14:paraId="1E18213E" w14:textId="77777777" w:rsidR="00C61B5F" w:rsidRPr="00C676F3" w:rsidRDefault="00C61B5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EC00A49" w14:textId="77777777" w:rsidR="00C61B5F" w:rsidRPr="00290F2A" w:rsidRDefault="00C61B5F" w:rsidP="00242A09"/>
        </w:tc>
      </w:tr>
      <w:tr w:rsidR="00AE783C" w:rsidRPr="00290F2A" w14:paraId="752F38F3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8D0B15C" w14:textId="77777777" w:rsidR="00AE783C" w:rsidRPr="00290F2A" w:rsidRDefault="00AE783C" w:rsidP="00242A09">
            <w:r w:rsidRPr="00290F2A">
              <w:t>Shutoff Valve Off</w:t>
            </w:r>
          </w:p>
        </w:tc>
        <w:tc>
          <w:tcPr>
            <w:tcW w:w="1701" w:type="dxa"/>
            <w:vAlign w:val="center"/>
          </w:tcPr>
          <w:p w14:paraId="4930B91D" w14:textId="77777777" w:rsidR="00AE783C" w:rsidRPr="00C676F3" w:rsidRDefault="00AE783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D3A6B31" w14:textId="77777777" w:rsidR="00AE783C" w:rsidRPr="00290F2A" w:rsidRDefault="00AE783C" w:rsidP="00242A09"/>
        </w:tc>
      </w:tr>
      <w:tr w:rsidR="00C61B5F" w:rsidRPr="00290F2A" w14:paraId="1CE8A4FF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BFC0191" w14:textId="77777777" w:rsidR="00C61B5F" w:rsidRPr="00290F2A" w:rsidRDefault="00C61B5F" w:rsidP="00242A09">
            <w:r w:rsidRPr="00290F2A">
              <w:t>Toggle Shutoff Valve</w:t>
            </w:r>
          </w:p>
        </w:tc>
        <w:tc>
          <w:tcPr>
            <w:tcW w:w="1701" w:type="dxa"/>
            <w:vAlign w:val="center"/>
          </w:tcPr>
          <w:p w14:paraId="6DD50BF6" w14:textId="77777777" w:rsidR="00C61B5F" w:rsidRPr="00C676F3" w:rsidRDefault="00C61B5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138D8FA" w14:textId="77777777" w:rsidR="00C61B5F" w:rsidRPr="00290F2A" w:rsidRDefault="00C61B5F" w:rsidP="00242A09"/>
        </w:tc>
      </w:tr>
      <w:tr w:rsidR="00C61B5F" w:rsidRPr="00290F2A" w14:paraId="51ABAC07" w14:textId="77777777" w:rsidTr="00826B2A">
        <w:trPr>
          <w:trHeight w:val="306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240E8AA1" w14:textId="77777777" w:rsidR="00C61B5F" w:rsidRPr="00290F2A" w:rsidRDefault="00C61B5F" w:rsidP="00242A09">
            <w:r w:rsidRPr="00290F2A">
              <w:t>Toggle All Fuel Valves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5CE8FA9C" w14:textId="77777777" w:rsidR="00C61B5F" w:rsidRPr="00C676F3" w:rsidRDefault="00C61B5F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Alt + V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70E30E62" w14:textId="77777777" w:rsidR="00C61B5F" w:rsidRPr="00290F2A" w:rsidRDefault="00C61B5F" w:rsidP="00242A09"/>
        </w:tc>
      </w:tr>
      <w:tr w:rsidR="00C61B5F" w:rsidRPr="00290F2A" w14:paraId="76119725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1F36E12" w14:textId="77777777" w:rsidR="00C61B5F" w:rsidRPr="00290F2A" w:rsidRDefault="00C61B5F" w:rsidP="00242A09">
            <w:r w:rsidRPr="00290F2A">
              <w:t>Toggle Engine 1 Fuel Valve</w:t>
            </w:r>
          </w:p>
        </w:tc>
        <w:tc>
          <w:tcPr>
            <w:tcW w:w="1701" w:type="dxa"/>
            <w:vAlign w:val="center"/>
          </w:tcPr>
          <w:p w14:paraId="32D2871A" w14:textId="77777777" w:rsidR="00C61B5F" w:rsidRPr="00C676F3" w:rsidRDefault="00C61B5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195ACC3" w14:textId="77777777" w:rsidR="00C61B5F" w:rsidRPr="00290F2A" w:rsidRDefault="00C61B5F" w:rsidP="00242A09"/>
        </w:tc>
      </w:tr>
      <w:tr w:rsidR="00C61B5F" w:rsidRPr="00290F2A" w14:paraId="6D174756" w14:textId="77777777" w:rsidTr="00826B2A">
        <w:trPr>
          <w:trHeight w:val="306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1BE04C46" w14:textId="77777777" w:rsidR="00C61B5F" w:rsidRPr="00290F2A" w:rsidRDefault="00C61B5F" w:rsidP="00242A09">
            <w:r w:rsidRPr="00290F2A">
              <w:t>Toggle Engine 2 Fuel Valve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06DAC737" w14:textId="77777777" w:rsidR="00C61B5F" w:rsidRPr="00C676F3" w:rsidRDefault="00C61B5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12193BC9" w14:textId="77777777" w:rsidR="00C61B5F" w:rsidRPr="00290F2A" w:rsidRDefault="00C61B5F" w:rsidP="00242A09"/>
        </w:tc>
      </w:tr>
      <w:tr w:rsidR="00C61B5F" w:rsidRPr="00290F2A" w14:paraId="680C7F29" w14:textId="77777777" w:rsidTr="00826B2A">
        <w:trPr>
          <w:trHeight w:val="306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3118ACB9" w14:textId="77777777" w:rsidR="00C61B5F" w:rsidRPr="00290F2A" w:rsidRDefault="00C61B5F" w:rsidP="00242A09">
            <w:r w:rsidRPr="00290F2A">
              <w:t>Toggle Engine 3 Fuel Valve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1AA70010" w14:textId="77777777" w:rsidR="00C61B5F" w:rsidRPr="00C676F3" w:rsidRDefault="00C61B5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13BA2AE6" w14:textId="77777777" w:rsidR="00C61B5F" w:rsidRPr="00290F2A" w:rsidRDefault="00C61B5F" w:rsidP="00242A09"/>
        </w:tc>
      </w:tr>
      <w:tr w:rsidR="00C61B5F" w:rsidRPr="00290F2A" w14:paraId="3B6321AD" w14:textId="77777777" w:rsidTr="00826B2A">
        <w:trPr>
          <w:trHeight w:val="306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42773E48" w14:textId="77777777" w:rsidR="00C61B5F" w:rsidRPr="00290F2A" w:rsidRDefault="00C61B5F" w:rsidP="00242A09">
            <w:r w:rsidRPr="00290F2A">
              <w:t>Toggle Engine 4 Fuel Valve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739D29B1" w14:textId="77777777" w:rsidR="00C61B5F" w:rsidRPr="00C676F3" w:rsidRDefault="00C61B5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6F556DD3" w14:textId="77777777" w:rsidR="00C61B5F" w:rsidRPr="00290F2A" w:rsidRDefault="00C61B5F" w:rsidP="00242A09"/>
        </w:tc>
      </w:tr>
      <w:tr w:rsidR="00CD56C6" w:rsidRPr="00290F2A" w14:paraId="72CC91DD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6F3BD38" w14:textId="77777777" w:rsidR="00CD56C6" w:rsidRPr="00290F2A" w:rsidRDefault="00CD56C6" w:rsidP="00242A09">
            <w:r w:rsidRPr="00290F2A">
              <w:t>Set Fuel Dump Switch</w:t>
            </w:r>
          </w:p>
        </w:tc>
        <w:tc>
          <w:tcPr>
            <w:tcW w:w="1701" w:type="dxa"/>
            <w:vAlign w:val="center"/>
          </w:tcPr>
          <w:p w14:paraId="4FAEC0BE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E252A16" w14:textId="77777777" w:rsidR="00CD56C6" w:rsidRPr="00290F2A" w:rsidRDefault="00CD56C6" w:rsidP="00242A09"/>
        </w:tc>
      </w:tr>
      <w:tr w:rsidR="00CD56C6" w:rsidRPr="00290F2A" w14:paraId="68DA267D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D04BF80" w14:textId="77777777" w:rsidR="00CD56C6" w:rsidRPr="00290F2A" w:rsidRDefault="00CD56C6" w:rsidP="00242A09">
            <w:r w:rsidRPr="00290F2A">
              <w:t>Toggle Fuel Dump</w:t>
            </w:r>
          </w:p>
        </w:tc>
        <w:tc>
          <w:tcPr>
            <w:tcW w:w="1701" w:type="dxa"/>
            <w:vAlign w:val="center"/>
          </w:tcPr>
          <w:p w14:paraId="2A3360DA" w14:textId="53626FF3" w:rsidR="00CD56C6" w:rsidRPr="00C676F3" w:rsidRDefault="00C676F3" w:rsidP="00242A09">
            <w:pPr>
              <w:rPr>
                <w:b/>
                <w:bCs/>
              </w:rPr>
            </w:pPr>
            <w:r w:rsidRPr="00C676F3">
              <w:rPr>
                <w:b/>
                <w:bCs/>
              </w:rPr>
              <w:t>Shift + Ctrl + D</w:t>
            </w:r>
          </w:p>
        </w:tc>
        <w:tc>
          <w:tcPr>
            <w:tcW w:w="1701" w:type="dxa"/>
            <w:vAlign w:val="center"/>
          </w:tcPr>
          <w:p w14:paraId="10174C63" w14:textId="77777777" w:rsidR="00CD56C6" w:rsidRPr="00290F2A" w:rsidRDefault="00CD56C6" w:rsidP="00242A09"/>
        </w:tc>
      </w:tr>
      <w:tr w:rsidR="00137DA9" w:rsidRPr="00290F2A" w14:paraId="5DC71358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A8AF6C8" w14:textId="77777777" w:rsidR="00137DA9" w:rsidRPr="00290F2A" w:rsidRDefault="00137DA9" w:rsidP="00242A09">
            <w:r w:rsidRPr="00290F2A">
              <w:t>Fuel Selector 1 All</w:t>
            </w:r>
          </w:p>
        </w:tc>
        <w:tc>
          <w:tcPr>
            <w:tcW w:w="1701" w:type="dxa"/>
            <w:vAlign w:val="center"/>
          </w:tcPr>
          <w:p w14:paraId="502A2195" w14:textId="21AFE102" w:rsidR="00137DA9" w:rsidRPr="00C676F3" w:rsidRDefault="0088554A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Alt W</w:t>
            </w:r>
          </w:p>
        </w:tc>
        <w:tc>
          <w:tcPr>
            <w:tcW w:w="1701" w:type="dxa"/>
            <w:vAlign w:val="center"/>
          </w:tcPr>
          <w:p w14:paraId="7B57438B" w14:textId="77777777" w:rsidR="00137DA9" w:rsidRPr="00290F2A" w:rsidRDefault="00137DA9" w:rsidP="00242A09"/>
        </w:tc>
      </w:tr>
      <w:tr w:rsidR="003B68F8" w:rsidRPr="00290F2A" w14:paraId="4AE88A30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F4C5B7D" w14:textId="77777777" w:rsidR="003B68F8" w:rsidRPr="00290F2A" w:rsidRDefault="003B68F8" w:rsidP="00242A09">
            <w:r w:rsidRPr="00290F2A">
              <w:t>Fuel Selector 1 Off</w:t>
            </w:r>
          </w:p>
        </w:tc>
        <w:tc>
          <w:tcPr>
            <w:tcW w:w="1701" w:type="dxa"/>
            <w:vAlign w:val="center"/>
          </w:tcPr>
          <w:p w14:paraId="4F5E8AD9" w14:textId="77777777" w:rsidR="003B68F8" w:rsidRPr="00C676F3" w:rsidRDefault="003B68F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Alt + W</w:t>
            </w:r>
          </w:p>
        </w:tc>
        <w:tc>
          <w:tcPr>
            <w:tcW w:w="1701" w:type="dxa"/>
            <w:vAlign w:val="center"/>
          </w:tcPr>
          <w:p w14:paraId="790188C3" w14:textId="77777777" w:rsidR="003B68F8" w:rsidRPr="00290F2A" w:rsidRDefault="003B68F8" w:rsidP="00242A09"/>
        </w:tc>
      </w:tr>
      <w:tr w:rsidR="00137DA9" w:rsidRPr="00290F2A" w14:paraId="06CB3652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93E0DE1" w14:textId="77777777" w:rsidR="00137DA9" w:rsidRPr="00290F2A" w:rsidRDefault="00137DA9" w:rsidP="00242A09">
            <w:r w:rsidRPr="00290F2A">
              <w:t>Fuel Selector 1 Center</w:t>
            </w:r>
          </w:p>
        </w:tc>
        <w:tc>
          <w:tcPr>
            <w:tcW w:w="1701" w:type="dxa"/>
            <w:vAlign w:val="center"/>
          </w:tcPr>
          <w:p w14:paraId="1CA754B2" w14:textId="77777777" w:rsidR="00137DA9" w:rsidRPr="00C676F3" w:rsidRDefault="00137DA9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A68EFFA" w14:textId="77777777" w:rsidR="00137DA9" w:rsidRPr="00290F2A" w:rsidRDefault="00137DA9" w:rsidP="00242A09"/>
        </w:tc>
      </w:tr>
      <w:tr w:rsidR="00CD56C6" w:rsidRPr="00290F2A" w14:paraId="5AE91E1E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4036FEA" w14:textId="77777777" w:rsidR="00CD56C6" w:rsidRPr="00290F2A" w:rsidRDefault="00CD56C6" w:rsidP="00242A09">
            <w:r w:rsidRPr="00290F2A">
              <w:lastRenderedPageBreak/>
              <w:t>Crossfeed Fuel Selector 1</w:t>
            </w:r>
          </w:p>
        </w:tc>
        <w:tc>
          <w:tcPr>
            <w:tcW w:w="1701" w:type="dxa"/>
            <w:vAlign w:val="center"/>
          </w:tcPr>
          <w:p w14:paraId="62E92A10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5FFA1A6" w14:textId="77777777" w:rsidR="00CD56C6" w:rsidRPr="00290F2A" w:rsidRDefault="00CD56C6" w:rsidP="00242A09"/>
        </w:tc>
      </w:tr>
      <w:tr w:rsidR="00CD56C6" w:rsidRPr="00290F2A" w14:paraId="773139A8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C35434F" w14:textId="77777777" w:rsidR="00CD56C6" w:rsidRPr="00290F2A" w:rsidRDefault="00CD56C6" w:rsidP="00242A09">
            <w:r w:rsidRPr="00290F2A">
              <w:t>Islolate Fuel Selector 1</w:t>
            </w:r>
          </w:p>
        </w:tc>
        <w:tc>
          <w:tcPr>
            <w:tcW w:w="1701" w:type="dxa"/>
            <w:vAlign w:val="center"/>
          </w:tcPr>
          <w:p w14:paraId="62640271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1BE939A" w14:textId="77777777" w:rsidR="00CD56C6" w:rsidRPr="00290F2A" w:rsidRDefault="00CD56C6" w:rsidP="00242A09"/>
        </w:tc>
      </w:tr>
      <w:tr w:rsidR="00137DA9" w:rsidRPr="00290F2A" w14:paraId="5CF7B333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7890DB0" w14:textId="77777777" w:rsidR="00137DA9" w:rsidRPr="00290F2A" w:rsidRDefault="00137DA9" w:rsidP="00242A09">
            <w:r w:rsidRPr="00290F2A">
              <w:t>Fuel Selector 1 Left</w:t>
            </w:r>
          </w:p>
        </w:tc>
        <w:tc>
          <w:tcPr>
            <w:tcW w:w="1701" w:type="dxa"/>
            <w:vAlign w:val="center"/>
          </w:tcPr>
          <w:p w14:paraId="1FDEF627" w14:textId="77777777" w:rsidR="00137DA9" w:rsidRPr="00C676F3" w:rsidRDefault="00137DA9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795E825" w14:textId="77777777" w:rsidR="00137DA9" w:rsidRPr="00290F2A" w:rsidRDefault="00137DA9" w:rsidP="00242A09"/>
        </w:tc>
      </w:tr>
      <w:tr w:rsidR="00137DA9" w:rsidRPr="00290F2A" w14:paraId="45E334A1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5A28A9D" w14:textId="77777777" w:rsidR="00137DA9" w:rsidRPr="00290F2A" w:rsidRDefault="00137DA9" w:rsidP="00242A09">
            <w:r w:rsidRPr="00290F2A">
              <w:t>Fuel Selector 1 Left Aux</w:t>
            </w:r>
          </w:p>
        </w:tc>
        <w:tc>
          <w:tcPr>
            <w:tcW w:w="1701" w:type="dxa"/>
            <w:vAlign w:val="center"/>
          </w:tcPr>
          <w:p w14:paraId="67AC6FC4" w14:textId="77777777" w:rsidR="00137DA9" w:rsidRPr="00C676F3" w:rsidRDefault="00137DA9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D489E06" w14:textId="77777777" w:rsidR="00137DA9" w:rsidRPr="00290F2A" w:rsidRDefault="00137DA9" w:rsidP="00242A09"/>
        </w:tc>
      </w:tr>
      <w:tr w:rsidR="00137DA9" w:rsidRPr="00290F2A" w14:paraId="5AB668BC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866E645" w14:textId="77777777" w:rsidR="00137DA9" w:rsidRPr="00290F2A" w:rsidRDefault="00137DA9" w:rsidP="00242A09">
            <w:r w:rsidRPr="00290F2A">
              <w:t>Fuel Selector 1 Left Main</w:t>
            </w:r>
          </w:p>
        </w:tc>
        <w:tc>
          <w:tcPr>
            <w:tcW w:w="1701" w:type="dxa"/>
            <w:vAlign w:val="center"/>
          </w:tcPr>
          <w:p w14:paraId="5E9CC07A" w14:textId="77777777" w:rsidR="00137DA9" w:rsidRPr="00C676F3" w:rsidRDefault="00137DA9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E90F93D" w14:textId="77777777" w:rsidR="00137DA9" w:rsidRPr="00290F2A" w:rsidRDefault="00137DA9" w:rsidP="00242A09"/>
        </w:tc>
      </w:tr>
      <w:tr w:rsidR="00137DA9" w:rsidRPr="00290F2A" w14:paraId="4B608703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FFE9DD3" w14:textId="77777777" w:rsidR="00137DA9" w:rsidRPr="00290F2A" w:rsidRDefault="00137DA9" w:rsidP="00242A09">
            <w:r w:rsidRPr="00290F2A">
              <w:t>Fuel Selector 1 Right</w:t>
            </w:r>
          </w:p>
        </w:tc>
        <w:tc>
          <w:tcPr>
            <w:tcW w:w="1701" w:type="dxa"/>
            <w:vAlign w:val="center"/>
          </w:tcPr>
          <w:p w14:paraId="25F96E29" w14:textId="77777777" w:rsidR="00137DA9" w:rsidRPr="00C676F3" w:rsidRDefault="00137DA9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D03F1CF" w14:textId="77777777" w:rsidR="00137DA9" w:rsidRPr="00290F2A" w:rsidRDefault="00137DA9" w:rsidP="00242A09"/>
        </w:tc>
      </w:tr>
      <w:tr w:rsidR="00137DA9" w:rsidRPr="00290F2A" w14:paraId="413FB5E7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1285ED2" w14:textId="77777777" w:rsidR="00137DA9" w:rsidRPr="00290F2A" w:rsidRDefault="00137DA9" w:rsidP="00242A09">
            <w:r w:rsidRPr="00290F2A">
              <w:t>Fuel Selector 1 Right Aux</w:t>
            </w:r>
          </w:p>
        </w:tc>
        <w:tc>
          <w:tcPr>
            <w:tcW w:w="1701" w:type="dxa"/>
            <w:vAlign w:val="center"/>
          </w:tcPr>
          <w:p w14:paraId="14CA8B3D" w14:textId="77777777" w:rsidR="00137DA9" w:rsidRPr="00C676F3" w:rsidRDefault="00137DA9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94C5AAF" w14:textId="77777777" w:rsidR="00137DA9" w:rsidRPr="00290F2A" w:rsidRDefault="00137DA9" w:rsidP="00242A09"/>
        </w:tc>
      </w:tr>
      <w:tr w:rsidR="00137DA9" w:rsidRPr="00290F2A" w14:paraId="0403FADC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4323FF3" w14:textId="77777777" w:rsidR="00137DA9" w:rsidRPr="00290F2A" w:rsidRDefault="00137DA9" w:rsidP="00242A09">
            <w:r w:rsidRPr="00290F2A">
              <w:t>Fuel Selector 1 Right Main</w:t>
            </w:r>
          </w:p>
        </w:tc>
        <w:tc>
          <w:tcPr>
            <w:tcW w:w="1701" w:type="dxa"/>
            <w:vAlign w:val="center"/>
          </w:tcPr>
          <w:p w14:paraId="56CC2FBB" w14:textId="77777777" w:rsidR="00137DA9" w:rsidRPr="00C676F3" w:rsidRDefault="00137DA9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2500CB2" w14:textId="77777777" w:rsidR="00137DA9" w:rsidRPr="00290F2A" w:rsidRDefault="00137DA9" w:rsidP="00242A09"/>
        </w:tc>
      </w:tr>
      <w:tr w:rsidR="00137DA9" w:rsidRPr="00290F2A" w14:paraId="0A738BF1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7BB7682" w14:textId="77777777" w:rsidR="00137DA9" w:rsidRPr="00290F2A" w:rsidRDefault="00137DA9" w:rsidP="00242A09">
            <w:r w:rsidRPr="00290F2A">
              <w:t>Set Fuel Selector 1</w:t>
            </w:r>
          </w:p>
        </w:tc>
        <w:tc>
          <w:tcPr>
            <w:tcW w:w="1701" w:type="dxa"/>
            <w:vAlign w:val="center"/>
          </w:tcPr>
          <w:p w14:paraId="5DBE0F9F" w14:textId="77777777" w:rsidR="00137DA9" w:rsidRPr="00C676F3" w:rsidRDefault="00137DA9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F6A4204" w14:textId="77777777" w:rsidR="00137DA9" w:rsidRPr="00290F2A" w:rsidRDefault="00137DA9" w:rsidP="00242A09"/>
        </w:tc>
      </w:tr>
      <w:tr w:rsidR="00CD56C6" w:rsidRPr="00290F2A" w14:paraId="3EE6DA38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67DE382" w14:textId="77777777" w:rsidR="00CD56C6" w:rsidRPr="00290F2A" w:rsidRDefault="00CD56C6" w:rsidP="00242A09">
            <w:r w:rsidRPr="00290F2A">
              <w:t>Fuel Selector 2 All</w:t>
            </w:r>
          </w:p>
        </w:tc>
        <w:tc>
          <w:tcPr>
            <w:tcW w:w="1701" w:type="dxa"/>
            <w:vAlign w:val="center"/>
          </w:tcPr>
          <w:p w14:paraId="168DC746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8228220" w14:textId="77777777" w:rsidR="00CD56C6" w:rsidRPr="00290F2A" w:rsidRDefault="00CD56C6" w:rsidP="00242A09"/>
        </w:tc>
      </w:tr>
      <w:tr w:rsidR="003B68F8" w:rsidRPr="00290F2A" w14:paraId="7908D862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BFDFA45" w14:textId="77777777" w:rsidR="003B68F8" w:rsidRPr="00290F2A" w:rsidRDefault="003B68F8" w:rsidP="00242A09">
            <w:r w:rsidRPr="00290F2A">
              <w:t>Fuel Selector 2 Off</w:t>
            </w:r>
          </w:p>
        </w:tc>
        <w:tc>
          <w:tcPr>
            <w:tcW w:w="1701" w:type="dxa"/>
            <w:vAlign w:val="center"/>
          </w:tcPr>
          <w:p w14:paraId="4976FF3C" w14:textId="77777777" w:rsidR="003B68F8" w:rsidRPr="00C676F3" w:rsidRDefault="003B68F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52A764A" w14:textId="77777777" w:rsidR="003B68F8" w:rsidRPr="00290F2A" w:rsidRDefault="003B68F8" w:rsidP="00242A09"/>
        </w:tc>
      </w:tr>
      <w:tr w:rsidR="00CD56C6" w:rsidRPr="00290F2A" w14:paraId="611EBC05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94E72F5" w14:textId="77777777" w:rsidR="00CD56C6" w:rsidRPr="00290F2A" w:rsidRDefault="00CD56C6" w:rsidP="00242A09">
            <w:r w:rsidRPr="00290F2A">
              <w:t>Fuel Selector 2 Center</w:t>
            </w:r>
          </w:p>
        </w:tc>
        <w:tc>
          <w:tcPr>
            <w:tcW w:w="1701" w:type="dxa"/>
            <w:vAlign w:val="center"/>
          </w:tcPr>
          <w:p w14:paraId="119CE7F7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B7BA2BB" w14:textId="77777777" w:rsidR="00CD56C6" w:rsidRPr="00290F2A" w:rsidRDefault="00CD56C6" w:rsidP="00242A09"/>
        </w:tc>
      </w:tr>
      <w:tr w:rsidR="00CD56C6" w:rsidRPr="00290F2A" w14:paraId="39C4C04A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31FEEB8" w14:textId="77777777" w:rsidR="00CD56C6" w:rsidRPr="00290F2A" w:rsidRDefault="00CD56C6" w:rsidP="00242A09">
            <w:r w:rsidRPr="00290F2A">
              <w:t>Crossfeed Fuel Selector 2</w:t>
            </w:r>
          </w:p>
        </w:tc>
        <w:tc>
          <w:tcPr>
            <w:tcW w:w="1701" w:type="dxa"/>
            <w:vAlign w:val="center"/>
          </w:tcPr>
          <w:p w14:paraId="2B16000E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60CF2A1" w14:textId="77777777" w:rsidR="00CD56C6" w:rsidRPr="00290F2A" w:rsidRDefault="00CD56C6" w:rsidP="00242A09"/>
        </w:tc>
      </w:tr>
      <w:tr w:rsidR="00CD56C6" w:rsidRPr="00290F2A" w14:paraId="223BDACB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C119A65" w14:textId="77777777" w:rsidR="00CD56C6" w:rsidRPr="00290F2A" w:rsidRDefault="00CD56C6" w:rsidP="00242A09">
            <w:r w:rsidRPr="00290F2A">
              <w:t>Isolate Fuel Selector 2</w:t>
            </w:r>
          </w:p>
        </w:tc>
        <w:tc>
          <w:tcPr>
            <w:tcW w:w="1701" w:type="dxa"/>
            <w:vAlign w:val="center"/>
          </w:tcPr>
          <w:p w14:paraId="5A5CE16B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8409FB6" w14:textId="77777777" w:rsidR="00CD56C6" w:rsidRPr="00290F2A" w:rsidRDefault="00CD56C6" w:rsidP="00242A09"/>
        </w:tc>
      </w:tr>
      <w:tr w:rsidR="00CD56C6" w:rsidRPr="00290F2A" w14:paraId="2A2D7880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D4550C5" w14:textId="77777777" w:rsidR="00CD56C6" w:rsidRPr="00290F2A" w:rsidRDefault="00CD56C6" w:rsidP="00242A09">
            <w:r w:rsidRPr="00290F2A">
              <w:t>Fuel Selector 2 Left</w:t>
            </w:r>
          </w:p>
        </w:tc>
        <w:tc>
          <w:tcPr>
            <w:tcW w:w="1701" w:type="dxa"/>
            <w:vAlign w:val="center"/>
          </w:tcPr>
          <w:p w14:paraId="17388A28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F18EC48" w14:textId="77777777" w:rsidR="00CD56C6" w:rsidRPr="00290F2A" w:rsidRDefault="00CD56C6" w:rsidP="00242A09"/>
        </w:tc>
      </w:tr>
      <w:tr w:rsidR="00CD56C6" w:rsidRPr="00290F2A" w14:paraId="366B00F3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D74812C" w14:textId="77777777" w:rsidR="00CD56C6" w:rsidRPr="00290F2A" w:rsidRDefault="00CD56C6" w:rsidP="00242A09">
            <w:r w:rsidRPr="00290F2A">
              <w:t>Fuel Selector 2 Left Aux</w:t>
            </w:r>
          </w:p>
        </w:tc>
        <w:tc>
          <w:tcPr>
            <w:tcW w:w="1701" w:type="dxa"/>
            <w:vAlign w:val="center"/>
          </w:tcPr>
          <w:p w14:paraId="698C3113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24399AB" w14:textId="77777777" w:rsidR="00CD56C6" w:rsidRPr="00290F2A" w:rsidRDefault="00CD56C6" w:rsidP="00242A09"/>
        </w:tc>
      </w:tr>
      <w:tr w:rsidR="00CD56C6" w:rsidRPr="00290F2A" w14:paraId="33032D88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2103D39" w14:textId="77777777" w:rsidR="00CD56C6" w:rsidRPr="00290F2A" w:rsidRDefault="00CD56C6" w:rsidP="00242A09">
            <w:r w:rsidRPr="00290F2A">
              <w:t>Fuel Selector 2 Left Main</w:t>
            </w:r>
          </w:p>
        </w:tc>
        <w:tc>
          <w:tcPr>
            <w:tcW w:w="1701" w:type="dxa"/>
            <w:vAlign w:val="center"/>
          </w:tcPr>
          <w:p w14:paraId="04099079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DF8207C" w14:textId="77777777" w:rsidR="00CD56C6" w:rsidRPr="00290F2A" w:rsidRDefault="00CD56C6" w:rsidP="00242A09"/>
        </w:tc>
      </w:tr>
      <w:tr w:rsidR="00CD56C6" w:rsidRPr="00290F2A" w14:paraId="2DDCCC80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2CA55E4" w14:textId="77777777" w:rsidR="00CD56C6" w:rsidRPr="00290F2A" w:rsidRDefault="00CD56C6" w:rsidP="00242A09">
            <w:r w:rsidRPr="00290F2A">
              <w:t>Fuel Selector 2 Right</w:t>
            </w:r>
          </w:p>
        </w:tc>
        <w:tc>
          <w:tcPr>
            <w:tcW w:w="1701" w:type="dxa"/>
            <w:vAlign w:val="center"/>
          </w:tcPr>
          <w:p w14:paraId="674DEB96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353B894" w14:textId="77777777" w:rsidR="00CD56C6" w:rsidRPr="00290F2A" w:rsidRDefault="00CD56C6" w:rsidP="00242A09"/>
        </w:tc>
      </w:tr>
      <w:tr w:rsidR="00CD56C6" w:rsidRPr="00290F2A" w14:paraId="1E47B239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A9E0FF6" w14:textId="77777777" w:rsidR="00CD56C6" w:rsidRPr="00290F2A" w:rsidRDefault="00CD56C6" w:rsidP="00242A09">
            <w:r w:rsidRPr="00290F2A">
              <w:t>Fuel Selector 2 Right Aux</w:t>
            </w:r>
          </w:p>
        </w:tc>
        <w:tc>
          <w:tcPr>
            <w:tcW w:w="1701" w:type="dxa"/>
            <w:vAlign w:val="center"/>
          </w:tcPr>
          <w:p w14:paraId="6CD71274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1EBCDED" w14:textId="77777777" w:rsidR="00CD56C6" w:rsidRPr="00290F2A" w:rsidRDefault="00CD56C6" w:rsidP="00242A09"/>
        </w:tc>
      </w:tr>
      <w:tr w:rsidR="00CD56C6" w:rsidRPr="00290F2A" w14:paraId="66991DD3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F8D063B" w14:textId="77777777" w:rsidR="00CD56C6" w:rsidRPr="00290F2A" w:rsidRDefault="00CD56C6" w:rsidP="00242A09">
            <w:r w:rsidRPr="00290F2A">
              <w:t>Fuel Selector 2 Right Main</w:t>
            </w:r>
          </w:p>
        </w:tc>
        <w:tc>
          <w:tcPr>
            <w:tcW w:w="1701" w:type="dxa"/>
            <w:vAlign w:val="center"/>
          </w:tcPr>
          <w:p w14:paraId="2034D0E3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53E6AEF" w14:textId="77777777" w:rsidR="00CD56C6" w:rsidRPr="00290F2A" w:rsidRDefault="00CD56C6" w:rsidP="00242A09"/>
        </w:tc>
      </w:tr>
      <w:tr w:rsidR="00CD56C6" w:rsidRPr="00290F2A" w14:paraId="3E33986D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B1A210A" w14:textId="77777777" w:rsidR="00CD56C6" w:rsidRPr="00290F2A" w:rsidRDefault="00CD56C6" w:rsidP="00242A09">
            <w:r w:rsidRPr="00290F2A">
              <w:t>Set Fuel Selector 2</w:t>
            </w:r>
          </w:p>
        </w:tc>
        <w:tc>
          <w:tcPr>
            <w:tcW w:w="1701" w:type="dxa"/>
            <w:vAlign w:val="center"/>
          </w:tcPr>
          <w:p w14:paraId="54723A00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D27E2C6" w14:textId="77777777" w:rsidR="00CD56C6" w:rsidRPr="00290F2A" w:rsidRDefault="00CD56C6" w:rsidP="00242A09"/>
        </w:tc>
      </w:tr>
      <w:tr w:rsidR="00CD56C6" w:rsidRPr="00290F2A" w14:paraId="774F8F5D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C6B66E9" w14:textId="77777777" w:rsidR="00CD56C6" w:rsidRPr="00290F2A" w:rsidRDefault="00CD56C6" w:rsidP="00242A09">
            <w:r w:rsidRPr="00290F2A">
              <w:t>Fuel Selector 3 All</w:t>
            </w:r>
          </w:p>
        </w:tc>
        <w:tc>
          <w:tcPr>
            <w:tcW w:w="1701" w:type="dxa"/>
            <w:vAlign w:val="center"/>
          </w:tcPr>
          <w:p w14:paraId="1F57E644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A298E95" w14:textId="77777777" w:rsidR="00CD56C6" w:rsidRPr="00290F2A" w:rsidRDefault="00CD56C6" w:rsidP="00242A09"/>
        </w:tc>
      </w:tr>
      <w:tr w:rsidR="003B68F8" w:rsidRPr="00290F2A" w14:paraId="6E974756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F7965AF" w14:textId="77777777" w:rsidR="003B68F8" w:rsidRPr="00290F2A" w:rsidRDefault="003B68F8" w:rsidP="00242A09">
            <w:r w:rsidRPr="00290F2A">
              <w:t>Fuel Selector 3 Off</w:t>
            </w:r>
          </w:p>
        </w:tc>
        <w:tc>
          <w:tcPr>
            <w:tcW w:w="1701" w:type="dxa"/>
            <w:vAlign w:val="center"/>
          </w:tcPr>
          <w:p w14:paraId="2F3EADA3" w14:textId="77777777" w:rsidR="003B68F8" w:rsidRPr="00C676F3" w:rsidRDefault="003B68F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2980F7F" w14:textId="77777777" w:rsidR="003B68F8" w:rsidRPr="00290F2A" w:rsidRDefault="003B68F8" w:rsidP="00242A09"/>
        </w:tc>
      </w:tr>
      <w:tr w:rsidR="00CD56C6" w:rsidRPr="00290F2A" w14:paraId="2E3D7F22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23BED8D" w14:textId="77777777" w:rsidR="00CD56C6" w:rsidRPr="00290F2A" w:rsidRDefault="00CD56C6" w:rsidP="00242A09">
            <w:r w:rsidRPr="00290F2A">
              <w:t>Fuel Selector 3 Center</w:t>
            </w:r>
          </w:p>
        </w:tc>
        <w:tc>
          <w:tcPr>
            <w:tcW w:w="1701" w:type="dxa"/>
            <w:vAlign w:val="center"/>
          </w:tcPr>
          <w:p w14:paraId="1015235A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5F9E11B" w14:textId="77777777" w:rsidR="00CD56C6" w:rsidRPr="00290F2A" w:rsidRDefault="00CD56C6" w:rsidP="00242A09"/>
        </w:tc>
      </w:tr>
      <w:tr w:rsidR="00CD56C6" w:rsidRPr="00290F2A" w14:paraId="1F081D52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8430948" w14:textId="77777777" w:rsidR="00CD56C6" w:rsidRPr="00290F2A" w:rsidRDefault="00CD56C6" w:rsidP="00242A09">
            <w:r w:rsidRPr="00290F2A">
              <w:t>Crossfeed Fuel Selector 3</w:t>
            </w:r>
          </w:p>
        </w:tc>
        <w:tc>
          <w:tcPr>
            <w:tcW w:w="1701" w:type="dxa"/>
            <w:vAlign w:val="center"/>
          </w:tcPr>
          <w:p w14:paraId="0EC7BF0A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FF898BC" w14:textId="77777777" w:rsidR="00CD56C6" w:rsidRPr="00290F2A" w:rsidRDefault="00CD56C6" w:rsidP="00242A09"/>
        </w:tc>
      </w:tr>
      <w:tr w:rsidR="00CD56C6" w:rsidRPr="00290F2A" w14:paraId="0DBEA2A8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5598F09" w14:textId="77777777" w:rsidR="00CD56C6" w:rsidRPr="00290F2A" w:rsidRDefault="00CD56C6" w:rsidP="00242A09">
            <w:r w:rsidRPr="00290F2A">
              <w:t>Isolate Fuel Selector 3</w:t>
            </w:r>
          </w:p>
        </w:tc>
        <w:tc>
          <w:tcPr>
            <w:tcW w:w="1701" w:type="dxa"/>
            <w:vAlign w:val="center"/>
          </w:tcPr>
          <w:p w14:paraId="27D1013F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829917A" w14:textId="77777777" w:rsidR="00CD56C6" w:rsidRPr="00290F2A" w:rsidRDefault="00CD56C6" w:rsidP="00242A09"/>
        </w:tc>
      </w:tr>
      <w:tr w:rsidR="00CD56C6" w:rsidRPr="00290F2A" w14:paraId="0EE13524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572B662" w14:textId="77777777" w:rsidR="00CD56C6" w:rsidRPr="00290F2A" w:rsidRDefault="00CD56C6" w:rsidP="00242A09">
            <w:r w:rsidRPr="00290F2A">
              <w:t>Fuel Selector 3 Left</w:t>
            </w:r>
          </w:p>
        </w:tc>
        <w:tc>
          <w:tcPr>
            <w:tcW w:w="1701" w:type="dxa"/>
            <w:vAlign w:val="center"/>
          </w:tcPr>
          <w:p w14:paraId="7CCBC602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07836F5" w14:textId="77777777" w:rsidR="00CD56C6" w:rsidRPr="00290F2A" w:rsidRDefault="00CD56C6" w:rsidP="00242A09"/>
        </w:tc>
      </w:tr>
      <w:tr w:rsidR="00CD56C6" w:rsidRPr="00290F2A" w14:paraId="13CDFFE9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0C05B46" w14:textId="77777777" w:rsidR="00CD56C6" w:rsidRPr="00290F2A" w:rsidRDefault="00CD56C6" w:rsidP="00242A09">
            <w:r w:rsidRPr="00290F2A">
              <w:t>Fuel Selector 3 Left Aux</w:t>
            </w:r>
          </w:p>
        </w:tc>
        <w:tc>
          <w:tcPr>
            <w:tcW w:w="1701" w:type="dxa"/>
            <w:vAlign w:val="center"/>
          </w:tcPr>
          <w:p w14:paraId="1E7A8B49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E3E36ED" w14:textId="77777777" w:rsidR="00CD56C6" w:rsidRPr="00290F2A" w:rsidRDefault="00CD56C6" w:rsidP="00242A09"/>
        </w:tc>
      </w:tr>
      <w:tr w:rsidR="00CD56C6" w:rsidRPr="00290F2A" w14:paraId="01292445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0DF5101" w14:textId="77777777" w:rsidR="00CD56C6" w:rsidRPr="00290F2A" w:rsidRDefault="00CD56C6" w:rsidP="00242A09">
            <w:r w:rsidRPr="00290F2A">
              <w:t>Fuel Selector 3 Left Main</w:t>
            </w:r>
          </w:p>
        </w:tc>
        <w:tc>
          <w:tcPr>
            <w:tcW w:w="1701" w:type="dxa"/>
            <w:vAlign w:val="center"/>
          </w:tcPr>
          <w:p w14:paraId="72337884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BA34209" w14:textId="77777777" w:rsidR="00CD56C6" w:rsidRPr="00290F2A" w:rsidRDefault="00CD56C6" w:rsidP="00242A09"/>
        </w:tc>
      </w:tr>
      <w:tr w:rsidR="00CD56C6" w:rsidRPr="00290F2A" w14:paraId="25E72B2B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2B8EF30" w14:textId="77777777" w:rsidR="00CD56C6" w:rsidRPr="00290F2A" w:rsidRDefault="00CD56C6" w:rsidP="00242A09">
            <w:r w:rsidRPr="00290F2A">
              <w:t>Fuel Selector 3 Right</w:t>
            </w:r>
          </w:p>
        </w:tc>
        <w:tc>
          <w:tcPr>
            <w:tcW w:w="1701" w:type="dxa"/>
            <w:vAlign w:val="center"/>
          </w:tcPr>
          <w:p w14:paraId="7BBCC339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39A6A28" w14:textId="77777777" w:rsidR="00CD56C6" w:rsidRPr="00290F2A" w:rsidRDefault="00CD56C6" w:rsidP="00242A09"/>
        </w:tc>
      </w:tr>
      <w:tr w:rsidR="00CD56C6" w:rsidRPr="00290F2A" w14:paraId="3B1F4CCA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06FD1A9" w14:textId="77777777" w:rsidR="00CD56C6" w:rsidRPr="00290F2A" w:rsidRDefault="00CD56C6" w:rsidP="00242A09">
            <w:r w:rsidRPr="00290F2A">
              <w:t>Fuel Selector 3 Right Aux</w:t>
            </w:r>
          </w:p>
        </w:tc>
        <w:tc>
          <w:tcPr>
            <w:tcW w:w="1701" w:type="dxa"/>
            <w:vAlign w:val="center"/>
          </w:tcPr>
          <w:p w14:paraId="4CCB0D58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4CBD7B7" w14:textId="77777777" w:rsidR="00CD56C6" w:rsidRPr="00290F2A" w:rsidRDefault="00CD56C6" w:rsidP="00242A09"/>
        </w:tc>
      </w:tr>
      <w:tr w:rsidR="00CD56C6" w:rsidRPr="00290F2A" w14:paraId="70343D89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AD1BBE6" w14:textId="77777777" w:rsidR="00CD56C6" w:rsidRPr="00290F2A" w:rsidRDefault="00CD56C6" w:rsidP="00242A09">
            <w:r w:rsidRPr="00290F2A">
              <w:t>Fuel Selector 3 Right Main</w:t>
            </w:r>
          </w:p>
        </w:tc>
        <w:tc>
          <w:tcPr>
            <w:tcW w:w="1701" w:type="dxa"/>
            <w:vAlign w:val="center"/>
          </w:tcPr>
          <w:p w14:paraId="1B222A38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8BA5AA6" w14:textId="77777777" w:rsidR="00CD56C6" w:rsidRPr="00290F2A" w:rsidRDefault="00CD56C6" w:rsidP="00242A09"/>
        </w:tc>
      </w:tr>
      <w:tr w:rsidR="00CD56C6" w:rsidRPr="00290F2A" w14:paraId="46F83464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F29A98E" w14:textId="77777777" w:rsidR="00CD56C6" w:rsidRPr="00290F2A" w:rsidRDefault="00CD56C6" w:rsidP="00242A09">
            <w:r w:rsidRPr="00290F2A">
              <w:t>Set Fuel Selector 3</w:t>
            </w:r>
          </w:p>
        </w:tc>
        <w:tc>
          <w:tcPr>
            <w:tcW w:w="1701" w:type="dxa"/>
            <w:vAlign w:val="center"/>
          </w:tcPr>
          <w:p w14:paraId="1C5A7EEF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6C46233" w14:textId="77777777" w:rsidR="00CD56C6" w:rsidRPr="00290F2A" w:rsidRDefault="00CD56C6" w:rsidP="00242A09"/>
        </w:tc>
      </w:tr>
      <w:tr w:rsidR="00CD56C6" w:rsidRPr="00290F2A" w14:paraId="1C68A972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AFEAF74" w14:textId="77777777" w:rsidR="00CD56C6" w:rsidRPr="00290F2A" w:rsidRDefault="00CD56C6" w:rsidP="00242A09">
            <w:r w:rsidRPr="00290F2A">
              <w:lastRenderedPageBreak/>
              <w:t>Fuel Selector 4 All</w:t>
            </w:r>
          </w:p>
        </w:tc>
        <w:tc>
          <w:tcPr>
            <w:tcW w:w="1701" w:type="dxa"/>
            <w:vAlign w:val="center"/>
          </w:tcPr>
          <w:p w14:paraId="579DC7C9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B065145" w14:textId="77777777" w:rsidR="00CD56C6" w:rsidRPr="00290F2A" w:rsidRDefault="00CD56C6" w:rsidP="00242A09"/>
        </w:tc>
      </w:tr>
      <w:tr w:rsidR="003B68F8" w:rsidRPr="00290F2A" w14:paraId="77355BB4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8436F3E" w14:textId="77777777" w:rsidR="003B68F8" w:rsidRPr="00290F2A" w:rsidRDefault="003B68F8" w:rsidP="00242A09">
            <w:r w:rsidRPr="00290F2A">
              <w:t>Fuel Selector 4 Off</w:t>
            </w:r>
          </w:p>
        </w:tc>
        <w:tc>
          <w:tcPr>
            <w:tcW w:w="1701" w:type="dxa"/>
            <w:vAlign w:val="center"/>
          </w:tcPr>
          <w:p w14:paraId="2E0F7A70" w14:textId="77777777" w:rsidR="003B68F8" w:rsidRPr="00C676F3" w:rsidRDefault="003B68F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2D8EE29" w14:textId="77777777" w:rsidR="003B68F8" w:rsidRPr="00290F2A" w:rsidRDefault="003B68F8" w:rsidP="00242A09"/>
        </w:tc>
      </w:tr>
      <w:tr w:rsidR="00CD56C6" w:rsidRPr="00290F2A" w14:paraId="5709FFCD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6394B09" w14:textId="77777777" w:rsidR="00CD56C6" w:rsidRPr="00290F2A" w:rsidRDefault="00CD56C6" w:rsidP="00242A09">
            <w:r w:rsidRPr="00290F2A">
              <w:t>Fuel Selector 4 Center</w:t>
            </w:r>
          </w:p>
        </w:tc>
        <w:tc>
          <w:tcPr>
            <w:tcW w:w="1701" w:type="dxa"/>
            <w:vAlign w:val="center"/>
          </w:tcPr>
          <w:p w14:paraId="0F008332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1B5D06F" w14:textId="77777777" w:rsidR="00CD56C6" w:rsidRPr="00290F2A" w:rsidRDefault="00CD56C6" w:rsidP="00242A09"/>
        </w:tc>
      </w:tr>
      <w:tr w:rsidR="00CD56C6" w:rsidRPr="00290F2A" w14:paraId="7F025319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5A72E45" w14:textId="77777777" w:rsidR="00CD56C6" w:rsidRPr="00290F2A" w:rsidRDefault="00CD56C6" w:rsidP="00242A09">
            <w:r w:rsidRPr="00290F2A">
              <w:t>Crossfeed Fuel Selector 4</w:t>
            </w:r>
          </w:p>
        </w:tc>
        <w:tc>
          <w:tcPr>
            <w:tcW w:w="1701" w:type="dxa"/>
            <w:vAlign w:val="center"/>
          </w:tcPr>
          <w:p w14:paraId="69A6DBE4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14E96F7" w14:textId="77777777" w:rsidR="00CD56C6" w:rsidRPr="00290F2A" w:rsidRDefault="00CD56C6" w:rsidP="00242A09"/>
        </w:tc>
      </w:tr>
      <w:tr w:rsidR="00CD56C6" w:rsidRPr="00290F2A" w14:paraId="30A02817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73AF054" w14:textId="77777777" w:rsidR="00CD56C6" w:rsidRPr="00290F2A" w:rsidRDefault="00CD56C6" w:rsidP="00242A09">
            <w:r w:rsidRPr="00290F2A">
              <w:t>Isolate Fuel Selector 4</w:t>
            </w:r>
          </w:p>
        </w:tc>
        <w:tc>
          <w:tcPr>
            <w:tcW w:w="1701" w:type="dxa"/>
            <w:vAlign w:val="center"/>
          </w:tcPr>
          <w:p w14:paraId="4B227EF0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56C8E6A" w14:textId="77777777" w:rsidR="00CD56C6" w:rsidRPr="00290F2A" w:rsidRDefault="00CD56C6" w:rsidP="00242A09"/>
        </w:tc>
      </w:tr>
      <w:tr w:rsidR="00CD56C6" w:rsidRPr="00290F2A" w14:paraId="099EDC40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B2EBAF2" w14:textId="77777777" w:rsidR="00CD56C6" w:rsidRPr="00290F2A" w:rsidRDefault="00CD56C6" w:rsidP="00242A09">
            <w:r w:rsidRPr="00290F2A">
              <w:t>Fuel Selector 4 Left</w:t>
            </w:r>
          </w:p>
        </w:tc>
        <w:tc>
          <w:tcPr>
            <w:tcW w:w="1701" w:type="dxa"/>
            <w:vAlign w:val="center"/>
          </w:tcPr>
          <w:p w14:paraId="1AC69F6C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0DEACFA" w14:textId="77777777" w:rsidR="00CD56C6" w:rsidRPr="00290F2A" w:rsidRDefault="00CD56C6" w:rsidP="00242A09"/>
        </w:tc>
      </w:tr>
      <w:tr w:rsidR="00CD56C6" w:rsidRPr="00290F2A" w14:paraId="03A0606D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E74262B" w14:textId="77777777" w:rsidR="00CD56C6" w:rsidRPr="00290F2A" w:rsidRDefault="00CD56C6" w:rsidP="00242A09">
            <w:r w:rsidRPr="00290F2A">
              <w:t>Fuel Selector 4 Left Aux</w:t>
            </w:r>
          </w:p>
        </w:tc>
        <w:tc>
          <w:tcPr>
            <w:tcW w:w="1701" w:type="dxa"/>
            <w:vAlign w:val="center"/>
          </w:tcPr>
          <w:p w14:paraId="38E90BD3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F776D13" w14:textId="77777777" w:rsidR="00CD56C6" w:rsidRPr="00290F2A" w:rsidRDefault="00CD56C6" w:rsidP="00242A09"/>
        </w:tc>
      </w:tr>
      <w:tr w:rsidR="00CD56C6" w:rsidRPr="00290F2A" w14:paraId="60D3C8A8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A9FE601" w14:textId="77777777" w:rsidR="00CD56C6" w:rsidRPr="00290F2A" w:rsidRDefault="00CD56C6" w:rsidP="00242A09">
            <w:r w:rsidRPr="00290F2A">
              <w:t>Fuel Selector 4 Left Main</w:t>
            </w:r>
          </w:p>
        </w:tc>
        <w:tc>
          <w:tcPr>
            <w:tcW w:w="1701" w:type="dxa"/>
            <w:vAlign w:val="center"/>
          </w:tcPr>
          <w:p w14:paraId="234774E1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75B9E47" w14:textId="77777777" w:rsidR="00CD56C6" w:rsidRPr="00290F2A" w:rsidRDefault="00CD56C6" w:rsidP="00242A09"/>
        </w:tc>
      </w:tr>
      <w:tr w:rsidR="00CD56C6" w:rsidRPr="00290F2A" w14:paraId="1A0C7617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6FE93AA" w14:textId="77777777" w:rsidR="00CD56C6" w:rsidRPr="00290F2A" w:rsidRDefault="00CD56C6" w:rsidP="00242A09">
            <w:r w:rsidRPr="00290F2A">
              <w:t>Fuel Selector 4 Right</w:t>
            </w:r>
          </w:p>
        </w:tc>
        <w:tc>
          <w:tcPr>
            <w:tcW w:w="1701" w:type="dxa"/>
            <w:vAlign w:val="center"/>
          </w:tcPr>
          <w:p w14:paraId="0F73AB77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385AB60" w14:textId="77777777" w:rsidR="00CD56C6" w:rsidRPr="00290F2A" w:rsidRDefault="00CD56C6" w:rsidP="00242A09"/>
        </w:tc>
      </w:tr>
      <w:tr w:rsidR="00CD56C6" w:rsidRPr="00290F2A" w14:paraId="74DCD1DB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B1B1FA1" w14:textId="77777777" w:rsidR="00CD56C6" w:rsidRPr="00290F2A" w:rsidRDefault="00CD56C6" w:rsidP="00242A09">
            <w:r w:rsidRPr="00290F2A">
              <w:t>Fuel Selector 4 Right Aux</w:t>
            </w:r>
          </w:p>
        </w:tc>
        <w:tc>
          <w:tcPr>
            <w:tcW w:w="1701" w:type="dxa"/>
            <w:vAlign w:val="center"/>
          </w:tcPr>
          <w:p w14:paraId="0A994413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4D545A0" w14:textId="77777777" w:rsidR="00CD56C6" w:rsidRPr="00290F2A" w:rsidRDefault="00CD56C6" w:rsidP="00242A09"/>
        </w:tc>
      </w:tr>
      <w:tr w:rsidR="00CD56C6" w:rsidRPr="00290F2A" w14:paraId="7F3A804B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66BAA61" w14:textId="77777777" w:rsidR="00CD56C6" w:rsidRPr="00290F2A" w:rsidRDefault="00CD56C6" w:rsidP="00242A09">
            <w:r w:rsidRPr="00290F2A">
              <w:t>Fuel Selector 4 Right Main</w:t>
            </w:r>
          </w:p>
        </w:tc>
        <w:tc>
          <w:tcPr>
            <w:tcW w:w="1701" w:type="dxa"/>
            <w:vAlign w:val="center"/>
          </w:tcPr>
          <w:p w14:paraId="7B7433C3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3F2A897" w14:textId="77777777" w:rsidR="00CD56C6" w:rsidRPr="00290F2A" w:rsidRDefault="00CD56C6" w:rsidP="00242A09"/>
        </w:tc>
      </w:tr>
      <w:tr w:rsidR="00CD56C6" w:rsidRPr="00290F2A" w14:paraId="71609EFE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258BC7A" w14:textId="77777777" w:rsidR="00CD56C6" w:rsidRPr="00290F2A" w:rsidRDefault="00CD56C6" w:rsidP="00242A09">
            <w:r w:rsidRPr="00290F2A">
              <w:t>Set Fuel Selector 4</w:t>
            </w:r>
          </w:p>
        </w:tc>
        <w:tc>
          <w:tcPr>
            <w:tcW w:w="1701" w:type="dxa"/>
            <w:vAlign w:val="center"/>
          </w:tcPr>
          <w:p w14:paraId="21435848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F9E9255" w14:textId="77777777" w:rsidR="00CD56C6" w:rsidRPr="00290F2A" w:rsidRDefault="00CD56C6" w:rsidP="00242A09"/>
        </w:tc>
      </w:tr>
      <w:tr w:rsidR="0034171E" w:rsidRPr="00290F2A" w14:paraId="44C248B6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BEC2A1E" w14:textId="77777777" w:rsidR="0034171E" w:rsidRPr="00290F2A" w:rsidRDefault="0034171E" w:rsidP="0014304E">
            <w:r w:rsidRPr="00290F2A">
              <w:t>Set Junction</w:t>
            </w:r>
          </w:p>
        </w:tc>
        <w:tc>
          <w:tcPr>
            <w:tcW w:w="1701" w:type="dxa"/>
            <w:vAlign w:val="center"/>
          </w:tcPr>
          <w:p w14:paraId="4E188322" w14:textId="77777777" w:rsidR="0034171E" w:rsidRPr="00C676F3" w:rsidRDefault="0034171E" w:rsidP="0014304E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D6B9F12" w14:textId="77777777" w:rsidR="0034171E" w:rsidRPr="00290F2A" w:rsidRDefault="0034171E" w:rsidP="0014304E"/>
        </w:tc>
      </w:tr>
      <w:tr w:rsidR="003B68F8" w:rsidRPr="005C7532" w14:paraId="25C740C1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E76F2AA" w14:textId="77777777" w:rsidR="003B68F8" w:rsidRPr="00290F2A" w:rsidRDefault="003B68F8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Toggle Fuel Flow Bug Position 1</w:t>
            </w:r>
          </w:p>
        </w:tc>
        <w:tc>
          <w:tcPr>
            <w:tcW w:w="1701" w:type="dxa"/>
            <w:vAlign w:val="center"/>
          </w:tcPr>
          <w:p w14:paraId="14483C67" w14:textId="77777777" w:rsidR="003B68F8" w:rsidRPr="00C676F3" w:rsidRDefault="003B68F8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241EA53" w14:textId="77777777" w:rsidR="003B68F8" w:rsidRPr="00290F2A" w:rsidRDefault="003B68F8" w:rsidP="00242A09">
            <w:pPr>
              <w:rPr>
                <w:lang w:val="en-US"/>
              </w:rPr>
            </w:pPr>
          </w:p>
        </w:tc>
      </w:tr>
      <w:tr w:rsidR="003B68F8" w:rsidRPr="005C7532" w14:paraId="141E59B8" w14:textId="77777777" w:rsidTr="00826B2A">
        <w:trPr>
          <w:trHeight w:val="306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680BF458" w14:textId="77777777" w:rsidR="003B68F8" w:rsidRPr="00290F2A" w:rsidRDefault="003B68F8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Toggle Fuel Flow Bug Position 2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2DA9B1B5" w14:textId="77777777" w:rsidR="003B68F8" w:rsidRPr="00C676F3" w:rsidRDefault="003B68F8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62132925" w14:textId="77777777" w:rsidR="003B68F8" w:rsidRPr="00290F2A" w:rsidRDefault="003B68F8" w:rsidP="00242A09">
            <w:pPr>
              <w:rPr>
                <w:lang w:val="en-US"/>
              </w:rPr>
            </w:pPr>
          </w:p>
        </w:tc>
      </w:tr>
      <w:tr w:rsidR="003B68F8" w:rsidRPr="005C7532" w14:paraId="3F62195D" w14:textId="77777777" w:rsidTr="00826B2A">
        <w:trPr>
          <w:trHeight w:val="306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6B64A32F" w14:textId="77777777" w:rsidR="003B68F8" w:rsidRPr="00290F2A" w:rsidRDefault="003B68F8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Toggle Fuel Flow Bug Position 3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0ED53CE3" w14:textId="77777777" w:rsidR="003B68F8" w:rsidRPr="00C676F3" w:rsidRDefault="003B68F8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258D78DA" w14:textId="77777777" w:rsidR="003B68F8" w:rsidRPr="00290F2A" w:rsidRDefault="003B68F8" w:rsidP="00242A09">
            <w:pPr>
              <w:rPr>
                <w:lang w:val="en-US"/>
              </w:rPr>
            </w:pPr>
          </w:p>
        </w:tc>
      </w:tr>
      <w:tr w:rsidR="003B68F8" w:rsidRPr="005C7532" w14:paraId="11F368F8" w14:textId="77777777" w:rsidTr="00826B2A">
        <w:trPr>
          <w:trHeight w:val="306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3173DA48" w14:textId="77777777" w:rsidR="003B68F8" w:rsidRPr="00290F2A" w:rsidRDefault="003B68F8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Toggle Fuel Flow Bug Position 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4489B94C" w14:textId="77777777" w:rsidR="003B68F8" w:rsidRPr="00C676F3" w:rsidRDefault="003B68F8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72967AD6" w14:textId="77777777" w:rsidR="003B68F8" w:rsidRPr="00290F2A" w:rsidRDefault="003B68F8" w:rsidP="00242A09">
            <w:pPr>
              <w:rPr>
                <w:lang w:val="en-US"/>
              </w:rPr>
            </w:pPr>
          </w:p>
        </w:tc>
      </w:tr>
      <w:tr w:rsidR="00CD56C6" w:rsidRPr="00290F2A" w14:paraId="3A701338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BC3A993" w14:textId="77777777" w:rsidR="00CD56C6" w:rsidRPr="00290F2A" w:rsidRDefault="00CD56C6" w:rsidP="00242A09">
            <w:r w:rsidRPr="00290F2A">
              <w:t>Manual Fuel Pressure Pump</w:t>
            </w:r>
          </w:p>
        </w:tc>
        <w:tc>
          <w:tcPr>
            <w:tcW w:w="1701" w:type="dxa"/>
            <w:vAlign w:val="center"/>
          </w:tcPr>
          <w:p w14:paraId="7C4D609D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F805CAC" w14:textId="77777777" w:rsidR="00CD56C6" w:rsidRPr="00290F2A" w:rsidRDefault="00CD56C6" w:rsidP="00242A09"/>
        </w:tc>
      </w:tr>
      <w:tr w:rsidR="00CD56C6" w:rsidRPr="00290F2A" w14:paraId="48740947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89E11EC" w14:textId="77777777" w:rsidR="00CD56C6" w:rsidRPr="00290F2A" w:rsidRDefault="00CD56C6" w:rsidP="00242A09">
            <w:r w:rsidRPr="00290F2A">
              <w:t>Manual Fuel Transfer</w:t>
            </w:r>
          </w:p>
        </w:tc>
        <w:tc>
          <w:tcPr>
            <w:tcW w:w="1701" w:type="dxa"/>
            <w:vAlign w:val="center"/>
          </w:tcPr>
          <w:p w14:paraId="63228EFB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FD423F3" w14:textId="77777777" w:rsidR="00CD56C6" w:rsidRPr="00290F2A" w:rsidRDefault="00CD56C6" w:rsidP="00242A09"/>
        </w:tc>
      </w:tr>
      <w:tr w:rsidR="00CD56C6" w:rsidRPr="00290F2A" w14:paraId="188C64EF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694C721" w14:textId="77777777" w:rsidR="00CD56C6" w:rsidRPr="00290F2A" w:rsidRDefault="00CD56C6" w:rsidP="00242A09">
            <w:r w:rsidRPr="00290F2A">
              <w:t>Set Fuel Transfer Aft</w:t>
            </w:r>
          </w:p>
        </w:tc>
        <w:tc>
          <w:tcPr>
            <w:tcW w:w="1701" w:type="dxa"/>
            <w:vAlign w:val="center"/>
          </w:tcPr>
          <w:p w14:paraId="34A80AC4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DB1C983" w14:textId="77777777" w:rsidR="00CD56C6" w:rsidRPr="00290F2A" w:rsidRDefault="00CD56C6" w:rsidP="00242A09"/>
        </w:tc>
      </w:tr>
      <w:tr w:rsidR="00CD56C6" w:rsidRPr="00290F2A" w14:paraId="46E0AA15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D08DD18" w14:textId="77777777" w:rsidR="00CD56C6" w:rsidRPr="00290F2A" w:rsidRDefault="00CD56C6" w:rsidP="00242A09">
            <w:r w:rsidRPr="00290F2A">
              <w:t>Set Fuel Transfer Auto</w:t>
            </w:r>
          </w:p>
        </w:tc>
        <w:tc>
          <w:tcPr>
            <w:tcW w:w="1701" w:type="dxa"/>
            <w:vAlign w:val="center"/>
          </w:tcPr>
          <w:p w14:paraId="3816CB5E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D84B355" w14:textId="77777777" w:rsidR="00CD56C6" w:rsidRPr="00290F2A" w:rsidRDefault="00CD56C6" w:rsidP="00242A09"/>
        </w:tc>
      </w:tr>
      <w:tr w:rsidR="00CD56C6" w:rsidRPr="00290F2A" w14:paraId="75D4E9CC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3E9B82E" w14:textId="77777777" w:rsidR="00CD56C6" w:rsidRPr="00290F2A" w:rsidRDefault="00CD56C6" w:rsidP="00242A09">
            <w:r w:rsidRPr="00290F2A">
              <w:t>Set Fuel Transfer Forward</w:t>
            </w:r>
          </w:p>
        </w:tc>
        <w:tc>
          <w:tcPr>
            <w:tcW w:w="1701" w:type="dxa"/>
            <w:vAlign w:val="center"/>
          </w:tcPr>
          <w:p w14:paraId="284B7A4E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29FC1A6" w14:textId="77777777" w:rsidR="00CD56C6" w:rsidRPr="00290F2A" w:rsidRDefault="00CD56C6" w:rsidP="00242A09"/>
        </w:tc>
      </w:tr>
      <w:tr w:rsidR="00CD56C6" w:rsidRPr="00290F2A" w14:paraId="457FBBD3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41A37EA" w14:textId="77777777" w:rsidR="00CD56C6" w:rsidRPr="00290F2A" w:rsidRDefault="00CD56C6" w:rsidP="00242A09">
            <w:r w:rsidRPr="00290F2A">
              <w:t>Set Fuel Transfer Off</w:t>
            </w:r>
          </w:p>
        </w:tc>
        <w:tc>
          <w:tcPr>
            <w:tcW w:w="1701" w:type="dxa"/>
            <w:vAlign w:val="center"/>
          </w:tcPr>
          <w:p w14:paraId="7CDFC8C5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02639AF" w14:textId="77777777" w:rsidR="00CD56C6" w:rsidRPr="00290F2A" w:rsidRDefault="00CD56C6" w:rsidP="00242A09"/>
        </w:tc>
      </w:tr>
      <w:tr w:rsidR="00CD56C6" w:rsidRPr="00290F2A" w14:paraId="05671484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7DCE210" w14:textId="77777777" w:rsidR="00CD56C6" w:rsidRPr="00290F2A" w:rsidRDefault="00CD56C6" w:rsidP="00242A09">
            <w:r w:rsidRPr="00290F2A">
              <w:t>Toggle Primers</w:t>
            </w:r>
          </w:p>
        </w:tc>
        <w:tc>
          <w:tcPr>
            <w:tcW w:w="1701" w:type="dxa"/>
            <w:vAlign w:val="center"/>
          </w:tcPr>
          <w:p w14:paraId="0FD940A1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C91188A" w14:textId="77777777" w:rsidR="00CD56C6" w:rsidRPr="00290F2A" w:rsidRDefault="00CD56C6" w:rsidP="00242A09"/>
        </w:tc>
      </w:tr>
      <w:tr w:rsidR="00CD56C6" w:rsidRPr="00290F2A" w14:paraId="6394C5F7" w14:textId="77777777" w:rsidTr="00826B2A">
        <w:trPr>
          <w:trHeight w:val="30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E8AD023" w14:textId="77777777" w:rsidR="00CD56C6" w:rsidRPr="00290F2A" w:rsidRDefault="00CD56C6" w:rsidP="00242A09">
            <w:r w:rsidRPr="00290F2A">
              <w:t>Toggle Primer 1</w:t>
            </w:r>
          </w:p>
        </w:tc>
        <w:tc>
          <w:tcPr>
            <w:tcW w:w="1701" w:type="dxa"/>
            <w:vAlign w:val="center"/>
          </w:tcPr>
          <w:p w14:paraId="0E5FB3CC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8814DDD" w14:textId="77777777" w:rsidR="00CD56C6" w:rsidRPr="00290F2A" w:rsidRDefault="00CD56C6" w:rsidP="00242A09"/>
        </w:tc>
      </w:tr>
      <w:tr w:rsidR="00CD56C6" w:rsidRPr="00290F2A" w14:paraId="240C7549" w14:textId="77777777" w:rsidTr="00826B2A">
        <w:trPr>
          <w:trHeight w:val="306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5D7B74C9" w14:textId="77777777" w:rsidR="00CD56C6" w:rsidRPr="00290F2A" w:rsidRDefault="00CD56C6" w:rsidP="00242A09">
            <w:r w:rsidRPr="00290F2A">
              <w:t>Toggle Primer 2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643C3DFA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76227C6E" w14:textId="77777777" w:rsidR="00CD56C6" w:rsidRPr="00290F2A" w:rsidRDefault="00CD56C6" w:rsidP="00242A09"/>
        </w:tc>
      </w:tr>
      <w:tr w:rsidR="00CD56C6" w:rsidRPr="00290F2A" w14:paraId="2090AE34" w14:textId="77777777" w:rsidTr="00826B2A">
        <w:trPr>
          <w:trHeight w:val="306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0CFC2599" w14:textId="77777777" w:rsidR="00CD56C6" w:rsidRPr="00290F2A" w:rsidRDefault="00CD56C6" w:rsidP="00242A09">
            <w:r w:rsidRPr="00290F2A">
              <w:t>Toggle Primer 3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403B1B46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36922B37" w14:textId="77777777" w:rsidR="00CD56C6" w:rsidRPr="00290F2A" w:rsidRDefault="00CD56C6" w:rsidP="00242A09"/>
        </w:tc>
      </w:tr>
      <w:tr w:rsidR="00CD56C6" w:rsidRPr="00290F2A" w14:paraId="69074EB5" w14:textId="77777777" w:rsidTr="00826B2A">
        <w:trPr>
          <w:trHeight w:val="306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6977D6D5" w14:textId="77777777" w:rsidR="00CD56C6" w:rsidRPr="00290F2A" w:rsidRDefault="00CD56C6" w:rsidP="00242A09">
            <w:r w:rsidRPr="00290F2A">
              <w:t>Toggle Primer 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35799055" w14:textId="77777777" w:rsidR="00CD56C6" w:rsidRPr="00C676F3" w:rsidRDefault="00CD56C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13A2D663" w14:textId="77777777" w:rsidR="00CD56C6" w:rsidRPr="00290F2A" w:rsidRDefault="00CD56C6" w:rsidP="00242A09"/>
        </w:tc>
      </w:tr>
      <w:tr w:rsidR="00004CB2" w:rsidRPr="00290F2A" w14:paraId="72B7C21F" w14:textId="77777777" w:rsidTr="00826B2A">
        <w:trPr>
          <w:trHeight w:val="306"/>
        </w:trPr>
        <w:tc>
          <w:tcPr>
            <w:tcW w:w="3402" w:type="dxa"/>
            <w:shd w:val="clear" w:color="FFFFFF" w:fill="FFFFFF"/>
            <w:noWrap/>
            <w:vAlign w:val="center"/>
          </w:tcPr>
          <w:p w14:paraId="0D9DC721" w14:textId="47F48433" w:rsidR="00004CB2" w:rsidRPr="00290F2A" w:rsidRDefault="00004CB2" w:rsidP="00242A09">
            <w:r>
              <w:t>Set Engine 1 Valve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78ED01C5" w14:textId="77777777" w:rsidR="00004CB2" w:rsidRPr="00C676F3" w:rsidRDefault="00004CB2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3769D907" w14:textId="77777777" w:rsidR="00004CB2" w:rsidRPr="00290F2A" w:rsidRDefault="00004CB2" w:rsidP="00242A09"/>
        </w:tc>
      </w:tr>
      <w:tr w:rsidR="00004CB2" w:rsidRPr="00290F2A" w14:paraId="517E28D6" w14:textId="77777777" w:rsidTr="00826B2A">
        <w:trPr>
          <w:trHeight w:val="306"/>
        </w:trPr>
        <w:tc>
          <w:tcPr>
            <w:tcW w:w="3402" w:type="dxa"/>
            <w:shd w:val="clear" w:color="FFFFFF" w:fill="FFFFFF"/>
            <w:noWrap/>
            <w:vAlign w:val="center"/>
          </w:tcPr>
          <w:p w14:paraId="1BEC2B37" w14:textId="2BDAFA2B" w:rsidR="00004CB2" w:rsidRDefault="00004CB2" w:rsidP="00242A09">
            <w:r>
              <w:t>Set Engine 2 Valve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4E42994C" w14:textId="77777777" w:rsidR="00004CB2" w:rsidRPr="00C676F3" w:rsidRDefault="00004CB2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6BFFDAEA" w14:textId="77777777" w:rsidR="00004CB2" w:rsidRPr="00290F2A" w:rsidRDefault="00004CB2" w:rsidP="00242A09"/>
        </w:tc>
      </w:tr>
      <w:tr w:rsidR="00004CB2" w:rsidRPr="00290F2A" w14:paraId="28B83066" w14:textId="77777777" w:rsidTr="00826B2A">
        <w:trPr>
          <w:trHeight w:val="306"/>
        </w:trPr>
        <w:tc>
          <w:tcPr>
            <w:tcW w:w="3402" w:type="dxa"/>
            <w:shd w:val="clear" w:color="FFFFFF" w:fill="FFFFFF"/>
            <w:noWrap/>
            <w:vAlign w:val="center"/>
          </w:tcPr>
          <w:p w14:paraId="237130AF" w14:textId="31E0F6F2" w:rsidR="00004CB2" w:rsidRDefault="00004CB2" w:rsidP="00242A09">
            <w:r>
              <w:t>Set Engine 3 Valve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486565BE" w14:textId="77777777" w:rsidR="00004CB2" w:rsidRPr="00C676F3" w:rsidRDefault="00004CB2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74FCFE64" w14:textId="77777777" w:rsidR="00004CB2" w:rsidRPr="00290F2A" w:rsidRDefault="00004CB2" w:rsidP="00242A09"/>
        </w:tc>
      </w:tr>
      <w:tr w:rsidR="00004CB2" w:rsidRPr="00290F2A" w14:paraId="5951CDC4" w14:textId="77777777" w:rsidTr="00826B2A">
        <w:trPr>
          <w:trHeight w:val="306"/>
        </w:trPr>
        <w:tc>
          <w:tcPr>
            <w:tcW w:w="3402" w:type="dxa"/>
            <w:shd w:val="clear" w:color="FFFFFF" w:fill="FFFFFF"/>
            <w:noWrap/>
            <w:vAlign w:val="center"/>
          </w:tcPr>
          <w:p w14:paraId="1F08A2BE" w14:textId="5A97EBB9" w:rsidR="00004CB2" w:rsidRDefault="00004CB2" w:rsidP="00242A09">
            <w:r>
              <w:t>Set Engine 4 Valve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295808F9" w14:textId="77777777" w:rsidR="00004CB2" w:rsidRPr="00C676F3" w:rsidRDefault="00004CB2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315D09E8" w14:textId="77777777" w:rsidR="00004CB2" w:rsidRPr="00290F2A" w:rsidRDefault="00004CB2" w:rsidP="00242A09"/>
        </w:tc>
      </w:tr>
    </w:tbl>
    <w:p w14:paraId="250E5AEE" w14:textId="23A5CA19" w:rsidR="00C32B24" w:rsidRPr="00C32B24" w:rsidRDefault="00C32B24" w:rsidP="005D3D26">
      <w:pPr>
        <w:pStyle w:val="Ttulo2"/>
      </w:pPr>
      <w:bookmarkStart w:id="17" w:name="_Toc66292951"/>
      <w:r w:rsidRPr="00C32B24">
        <w:lastRenderedPageBreak/>
        <w:t>Anti Ice</w:t>
      </w:r>
      <w:bookmarkEnd w:id="10"/>
      <w:bookmarkEnd w:id="17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6822C3" w:rsidRPr="00AA645C" w14:paraId="62D9D007" w14:textId="77777777" w:rsidTr="00AE44BD">
        <w:trPr>
          <w:trHeight w:val="317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3595BD18" w14:textId="0BA6E36D" w:rsidR="006822C3" w:rsidRPr="00716A3E" w:rsidRDefault="00716A3E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Instruments &amp; Systems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Anti Ice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C8403A8" w14:textId="77777777" w:rsidR="006822C3" w:rsidRPr="00AA645C" w:rsidRDefault="006822C3" w:rsidP="006A0E97">
            <w:pPr>
              <w:jc w:val="center"/>
              <w:rPr>
                <w:b/>
                <w:bCs/>
              </w:rPr>
            </w:pPr>
            <w:r w:rsidRPr="00AA645C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F8D17DF" w14:textId="7355CDAF" w:rsidR="006822C3" w:rsidRPr="00AA645C" w:rsidRDefault="005824C4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4A562C" w:rsidRPr="00290F2A" w14:paraId="78C87C27" w14:textId="77777777" w:rsidTr="00AE44BD">
        <w:trPr>
          <w:trHeight w:val="317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4EADA8C" w14:textId="77777777" w:rsidR="004A562C" w:rsidRPr="00290F2A" w:rsidRDefault="004A562C" w:rsidP="00242A09">
            <w:r w:rsidRPr="00290F2A">
              <w:t>Toggle Anti Ice</w:t>
            </w:r>
          </w:p>
        </w:tc>
        <w:tc>
          <w:tcPr>
            <w:tcW w:w="1701" w:type="dxa"/>
            <w:vAlign w:val="center"/>
          </w:tcPr>
          <w:p w14:paraId="70CF3587" w14:textId="77777777" w:rsidR="004A562C" w:rsidRPr="00890593" w:rsidRDefault="004A562C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H</w:t>
            </w:r>
          </w:p>
        </w:tc>
        <w:tc>
          <w:tcPr>
            <w:tcW w:w="1701" w:type="dxa"/>
            <w:vAlign w:val="center"/>
          </w:tcPr>
          <w:p w14:paraId="584561DF" w14:textId="77777777" w:rsidR="004A562C" w:rsidRPr="00290F2A" w:rsidRDefault="004A562C" w:rsidP="00242A09"/>
        </w:tc>
      </w:tr>
      <w:tr w:rsidR="004A562C" w:rsidRPr="00290F2A" w14:paraId="6551EB69" w14:textId="77777777" w:rsidTr="00AE44BD">
        <w:trPr>
          <w:trHeight w:val="317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E4FE3B2" w14:textId="77777777" w:rsidR="004A562C" w:rsidRPr="00290F2A" w:rsidRDefault="004A562C" w:rsidP="00242A09">
            <w:r w:rsidRPr="00290F2A">
              <w:t>Toggle Engine 1 Anti Ice</w:t>
            </w:r>
          </w:p>
        </w:tc>
        <w:tc>
          <w:tcPr>
            <w:tcW w:w="1701" w:type="dxa"/>
            <w:vAlign w:val="center"/>
          </w:tcPr>
          <w:p w14:paraId="19DF0380" w14:textId="77777777" w:rsidR="004A562C" w:rsidRPr="00890593" w:rsidRDefault="004A562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B960531" w14:textId="77777777" w:rsidR="004A562C" w:rsidRPr="00290F2A" w:rsidRDefault="004A562C" w:rsidP="00242A09"/>
        </w:tc>
      </w:tr>
      <w:tr w:rsidR="004A562C" w:rsidRPr="00290F2A" w14:paraId="5713A633" w14:textId="77777777" w:rsidTr="00AE44BD">
        <w:trPr>
          <w:trHeight w:val="317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12C10758" w14:textId="77777777" w:rsidR="004A562C" w:rsidRPr="00290F2A" w:rsidRDefault="004A562C" w:rsidP="00242A09">
            <w:r w:rsidRPr="00290F2A">
              <w:t>Toggle Engine 2 Anti Ice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12437989" w14:textId="77777777" w:rsidR="004A562C" w:rsidRPr="00890593" w:rsidRDefault="004A562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419A49F2" w14:textId="77777777" w:rsidR="004A562C" w:rsidRPr="00290F2A" w:rsidRDefault="004A562C" w:rsidP="00242A09"/>
        </w:tc>
      </w:tr>
      <w:tr w:rsidR="004A562C" w:rsidRPr="00290F2A" w14:paraId="1F5E883E" w14:textId="77777777" w:rsidTr="00AE44BD">
        <w:trPr>
          <w:trHeight w:val="317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27DBD1D7" w14:textId="77777777" w:rsidR="004A562C" w:rsidRPr="00290F2A" w:rsidRDefault="004A562C" w:rsidP="00242A09">
            <w:r w:rsidRPr="00290F2A">
              <w:t>Toggle Engine 3 Anti Ice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370DDA61" w14:textId="77777777" w:rsidR="004A562C" w:rsidRPr="00890593" w:rsidRDefault="004A562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297F9AB3" w14:textId="77777777" w:rsidR="004A562C" w:rsidRPr="00290F2A" w:rsidRDefault="004A562C" w:rsidP="00242A09"/>
        </w:tc>
      </w:tr>
      <w:tr w:rsidR="004A562C" w:rsidRPr="00290F2A" w14:paraId="17814282" w14:textId="77777777" w:rsidTr="00AE44BD">
        <w:trPr>
          <w:trHeight w:val="317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089D6361" w14:textId="77777777" w:rsidR="004A562C" w:rsidRPr="00290F2A" w:rsidRDefault="004A562C" w:rsidP="00242A09">
            <w:r w:rsidRPr="00290F2A">
              <w:t>Toggle Engine 4 Anti Ice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18FA4433" w14:textId="77777777" w:rsidR="004A562C" w:rsidRPr="00890593" w:rsidRDefault="004A562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541728B3" w14:textId="77777777" w:rsidR="004A562C" w:rsidRPr="00290F2A" w:rsidRDefault="004A562C" w:rsidP="00242A09"/>
        </w:tc>
      </w:tr>
      <w:tr w:rsidR="004A562C" w:rsidRPr="00290F2A" w14:paraId="4D3B133B" w14:textId="77777777" w:rsidTr="00AE44BD">
        <w:trPr>
          <w:trHeight w:val="317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C23B38A" w14:textId="77777777" w:rsidR="004A562C" w:rsidRPr="00290F2A" w:rsidRDefault="004A562C" w:rsidP="00242A09">
            <w:r w:rsidRPr="00290F2A">
              <w:t>Toggle Pitot Heat</w:t>
            </w:r>
          </w:p>
        </w:tc>
        <w:tc>
          <w:tcPr>
            <w:tcW w:w="1701" w:type="dxa"/>
            <w:vAlign w:val="center"/>
          </w:tcPr>
          <w:p w14:paraId="50AB6337" w14:textId="77777777" w:rsidR="004A562C" w:rsidRPr="00890593" w:rsidRDefault="004A562C" w:rsidP="00242A09">
            <w:pPr>
              <w:rPr>
                <w:b/>
                <w:bCs/>
              </w:rPr>
            </w:pPr>
            <w:r w:rsidRPr="00890593">
              <w:rPr>
                <w:b/>
                <w:bCs/>
              </w:rPr>
              <w:t>Shift + H</w:t>
            </w:r>
          </w:p>
        </w:tc>
        <w:tc>
          <w:tcPr>
            <w:tcW w:w="1701" w:type="dxa"/>
            <w:vAlign w:val="center"/>
          </w:tcPr>
          <w:p w14:paraId="5A0A03A7" w14:textId="77777777" w:rsidR="004A562C" w:rsidRPr="00290F2A" w:rsidRDefault="004A562C" w:rsidP="00242A09"/>
        </w:tc>
      </w:tr>
      <w:tr w:rsidR="004A562C" w:rsidRPr="00290F2A" w14:paraId="5CC7D43A" w14:textId="77777777" w:rsidTr="00AE44BD">
        <w:trPr>
          <w:trHeight w:val="317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E5D980C" w14:textId="77777777" w:rsidR="004A562C" w:rsidRPr="00290F2A" w:rsidRDefault="004A562C" w:rsidP="00242A09">
            <w:r w:rsidRPr="00290F2A">
              <w:t>Pitot Heat Off</w:t>
            </w:r>
          </w:p>
        </w:tc>
        <w:tc>
          <w:tcPr>
            <w:tcW w:w="1701" w:type="dxa"/>
            <w:vAlign w:val="center"/>
          </w:tcPr>
          <w:p w14:paraId="179EE77E" w14:textId="77777777" w:rsidR="004A562C" w:rsidRPr="00890593" w:rsidRDefault="004A562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6238C3D" w14:textId="77777777" w:rsidR="004A562C" w:rsidRPr="00290F2A" w:rsidRDefault="004A562C" w:rsidP="00242A09"/>
        </w:tc>
      </w:tr>
      <w:tr w:rsidR="004A562C" w:rsidRPr="00290F2A" w14:paraId="09D2814A" w14:textId="77777777" w:rsidTr="00AE44BD">
        <w:trPr>
          <w:trHeight w:val="317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925ADA0" w14:textId="77777777" w:rsidR="004A562C" w:rsidRPr="00290F2A" w:rsidRDefault="004A562C" w:rsidP="00242A09">
            <w:r w:rsidRPr="00290F2A">
              <w:t>Pitot Heat On</w:t>
            </w:r>
          </w:p>
        </w:tc>
        <w:tc>
          <w:tcPr>
            <w:tcW w:w="1701" w:type="dxa"/>
            <w:vAlign w:val="center"/>
          </w:tcPr>
          <w:p w14:paraId="3582DD4B" w14:textId="77777777" w:rsidR="004A562C" w:rsidRPr="00890593" w:rsidRDefault="004A562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8705DFC" w14:textId="77777777" w:rsidR="004A562C" w:rsidRPr="00290F2A" w:rsidRDefault="004A562C" w:rsidP="00242A09"/>
        </w:tc>
      </w:tr>
      <w:tr w:rsidR="004A562C" w:rsidRPr="00290F2A" w14:paraId="64582023" w14:textId="77777777" w:rsidTr="00AE44BD">
        <w:trPr>
          <w:trHeight w:val="317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BB6A75B" w14:textId="77777777" w:rsidR="004A562C" w:rsidRPr="00290F2A" w:rsidRDefault="004A562C" w:rsidP="00242A09">
            <w:r w:rsidRPr="00290F2A">
              <w:t>Set Pitot Heat</w:t>
            </w:r>
          </w:p>
        </w:tc>
        <w:tc>
          <w:tcPr>
            <w:tcW w:w="1701" w:type="dxa"/>
            <w:vAlign w:val="center"/>
          </w:tcPr>
          <w:p w14:paraId="593F4618" w14:textId="77777777" w:rsidR="004A562C" w:rsidRPr="00890593" w:rsidRDefault="004A562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B70E041" w14:textId="77777777" w:rsidR="004A562C" w:rsidRPr="00290F2A" w:rsidRDefault="004A562C" w:rsidP="00242A09"/>
        </w:tc>
      </w:tr>
      <w:tr w:rsidR="00AB3903" w:rsidRPr="005C7532" w14:paraId="4649646A" w14:textId="31FFAD25" w:rsidTr="00AE44BD">
        <w:trPr>
          <w:trHeight w:val="317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BBF55C0" w14:textId="77777777" w:rsidR="00AB3903" w:rsidRPr="00290F2A" w:rsidRDefault="00AB3903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Engines Gradual Anti Ice</w:t>
            </w:r>
          </w:p>
        </w:tc>
        <w:tc>
          <w:tcPr>
            <w:tcW w:w="1701" w:type="dxa"/>
            <w:vAlign w:val="center"/>
          </w:tcPr>
          <w:p w14:paraId="518EA9E2" w14:textId="77777777" w:rsidR="00AB3903" w:rsidRPr="00890593" w:rsidRDefault="00AB3903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8A23AC2" w14:textId="77777777" w:rsidR="00AB3903" w:rsidRPr="00290F2A" w:rsidRDefault="00AB3903" w:rsidP="00242A09">
            <w:pPr>
              <w:rPr>
                <w:lang w:val="en-US"/>
              </w:rPr>
            </w:pPr>
          </w:p>
        </w:tc>
      </w:tr>
      <w:tr w:rsidR="00AB3903" w:rsidRPr="005C7532" w14:paraId="5F36B83B" w14:textId="42B507E8" w:rsidTr="00AE44BD">
        <w:trPr>
          <w:trHeight w:val="317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A71EA4F" w14:textId="77777777" w:rsidR="00AB3903" w:rsidRPr="00290F2A" w:rsidRDefault="00AB3903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Engine 1 Gradual Anti Ice</w:t>
            </w:r>
          </w:p>
        </w:tc>
        <w:tc>
          <w:tcPr>
            <w:tcW w:w="1701" w:type="dxa"/>
            <w:vAlign w:val="center"/>
          </w:tcPr>
          <w:p w14:paraId="5D40798A" w14:textId="77777777" w:rsidR="00AB3903" w:rsidRPr="00890593" w:rsidRDefault="00AB3903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5FD2A8B" w14:textId="77777777" w:rsidR="00AB3903" w:rsidRPr="00290F2A" w:rsidRDefault="00AB3903" w:rsidP="00242A09">
            <w:pPr>
              <w:rPr>
                <w:lang w:val="en-US"/>
              </w:rPr>
            </w:pPr>
          </w:p>
        </w:tc>
      </w:tr>
      <w:tr w:rsidR="00AB3903" w:rsidRPr="005C7532" w14:paraId="5BD18767" w14:textId="4C55F97A" w:rsidTr="00AE44BD">
        <w:trPr>
          <w:trHeight w:val="317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082057B6" w14:textId="77777777" w:rsidR="00AB3903" w:rsidRPr="00290F2A" w:rsidRDefault="00AB3903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Engine 2 Gradual Anti Ice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0BC526F2" w14:textId="77777777" w:rsidR="00AB3903" w:rsidRPr="00890593" w:rsidRDefault="00AB3903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19509524" w14:textId="77777777" w:rsidR="00AB3903" w:rsidRPr="00290F2A" w:rsidRDefault="00AB3903" w:rsidP="00242A09">
            <w:pPr>
              <w:rPr>
                <w:lang w:val="en-US"/>
              </w:rPr>
            </w:pPr>
          </w:p>
        </w:tc>
      </w:tr>
      <w:tr w:rsidR="00AB3903" w:rsidRPr="005C7532" w14:paraId="79A3B5D8" w14:textId="4376350F" w:rsidTr="00AE44BD">
        <w:trPr>
          <w:trHeight w:val="317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322CBEE2" w14:textId="77777777" w:rsidR="00AB3903" w:rsidRPr="00290F2A" w:rsidRDefault="00AB3903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Engine 3 Gradual Anti Ice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67EF21E6" w14:textId="77777777" w:rsidR="00AB3903" w:rsidRPr="00890593" w:rsidRDefault="00AB3903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28DE5605" w14:textId="77777777" w:rsidR="00AB3903" w:rsidRPr="00290F2A" w:rsidRDefault="00AB3903" w:rsidP="00242A09">
            <w:pPr>
              <w:rPr>
                <w:lang w:val="en-US"/>
              </w:rPr>
            </w:pPr>
          </w:p>
        </w:tc>
      </w:tr>
      <w:tr w:rsidR="00AB3903" w:rsidRPr="005C7532" w14:paraId="2FC04F62" w14:textId="7496C1EC" w:rsidTr="00AE44BD">
        <w:trPr>
          <w:trHeight w:val="317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183B2327" w14:textId="77777777" w:rsidR="00AB3903" w:rsidRPr="00290F2A" w:rsidRDefault="00AB3903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Engine 4 Gradual Anti Ice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4B24B42D" w14:textId="77777777" w:rsidR="00AB3903" w:rsidRPr="00890593" w:rsidRDefault="00AB3903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569A7F35" w14:textId="77777777" w:rsidR="00AB3903" w:rsidRPr="00290F2A" w:rsidRDefault="00AB3903" w:rsidP="00242A09">
            <w:pPr>
              <w:rPr>
                <w:lang w:val="en-US"/>
              </w:rPr>
            </w:pPr>
          </w:p>
        </w:tc>
      </w:tr>
      <w:tr w:rsidR="00AB3903" w:rsidRPr="00290F2A" w14:paraId="7D0CFF14" w14:textId="000EF37E" w:rsidTr="00AE44BD">
        <w:trPr>
          <w:trHeight w:val="317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3ABB35E" w14:textId="77777777" w:rsidR="00AB3903" w:rsidRPr="00290F2A" w:rsidRDefault="00AB3903" w:rsidP="00242A09">
            <w:r w:rsidRPr="00290F2A">
              <w:t>Set Anti Ice Off</w:t>
            </w:r>
          </w:p>
        </w:tc>
        <w:tc>
          <w:tcPr>
            <w:tcW w:w="1701" w:type="dxa"/>
            <w:vAlign w:val="center"/>
          </w:tcPr>
          <w:p w14:paraId="3E57F088" w14:textId="77777777" w:rsidR="00AB3903" w:rsidRPr="00890593" w:rsidRDefault="00AB3903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89FD714" w14:textId="77777777" w:rsidR="00AB3903" w:rsidRPr="00290F2A" w:rsidRDefault="00AB3903" w:rsidP="00242A09"/>
        </w:tc>
      </w:tr>
      <w:tr w:rsidR="00AB3903" w:rsidRPr="00290F2A" w14:paraId="2DD44DC1" w14:textId="070AFDDA" w:rsidTr="00AE44BD">
        <w:trPr>
          <w:trHeight w:val="317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B224C42" w14:textId="77777777" w:rsidR="00AB3903" w:rsidRPr="00290F2A" w:rsidRDefault="00AB3903" w:rsidP="00242A09">
            <w:r w:rsidRPr="00290F2A">
              <w:t>Set Anti Ice On</w:t>
            </w:r>
          </w:p>
        </w:tc>
        <w:tc>
          <w:tcPr>
            <w:tcW w:w="1701" w:type="dxa"/>
            <w:vAlign w:val="center"/>
          </w:tcPr>
          <w:p w14:paraId="5520364E" w14:textId="77777777" w:rsidR="00AB3903" w:rsidRPr="00890593" w:rsidRDefault="00AB3903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BB93E4E" w14:textId="77777777" w:rsidR="00AB3903" w:rsidRPr="00290F2A" w:rsidRDefault="00AB3903" w:rsidP="00242A09"/>
        </w:tc>
      </w:tr>
      <w:tr w:rsidR="00AB3903" w:rsidRPr="00290F2A" w14:paraId="0A4D46EC" w14:textId="1C981353" w:rsidTr="00AE44BD">
        <w:trPr>
          <w:trHeight w:val="317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1C2D409" w14:textId="77777777" w:rsidR="00AB3903" w:rsidRPr="00290F2A" w:rsidRDefault="00AB3903" w:rsidP="00242A09">
            <w:r w:rsidRPr="00290F2A">
              <w:t>Set Anti Ice</w:t>
            </w:r>
          </w:p>
        </w:tc>
        <w:tc>
          <w:tcPr>
            <w:tcW w:w="1701" w:type="dxa"/>
            <w:vAlign w:val="center"/>
          </w:tcPr>
          <w:p w14:paraId="0353CD7A" w14:textId="77777777" w:rsidR="00AB3903" w:rsidRPr="00890593" w:rsidRDefault="00AB3903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12A1A97" w14:textId="77777777" w:rsidR="00AB3903" w:rsidRPr="00290F2A" w:rsidRDefault="00AB3903" w:rsidP="00242A09"/>
        </w:tc>
      </w:tr>
      <w:tr w:rsidR="00AB3903" w:rsidRPr="00290F2A" w14:paraId="229C137E" w14:textId="174AD89E" w:rsidTr="00AE44BD">
        <w:trPr>
          <w:trHeight w:val="317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0B749EE" w14:textId="77777777" w:rsidR="00AB3903" w:rsidRPr="00290F2A" w:rsidRDefault="00AB3903" w:rsidP="00242A09">
            <w:r w:rsidRPr="00290F2A">
              <w:t>Set Engine 1 Anti Ice</w:t>
            </w:r>
          </w:p>
        </w:tc>
        <w:tc>
          <w:tcPr>
            <w:tcW w:w="1701" w:type="dxa"/>
            <w:vAlign w:val="center"/>
          </w:tcPr>
          <w:p w14:paraId="7ACB3F30" w14:textId="77777777" w:rsidR="00AB3903" w:rsidRPr="00890593" w:rsidRDefault="00AB3903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D64DCFF" w14:textId="77777777" w:rsidR="00AB3903" w:rsidRPr="00290F2A" w:rsidRDefault="00AB3903" w:rsidP="00242A09"/>
        </w:tc>
      </w:tr>
      <w:tr w:rsidR="00AB3903" w:rsidRPr="00290F2A" w14:paraId="37084BBF" w14:textId="117EF3F0" w:rsidTr="00AE44BD">
        <w:trPr>
          <w:trHeight w:val="317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717F2DAD" w14:textId="77777777" w:rsidR="00AB3903" w:rsidRPr="00290F2A" w:rsidRDefault="00AB3903" w:rsidP="00242A09">
            <w:r w:rsidRPr="00290F2A">
              <w:t>Set Engine 2 Anti Ice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6906A741" w14:textId="77777777" w:rsidR="00AB3903" w:rsidRPr="00890593" w:rsidRDefault="00AB3903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4E60F4BC" w14:textId="77777777" w:rsidR="00AB3903" w:rsidRPr="00290F2A" w:rsidRDefault="00AB3903" w:rsidP="00242A09"/>
        </w:tc>
      </w:tr>
      <w:tr w:rsidR="00AB3903" w:rsidRPr="00290F2A" w14:paraId="5D70FA8E" w14:textId="7899B320" w:rsidTr="00AE44BD">
        <w:trPr>
          <w:trHeight w:val="317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21B5FB28" w14:textId="77777777" w:rsidR="00AB3903" w:rsidRPr="00290F2A" w:rsidRDefault="00AB3903" w:rsidP="00242A09">
            <w:r w:rsidRPr="00290F2A">
              <w:t>Set Engine 3 Anti Ice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47D92FF0" w14:textId="77777777" w:rsidR="00AB3903" w:rsidRPr="00890593" w:rsidRDefault="00AB3903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3B79C2DE" w14:textId="77777777" w:rsidR="00AB3903" w:rsidRPr="00290F2A" w:rsidRDefault="00AB3903" w:rsidP="00242A09"/>
        </w:tc>
      </w:tr>
      <w:tr w:rsidR="00AB3903" w:rsidRPr="00290F2A" w14:paraId="7982B028" w14:textId="49359C62" w:rsidTr="00AE44BD">
        <w:trPr>
          <w:trHeight w:val="317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4A7805C8" w14:textId="77777777" w:rsidR="00AB3903" w:rsidRPr="00290F2A" w:rsidRDefault="00AB3903" w:rsidP="00242A09">
            <w:r w:rsidRPr="00290F2A">
              <w:t>Set Engine 4 Anti Ice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0E0886B5" w14:textId="77777777" w:rsidR="00AB3903" w:rsidRPr="00890593" w:rsidRDefault="00AB3903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28BD3E5C" w14:textId="77777777" w:rsidR="00AB3903" w:rsidRPr="00290F2A" w:rsidRDefault="00AB3903" w:rsidP="00242A09"/>
        </w:tc>
      </w:tr>
      <w:tr w:rsidR="004A562C" w:rsidRPr="00290F2A" w14:paraId="6D9AC2CD" w14:textId="77777777" w:rsidTr="00AE44BD">
        <w:trPr>
          <w:trHeight w:val="317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FB04649" w14:textId="77777777" w:rsidR="004A562C" w:rsidRPr="00290F2A" w:rsidRDefault="004A562C" w:rsidP="0014304E">
            <w:r w:rsidRPr="00290F2A">
              <w:t>Toggle Propeller Deice</w:t>
            </w:r>
          </w:p>
        </w:tc>
        <w:tc>
          <w:tcPr>
            <w:tcW w:w="1701" w:type="dxa"/>
            <w:vAlign w:val="center"/>
          </w:tcPr>
          <w:p w14:paraId="58854D0A" w14:textId="77777777" w:rsidR="004A562C" w:rsidRPr="00884F5A" w:rsidRDefault="004A562C" w:rsidP="0014304E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CE94F7A" w14:textId="77777777" w:rsidR="004A562C" w:rsidRPr="00290F2A" w:rsidRDefault="004A562C" w:rsidP="0014304E"/>
        </w:tc>
      </w:tr>
      <w:tr w:rsidR="004A562C" w:rsidRPr="00290F2A" w14:paraId="0F7820A9" w14:textId="77777777" w:rsidTr="00AE44BD">
        <w:trPr>
          <w:trHeight w:val="317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5301740" w14:textId="77777777" w:rsidR="004A562C" w:rsidRPr="00290F2A" w:rsidRDefault="004A562C" w:rsidP="0014304E">
            <w:r w:rsidRPr="00290F2A">
              <w:t>Toggle Structural Deice</w:t>
            </w:r>
          </w:p>
        </w:tc>
        <w:tc>
          <w:tcPr>
            <w:tcW w:w="1701" w:type="dxa"/>
            <w:vAlign w:val="center"/>
          </w:tcPr>
          <w:p w14:paraId="00F8D7EF" w14:textId="77777777" w:rsidR="004A562C" w:rsidRPr="00884F5A" w:rsidRDefault="004A562C" w:rsidP="0014304E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5808B98" w14:textId="77777777" w:rsidR="004A562C" w:rsidRPr="00290F2A" w:rsidRDefault="004A562C" w:rsidP="0014304E"/>
        </w:tc>
      </w:tr>
      <w:tr w:rsidR="004A562C" w:rsidRPr="00290F2A" w14:paraId="354F2DEC" w14:textId="77777777" w:rsidTr="00AE44BD">
        <w:trPr>
          <w:trHeight w:val="317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E89BB8E" w14:textId="77777777" w:rsidR="004A562C" w:rsidRPr="00290F2A" w:rsidRDefault="004A562C" w:rsidP="0014304E">
            <w:r w:rsidRPr="00290F2A">
              <w:t>Set Windshield Deice Off</w:t>
            </w:r>
          </w:p>
        </w:tc>
        <w:tc>
          <w:tcPr>
            <w:tcW w:w="1701" w:type="dxa"/>
            <w:vAlign w:val="center"/>
          </w:tcPr>
          <w:p w14:paraId="54ECE6FD" w14:textId="77777777" w:rsidR="004A562C" w:rsidRPr="00884F5A" w:rsidRDefault="004A562C" w:rsidP="0014304E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F665ECA" w14:textId="77777777" w:rsidR="004A562C" w:rsidRPr="00290F2A" w:rsidRDefault="004A562C" w:rsidP="0014304E"/>
        </w:tc>
      </w:tr>
      <w:tr w:rsidR="004A562C" w:rsidRPr="00290F2A" w14:paraId="19201D7B" w14:textId="77777777" w:rsidTr="00AE44BD">
        <w:trPr>
          <w:trHeight w:val="317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9A1759A" w14:textId="77777777" w:rsidR="004A562C" w:rsidRPr="00290F2A" w:rsidRDefault="004A562C" w:rsidP="0014304E">
            <w:r w:rsidRPr="00290F2A">
              <w:t>Set Windshield Deice On</w:t>
            </w:r>
          </w:p>
        </w:tc>
        <w:tc>
          <w:tcPr>
            <w:tcW w:w="1701" w:type="dxa"/>
            <w:vAlign w:val="center"/>
          </w:tcPr>
          <w:p w14:paraId="022957A3" w14:textId="77777777" w:rsidR="004A562C" w:rsidRPr="00884F5A" w:rsidRDefault="004A562C" w:rsidP="0014304E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713AEA8" w14:textId="77777777" w:rsidR="004A562C" w:rsidRPr="00290F2A" w:rsidRDefault="004A562C" w:rsidP="0014304E"/>
        </w:tc>
      </w:tr>
      <w:tr w:rsidR="004A562C" w:rsidRPr="00290F2A" w14:paraId="6826B93E" w14:textId="77777777" w:rsidTr="00AE44BD">
        <w:trPr>
          <w:trHeight w:val="317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017B5DE" w14:textId="77777777" w:rsidR="004A562C" w:rsidRPr="00290F2A" w:rsidRDefault="004A562C" w:rsidP="0014304E">
            <w:r w:rsidRPr="00290F2A">
              <w:t>Set Windshield Deice</w:t>
            </w:r>
          </w:p>
        </w:tc>
        <w:tc>
          <w:tcPr>
            <w:tcW w:w="1701" w:type="dxa"/>
            <w:vAlign w:val="center"/>
          </w:tcPr>
          <w:p w14:paraId="28A8C71A" w14:textId="77777777" w:rsidR="004A562C" w:rsidRPr="00884F5A" w:rsidRDefault="004A562C" w:rsidP="0014304E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DEAEA2D" w14:textId="77777777" w:rsidR="004A562C" w:rsidRPr="00290F2A" w:rsidRDefault="004A562C" w:rsidP="0014304E"/>
        </w:tc>
      </w:tr>
      <w:tr w:rsidR="004A562C" w:rsidRPr="00290F2A" w14:paraId="0AF45E70" w14:textId="77777777" w:rsidTr="00AE44BD">
        <w:trPr>
          <w:trHeight w:val="317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09D6F8B" w14:textId="77777777" w:rsidR="004A562C" w:rsidRPr="00290F2A" w:rsidRDefault="004A562C" w:rsidP="0014304E">
            <w:r w:rsidRPr="00290F2A">
              <w:t>Toggle Windshield Deice</w:t>
            </w:r>
          </w:p>
        </w:tc>
        <w:tc>
          <w:tcPr>
            <w:tcW w:w="1701" w:type="dxa"/>
            <w:vAlign w:val="center"/>
          </w:tcPr>
          <w:p w14:paraId="22CCF02E" w14:textId="77777777" w:rsidR="004A562C" w:rsidRPr="00884F5A" w:rsidRDefault="004A562C" w:rsidP="0014304E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B26CF88" w14:textId="77777777" w:rsidR="004A562C" w:rsidRPr="00290F2A" w:rsidRDefault="004A562C" w:rsidP="0014304E"/>
        </w:tc>
      </w:tr>
    </w:tbl>
    <w:p w14:paraId="3EA948F3" w14:textId="2BB154D7" w:rsidR="006822C3" w:rsidRDefault="00B45173" w:rsidP="005D3D26">
      <w:pPr>
        <w:pStyle w:val="Ttulo2"/>
      </w:pPr>
      <w:bookmarkStart w:id="18" w:name="_Toc65859871"/>
      <w:bookmarkStart w:id="19" w:name="_Toc66292952"/>
      <w:r w:rsidRPr="00290F2A">
        <w:t>Hydraulics</w:t>
      </w:r>
      <w:bookmarkEnd w:id="18"/>
      <w:bookmarkEnd w:id="19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945B27" w:rsidRPr="00AA645C" w14:paraId="3FBB70C1" w14:textId="77777777" w:rsidTr="00AE44BD">
        <w:trPr>
          <w:trHeight w:val="317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1AA63E93" w14:textId="09BD1CEA" w:rsidR="00945B27" w:rsidRPr="00AA645C" w:rsidRDefault="00716A3E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Instruments &amp; Systems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Hydraulics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6BB4D2A" w14:textId="77777777" w:rsidR="00945B27" w:rsidRPr="00AA645C" w:rsidRDefault="00945B27" w:rsidP="006A0E97">
            <w:pPr>
              <w:jc w:val="center"/>
              <w:rPr>
                <w:b/>
                <w:bCs/>
              </w:rPr>
            </w:pPr>
            <w:r w:rsidRPr="00AA645C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A8C3434" w14:textId="20250141" w:rsidR="00945B27" w:rsidRPr="00AA645C" w:rsidRDefault="005824C4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AB3903" w:rsidRPr="00290F2A" w14:paraId="247157A4" w14:textId="398F85F7" w:rsidTr="00AE44BD">
        <w:trPr>
          <w:trHeight w:val="317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50CBB12" w14:textId="77777777" w:rsidR="00AB3903" w:rsidRPr="00290F2A" w:rsidRDefault="00AB3903" w:rsidP="00242A09">
            <w:bookmarkStart w:id="20" w:name="_Toc65859872"/>
            <w:bookmarkEnd w:id="20"/>
            <w:r w:rsidRPr="00290F2A">
              <w:t>Toggle Hydraulic Switch</w:t>
            </w:r>
          </w:p>
        </w:tc>
        <w:tc>
          <w:tcPr>
            <w:tcW w:w="1701" w:type="dxa"/>
            <w:vAlign w:val="center"/>
          </w:tcPr>
          <w:p w14:paraId="37DF8157" w14:textId="77777777" w:rsidR="00AB3903" w:rsidRPr="00290F2A" w:rsidRDefault="00AB3903" w:rsidP="00242A09"/>
        </w:tc>
        <w:tc>
          <w:tcPr>
            <w:tcW w:w="1701" w:type="dxa"/>
            <w:vAlign w:val="center"/>
          </w:tcPr>
          <w:p w14:paraId="5213335D" w14:textId="77777777" w:rsidR="00AB3903" w:rsidRPr="00290F2A" w:rsidRDefault="00AB3903" w:rsidP="00242A09"/>
        </w:tc>
      </w:tr>
    </w:tbl>
    <w:p w14:paraId="319B7ED9" w14:textId="3D6FC0A2" w:rsidR="008B1864" w:rsidRDefault="008B1864" w:rsidP="00375EC4">
      <w:pPr>
        <w:pStyle w:val="Ttulo1"/>
        <w:pageBreakBefore/>
        <w:tabs>
          <w:tab w:val="left" w:pos="284"/>
        </w:tabs>
        <w:spacing w:before="0" w:after="60"/>
        <w:ind w:left="0" w:firstLine="0"/>
      </w:pPr>
      <w:bookmarkStart w:id="21" w:name="_Toc65859906"/>
      <w:bookmarkStart w:id="22" w:name="_Toc66292953"/>
      <w:bookmarkStart w:id="23" w:name="_Toc65859897"/>
      <w:bookmarkStart w:id="24" w:name="_Toc65859873"/>
      <w:r w:rsidRPr="00290F2A">
        <w:lastRenderedPageBreak/>
        <w:t>Lights</w:t>
      </w:r>
      <w:bookmarkEnd w:id="21"/>
      <w:bookmarkEnd w:id="22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AB68B8" w:rsidRPr="00AA645C" w14:paraId="459A7DB7" w14:textId="77777777" w:rsidTr="00AB68B8">
        <w:trPr>
          <w:trHeight w:val="272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0ACFA4F9" w14:textId="3BAFA016" w:rsidR="00AB68B8" w:rsidRPr="00AA645C" w:rsidRDefault="00AB68B8" w:rsidP="0014304E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Lights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AF89B3A" w14:textId="77777777" w:rsidR="00AB68B8" w:rsidRPr="006D06A7" w:rsidRDefault="00AB68B8" w:rsidP="0014304E">
            <w:pPr>
              <w:jc w:val="center"/>
              <w:rPr>
                <w:b/>
                <w:bCs/>
              </w:rPr>
            </w:pPr>
            <w:r w:rsidRPr="006D06A7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E67F7CF" w14:textId="77777777" w:rsidR="00AB68B8" w:rsidRPr="00AA645C" w:rsidRDefault="00AB68B8" w:rsidP="001430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AB68B8" w:rsidRPr="00290F2A" w14:paraId="14481589" w14:textId="77777777" w:rsidTr="00AB68B8">
        <w:trPr>
          <w:trHeight w:val="272"/>
        </w:trPr>
        <w:tc>
          <w:tcPr>
            <w:tcW w:w="3402" w:type="dxa"/>
            <w:shd w:val="clear" w:color="auto" w:fill="auto"/>
            <w:noWrap/>
            <w:vAlign w:val="center"/>
          </w:tcPr>
          <w:p w14:paraId="52D5B430" w14:textId="6D48DCC0" w:rsidR="00AB68B8" w:rsidRPr="00290F2A" w:rsidRDefault="00AB68B8" w:rsidP="0014304E">
            <w:r>
              <w:t>Toggle Lights</w:t>
            </w:r>
            <w:r w:rsidR="008F5B27">
              <w:t xml:space="preserve"> </w:t>
            </w:r>
            <w:r w:rsidR="00DB6B6C">
              <w:t>(general)</w:t>
            </w:r>
          </w:p>
        </w:tc>
        <w:tc>
          <w:tcPr>
            <w:tcW w:w="1701" w:type="dxa"/>
            <w:vAlign w:val="center"/>
          </w:tcPr>
          <w:p w14:paraId="6B6E860D" w14:textId="4D8E2004" w:rsidR="00AB68B8" w:rsidRPr="006D06A7" w:rsidRDefault="00AB68B8" w:rsidP="0014304E">
            <w:pPr>
              <w:rPr>
                <w:b/>
                <w:bCs/>
              </w:rPr>
            </w:pPr>
            <w:r w:rsidRPr="006D06A7">
              <w:rPr>
                <w:b/>
                <w:bCs/>
              </w:rPr>
              <w:t>L</w:t>
            </w:r>
          </w:p>
        </w:tc>
        <w:tc>
          <w:tcPr>
            <w:tcW w:w="1701" w:type="dxa"/>
            <w:vAlign w:val="center"/>
          </w:tcPr>
          <w:p w14:paraId="0A19A127" w14:textId="77777777" w:rsidR="00AB68B8" w:rsidRPr="00290F2A" w:rsidRDefault="00AB68B8" w:rsidP="0014304E"/>
        </w:tc>
      </w:tr>
    </w:tbl>
    <w:p w14:paraId="355E1B4E" w14:textId="77777777" w:rsidR="008B1864" w:rsidRPr="00B45173" w:rsidRDefault="008B1864" w:rsidP="005D3D26">
      <w:pPr>
        <w:pStyle w:val="Ttulo2"/>
      </w:pPr>
      <w:bookmarkStart w:id="25" w:name="_Toc65859907"/>
      <w:bookmarkStart w:id="26" w:name="_Toc66292954"/>
      <w:r w:rsidRPr="00290F2A">
        <w:t>Exterior Lights</w:t>
      </w:r>
      <w:bookmarkEnd w:id="25"/>
      <w:bookmarkEnd w:id="26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8B1864" w:rsidRPr="00AA645C" w14:paraId="61E849FE" w14:textId="77777777" w:rsidTr="006A0E97">
        <w:trPr>
          <w:trHeight w:val="315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764A5C52" w14:textId="4947646E" w:rsidR="008B1864" w:rsidRPr="00AA645C" w:rsidRDefault="008B1864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Lights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Exterior Lights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DC49F97" w14:textId="77777777" w:rsidR="008B1864" w:rsidRPr="006D06A7" w:rsidRDefault="008B1864" w:rsidP="006A0E97">
            <w:pPr>
              <w:jc w:val="center"/>
              <w:rPr>
                <w:b/>
                <w:bCs/>
              </w:rPr>
            </w:pPr>
            <w:r w:rsidRPr="006D06A7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B2B299E" w14:textId="18DB8B16" w:rsidR="008B1864" w:rsidRPr="00AA645C" w:rsidRDefault="005824C4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5E4F75" w:rsidRPr="00290F2A" w14:paraId="7CC10C1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A27656D" w14:textId="77777777" w:rsidR="005E4F75" w:rsidRPr="00290F2A" w:rsidRDefault="005E4F75" w:rsidP="00242A09">
            <w:bookmarkStart w:id="27" w:name="_Toc65859908"/>
            <w:bookmarkEnd w:id="27"/>
            <w:r w:rsidRPr="00290F2A">
              <w:t>Toggle Landing Lights</w:t>
            </w:r>
          </w:p>
        </w:tc>
        <w:tc>
          <w:tcPr>
            <w:tcW w:w="1701" w:type="dxa"/>
            <w:vAlign w:val="center"/>
          </w:tcPr>
          <w:p w14:paraId="146ADE31" w14:textId="77777777" w:rsidR="005E4F75" w:rsidRPr="006D06A7" w:rsidRDefault="005E4F75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L</w:t>
            </w:r>
          </w:p>
        </w:tc>
        <w:tc>
          <w:tcPr>
            <w:tcW w:w="1701" w:type="dxa"/>
            <w:vAlign w:val="center"/>
          </w:tcPr>
          <w:p w14:paraId="62DABE3D" w14:textId="77777777" w:rsidR="005E4F75" w:rsidRPr="00290F2A" w:rsidRDefault="005E4F75" w:rsidP="00242A09"/>
        </w:tc>
      </w:tr>
      <w:tr w:rsidR="006D06A7" w:rsidRPr="00290F2A" w14:paraId="0105501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993EAD4" w14:textId="77777777" w:rsidR="006D06A7" w:rsidRPr="00290F2A" w:rsidRDefault="006D06A7" w:rsidP="00242A09">
            <w:r w:rsidRPr="00290F2A">
              <w:t>Landing Lights Off</w:t>
            </w:r>
          </w:p>
        </w:tc>
        <w:tc>
          <w:tcPr>
            <w:tcW w:w="1701" w:type="dxa"/>
            <w:vAlign w:val="center"/>
          </w:tcPr>
          <w:p w14:paraId="0AA48549" w14:textId="77777777" w:rsidR="006D06A7" w:rsidRPr="006D06A7" w:rsidRDefault="006D06A7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499F2D2" w14:textId="77777777" w:rsidR="006D06A7" w:rsidRPr="00290F2A" w:rsidRDefault="006D06A7" w:rsidP="00242A09"/>
        </w:tc>
      </w:tr>
      <w:tr w:rsidR="006D06A7" w:rsidRPr="00290F2A" w14:paraId="2243410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3DD2D42" w14:textId="77777777" w:rsidR="006D06A7" w:rsidRPr="00290F2A" w:rsidRDefault="006D06A7" w:rsidP="00242A09">
            <w:r w:rsidRPr="00290F2A">
              <w:t>Landing Lights On</w:t>
            </w:r>
          </w:p>
        </w:tc>
        <w:tc>
          <w:tcPr>
            <w:tcW w:w="1701" w:type="dxa"/>
            <w:vAlign w:val="center"/>
          </w:tcPr>
          <w:p w14:paraId="171E26B4" w14:textId="77777777" w:rsidR="006D06A7" w:rsidRPr="006D06A7" w:rsidRDefault="006D06A7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ABF91A4" w14:textId="77777777" w:rsidR="006D06A7" w:rsidRPr="00290F2A" w:rsidRDefault="006D06A7" w:rsidP="00242A09"/>
        </w:tc>
      </w:tr>
      <w:tr w:rsidR="006D06A7" w:rsidRPr="00290F2A" w14:paraId="7FC7D09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921AA18" w14:textId="77777777" w:rsidR="006D06A7" w:rsidRPr="00290F2A" w:rsidRDefault="006D06A7" w:rsidP="00242A09">
            <w:r w:rsidRPr="00290F2A">
              <w:t>Set Landing Lights</w:t>
            </w:r>
          </w:p>
        </w:tc>
        <w:tc>
          <w:tcPr>
            <w:tcW w:w="1701" w:type="dxa"/>
            <w:vAlign w:val="center"/>
          </w:tcPr>
          <w:p w14:paraId="6B870F51" w14:textId="77777777" w:rsidR="006D06A7" w:rsidRPr="006D06A7" w:rsidRDefault="006D06A7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76383E6" w14:textId="77777777" w:rsidR="006D06A7" w:rsidRPr="00290F2A" w:rsidRDefault="006D06A7" w:rsidP="00242A09"/>
        </w:tc>
      </w:tr>
      <w:tr w:rsidR="00264B31" w:rsidRPr="00290F2A" w14:paraId="7343E1D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340A642" w14:textId="77777777" w:rsidR="00264B31" w:rsidRPr="00290F2A" w:rsidRDefault="00264B31" w:rsidP="00242A09">
            <w:r w:rsidRPr="00290F2A">
              <w:t>Landing Lights Up</w:t>
            </w:r>
          </w:p>
        </w:tc>
        <w:tc>
          <w:tcPr>
            <w:tcW w:w="1701" w:type="dxa"/>
            <w:vAlign w:val="center"/>
          </w:tcPr>
          <w:p w14:paraId="12371A21" w14:textId="77777777" w:rsidR="00264B31" w:rsidRPr="006D06A7" w:rsidRDefault="00264B31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Shift + Ctrl + Num 8</w:t>
            </w:r>
          </w:p>
        </w:tc>
        <w:tc>
          <w:tcPr>
            <w:tcW w:w="1701" w:type="dxa"/>
            <w:vAlign w:val="center"/>
          </w:tcPr>
          <w:p w14:paraId="66F22A0B" w14:textId="77777777" w:rsidR="00264B31" w:rsidRPr="00290F2A" w:rsidRDefault="00264B31" w:rsidP="00242A09"/>
        </w:tc>
      </w:tr>
      <w:tr w:rsidR="006D06A7" w:rsidRPr="00290F2A" w14:paraId="3990B03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2B72A43" w14:textId="77777777" w:rsidR="006D06A7" w:rsidRPr="00290F2A" w:rsidRDefault="006D06A7" w:rsidP="00242A09">
            <w:r w:rsidRPr="00290F2A">
              <w:t>Landing Lights Down</w:t>
            </w:r>
          </w:p>
        </w:tc>
        <w:tc>
          <w:tcPr>
            <w:tcW w:w="1701" w:type="dxa"/>
            <w:vAlign w:val="center"/>
          </w:tcPr>
          <w:p w14:paraId="67DD18FD" w14:textId="77777777" w:rsidR="006D06A7" w:rsidRPr="006D06A7" w:rsidRDefault="006D06A7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Shift + Ctrl + Num 2</w:t>
            </w:r>
          </w:p>
        </w:tc>
        <w:tc>
          <w:tcPr>
            <w:tcW w:w="1701" w:type="dxa"/>
            <w:vAlign w:val="center"/>
          </w:tcPr>
          <w:p w14:paraId="28149B25" w14:textId="77777777" w:rsidR="006D06A7" w:rsidRPr="00290F2A" w:rsidRDefault="006D06A7" w:rsidP="00242A09"/>
        </w:tc>
      </w:tr>
      <w:tr w:rsidR="006D06A7" w:rsidRPr="00290F2A" w14:paraId="43FEAF9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65C089A" w14:textId="77777777" w:rsidR="006D06A7" w:rsidRPr="00290F2A" w:rsidRDefault="006D06A7" w:rsidP="00242A09">
            <w:r w:rsidRPr="00290F2A">
              <w:t>Landing Lights Left</w:t>
            </w:r>
          </w:p>
        </w:tc>
        <w:tc>
          <w:tcPr>
            <w:tcW w:w="1701" w:type="dxa"/>
            <w:vAlign w:val="center"/>
          </w:tcPr>
          <w:p w14:paraId="73C2EB23" w14:textId="77777777" w:rsidR="006D06A7" w:rsidRPr="006D06A7" w:rsidRDefault="006D06A7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Shift + Ctrl + Num 4</w:t>
            </w:r>
          </w:p>
        </w:tc>
        <w:tc>
          <w:tcPr>
            <w:tcW w:w="1701" w:type="dxa"/>
            <w:vAlign w:val="center"/>
          </w:tcPr>
          <w:p w14:paraId="17C38CD6" w14:textId="77777777" w:rsidR="006D06A7" w:rsidRPr="00290F2A" w:rsidRDefault="006D06A7" w:rsidP="00242A09"/>
        </w:tc>
      </w:tr>
      <w:tr w:rsidR="006D06A7" w:rsidRPr="00290F2A" w14:paraId="11B4FC4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CA39A30" w14:textId="77777777" w:rsidR="006D06A7" w:rsidRPr="00290F2A" w:rsidRDefault="006D06A7" w:rsidP="00242A09">
            <w:r w:rsidRPr="00290F2A">
              <w:t>Landing Lights Right</w:t>
            </w:r>
          </w:p>
        </w:tc>
        <w:tc>
          <w:tcPr>
            <w:tcW w:w="1701" w:type="dxa"/>
            <w:vAlign w:val="center"/>
          </w:tcPr>
          <w:p w14:paraId="4B5EE4D9" w14:textId="77777777" w:rsidR="006D06A7" w:rsidRPr="006D06A7" w:rsidRDefault="006D06A7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Shift + Ctrl + Num 6</w:t>
            </w:r>
          </w:p>
        </w:tc>
        <w:tc>
          <w:tcPr>
            <w:tcW w:w="1701" w:type="dxa"/>
            <w:vAlign w:val="center"/>
          </w:tcPr>
          <w:p w14:paraId="127E48A1" w14:textId="77777777" w:rsidR="006D06A7" w:rsidRPr="00290F2A" w:rsidRDefault="006D06A7" w:rsidP="00242A09"/>
        </w:tc>
      </w:tr>
      <w:tr w:rsidR="00264B31" w:rsidRPr="00290F2A" w14:paraId="445A296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D44A083" w14:textId="77777777" w:rsidR="00264B31" w:rsidRPr="00290F2A" w:rsidRDefault="00264B31" w:rsidP="00242A09">
            <w:r w:rsidRPr="00290F2A">
              <w:t>Landing Lights Home</w:t>
            </w:r>
          </w:p>
        </w:tc>
        <w:tc>
          <w:tcPr>
            <w:tcW w:w="1701" w:type="dxa"/>
            <w:vAlign w:val="center"/>
          </w:tcPr>
          <w:p w14:paraId="3CCE81F4" w14:textId="77777777" w:rsidR="00264B31" w:rsidRPr="006D06A7" w:rsidRDefault="00264B31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Shift + Ctrl + Num 5</w:t>
            </w:r>
          </w:p>
        </w:tc>
        <w:tc>
          <w:tcPr>
            <w:tcW w:w="1701" w:type="dxa"/>
            <w:vAlign w:val="center"/>
          </w:tcPr>
          <w:p w14:paraId="595C489A" w14:textId="77777777" w:rsidR="00264B31" w:rsidRPr="00290F2A" w:rsidRDefault="00264B31" w:rsidP="00242A09"/>
        </w:tc>
      </w:tr>
      <w:tr w:rsidR="005E4F75" w:rsidRPr="00290F2A" w14:paraId="0402B3D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38F5847" w14:textId="77777777" w:rsidR="005E4F75" w:rsidRPr="00290F2A" w:rsidRDefault="005E4F75" w:rsidP="00242A09">
            <w:r w:rsidRPr="00290F2A">
              <w:t>Toggle Taxi Lights</w:t>
            </w:r>
          </w:p>
        </w:tc>
        <w:tc>
          <w:tcPr>
            <w:tcW w:w="1701" w:type="dxa"/>
            <w:vAlign w:val="center"/>
          </w:tcPr>
          <w:p w14:paraId="0D3A8DC3" w14:textId="77777777" w:rsidR="005E4F75" w:rsidRPr="006D06A7" w:rsidRDefault="005E4F75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Alt + J</w:t>
            </w:r>
          </w:p>
        </w:tc>
        <w:tc>
          <w:tcPr>
            <w:tcW w:w="1701" w:type="dxa"/>
            <w:vAlign w:val="center"/>
          </w:tcPr>
          <w:p w14:paraId="1A5D2FE2" w14:textId="77777777" w:rsidR="005E4F75" w:rsidRPr="00290F2A" w:rsidRDefault="005E4F75" w:rsidP="00242A09"/>
        </w:tc>
      </w:tr>
      <w:tr w:rsidR="005E4F75" w:rsidRPr="00290F2A" w14:paraId="7B62B6B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6BAF90D" w14:textId="77777777" w:rsidR="005E4F75" w:rsidRPr="00290F2A" w:rsidRDefault="005E4F75" w:rsidP="00242A09">
            <w:r w:rsidRPr="00290F2A">
              <w:t>Taxi Lights Off</w:t>
            </w:r>
          </w:p>
        </w:tc>
        <w:tc>
          <w:tcPr>
            <w:tcW w:w="1701" w:type="dxa"/>
            <w:vAlign w:val="center"/>
          </w:tcPr>
          <w:p w14:paraId="7DF16AC5" w14:textId="77777777" w:rsidR="005E4F75" w:rsidRPr="006D06A7" w:rsidRDefault="005E4F7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199FBEE" w14:textId="77777777" w:rsidR="005E4F75" w:rsidRPr="00290F2A" w:rsidRDefault="005E4F75" w:rsidP="00242A09"/>
        </w:tc>
      </w:tr>
      <w:tr w:rsidR="005E4F75" w:rsidRPr="00290F2A" w14:paraId="0B135E8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5099CB3" w14:textId="77777777" w:rsidR="005E4F75" w:rsidRPr="00290F2A" w:rsidRDefault="005E4F75" w:rsidP="00242A09">
            <w:r w:rsidRPr="00290F2A">
              <w:t>Taxi Lights On</w:t>
            </w:r>
          </w:p>
        </w:tc>
        <w:tc>
          <w:tcPr>
            <w:tcW w:w="1701" w:type="dxa"/>
            <w:vAlign w:val="center"/>
          </w:tcPr>
          <w:p w14:paraId="2CCD344E" w14:textId="77777777" w:rsidR="005E4F75" w:rsidRPr="006D06A7" w:rsidRDefault="005E4F7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75C4D6E" w14:textId="77777777" w:rsidR="005E4F75" w:rsidRPr="00290F2A" w:rsidRDefault="005E4F75" w:rsidP="00242A09"/>
        </w:tc>
      </w:tr>
      <w:tr w:rsidR="005E4F75" w:rsidRPr="00290F2A" w14:paraId="57DCD60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11E84FD" w14:textId="77777777" w:rsidR="005E4F75" w:rsidRPr="00290F2A" w:rsidRDefault="005E4F75" w:rsidP="00242A09">
            <w:r w:rsidRPr="00290F2A">
              <w:t>Set Taxi Lights</w:t>
            </w:r>
          </w:p>
        </w:tc>
        <w:tc>
          <w:tcPr>
            <w:tcW w:w="1701" w:type="dxa"/>
            <w:vAlign w:val="center"/>
          </w:tcPr>
          <w:p w14:paraId="0AE0A1E0" w14:textId="77777777" w:rsidR="005E4F75" w:rsidRPr="006D06A7" w:rsidRDefault="005E4F7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6AEB82F" w14:textId="77777777" w:rsidR="005E4F75" w:rsidRPr="00290F2A" w:rsidRDefault="005E4F75" w:rsidP="00242A09"/>
        </w:tc>
      </w:tr>
      <w:tr w:rsidR="005E4F75" w:rsidRPr="00290F2A" w14:paraId="54806E4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F09AFA3" w14:textId="77777777" w:rsidR="005E4F75" w:rsidRPr="00290F2A" w:rsidRDefault="005E4F75" w:rsidP="00242A09">
            <w:r w:rsidRPr="00290F2A">
              <w:t>Toggle Beacon Lights</w:t>
            </w:r>
          </w:p>
        </w:tc>
        <w:tc>
          <w:tcPr>
            <w:tcW w:w="1701" w:type="dxa"/>
            <w:vAlign w:val="center"/>
          </w:tcPr>
          <w:p w14:paraId="31A4042A" w14:textId="77777777" w:rsidR="005E4F75" w:rsidRPr="006D06A7" w:rsidRDefault="005E4F75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Alt + H</w:t>
            </w:r>
          </w:p>
        </w:tc>
        <w:tc>
          <w:tcPr>
            <w:tcW w:w="1701" w:type="dxa"/>
            <w:vAlign w:val="center"/>
          </w:tcPr>
          <w:p w14:paraId="7C409426" w14:textId="77777777" w:rsidR="005E4F75" w:rsidRPr="00290F2A" w:rsidRDefault="005E4F75" w:rsidP="00242A09"/>
        </w:tc>
      </w:tr>
      <w:tr w:rsidR="008B1864" w:rsidRPr="00290F2A" w14:paraId="1BA0BFD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76B8CF0" w14:textId="77777777" w:rsidR="008B1864" w:rsidRPr="00290F2A" w:rsidRDefault="008B1864" w:rsidP="00242A09">
            <w:r w:rsidRPr="00290F2A">
              <w:t>Beacon Lights Off</w:t>
            </w:r>
          </w:p>
        </w:tc>
        <w:tc>
          <w:tcPr>
            <w:tcW w:w="1701" w:type="dxa"/>
            <w:vAlign w:val="center"/>
          </w:tcPr>
          <w:p w14:paraId="640A89BC" w14:textId="77777777" w:rsidR="008B1864" w:rsidRPr="006D06A7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352D422" w14:textId="77777777" w:rsidR="008B1864" w:rsidRPr="00290F2A" w:rsidRDefault="008B1864" w:rsidP="00242A09"/>
        </w:tc>
      </w:tr>
      <w:tr w:rsidR="008B1864" w:rsidRPr="00290F2A" w14:paraId="615A1D1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0ED853E" w14:textId="77777777" w:rsidR="008B1864" w:rsidRPr="00290F2A" w:rsidRDefault="008B1864" w:rsidP="00242A09">
            <w:r w:rsidRPr="00290F2A">
              <w:t>Beacon Lights On</w:t>
            </w:r>
          </w:p>
        </w:tc>
        <w:tc>
          <w:tcPr>
            <w:tcW w:w="1701" w:type="dxa"/>
            <w:vAlign w:val="center"/>
          </w:tcPr>
          <w:p w14:paraId="331D3A9F" w14:textId="77777777" w:rsidR="008B1864" w:rsidRPr="006D06A7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35EA7DB" w14:textId="77777777" w:rsidR="008B1864" w:rsidRPr="00290F2A" w:rsidRDefault="008B1864" w:rsidP="00242A09"/>
        </w:tc>
      </w:tr>
      <w:tr w:rsidR="008B1864" w:rsidRPr="00290F2A" w14:paraId="0121836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91BCB98" w14:textId="77777777" w:rsidR="008B1864" w:rsidRPr="00290F2A" w:rsidRDefault="008B1864" w:rsidP="00242A09">
            <w:r w:rsidRPr="00290F2A">
              <w:t>Set Beacon Lights</w:t>
            </w:r>
          </w:p>
        </w:tc>
        <w:tc>
          <w:tcPr>
            <w:tcW w:w="1701" w:type="dxa"/>
            <w:vAlign w:val="center"/>
          </w:tcPr>
          <w:p w14:paraId="1A5E7783" w14:textId="77777777" w:rsidR="008B1864" w:rsidRPr="006D06A7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51BA8A5" w14:textId="77777777" w:rsidR="008B1864" w:rsidRPr="00290F2A" w:rsidRDefault="008B1864" w:rsidP="00242A09"/>
        </w:tc>
      </w:tr>
      <w:tr w:rsidR="005E4F75" w:rsidRPr="00290F2A" w14:paraId="0B942BB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639BD6C" w14:textId="77777777" w:rsidR="005E4F75" w:rsidRPr="00290F2A" w:rsidRDefault="005E4F75" w:rsidP="00242A09">
            <w:r w:rsidRPr="00290F2A">
              <w:t>Toggle Nav Lights</w:t>
            </w:r>
          </w:p>
        </w:tc>
        <w:tc>
          <w:tcPr>
            <w:tcW w:w="1701" w:type="dxa"/>
            <w:vAlign w:val="center"/>
          </w:tcPr>
          <w:p w14:paraId="0024CA21" w14:textId="77777777" w:rsidR="005E4F75" w:rsidRPr="006D06A7" w:rsidRDefault="005E4F75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Alt + N</w:t>
            </w:r>
          </w:p>
        </w:tc>
        <w:tc>
          <w:tcPr>
            <w:tcW w:w="1701" w:type="dxa"/>
            <w:vAlign w:val="center"/>
          </w:tcPr>
          <w:p w14:paraId="1E6B0B10" w14:textId="77777777" w:rsidR="005E4F75" w:rsidRPr="00290F2A" w:rsidRDefault="005E4F75" w:rsidP="00242A09"/>
        </w:tc>
      </w:tr>
      <w:tr w:rsidR="008B1864" w:rsidRPr="00290F2A" w14:paraId="6FB6FAA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FFC8F15" w14:textId="77777777" w:rsidR="008B1864" w:rsidRPr="00290F2A" w:rsidRDefault="008B1864" w:rsidP="00242A09">
            <w:r w:rsidRPr="00290F2A">
              <w:t>Nav Lights Off</w:t>
            </w:r>
          </w:p>
        </w:tc>
        <w:tc>
          <w:tcPr>
            <w:tcW w:w="1701" w:type="dxa"/>
            <w:vAlign w:val="center"/>
          </w:tcPr>
          <w:p w14:paraId="7709FDC7" w14:textId="77777777" w:rsidR="008B1864" w:rsidRPr="006D06A7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559C3BD" w14:textId="77777777" w:rsidR="008B1864" w:rsidRPr="00290F2A" w:rsidRDefault="008B1864" w:rsidP="00242A09"/>
        </w:tc>
      </w:tr>
      <w:tr w:rsidR="008B1864" w:rsidRPr="00290F2A" w14:paraId="190364C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9BAE66E" w14:textId="77777777" w:rsidR="008B1864" w:rsidRPr="00290F2A" w:rsidRDefault="008B1864" w:rsidP="00242A09">
            <w:r w:rsidRPr="00290F2A">
              <w:t>Nav Lights On</w:t>
            </w:r>
          </w:p>
        </w:tc>
        <w:tc>
          <w:tcPr>
            <w:tcW w:w="1701" w:type="dxa"/>
            <w:vAlign w:val="center"/>
          </w:tcPr>
          <w:p w14:paraId="7226FD46" w14:textId="77777777" w:rsidR="008B1864" w:rsidRPr="006D06A7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CCF552C" w14:textId="77777777" w:rsidR="008B1864" w:rsidRPr="00290F2A" w:rsidRDefault="008B1864" w:rsidP="00242A09"/>
        </w:tc>
      </w:tr>
      <w:tr w:rsidR="008B1864" w:rsidRPr="00290F2A" w14:paraId="2507BA8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23F1B4A" w14:textId="77777777" w:rsidR="008B1864" w:rsidRPr="00290F2A" w:rsidRDefault="008B1864" w:rsidP="00242A09">
            <w:r w:rsidRPr="00290F2A">
              <w:t>Set Nav Lights</w:t>
            </w:r>
          </w:p>
        </w:tc>
        <w:tc>
          <w:tcPr>
            <w:tcW w:w="1701" w:type="dxa"/>
            <w:vAlign w:val="center"/>
          </w:tcPr>
          <w:p w14:paraId="3A06A14D" w14:textId="77777777" w:rsidR="008B1864" w:rsidRPr="006D06A7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B66E263" w14:textId="77777777" w:rsidR="008B1864" w:rsidRPr="00290F2A" w:rsidRDefault="008B1864" w:rsidP="00242A09"/>
        </w:tc>
      </w:tr>
      <w:tr w:rsidR="005E4F75" w:rsidRPr="00290F2A" w14:paraId="6158387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8CFEEA1" w14:textId="77777777" w:rsidR="005E4F75" w:rsidRPr="00290F2A" w:rsidRDefault="005E4F75" w:rsidP="00242A09">
            <w:r w:rsidRPr="00290F2A">
              <w:t>Toggle Strobes</w:t>
            </w:r>
          </w:p>
        </w:tc>
        <w:tc>
          <w:tcPr>
            <w:tcW w:w="1701" w:type="dxa"/>
            <w:vAlign w:val="center"/>
          </w:tcPr>
          <w:p w14:paraId="2C024A31" w14:textId="77777777" w:rsidR="005E4F75" w:rsidRPr="006D06A7" w:rsidRDefault="005E4F75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</w:p>
        </w:tc>
        <w:tc>
          <w:tcPr>
            <w:tcW w:w="1701" w:type="dxa"/>
            <w:vAlign w:val="center"/>
          </w:tcPr>
          <w:p w14:paraId="6EE4FA03" w14:textId="77777777" w:rsidR="005E4F75" w:rsidRPr="00290F2A" w:rsidRDefault="005E4F75" w:rsidP="00242A09"/>
        </w:tc>
      </w:tr>
      <w:tr w:rsidR="008B1864" w:rsidRPr="00290F2A" w14:paraId="2676529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48B4FE4" w14:textId="77777777" w:rsidR="008B1864" w:rsidRPr="00290F2A" w:rsidRDefault="008B1864" w:rsidP="00242A09">
            <w:r w:rsidRPr="00290F2A">
              <w:t>Strobes Off</w:t>
            </w:r>
          </w:p>
        </w:tc>
        <w:tc>
          <w:tcPr>
            <w:tcW w:w="1701" w:type="dxa"/>
            <w:vAlign w:val="center"/>
          </w:tcPr>
          <w:p w14:paraId="5F84B3EB" w14:textId="77777777" w:rsidR="008B1864" w:rsidRPr="006D06A7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0F73343" w14:textId="77777777" w:rsidR="008B1864" w:rsidRPr="00290F2A" w:rsidRDefault="008B1864" w:rsidP="00242A09"/>
        </w:tc>
      </w:tr>
      <w:tr w:rsidR="008B1864" w:rsidRPr="00290F2A" w14:paraId="1A05DE7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44BBFCE" w14:textId="77777777" w:rsidR="008B1864" w:rsidRPr="00290F2A" w:rsidRDefault="008B1864" w:rsidP="00242A09">
            <w:r w:rsidRPr="00290F2A">
              <w:t>Strobes On</w:t>
            </w:r>
          </w:p>
        </w:tc>
        <w:tc>
          <w:tcPr>
            <w:tcW w:w="1701" w:type="dxa"/>
            <w:vAlign w:val="center"/>
          </w:tcPr>
          <w:p w14:paraId="090A095C" w14:textId="77777777" w:rsidR="008B1864" w:rsidRPr="006D06A7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115BD23" w14:textId="77777777" w:rsidR="008B1864" w:rsidRPr="00290F2A" w:rsidRDefault="008B1864" w:rsidP="00242A09"/>
        </w:tc>
      </w:tr>
      <w:tr w:rsidR="008B1864" w:rsidRPr="00290F2A" w14:paraId="3584CE5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E335470" w14:textId="77777777" w:rsidR="008B1864" w:rsidRPr="00290F2A" w:rsidRDefault="008B1864" w:rsidP="00242A09">
            <w:r w:rsidRPr="00290F2A">
              <w:t>Set Strobes</w:t>
            </w:r>
          </w:p>
        </w:tc>
        <w:tc>
          <w:tcPr>
            <w:tcW w:w="1701" w:type="dxa"/>
            <w:vAlign w:val="center"/>
          </w:tcPr>
          <w:p w14:paraId="423B4027" w14:textId="77777777" w:rsidR="008B1864" w:rsidRPr="006D06A7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618EE8F" w14:textId="77777777" w:rsidR="008B1864" w:rsidRPr="00290F2A" w:rsidRDefault="008B1864" w:rsidP="00242A09"/>
        </w:tc>
      </w:tr>
      <w:tr w:rsidR="008B1864" w:rsidRPr="00290F2A" w14:paraId="7033A87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9B0A845" w14:textId="77777777" w:rsidR="008B1864" w:rsidRPr="00290F2A" w:rsidRDefault="008B1864" w:rsidP="00242A09">
            <w:r w:rsidRPr="00290F2A">
              <w:t>Toggle Logo Lights</w:t>
            </w:r>
          </w:p>
        </w:tc>
        <w:tc>
          <w:tcPr>
            <w:tcW w:w="1701" w:type="dxa"/>
            <w:vAlign w:val="center"/>
          </w:tcPr>
          <w:p w14:paraId="593403DB" w14:textId="77777777" w:rsidR="008B1864" w:rsidRPr="006D06A7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B84C984" w14:textId="77777777" w:rsidR="008B1864" w:rsidRPr="00290F2A" w:rsidRDefault="008B1864" w:rsidP="00242A09"/>
        </w:tc>
      </w:tr>
      <w:tr w:rsidR="008B1864" w:rsidRPr="00290F2A" w14:paraId="4A12606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D73F29F" w14:textId="77777777" w:rsidR="008B1864" w:rsidRPr="00290F2A" w:rsidRDefault="008B1864" w:rsidP="00242A09">
            <w:r w:rsidRPr="00290F2A">
              <w:t>Toggle Recognition Lights</w:t>
            </w:r>
          </w:p>
        </w:tc>
        <w:tc>
          <w:tcPr>
            <w:tcW w:w="1701" w:type="dxa"/>
            <w:vAlign w:val="center"/>
          </w:tcPr>
          <w:p w14:paraId="742F993F" w14:textId="77777777" w:rsidR="008B1864" w:rsidRPr="006D06A7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116FDC5" w14:textId="77777777" w:rsidR="008B1864" w:rsidRPr="00290F2A" w:rsidRDefault="008B1864" w:rsidP="00242A09"/>
        </w:tc>
      </w:tr>
      <w:tr w:rsidR="008B1864" w:rsidRPr="00290F2A" w14:paraId="28EC2D0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BF8FF58" w14:textId="77777777" w:rsidR="008B1864" w:rsidRPr="00290F2A" w:rsidRDefault="008B1864" w:rsidP="00242A09">
            <w:r w:rsidRPr="00290F2A">
              <w:t>Toggle Wing Lights</w:t>
            </w:r>
          </w:p>
        </w:tc>
        <w:tc>
          <w:tcPr>
            <w:tcW w:w="1701" w:type="dxa"/>
            <w:vAlign w:val="center"/>
          </w:tcPr>
          <w:p w14:paraId="1A68CBD5" w14:textId="77777777" w:rsidR="008B1864" w:rsidRPr="006D06A7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1605D68" w14:textId="77777777" w:rsidR="008B1864" w:rsidRPr="00290F2A" w:rsidRDefault="008B1864" w:rsidP="00242A09"/>
        </w:tc>
      </w:tr>
    </w:tbl>
    <w:p w14:paraId="0787717C" w14:textId="77777777" w:rsidR="008B1864" w:rsidRDefault="008B1864" w:rsidP="005D3D26">
      <w:pPr>
        <w:pStyle w:val="Ttulo2"/>
      </w:pPr>
      <w:bookmarkStart w:id="28" w:name="_Toc65859910"/>
      <w:bookmarkStart w:id="29" w:name="_Toc66292955"/>
      <w:r w:rsidRPr="00290F2A">
        <w:lastRenderedPageBreak/>
        <w:t>Interior Lights</w:t>
      </w:r>
      <w:bookmarkEnd w:id="28"/>
      <w:bookmarkEnd w:id="29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8B1864" w:rsidRPr="00AA645C" w14:paraId="3ECB8194" w14:textId="77777777" w:rsidTr="006A0E97">
        <w:trPr>
          <w:trHeight w:val="315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721947A8" w14:textId="6220789F" w:rsidR="008B1864" w:rsidRPr="00AA645C" w:rsidRDefault="008B1864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Lights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Interior Lights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EDEFF47" w14:textId="77777777" w:rsidR="008B1864" w:rsidRPr="006D06A7" w:rsidRDefault="008B1864" w:rsidP="006A0E97">
            <w:pPr>
              <w:jc w:val="center"/>
              <w:rPr>
                <w:b/>
                <w:bCs/>
              </w:rPr>
            </w:pPr>
            <w:r w:rsidRPr="006D06A7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BF41B63" w14:textId="1EBEF3A8" w:rsidR="008B1864" w:rsidRPr="00AA645C" w:rsidRDefault="005824C4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4A2F57" w:rsidRPr="00290F2A" w14:paraId="5454F8A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F1018EE" w14:textId="77777777" w:rsidR="004A2F57" w:rsidRPr="00290F2A" w:rsidRDefault="004A2F57" w:rsidP="00242A09">
            <w:bookmarkStart w:id="30" w:name="_Toc65859911"/>
            <w:bookmarkEnd w:id="30"/>
            <w:r w:rsidRPr="00290F2A">
              <w:t>Toggle Flashlight</w:t>
            </w:r>
          </w:p>
        </w:tc>
        <w:tc>
          <w:tcPr>
            <w:tcW w:w="1701" w:type="dxa"/>
            <w:vAlign w:val="center"/>
          </w:tcPr>
          <w:p w14:paraId="77991196" w14:textId="77777777" w:rsidR="004A2F57" w:rsidRPr="006D06A7" w:rsidRDefault="004A2F57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Alt + L</w:t>
            </w:r>
          </w:p>
        </w:tc>
        <w:tc>
          <w:tcPr>
            <w:tcW w:w="1701" w:type="dxa"/>
            <w:vAlign w:val="center"/>
          </w:tcPr>
          <w:p w14:paraId="4644B15C" w14:textId="77777777" w:rsidR="004A2F57" w:rsidRPr="00290F2A" w:rsidRDefault="004A2F57" w:rsidP="00242A09"/>
        </w:tc>
      </w:tr>
      <w:tr w:rsidR="004A2F57" w:rsidRPr="00290F2A" w14:paraId="7B5BCC4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6F6DDB2" w14:textId="77777777" w:rsidR="004A2F57" w:rsidRPr="00290F2A" w:rsidRDefault="004A2F57" w:rsidP="00242A09">
            <w:r w:rsidRPr="00290F2A">
              <w:t>Toggle Cabin Lights</w:t>
            </w:r>
          </w:p>
        </w:tc>
        <w:tc>
          <w:tcPr>
            <w:tcW w:w="1701" w:type="dxa"/>
            <w:vAlign w:val="center"/>
          </w:tcPr>
          <w:p w14:paraId="37A3C730" w14:textId="77777777" w:rsidR="004A2F57" w:rsidRPr="006D06A7" w:rsidRDefault="004A2F57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11D47E4" w14:textId="77777777" w:rsidR="004A2F57" w:rsidRPr="00290F2A" w:rsidRDefault="004A2F57" w:rsidP="00242A09"/>
        </w:tc>
      </w:tr>
      <w:tr w:rsidR="008B1864" w:rsidRPr="00290F2A" w14:paraId="4A7AD79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036D1BA" w14:textId="77777777" w:rsidR="008B1864" w:rsidRPr="00290F2A" w:rsidRDefault="008B1864" w:rsidP="00242A09">
            <w:r w:rsidRPr="00290F2A">
              <w:t>Cabin Lights Off</w:t>
            </w:r>
          </w:p>
        </w:tc>
        <w:tc>
          <w:tcPr>
            <w:tcW w:w="1701" w:type="dxa"/>
            <w:vAlign w:val="center"/>
          </w:tcPr>
          <w:p w14:paraId="72188091" w14:textId="77777777" w:rsidR="008B1864" w:rsidRPr="006D06A7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1093D21" w14:textId="77777777" w:rsidR="008B1864" w:rsidRPr="00290F2A" w:rsidRDefault="008B1864" w:rsidP="00242A09"/>
        </w:tc>
      </w:tr>
      <w:tr w:rsidR="008B1864" w:rsidRPr="00290F2A" w14:paraId="32AF61D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5AE2D1F" w14:textId="77777777" w:rsidR="008B1864" w:rsidRPr="00290F2A" w:rsidRDefault="008B1864" w:rsidP="00242A09">
            <w:r w:rsidRPr="00290F2A">
              <w:t>Cabin Lights On</w:t>
            </w:r>
          </w:p>
        </w:tc>
        <w:tc>
          <w:tcPr>
            <w:tcW w:w="1701" w:type="dxa"/>
            <w:vAlign w:val="center"/>
          </w:tcPr>
          <w:p w14:paraId="6605F9F7" w14:textId="77777777" w:rsidR="008B1864" w:rsidRPr="006D06A7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E5374AA" w14:textId="77777777" w:rsidR="008B1864" w:rsidRPr="00290F2A" w:rsidRDefault="008B1864" w:rsidP="00242A09"/>
        </w:tc>
      </w:tr>
      <w:tr w:rsidR="008B1864" w:rsidRPr="00290F2A" w14:paraId="301F88C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D4A5FC3" w14:textId="77777777" w:rsidR="008B1864" w:rsidRPr="00290F2A" w:rsidRDefault="008B1864" w:rsidP="00242A09">
            <w:r w:rsidRPr="00290F2A">
              <w:t>Set Cabin Lights</w:t>
            </w:r>
          </w:p>
        </w:tc>
        <w:tc>
          <w:tcPr>
            <w:tcW w:w="1701" w:type="dxa"/>
            <w:vAlign w:val="center"/>
          </w:tcPr>
          <w:p w14:paraId="794874B5" w14:textId="77777777" w:rsidR="008B1864" w:rsidRPr="006D06A7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BB23EC9" w14:textId="77777777" w:rsidR="008B1864" w:rsidRPr="00290F2A" w:rsidRDefault="008B1864" w:rsidP="00242A09"/>
        </w:tc>
      </w:tr>
      <w:tr w:rsidR="004A2F57" w:rsidRPr="00290F2A" w14:paraId="30C2808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35CC64F" w14:textId="77777777" w:rsidR="004A2F57" w:rsidRPr="00290F2A" w:rsidRDefault="004A2F57" w:rsidP="00242A09">
            <w:r w:rsidRPr="00290F2A">
              <w:t>Toggle Glareshield Lights</w:t>
            </w:r>
          </w:p>
        </w:tc>
        <w:tc>
          <w:tcPr>
            <w:tcW w:w="1701" w:type="dxa"/>
            <w:vAlign w:val="center"/>
          </w:tcPr>
          <w:p w14:paraId="39309C4B" w14:textId="77777777" w:rsidR="004A2F57" w:rsidRPr="006D06A7" w:rsidRDefault="004A2F57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8E8A9B0" w14:textId="77777777" w:rsidR="004A2F57" w:rsidRPr="00290F2A" w:rsidRDefault="004A2F57" w:rsidP="00242A09"/>
        </w:tc>
      </w:tr>
      <w:tr w:rsidR="008B1864" w:rsidRPr="00290F2A" w14:paraId="4C9EA0D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C914DB1" w14:textId="77777777" w:rsidR="008B1864" w:rsidRPr="00290F2A" w:rsidRDefault="008B1864" w:rsidP="00242A09">
            <w:r w:rsidRPr="00290F2A">
              <w:t>Glareshield Lights Off</w:t>
            </w:r>
          </w:p>
        </w:tc>
        <w:tc>
          <w:tcPr>
            <w:tcW w:w="1701" w:type="dxa"/>
            <w:vAlign w:val="center"/>
          </w:tcPr>
          <w:p w14:paraId="6D5E8319" w14:textId="77777777" w:rsidR="008B1864" w:rsidRPr="006D06A7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DD84367" w14:textId="77777777" w:rsidR="008B1864" w:rsidRPr="00290F2A" w:rsidRDefault="008B1864" w:rsidP="00242A09"/>
        </w:tc>
      </w:tr>
      <w:tr w:rsidR="008B1864" w:rsidRPr="00290F2A" w14:paraId="0E994D6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C8DD49C" w14:textId="77777777" w:rsidR="008B1864" w:rsidRPr="00290F2A" w:rsidRDefault="008B1864" w:rsidP="00242A09">
            <w:r w:rsidRPr="00290F2A">
              <w:t>Glareshield Lights On</w:t>
            </w:r>
          </w:p>
        </w:tc>
        <w:tc>
          <w:tcPr>
            <w:tcW w:w="1701" w:type="dxa"/>
            <w:vAlign w:val="center"/>
          </w:tcPr>
          <w:p w14:paraId="682269D1" w14:textId="77777777" w:rsidR="008B1864" w:rsidRPr="006D06A7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B426E97" w14:textId="77777777" w:rsidR="008B1864" w:rsidRPr="00290F2A" w:rsidRDefault="008B1864" w:rsidP="00242A09"/>
        </w:tc>
      </w:tr>
      <w:tr w:rsidR="008B1864" w:rsidRPr="00290F2A" w14:paraId="3544AF3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A3B4B40" w14:textId="77777777" w:rsidR="008B1864" w:rsidRPr="00290F2A" w:rsidRDefault="008B1864" w:rsidP="00242A09">
            <w:r w:rsidRPr="00290F2A">
              <w:t>Set Glareshield Lights</w:t>
            </w:r>
          </w:p>
        </w:tc>
        <w:tc>
          <w:tcPr>
            <w:tcW w:w="1701" w:type="dxa"/>
            <w:vAlign w:val="center"/>
          </w:tcPr>
          <w:p w14:paraId="3FC2A021" w14:textId="77777777" w:rsidR="008B1864" w:rsidRPr="006D06A7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885EF93" w14:textId="77777777" w:rsidR="008B1864" w:rsidRPr="00290F2A" w:rsidRDefault="008B1864" w:rsidP="00242A09"/>
        </w:tc>
      </w:tr>
      <w:tr w:rsidR="0005058D" w:rsidRPr="005C7532" w14:paraId="01FD3161" w14:textId="77777777" w:rsidTr="00DB6B0D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21472A5F" w14:textId="476F81D0" w:rsidR="0005058D" w:rsidRPr="0005058D" w:rsidRDefault="0005058D" w:rsidP="00242A09">
            <w:pPr>
              <w:rPr>
                <w:lang w:val="en-US"/>
              </w:rPr>
            </w:pPr>
            <w:r w:rsidRPr="0005058D">
              <w:rPr>
                <w:lang w:val="en-US"/>
              </w:rPr>
              <w:t xml:space="preserve">[ Toggle Panel Lights ] – </w:t>
            </w:r>
            <w:r>
              <w:rPr>
                <w:lang w:val="en-US"/>
              </w:rPr>
              <w:t>(apparently unavailable)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2314804" w14:textId="77777777" w:rsidR="0005058D" w:rsidRPr="0005058D" w:rsidRDefault="0005058D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7A4A28F" w14:textId="77777777" w:rsidR="0005058D" w:rsidRPr="0005058D" w:rsidRDefault="0005058D" w:rsidP="00242A09">
            <w:pPr>
              <w:rPr>
                <w:lang w:val="en-US"/>
              </w:rPr>
            </w:pPr>
          </w:p>
        </w:tc>
      </w:tr>
      <w:tr w:rsidR="008B1864" w:rsidRPr="00290F2A" w14:paraId="58A2691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D9B2FC1" w14:textId="77777777" w:rsidR="008B1864" w:rsidRPr="00290F2A" w:rsidRDefault="008B1864" w:rsidP="00242A09">
            <w:r w:rsidRPr="00290F2A">
              <w:t>Panel Lights Off</w:t>
            </w:r>
          </w:p>
        </w:tc>
        <w:tc>
          <w:tcPr>
            <w:tcW w:w="1701" w:type="dxa"/>
            <w:vAlign w:val="center"/>
          </w:tcPr>
          <w:p w14:paraId="6583C971" w14:textId="77777777" w:rsidR="008B1864" w:rsidRPr="006D06A7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BD3D516" w14:textId="77777777" w:rsidR="008B1864" w:rsidRPr="00290F2A" w:rsidRDefault="008B1864" w:rsidP="00242A09"/>
        </w:tc>
      </w:tr>
      <w:tr w:rsidR="008B1864" w:rsidRPr="00290F2A" w14:paraId="56F6181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9A63E64" w14:textId="77777777" w:rsidR="008B1864" w:rsidRPr="00290F2A" w:rsidRDefault="008B1864" w:rsidP="00242A09">
            <w:r w:rsidRPr="00290F2A">
              <w:t>Panel Lights On</w:t>
            </w:r>
          </w:p>
        </w:tc>
        <w:tc>
          <w:tcPr>
            <w:tcW w:w="1701" w:type="dxa"/>
            <w:vAlign w:val="center"/>
          </w:tcPr>
          <w:p w14:paraId="29B47485" w14:textId="77777777" w:rsidR="008B1864" w:rsidRPr="006D06A7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AE6E544" w14:textId="77777777" w:rsidR="008B1864" w:rsidRPr="00290F2A" w:rsidRDefault="008B1864" w:rsidP="00242A09"/>
        </w:tc>
      </w:tr>
      <w:tr w:rsidR="008B1864" w:rsidRPr="00290F2A" w14:paraId="3101EAA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A077257" w14:textId="77777777" w:rsidR="008B1864" w:rsidRPr="00290F2A" w:rsidRDefault="008B1864" w:rsidP="00242A09">
            <w:r w:rsidRPr="00290F2A">
              <w:t>Set Panel Lights</w:t>
            </w:r>
          </w:p>
        </w:tc>
        <w:tc>
          <w:tcPr>
            <w:tcW w:w="1701" w:type="dxa"/>
            <w:vAlign w:val="center"/>
          </w:tcPr>
          <w:p w14:paraId="4ABA45BA" w14:textId="77777777" w:rsidR="008B1864" w:rsidRPr="006D06A7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711CD68" w14:textId="77777777" w:rsidR="008B1864" w:rsidRPr="00290F2A" w:rsidRDefault="008B1864" w:rsidP="00242A09"/>
        </w:tc>
      </w:tr>
      <w:tr w:rsidR="004A2F57" w:rsidRPr="00290F2A" w14:paraId="0294E42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A02688A" w14:textId="77777777" w:rsidR="004A2F57" w:rsidRPr="00290F2A" w:rsidRDefault="004A2F57" w:rsidP="00242A09">
            <w:r w:rsidRPr="00290F2A">
              <w:t>Toggle Pedestal Lights</w:t>
            </w:r>
          </w:p>
        </w:tc>
        <w:tc>
          <w:tcPr>
            <w:tcW w:w="1701" w:type="dxa"/>
            <w:vAlign w:val="center"/>
          </w:tcPr>
          <w:p w14:paraId="7971634D" w14:textId="77777777" w:rsidR="004A2F57" w:rsidRPr="006D06A7" w:rsidRDefault="004A2F57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DFB73C4" w14:textId="77777777" w:rsidR="004A2F57" w:rsidRPr="00290F2A" w:rsidRDefault="004A2F57" w:rsidP="00242A09"/>
        </w:tc>
      </w:tr>
      <w:tr w:rsidR="008B1864" w:rsidRPr="00290F2A" w14:paraId="65D1E87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19389F1" w14:textId="77777777" w:rsidR="008B1864" w:rsidRPr="00290F2A" w:rsidRDefault="008B1864" w:rsidP="00242A09">
            <w:r w:rsidRPr="00290F2A">
              <w:t>Pedestal Lights Off</w:t>
            </w:r>
          </w:p>
        </w:tc>
        <w:tc>
          <w:tcPr>
            <w:tcW w:w="1701" w:type="dxa"/>
            <w:vAlign w:val="center"/>
          </w:tcPr>
          <w:p w14:paraId="041FBFC4" w14:textId="77777777" w:rsidR="008B1864" w:rsidRPr="006D06A7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10C742E" w14:textId="77777777" w:rsidR="008B1864" w:rsidRPr="00290F2A" w:rsidRDefault="008B1864" w:rsidP="00242A09"/>
        </w:tc>
      </w:tr>
      <w:tr w:rsidR="008B1864" w:rsidRPr="00290F2A" w14:paraId="0E9774F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0D022AE" w14:textId="77777777" w:rsidR="008B1864" w:rsidRPr="00290F2A" w:rsidRDefault="008B1864" w:rsidP="00242A09">
            <w:r w:rsidRPr="00290F2A">
              <w:t>Pedestal Lights On</w:t>
            </w:r>
          </w:p>
        </w:tc>
        <w:tc>
          <w:tcPr>
            <w:tcW w:w="1701" w:type="dxa"/>
            <w:vAlign w:val="center"/>
          </w:tcPr>
          <w:p w14:paraId="0BCF33F2" w14:textId="77777777" w:rsidR="008B1864" w:rsidRPr="006D06A7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7089060" w14:textId="77777777" w:rsidR="008B1864" w:rsidRPr="00290F2A" w:rsidRDefault="008B1864" w:rsidP="00242A09"/>
        </w:tc>
      </w:tr>
      <w:tr w:rsidR="008B1864" w:rsidRPr="00290F2A" w14:paraId="68E1212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36EE326" w14:textId="77777777" w:rsidR="008B1864" w:rsidRPr="00290F2A" w:rsidRDefault="008B1864" w:rsidP="00242A09">
            <w:r w:rsidRPr="00290F2A">
              <w:t>Set Pedestal Lights</w:t>
            </w:r>
          </w:p>
        </w:tc>
        <w:tc>
          <w:tcPr>
            <w:tcW w:w="1701" w:type="dxa"/>
            <w:vAlign w:val="center"/>
          </w:tcPr>
          <w:p w14:paraId="300D0438" w14:textId="77777777" w:rsidR="008B1864" w:rsidRPr="006D06A7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E67A2E5" w14:textId="77777777" w:rsidR="008B1864" w:rsidRPr="00290F2A" w:rsidRDefault="008B1864" w:rsidP="00242A09"/>
        </w:tc>
      </w:tr>
      <w:tr w:rsidR="004A2F57" w:rsidRPr="00290F2A" w14:paraId="08C10F0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77D0208" w14:textId="77777777" w:rsidR="004A2F57" w:rsidRPr="00290F2A" w:rsidRDefault="004A2F57" w:rsidP="00242A09">
            <w:r w:rsidRPr="00290F2A">
              <w:t>Decrease Light Potentiometer</w:t>
            </w:r>
          </w:p>
        </w:tc>
        <w:tc>
          <w:tcPr>
            <w:tcW w:w="1701" w:type="dxa"/>
            <w:vAlign w:val="center"/>
          </w:tcPr>
          <w:p w14:paraId="01C3C5ED" w14:textId="77777777" w:rsidR="004A2F57" w:rsidRPr="006D06A7" w:rsidRDefault="004A2F57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E8CC07B" w14:textId="77777777" w:rsidR="004A2F57" w:rsidRPr="00290F2A" w:rsidRDefault="004A2F57" w:rsidP="00242A09"/>
        </w:tc>
      </w:tr>
      <w:tr w:rsidR="004A2F57" w:rsidRPr="00290F2A" w14:paraId="094A6D5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16AFA1A" w14:textId="77777777" w:rsidR="004A2F57" w:rsidRPr="00290F2A" w:rsidRDefault="004A2F57" w:rsidP="00242A09">
            <w:r w:rsidRPr="00290F2A">
              <w:t>Increase Light Potentiometer</w:t>
            </w:r>
          </w:p>
        </w:tc>
        <w:tc>
          <w:tcPr>
            <w:tcW w:w="1701" w:type="dxa"/>
            <w:vAlign w:val="center"/>
          </w:tcPr>
          <w:p w14:paraId="3009A0DF" w14:textId="77777777" w:rsidR="004A2F57" w:rsidRPr="006D06A7" w:rsidRDefault="004A2F57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C6D545D" w14:textId="77777777" w:rsidR="004A2F57" w:rsidRPr="00290F2A" w:rsidRDefault="004A2F57" w:rsidP="00242A09"/>
        </w:tc>
      </w:tr>
    </w:tbl>
    <w:p w14:paraId="7E01F770" w14:textId="77777777" w:rsidR="008B1864" w:rsidRDefault="008B1864" w:rsidP="00375EC4">
      <w:pPr>
        <w:pStyle w:val="Ttulo1"/>
        <w:pageBreakBefore/>
        <w:tabs>
          <w:tab w:val="left" w:pos="142"/>
        </w:tabs>
        <w:spacing w:before="0" w:after="0"/>
        <w:ind w:left="0" w:firstLine="0"/>
      </w:pPr>
      <w:bookmarkStart w:id="31" w:name="_Toc66292956"/>
      <w:r w:rsidRPr="00290F2A">
        <w:lastRenderedPageBreak/>
        <w:t>Flight Control Surfaces</w:t>
      </w:r>
      <w:bookmarkEnd w:id="23"/>
      <w:bookmarkEnd w:id="31"/>
    </w:p>
    <w:p w14:paraId="2C7E8E15" w14:textId="77777777" w:rsidR="008B1864" w:rsidRPr="00B45173" w:rsidRDefault="008B1864" w:rsidP="00BD443B">
      <w:pPr>
        <w:pStyle w:val="Ttulo2"/>
        <w:spacing w:before="60" w:after="60"/>
      </w:pPr>
      <w:bookmarkStart w:id="32" w:name="_Toc65859898"/>
      <w:bookmarkStart w:id="33" w:name="_Toc66292957"/>
      <w:r w:rsidRPr="00290F2A">
        <w:t>Primary Control Surfaces</w:t>
      </w:r>
      <w:bookmarkEnd w:id="32"/>
      <w:bookmarkEnd w:id="33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8B1864" w:rsidRPr="00AA645C" w14:paraId="31ED723A" w14:textId="77777777" w:rsidTr="003D2FF1">
        <w:trPr>
          <w:trHeight w:val="227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0E1D81FD" w14:textId="76FB6270" w:rsidR="008B1864" w:rsidRPr="00C9729C" w:rsidRDefault="008B1864" w:rsidP="006A0E97">
            <w:pPr>
              <w:jc w:val="center"/>
              <w:rPr>
                <w:b/>
                <w:bCs/>
                <w:lang w:val="en-US"/>
              </w:rPr>
            </w:pPr>
            <w:r w:rsidRPr="00716A3E">
              <w:rPr>
                <w:b/>
                <w:bCs/>
              </w:rPr>
              <w:fldChar w:fldCharType="begin"/>
            </w:r>
            <w:r w:rsidRPr="00C9729C">
              <w:rPr>
                <w:b/>
                <w:bCs/>
                <w:lang w:val="en-US"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  <w:lang w:val="en-US"/>
              </w:rPr>
              <w:t>Primary Control Surfaces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D108FE5" w14:textId="77777777" w:rsidR="008B1864" w:rsidRPr="00AA645C" w:rsidRDefault="008B1864" w:rsidP="006A0E97">
            <w:pPr>
              <w:jc w:val="center"/>
              <w:rPr>
                <w:b/>
                <w:bCs/>
              </w:rPr>
            </w:pPr>
            <w:r w:rsidRPr="00AA645C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F6CF486" w14:textId="033F8357" w:rsidR="008B1864" w:rsidRPr="00AA645C" w:rsidRDefault="005824C4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8B1864" w:rsidRPr="00290F2A" w14:paraId="5B9797F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D43E1B9" w14:textId="77777777" w:rsidR="008B1864" w:rsidRPr="00290F2A" w:rsidRDefault="008B1864" w:rsidP="00242A09">
            <w:bookmarkStart w:id="34" w:name="_Toc65859899"/>
            <w:bookmarkEnd w:id="34"/>
            <w:r w:rsidRPr="00290F2A">
              <w:t>Center Aileron</w:t>
            </w:r>
          </w:p>
        </w:tc>
        <w:tc>
          <w:tcPr>
            <w:tcW w:w="1701" w:type="dxa"/>
            <w:vAlign w:val="center"/>
          </w:tcPr>
          <w:p w14:paraId="3037816D" w14:textId="0E73B008" w:rsidR="008B1864" w:rsidRPr="00290F2A" w:rsidRDefault="008B1864" w:rsidP="00242A09"/>
        </w:tc>
        <w:tc>
          <w:tcPr>
            <w:tcW w:w="1701" w:type="dxa"/>
            <w:vAlign w:val="center"/>
          </w:tcPr>
          <w:p w14:paraId="5C6CF8F4" w14:textId="77777777" w:rsidR="008B1864" w:rsidRPr="00290F2A" w:rsidRDefault="008B1864" w:rsidP="00242A09"/>
        </w:tc>
      </w:tr>
      <w:tr w:rsidR="008B1864" w:rsidRPr="00290F2A" w14:paraId="5FB6C51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1AE753D" w14:textId="56DB5DDA" w:rsidR="008B1864" w:rsidRPr="00290F2A" w:rsidRDefault="00CC746C" w:rsidP="00242A09">
            <w:r w:rsidRPr="00290F2A">
              <w:t>Aileron Left (Roll Left)</w:t>
            </w:r>
          </w:p>
        </w:tc>
        <w:tc>
          <w:tcPr>
            <w:tcW w:w="1701" w:type="dxa"/>
            <w:vAlign w:val="center"/>
          </w:tcPr>
          <w:p w14:paraId="7CD48511" w14:textId="0734DACE" w:rsidR="008B1864" w:rsidRPr="00290F2A" w:rsidRDefault="00C85B25" w:rsidP="00242A09">
            <w:r>
              <w:t>Num 4</w:t>
            </w:r>
          </w:p>
        </w:tc>
        <w:tc>
          <w:tcPr>
            <w:tcW w:w="1701" w:type="dxa"/>
            <w:vAlign w:val="center"/>
          </w:tcPr>
          <w:p w14:paraId="0001CA33" w14:textId="77777777" w:rsidR="008B1864" w:rsidRPr="00290F2A" w:rsidRDefault="008B1864" w:rsidP="00242A09"/>
        </w:tc>
      </w:tr>
      <w:tr w:rsidR="008B1864" w:rsidRPr="00290F2A" w14:paraId="27D7AFE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1B3F6E7" w14:textId="44040EE9" w:rsidR="008B1864" w:rsidRPr="00290F2A" w:rsidRDefault="00CC746C" w:rsidP="00242A09">
            <w:r w:rsidRPr="00290F2A">
              <w:t>Aileron Right (Roll Right)</w:t>
            </w:r>
          </w:p>
        </w:tc>
        <w:tc>
          <w:tcPr>
            <w:tcW w:w="1701" w:type="dxa"/>
            <w:vAlign w:val="center"/>
          </w:tcPr>
          <w:p w14:paraId="70139A56" w14:textId="706D4637" w:rsidR="008B1864" w:rsidRPr="00290F2A" w:rsidRDefault="00C85B25" w:rsidP="00242A09">
            <w:r>
              <w:t>Num 6</w:t>
            </w:r>
          </w:p>
        </w:tc>
        <w:tc>
          <w:tcPr>
            <w:tcW w:w="1701" w:type="dxa"/>
            <w:vAlign w:val="center"/>
          </w:tcPr>
          <w:p w14:paraId="3B14CBB5" w14:textId="77777777" w:rsidR="008B1864" w:rsidRPr="00290F2A" w:rsidRDefault="008B1864" w:rsidP="00242A09"/>
        </w:tc>
      </w:tr>
      <w:tr w:rsidR="008B1864" w:rsidRPr="00290F2A" w14:paraId="10D593F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883FFE5" w14:textId="770A6772" w:rsidR="008B1864" w:rsidRPr="00290F2A" w:rsidRDefault="00CC746C" w:rsidP="00242A09">
            <w:r w:rsidRPr="00290F2A">
              <w:t>Center Ailer</w:t>
            </w:r>
            <w:r>
              <w:t>on</w:t>
            </w:r>
            <w:r w:rsidRPr="00290F2A">
              <w:t xml:space="preserve"> Rudder</w:t>
            </w:r>
          </w:p>
        </w:tc>
        <w:tc>
          <w:tcPr>
            <w:tcW w:w="1701" w:type="dxa"/>
            <w:vAlign w:val="center"/>
          </w:tcPr>
          <w:p w14:paraId="1AFCB8E7" w14:textId="55AA97AF" w:rsidR="008B1864" w:rsidRPr="00290F2A" w:rsidRDefault="00C85B25" w:rsidP="00242A09">
            <w:r>
              <w:t>Num 5</w:t>
            </w:r>
          </w:p>
        </w:tc>
        <w:tc>
          <w:tcPr>
            <w:tcW w:w="1701" w:type="dxa"/>
            <w:vAlign w:val="center"/>
          </w:tcPr>
          <w:p w14:paraId="6C4E3F0C" w14:textId="77777777" w:rsidR="008B1864" w:rsidRPr="00290F2A" w:rsidRDefault="008B1864" w:rsidP="00242A09"/>
        </w:tc>
      </w:tr>
      <w:tr w:rsidR="008B1864" w:rsidRPr="00290F2A" w14:paraId="0E880B6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C9B28A6" w14:textId="69FE83CC" w:rsidR="008B1864" w:rsidRPr="00290F2A" w:rsidRDefault="00CC746C" w:rsidP="00242A09">
            <w:r w:rsidRPr="00290F2A">
              <w:t>Elevator Down (Pitch Down)</w:t>
            </w:r>
          </w:p>
        </w:tc>
        <w:tc>
          <w:tcPr>
            <w:tcW w:w="1701" w:type="dxa"/>
            <w:vAlign w:val="center"/>
          </w:tcPr>
          <w:p w14:paraId="17735D0C" w14:textId="508E7902" w:rsidR="008B1864" w:rsidRPr="00290F2A" w:rsidRDefault="00C85B25" w:rsidP="00242A09">
            <w:r>
              <w:t>Num 8</w:t>
            </w:r>
          </w:p>
        </w:tc>
        <w:tc>
          <w:tcPr>
            <w:tcW w:w="1701" w:type="dxa"/>
            <w:vAlign w:val="center"/>
          </w:tcPr>
          <w:p w14:paraId="3FC548D6" w14:textId="77777777" w:rsidR="008B1864" w:rsidRPr="00290F2A" w:rsidRDefault="008B1864" w:rsidP="00242A09"/>
        </w:tc>
      </w:tr>
      <w:tr w:rsidR="008B1864" w:rsidRPr="00290F2A" w14:paraId="1FF18B2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42ABAE6" w14:textId="4E5B5147" w:rsidR="008B1864" w:rsidRPr="00290F2A" w:rsidRDefault="00CC746C" w:rsidP="00242A09">
            <w:r w:rsidRPr="00290F2A">
              <w:t>Elevator Up (Pitch Up</w:t>
            </w:r>
          </w:p>
        </w:tc>
        <w:tc>
          <w:tcPr>
            <w:tcW w:w="1701" w:type="dxa"/>
            <w:vAlign w:val="center"/>
          </w:tcPr>
          <w:p w14:paraId="4650D7C8" w14:textId="3E187E91" w:rsidR="008B1864" w:rsidRPr="00290F2A" w:rsidRDefault="00C85B25" w:rsidP="00242A09">
            <w:r>
              <w:t>Num 2</w:t>
            </w:r>
          </w:p>
        </w:tc>
        <w:tc>
          <w:tcPr>
            <w:tcW w:w="1701" w:type="dxa"/>
            <w:vAlign w:val="center"/>
          </w:tcPr>
          <w:p w14:paraId="2672DF69" w14:textId="77777777" w:rsidR="008B1864" w:rsidRPr="00290F2A" w:rsidRDefault="008B1864" w:rsidP="00242A09"/>
        </w:tc>
      </w:tr>
      <w:tr w:rsidR="008B1864" w:rsidRPr="00290F2A" w14:paraId="5C63F52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0730526" w14:textId="4E6D7E04" w:rsidR="008B1864" w:rsidRPr="00290F2A" w:rsidRDefault="00CC746C" w:rsidP="00242A09">
            <w:r w:rsidRPr="00290F2A">
              <w:t>Center Rudder</w:t>
            </w:r>
          </w:p>
        </w:tc>
        <w:tc>
          <w:tcPr>
            <w:tcW w:w="1701" w:type="dxa"/>
            <w:vAlign w:val="center"/>
          </w:tcPr>
          <w:p w14:paraId="279930F6" w14:textId="77777777" w:rsidR="008B1864" w:rsidRPr="00290F2A" w:rsidRDefault="008B1864" w:rsidP="00242A09"/>
        </w:tc>
        <w:tc>
          <w:tcPr>
            <w:tcW w:w="1701" w:type="dxa"/>
            <w:vAlign w:val="center"/>
          </w:tcPr>
          <w:p w14:paraId="3AF82303" w14:textId="77777777" w:rsidR="008B1864" w:rsidRPr="00290F2A" w:rsidRDefault="008B1864" w:rsidP="00242A09"/>
        </w:tc>
      </w:tr>
      <w:tr w:rsidR="008B1864" w:rsidRPr="00290F2A" w14:paraId="768AA14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1C14C9D" w14:textId="5966EB4A" w:rsidR="008B1864" w:rsidRPr="00290F2A" w:rsidRDefault="00CC746C" w:rsidP="00242A09">
            <w:r w:rsidRPr="00290F2A">
              <w:t>Toggle Water Rudder</w:t>
            </w:r>
          </w:p>
        </w:tc>
        <w:tc>
          <w:tcPr>
            <w:tcW w:w="1701" w:type="dxa"/>
            <w:vAlign w:val="center"/>
          </w:tcPr>
          <w:p w14:paraId="6FA4DC47" w14:textId="799123E5" w:rsidR="008B1864" w:rsidRPr="00290F2A" w:rsidRDefault="00C85B25" w:rsidP="00242A09">
            <w:r>
              <w:t>Ctrl + W</w:t>
            </w:r>
          </w:p>
        </w:tc>
        <w:tc>
          <w:tcPr>
            <w:tcW w:w="1701" w:type="dxa"/>
            <w:vAlign w:val="center"/>
          </w:tcPr>
          <w:p w14:paraId="22A3874F" w14:textId="77777777" w:rsidR="008B1864" w:rsidRPr="00290F2A" w:rsidRDefault="008B1864" w:rsidP="00242A09"/>
        </w:tc>
      </w:tr>
      <w:tr w:rsidR="008B1864" w:rsidRPr="00290F2A" w14:paraId="4F657D3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F5B5C12" w14:textId="036C1683" w:rsidR="008B1864" w:rsidRPr="00290F2A" w:rsidRDefault="00CC746C" w:rsidP="00242A09">
            <w:r w:rsidRPr="00290F2A">
              <w:t>Rudder Left (Yaw Left)</w:t>
            </w:r>
          </w:p>
        </w:tc>
        <w:tc>
          <w:tcPr>
            <w:tcW w:w="1701" w:type="dxa"/>
            <w:vAlign w:val="center"/>
          </w:tcPr>
          <w:p w14:paraId="2EE7E87F" w14:textId="3B293147" w:rsidR="008B1864" w:rsidRPr="00290F2A" w:rsidRDefault="00C85B25" w:rsidP="00242A09">
            <w:r>
              <w:t>Num 0</w:t>
            </w:r>
          </w:p>
        </w:tc>
        <w:tc>
          <w:tcPr>
            <w:tcW w:w="1701" w:type="dxa"/>
            <w:vAlign w:val="center"/>
          </w:tcPr>
          <w:p w14:paraId="11CF0E55" w14:textId="77777777" w:rsidR="008B1864" w:rsidRPr="00290F2A" w:rsidRDefault="008B1864" w:rsidP="00242A09"/>
        </w:tc>
      </w:tr>
      <w:tr w:rsidR="008B1864" w:rsidRPr="00290F2A" w14:paraId="237EF8F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3817283" w14:textId="27C12DC6" w:rsidR="008B1864" w:rsidRPr="00290F2A" w:rsidRDefault="00CC746C" w:rsidP="00242A09">
            <w:r w:rsidRPr="00290F2A">
              <w:t>Rudder Right (Yaw Right)</w:t>
            </w:r>
          </w:p>
        </w:tc>
        <w:tc>
          <w:tcPr>
            <w:tcW w:w="1701" w:type="dxa"/>
            <w:vAlign w:val="center"/>
          </w:tcPr>
          <w:p w14:paraId="1812C2AA" w14:textId="2022A033" w:rsidR="008B1864" w:rsidRPr="00290F2A" w:rsidRDefault="00C85B25" w:rsidP="00242A09">
            <w:r>
              <w:t>Enter</w:t>
            </w:r>
          </w:p>
        </w:tc>
        <w:tc>
          <w:tcPr>
            <w:tcW w:w="1701" w:type="dxa"/>
            <w:vAlign w:val="center"/>
          </w:tcPr>
          <w:p w14:paraId="22C2BAA4" w14:textId="77777777" w:rsidR="008B1864" w:rsidRPr="00290F2A" w:rsidRDefault="008B1864" w:rsidP="00242A09"/>
        </w:tc>
      </w:tr>
    </w:tbl>
    <w:p w14:paraId="592248AA" w14:textId="77777777" w:rsidR="008B1864" w:rsidRDefault="008B1864" w:rsidP="00BD443B">
      <w:pPr>
        <w:pStyle w:val="Ttulo2"/>
        <w:spacing w:before="60" w:after="60"/>
      </w:pPr>
      <w:bookmarkStart w:id="35" w:name="_Toc65859901"/>
      <w:bookmarkStart w:id="36" w:name="_Toc66292958"/>
      <w:r w:rsidRPr="00290F2A">
        <w:t>Secondary Control Surfaces</w:t>
      </w:r>
      <w:bookmarkEnd w:id="35"/>
      <w:bookmarkEnd w:id="36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8B1864" w:rsidRPr="00AA645C" w14:paraId="70E0851B" w14:textId="77777777" w:rsidTr="003D2FF1">
        <w:trPr>
          <w:trHeight w:val="227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134A844B" w14:textId="02BDC752" w:rsidR="008B1864" w:rsidRPr="00C9729C" w:rsidRDefault="008B1864" w:rsidP="006A0E97">
            <w:pPr>
              <w:jc w:val="center"/>
              <w:rPr>
                <w:b/>
                <w:bCs/>
                <w:lang w:val="en-US"/>
              </w:rPr>
            </w:pPr>
            <w:r w:rsidRPr="00716A3E">
              <w:rPr>
                <w:b/>
                <w:bCs/>
              </w:rPr>
              <w:fldChar w:fldCharType="begin"/>
            </w:r>
            <w:r w:rsidRPr="00C9729C">
              <w:rPr>
                <w:b/>
                <w:bCs/>
                <w:lang w:val="en-US"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  <w:lang w:val="en-US"/>
              </w:rPr>
              <w:t>Secondary Control Surfaces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CC1DF41" w14:textId="77777777" w:rsidR="008B1864" w:rsidRPr="00AA645C" w:rsidRDefault="008B1864" w:rsidP="006A0E97">
            <w:pPr>
              <w:jc w:val="center"/>
              <w:rPr>
                <w:b/>
                <w:bCs/>
              </w:rPr>
            </w:pPr>
            <w:r w:rsidRPr="00AA645C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49E8852" w14:textId="72856161" w:rsidR="008B1864" w:rsidRPr="00AA645C" w:rsidRDefault="005824C4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EA36AE" w:rsidRPr="00290F2A" w14:paraId="65DAF526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B715D5E" w14:textId="77777777" w:rsidR="00EA36AE" w:rsidRPr="00290F2A" w:rsidRDefault="00EA36AE" w:rsidP="00242A09">
            <w:bookmarkStart w:id="37" w:name="_Toc65859902"/>
            <w:bookmarkEnd w:id="37"/>
            <w:r w:rsidRPr="00290F2A">
              <w:t>Increase Flaps</w:t>
            </w:r>
          </w:p>
        </w:tc>
        <w:tc>
          <w:tcPr>
            <w:tcW w:w="1701" w:type="dxa"/>
            <w:vAlign w:val="center"/>
          </w:tcPr>
          <w:p w14:paraId="3717A97A" w14:textId="30DE3512" w:rsidR="00EA36AE" w:rsidRPr="00290F2A" w:rsidRDefault="00E36899" w:rsidP="00242A09">
            <w:r>
              <w:t>F7</w:t>
            </w:r>
          </w:p>
        </w:tc>
        <w:tc>
          <w:tcPr>
            <w:tcW w:w="1701" w:type="dxa"/>
            <w:vAlign w:val="center"/>
          </w:tcPr>
          <w:p w14:paraId="21CD8E5B" w14:textId="77777777" w:rsidR="00EA36AE" w:rsidRPr="00290F2A" w:rsidRDefault="00EA36AE" w:rsidP="00242A09"/>
        </w:tc>
      </w:tr>
      <w:tr w:rsidR="00EA36AE" w:rsidRPr="00290F2A" w14:paraId="051B48FC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BFBA692" w14:textId="77777777" w:rsidR="00EA36AE" w:rsidRPr="00290F2A" w:rsidRDefault="00EA36AE" w:rsidP="00242A09">
            <w:r w:rsidRPr="00290F2A">
              <w:t>Extend Flaps</w:t>
            </w:r>
          </w:p>
        </w:tc>
        <w:tc>
          <w:tcPr>
            <w:tcW w:w="1701" w:type="dxa"/>
            <w:vAlign w:val="center"/>
          </w:tcPr>
          <w:p w14:paraId="2031FADE" w14:textId="0835B18D" w:rsidR="00EA36AE" w:rsidRPr="00290F2A" w:rsidRDefault="00E36899" w:rsidP="00242A09">
            <w:r>
              <w:t>F8</w:t>
            </w:r>
          </w:p>
        </w:tc>
        <w:tc>
          <w:tcPr>
            <w:tcW w:w="1701" w:type="dxa"/>
            <w:vAlign w:val="center"/>
          </w:tcPr>
          <w:p w14:paraId="3871E998" w14:textId="77777777" w:rsidR="00EA36AE" w:rsidRPr="00290F2A" w:rsidRDefault="00EA36AE" w:rsidP="00242A09"/>
        </w:tc>
      </w:tr>
      <w:tr w:rsidR="00EA36AE" w:rsidRPr="00290F2A" w14:paraId="78A97056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2CB9A15" w14:textId="77777777" w:rsidR="00EA36AE" w:rsidRPr="00290F2A" w:rsidRDefault="00EA36AE" w:rsidP="00242A09">
            <w:r w:rsidRPr="00290F2A">
              <w:t>Decrease Flaps</w:t>
            </w:r>
          </w:p>
        </w:tc>
        <w:tc>
          <w:tcPr>
            <w:tcW w:w="1701" w:type="dxa"/>
            <w:vAlign w:val="center"/>
          </w:tcPr>
          <w:p w14:paraId="57E2C363" w14:textId="76B3E1F3" w:rsidR="00EA36AE" w:rsidRPr="00290F2A" w:rsidRDefault="00E36899" w:rsidP="00242A09">
            <w:r>
              <w:t>F6</w:t>
            </w:r>
          </w:p>
        </w:tc>
        <w:tc>
          <w:tcPr>
            <w:tcW w:w="1701" w:type="dxa"/>
            <w:vAlign w:val="center"/>
          </w:tcPr>
          <w:p w14:paraId="316E89CE" w14:textId="77777777" w:rsidR="00EA36AE" w:rsidRPr="00290F2A" w:rsidRDefault="00EA36AE" w:rsidP="00242A09"/>
        </w:tc>
      </w:tr>
      <w:tr w:rsidR="00EA36AE" w:rsidRPr="00290F2A" w14:paraId="7C8EC440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7477E8B" w14:textId="77777777" w:rsidR="00EA36AE" w:rsidRPr="00290F2A" w:rsidRDefault="00EA36AE" w:rsidP="00242A09">
            <w:r w:rsidRPr="00290F2A">
              <w:t>Retract Flaps</w:t>
            </w:r>
          </w:p>
        </w:tc>
        <w:tc>
          <w:tcPr>
            <w:tcW w:w="1701" w:type="dxa"/>
            <w:vAlign w:val="center"/>
          </w:tcPr>
          <w:p w14:paraId="2CCE522B" w14:textId="4C424AD9" w:rsidR="00EA36AE" w:rsidRPr="00290F2A" w:rsidRDefault="00E36899" w:rsidP="00242A09">
            <w:r>
              <w:t>F5</w:t>
            </w:r>
          </w:p>
        </w:tc>
        <w:tc>
          <w:tcPr>
            <w:tcW w:w="1701" w:type="dxa"/>
            <w:vAlign w:val="center"/>
          </w:tcPr>
          <w:p w14:paraId="023313E4" w14:textId="77777777" w:rsidR="00EA36AE" w:rsidRPr="00290F2A" w:rsidRDefault="00EA36AE" w:rsidP="00242A09"/>
        </w:tc>
      </w:tr>
      <w:tr w:rsidR="008B1864" w:rsidRPr="00290F2A" w14:paraId="2A142CCD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05F5C69" w14:textId="77777777" w:rsidR="008B1864" w:rsidRPr="00290F2A" w:rsidRDefault="008B1864" w:rsidP="00242A09">
            <w:r w:rsidRPr="00290F2A">
              <w:t>Flaps 1</w:t>
            </w:r>
          </w:p>
        </w:tc>
        <w:tc>
          <w:tcPr>
            <w:tcW w:w="1701" w:type="dxa"/>
            <w:vAlign w:val="center"/>
          </w:tcPr>
          <w:p w14:paraId="15690EE0" w14:textId="77777777" w:rsidR="008B1864" w:rsidRPr="00290F2A" w:rsidRDefault="008B1864" w:rsidP="00242A09"/>
        </w:tc>
        <w:tc>
          <w:tcPr>
            <w:tcW w:w="1701" w:type="dxa"/>
            <w:vAlign w:val="center"/>
          </w:tcPr>
          <w:p w14:paraId="7A6C5C0C" w14:textId="77777777" w:rsidR="008B1864" w:rsidRPr="00290F2A" w:rsidRDefault="008B1864" w:rsidP="00242A09"/>
        </w:tc>
      </w:tr>
      <w:tr w:rsidR="008B1864" w:rsidRPr="00290F2A" w14:paraId="6D8CF7BB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3077270" w14:textId="77777777" w:rsidR="008B1864" w:rsidRPr="00290F2A" w:rsidRDefault="008B1864" w:rsidP="00242A09">
            <w:r w:rsidRPr="00290F2A">
              <w:t>Flaps 2</w:t>
            </w:r>
          </w:p>
        </w:tc>
        <w:tc>
          <w:tcPr>
            <w:tcW w:w="1701" w:type="dxa"/>
            <w:vAlign w:val="center"/>
          </w:tcPr>
          <w:p w14:paraId="2FBE14D8" w14:textId="77777777" w:rsidR="008B1864" w:rsidRPr="00290F2A" w:rsidRDefault="008B1864" w:rsidP="00242A09"/>
        </w:tc>
        <w:tc>
          <w:tcPr>
            <w:tcW w:w="1701" w:type="dxa"/>
            <w:vAlign w:val="center"/>
          </w:tcPr>
          <w:p w14:paraId="2A327A5C" w14:textId="77777777" w:rsidR="008B1864" w:rsidRPr="00290F2A" w:rsidRDefault="008B1864" w:rsidP="00242A09"/>
        </w:tc>
      </w:tr>
      <w:tr w:rsidR="008B1864" w:rsidRPr="00290F2A" w14:paraId="21F8AC9E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408B8BE" w14:textId="77777777" w:rsidR="008B1864" w:rsidRPr="00290F2A" w:rsidRDefault="008B1864" w:rsidP="00242A09">
            <w:r w:rsidRPr="00290F2A">
              <w:t>Flaps 3</w:t>
            </w:r>
          </w:p>
        </w:tc>
        <w:tc>
          <w:tcPr>
            <w:tcW w:w="1701" w:type="dxa"/>
            <w:vAlign w:val="center"/>
          </w:tcPr>
          <w:p w14:paraId="6DA43BF2" w14:textId="77777777" w:rsidR="008B1864" w:rsidRPr="00290F2A" w:rsidRDefault="008B1864" w:rsidP="00242A09"/>
        </w:tc>
        <w:tc>
          <w:tcPr>
            <w:tcW w:w="1701" w:type="dxa"/>
            <w:vAlign w:val="center"/>
          </w:tcPr>
          <w:p w14:paraId="509C9478" w14:textId="77777777" w:rsidR="008B1864" w:rsidRPr="00290F2A" w:rsidRDefault="008B1864" w:rsidP="00242A09"/>
        </w:tc>
      </w:tr>
      <w:tr w:rsidR="008B1864" w:rsidRPr="00290F2A" w14:paraId="503C99C8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C02E7E3" w14:textId="77777777" w:rsidR="008B1864" w:rsidRPr="00290F2A" w:rsidRDefault="008B1864" w:rsidP="00242A09">
            <w:r w:rsidRPr="00290F2A">
              <w:t>Flaps 4</w:t>
            </w:r>
          </w:p>
        </w:tc>
        <w:tc>
          <w:tcPr>
            <w:tcW w:w="1701" w:type="dxa"/>
            <w:vAlign w:val="center"/>
          </w:tcPr>
          <w:p w14:paraId="7686DC08" w14:textId="77777777" w:rsidR="008B1864" w:rsidRPr="00290F2A" w:rsidRDefault="008B1864" w:rsidP="00242A09"/>
        </w:tc>
        <w:tc>
          <w:tcPr>
            <w:tcW w:w="1701" w:type="dxa"/>
            <w:vAlign w:val="center"/>
          </w:tcPr>
          <w:p w14:paraId="2EB426AD" w14:textId="77777777" w:rsidR="008B1864" w:rsidRPr="00290F2A" w:rsidRDefault="008B1864" w:rsidP="00242A09"/>
        </w:tc>
      </w:tr>
      <w:tr w:rsidR="00CE09EC" w:rsidRPr="00290F2A" w14:paraId="57D3A9E6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463BF8A" w14:textId="3BD05872" w:rsidR="00CE09EC" w:rsidRPr="00290F2A" w:rsidRDefault="00CE09EC" w:rsidP="00242A09">
            <w:r w:rsidRPr="00290F2A">
              <w:t>Increase Flaps (</w:t>
            </w:r>
            <w:r w:rsidR="00CC746C" w:rsidRPr="00290F2A">
              <w:t>Continuous</w:t>
            </w:r>
            <w:r w:rsidRPr="00290F2A">
              <w:t>)</w:t>
            </w:r>
          </w:p>
        </w:tc>
        <w:tc>
          <w:tcPr>
            <w:tcW w:w="1701" w:type="dxa"/>
            <w:vAlign w:val="center"/>
          </w:tcPr>
          <w:p w14:paraId="71B7DB89" w14:textId="77777777" w:rsidR="00CE09EC" w:rsidRPr="00290F2A" w:rsidRDefault="00CE09EC" w:rsidP="00242A09"/>
        </w:tc>
        <w:tc>
          <w:tcPr>
            <w:tcW w:w="1701" w:type="dxa"/>
            <w:vAlign w:val="center"/>
          </w:tcPr>
          <w:p w14:paraId="356DFEC5" w14:textId="77777777" w:rsidR="00CE09EC" w:rsidRPr="00290F2A" w:rsidRDefault="00CE09EC" w:rsidP="00242A09"/>
        </w:tc>
      </w:tr>
      <w:tr w:rsidR="008B1864" w:rsidRPr="00290F2A" w14:paraId="3255B77A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FE46CD1" w14:textId="5321E4D8" w:rsidR="008B1864" w:rsidRPr="00290F2A" w:rsidRDefault="008B1864" w:rsidP="00242A09">
            <w:r w:rsidRPr="00290F2A">
              <w:t>Decrease Flaps (</w:t>
            </w:r>
            <w:r w:rsidR="00CC746C" w:rsidRPr="00290F2A">
              <w:t>Continuous</w:t>
            </w:r>
            <w:r w:rsidRPr="00290F2A">
              <w:t>)</w:t>
            </w:r>
          </w:p>
        </w:tc>
        <w:tc>
          <w:tcPr>
            <w:tcW w:w="1701" w:type="dxa"/>
            <w:vAlign w:val="center"/>
          </w:tcPr>
          <w:p w14:paraId="392F5BA1" w14:textId="77777777" w:rsidR="008B1864" w:rsidRPr="00290F2A" w:rsidRDefault="008B1864" w:rsidP="00242A09"/>
        </w:tc>
        <w:tc>
          <w:tcPr>
            <w:tcW w:w="1701" w:type="dxa"/>
            <w:vAlign w:val="center"/>
          </w:tcPr>
          <w:p w14:paraId="68DAF0D3" w14:textId="77777777" w:rsidR="008B1864" w:rsidRPr="00290F2A" w:rsidRDefault="008B1864" w:rsidP="00242A09"/>
        </w:tc>
      </w:tr>
      <w:tr w:rsidR="008B1864" w:rsidRPr="00290F2A" w14:paraId="170546E3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1EDBEF0" w14:textId="6C75811D" w:rsidR="008B1864" w:rsidRPr="00290F2A" w:rsidRDefault="008B1864" w:rsidP="00242A09">
            <w:r w:rsidRPr="00290F2A">
              <w:t>Set Flaps (</w:t>
            </w:r>
            <w:r w:rsidR="00CC746C" w:rsidRPr="00290F2A">
              <w:t>Continuous</w:t>
            </w:r>
            <w:r w:rsidRPr="00290F2A">
              <w:t>)</w:t>
            </w:r>
          </w:p>
        </w:tc>
        <w:tc>
          <w:tcPr>
            <w:tcW w:w="1701" w:type="dxa"/>
            <w:vAlign w:val="center"/>
          </w:tcPr>
          <w:p w14:paraId="48C2FB97" w14:textId="77777777" w:rsidR="008B1864" w:rsidRPr="00290F2A" w:rsidRDefault="008B1864" w:rsidP="00242A09"/>
        </w:tc>
        <w:tc>
          <w:tcPr>
            <w:tcW w:w="1701" w:type="dxa"/>
            <w:vAlign w:val="center"/>
          </w:tcPr>
          <w:p w14:paraId="7B3ABA2D" w14:textId="77777777" w:rsidR="008B1864" w:rsidRPr="00290F2A" w:rsidRDefault="008B1864" w:rsidP="00242A09"/>
        </w:tc>
      </w:tr>
      <w:tr w:rsidR="008B1864" w:rsidRPr="00290F2A" w14:paraId="2F8BEB88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AF188E0" w14:textId="579B1189" w:rsidR="008B1864" w:rsidRPr="00290F2A" w:rsidRDefault="008B1864" w:rsidP="00242A09">
            <w:r w:rsidRPr="00290F2A">
              <w:t>Flaps Axis (0 to 100%)</w:t>
            </w:r>
            <w:r w:rsidR="001747C8">
              <w:t xml:space="preserve"> *</w:t>
            </w:r>
          </w:p>
        </w:tc>
        <w:tc>
          <w:tcPr>
            <w:tcW w:w="1701" w:type="dxa"/>
            <w:vAlign w:val="center"/>
          </w:tcPr>
          <w:p w14:paraId="7F1CE57E" w14:textId="77777777" w:rsidR="008B1864" w:rsidRPr="00290F2A" w:rsidRDefault="008B1864" w:rsidP="00242A09"/>
        </w:tc>
        <w:tc>
          <w:tcPr>
            <w:tcW w:w="1701" w:type="dxa"/>
            <w:vAlign w:val="center"/>
          </w:tcPr>
          <w:p w14:paraId="129D171A" w14:textId="77777777" w:rsidR="008B1864" w:rsidRPr="00290F2A" w:rsidRDefault="008B1864" w:rsidP="00242A09"/>
        </w:tc>
      </w:tr>
      <w:tr w:rsidR="007B7FD3" w:rsidRPr="00290F2A" w14:paraId="6C7FEDA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37A0A2D" w14:textId="77777777" w:rsidR="007B7FD3" w:rsidRPr="00290F2A" w:rsidRDefault="007B7FD3" w:rsidP="00242A09">
            <w:r w:rsidRPr="00290F2A">
              <w:t>Toggle Spoilers</w:t>
            </w:r>
          </w:p>
        </w:tc>
        <w:tc>
          <w:tcPr>
            <w:tcW w:w="1701" w:type="dxa"/>
            <w:vAlign w:val="center"/>
          </w:tcPr>
          <w:p w14:paraId="5BE554DC" w14:textId="77777777" w:rsidR="007B7FD3" w:rsidRPr="00290F2A" w:rsidRDefault="007B7FD3" w:rsidP="00242A09"/>
        </w:tc>
        <w:tc>
          <w:tcPr>
            <w:tcW w:w="1701" w:type="dxa"/>
            <w:vAlign w:val="center"/>
          </w:tcPr>
          <w:p w14:paraId="07F56713" w14:textId="77777777" w:rsidR="007B7FD3" w:rsidRPr="00290F2A" w:rsidRDefault="007B7FD3" w:rsidP="00242A09"/>
        </w:tc>
      </w:tr>
      <w:tr w:rsidR="007B7FD3" w:rsidRPr="00290F2A" w14:paraId="6E70085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3192D98" w14:textId="77777777" w:rsidR="007B7FD3" w:rsidRPr="00290F2A" w:rsidRDefault="007B7FD3" w:rsidP="00242A09">
            <w:r w:rsidRPr="00290F2A">
              <w:t>Arm Auto Spoilers</w:t>
            </w:r>
          </w:p>
        </w:tc>
        <w:tc>
          <w:tcPr>
            <w:tcW w:w="1701" w:type="dxa"/>
            <w:vAlign w:val="center"/>
          </w:tcPr>
          <w:p w14:paraId="47F6E7C6" w14:textId="77777777" w:rsidR="007B7FD3" w:rsidRPr="00290F2A" w:rsidRDefault="007B7FD3" w:rsidP="00242A09"/>
        </w:tc>
        <w:tc>
          <w:tcPr>
            <w:tcW w:w="1701" w:type="dxa"/>
            <w:vAlign w:val="center"/>
          </w:tcPr>
          <w:p w14:paraId="662682AD" w14:textId="77777777" w:rsidR="007B7FD3" w:rsidRPr="00290F2A" w:rsidRDefault="007B7FD3" w:rsidP="00242A09"/>
        </w:tc>
      </w:tr>
      <w:tr w:rsidR="008B1864" w:rsidRPr="00290F2A" w14:paraId="6DDC2D0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5D784E5" w14:textId="77777777" w:rsidR="008B1864" w:rsidRPr="00290F2A" w:rsidRDefault="008B1864" w:rsidP="00242A09">
            <w:r w:rsidRPr="00290F2A">
              <w:t>Disarm Auto Spoilers</w:t>
            </w:r>
          </w:p>
        </w:tc>
        <w:tc>
          <w:tcPr>
            <w:tcW w:w="1701" w:type="dxa"/>
            <w:vAlign w:val="center"/>
          </w:tcPr>
          <w:p w14:paraId="5811F96A" w14:textId="77777777" w:rsidR="008B1864" w:rsidRPr="00290F2A" w:rsidRDefault="008B1864" w:rsidP="00242A09"/>
        </w:tc>
        <w:tc>
          <w:tcPr>
            <w:tcW w:w="1701" w:type="dxa"/>
            <w:vAlign w:val="center"/>
          </w:tcPr>
          <w:p w14:paraId="449A4880" w14:textId="77777777" w:rsidR="008B1864" w:rsidRPr="00290F2A" w:rsidRDefault="008B1864" w:rsidP="00242A09"/>
        </w:tc>
      </w:tr>
      <w:tr w:rsidR="008B1864" w:rsidRPr="00290F2A" w14:paraId="558E16D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CE179D0" w14:textId="77777777" w:rsidR="008B1864" w:rsidRPr="00290F2A" w:rsidRDefault="008B1864" w:rsidP="00242A09">
            <w:r w:rsidRPr="00290F2A">
              <w:t>Set Auto Spoilers Arming</w:t>
            </w:r>
          </w:p>
        </w:tc>
        <w:tc>
          <w:tcPr>
            <w:tcW w:w="1701" w:type="dxa"/>
            <w:vAlign w:val="center"/>
          </w:tcPr>
          <w:p w14:paraId="010AEC9E" w14:textId="77777777" w:rsidR="008B1864" w:rsidRPr="00290F2A" w:rsidRDefault="008B1864" w:rsidP="00242A09"/>
        </w:tc>
        <w:tc>
          <w:tcPr>
            <w:tcW w:w="1701" w:type="dxa"/>
            <w:vAlign w:val="center"/>
          </w:tcPr>
          <w:p w14:paraId="1B242AE3" w14:textId="77777777" w:rsidR="008B1864" w:rsidRPr="00290F2A" w:rsidRDefault="008B1864" w:rsidP="00242A09"/>
        </w:tc>
      </w:tr>
      <w:tr w:rsidR="008B1864" w:rsidRPr="00290F2A" w14:paraId="6910F21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70FFDCE" w14:textId="77777777" w:rsidR="008B1864" w:rsidRPr="00290F2A" w:rsidRDefault="008B1864" w:rsidP="00242A09">
            <w:r w:rsidRPr="00290F2A">
              <w:t>Toggle Arm Spoilers</w:t>
            </w:r>
          </w:p>
        </w:tc>
        <w:tc>
          <w:tcPr>
            <w:tcW w:w="1701" w:type="dxa"/>
            <w:vAlign w:val="center"/>
          </w:tcPr>
          <w:p w14:paraId="4B889E01" w14:textId="77777777" w:rsidR="008B1864" w:rsidRPr="00290F2A" w:rsidRDefault="008B1864" w:rsidP="00242A09"/>
        </w:tc>
        <w:tc>
          <w:tcPr>
            <w:tcW w:w="1701" w:type="dxa"/>
            <w:vAlign w:val="center"/>
          </w:tcPr>
          <w:p w14:paraId="532261DB" w14:textId="77777777" w:rsidR="008B1864" w:rsidRPr="00290F2A" w:rsidRDefault="008B1864" w:rsidP="00242A09"/>
        </w:tc>
      </w:tr>
      <w:tr w:rsidR="008B1864" w:rsidRPr="00290F2A" w14:paraId="5B6F9A9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A23320B" w14:textId="77777777" w:rsidR="008B1864" w:rsidRPr="00290F2A" w:rsidRDefault="008B1864" w:rsidP="00242A09">
            <w:r w:rsidRPr="00290F2A">
              <w:t>Retract Spoilers</w:t>
            </w:r>
          </w:p>
        </w:tc>
        <w:tc>
          <w:tcPr>
            <w:tcW w:w="1701" w:type="dxa"/>
            <w:vAlign w:val="center"/>
          </w:tcPr>
          <w:p w14:paraId="4343AEDB" w14:textId="77777777" w:rsidR="008B1864" w:rsidRPr="00290F2A" w:rsidRDefault="008B1864" w:rsidP="00242A09"/>
        </w:tc>
        <w:tc>
          <w:tcPr>
            <w:tcW w:w="1701" w:type="dxa"/>
            <w:vAlign w:val="center"/>
          </w:tcPr>
          <w:p w14:paraId="1697DFC1" w14:textId="77777777" w:rsidR="008B1864" w:rsidRPr="00290F2A" w:rsidRDefault="008B1864" w:rsidP="00242A09"/>
        </w:tc>
      </w:tr>
      <w:tr w:rsidR="008B1864" w:rsidRPr="00290F2A" w14:paraId="3208C87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389BA5D" w14:textId="77777777" w:rsidR="008B1864" w:rsidRPr="00290F2A" w:rsidRDefault="008B1864" w:rsidP="00242A09">
            <w:r w:rsidRPr="00290F2A">
              <w:t>Extend Spoilers</w:t>
            </w:r>
          </w:p>
        </w:tc>
        <w:tc>
          <w:tcPr>
            <w:tcW w:w="1701" w:type="dxa"/>
            <w:vAlign w:val="center"/>
          </w:tcPr>
          <w:p w14:paraId="35BF6E22" w14:textId="77777777" w:rsidR="008B1864" w:rsidRPr="00290F2A" w:rsidRDefault="008B1864" w:rsidP="00242A09"/>
        </w:tc>
        <w:tc>
          <w:tcPr>
            <w:tcW w:w="1701" w:type="dxa"/>
            <w:vAlign w:val="center"/>
          </w:tcPr>
          <w:p w14:paraId="0BF0DADB" w14:textId="77777777" w:rsidR="008B1864" w:rsidRPr="00290F2A" w:rsidRDefault="008B1864" w:rsidP="00242A09"/>
        </w:tc>
      </w:tr>
      <w:tr w:rsidR="008B1864" w:rsidRPr="00290F2A" w14:paraId="411A610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60067D0" w14:textId="615BEB69" w:rsidR="008B1864" w:rsidRPr="00290F2A" w:rsidRDefault="008B1864" w:rsidP="00242A09">
            <w:r w:rsidRPr="00290F2A">
              <w:t>Spoilers Axis (0 to 100%)</w:t>
            </w:r>
            <w:r w:rsidR="001747C8">
              <w:t xml:space="preserve"> *</w:t>
            </w:r>
          </w:p>
        </w:tc>
        <w:tc>
          <w:tcPr>
            <w:tcW w:w="1701" w:type="dxa"/>
            <w:vAlign w:val="center"/>
          </w:tcPr>
          <w:p w14:paraId="289B4877" w14:textId="77777777" w:rsidR="008B1864" w:rsidRPr="00290F2A" w:rsidRDefault="008B1864" w:rsidP="00242A09"/>
        </w:tc>
        <w:tc>
          <w:tcPr>
            <w:tcW w:w="1701" w:type="dxa"/>
            <w:vAlign w:val="center"/>
          </w:tcPr>
          <w:p w14:paraId="6837D605" w14:textId="77777777" w:rsidR="008B1864" w:rsidRPr="00290F2A" w:rsidRDefault="008B1864" w:rsidP="00242A09"/>
        </w:tc>
      </w:tr>
    </w:tbl>
    <w:p w14:paraId="114006CA" w14:textId="77777777" w:rsidR="008B1864" w:rsidRDefault="008B1864" w:rsidP="005D3D26">
      <w:pPr>
        <w:pStyle w:val="Ttulo2"/>
      </w:pPr>
      <w:bookmarkStart w:id="38" w:name="_Toc65859903"/>
      <w:bookmarkStart w:id="39" w:name="_Toc66292959"/>
      <w:r w:rsidRPr="00290F2A">
        <w:lastRenderedPageBreak/>
        <w:t>Control Trimming Surfaces</w:t>
      </w:r>
      <w:bookmarkEnd w:id="38"/>
      <w:bookmarkEnd w:id="39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8B1864" w:rsidRPr="00AA645C" w14:paraId="5798D368" w14:textId="77777777" w:rsidTr="006A0E97">
        <w:trPr>
          <w:trHeight w:val="315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605134B8" w14:textId="61BCABDF" w:rsidR="008B1864" w:rsidRPr="00C9729C" w:rsidRDefault="008B1864" w:rsidP="006A0E97">
            <w:pPr>
              <w:jc w:val="center"/>
              <w:rPr>
                <w:b/>
                <w:bCs/>
                <w:lang w:val="en-US"/>
              </w:rPr>
            </w:pPr>
            <w:r w:rsidRPr="00716A3E">
              <w:rPr>
                <w:b/>
                <w:bCs/>
              </w:rPr>
              <w:fldChar w:fldCharType="begin"/>
            </w:r>
            <w:r w:rsidRPr="00C9729C">
              <w:rPr>
                <w:b/>
                <w:bCs/>
                <w:lang w:val="en-US"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  <w:lang w:val="en-US"/>
              </w:rPr>
              <w:t>Control Trimming Surfaces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6605FAC" w14:textId="77777777" w:rsidR="008B1864" w:rsidRPr="00AA645C" w:rsidRDefault="008B1864" w:rsidP="006A0E97">
            <w:pPr>
              <w:jc w:val="center"/>
              <w:rPr>
                <w:b/>
                <w:bCs/>
              </w:rPr>
            </w:pPr>
            <w:r w:rsidRPr="00AA645C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A430161" w14:textId="4AB406DA" w:rsidR="008B1864" w:rsidRPr="00AA645C" w:rsidRDefault="005824C4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3A5788" w:rsidRPr="00290F2A" w14:paraId="2CF2154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37341FB" w14:textId="77777777" w:rsidR="003A5788" w:rsidRPr="00290F2A" w:rsidRDefault="003A5788" w:rsidP="00242A09">
            <w:r w:rsidRPr="00290F2A">
              <w:t>Toggle Elevator Trim</w:t>
            </w:r>
          </w:p>
        </w:tc>
        <w:tc>
          <w:tcPr>
            <w:tcW w:w="1701" w:type="dxa"/>
            <w:vAlign w:val="center"/>
          </w:tcPr>
          <w:p w14:paraId="37B7234F" w14:textId="77777777" w:rsidR="003A5788" w:rsidRPr="00290F2A" w:rsidRDefault="003A5788" w:rsidP="00242A09"/>
        </w:tc>
        <w:tc>
          <w:tcPr>
            <w:tcW w:w="1701" w:type="dxa"/>
            <w:vAlign w:val="center"/>
          </w:tcPr>
          <w:p w14:paraId="07D26179" w14:textId="77777777" w:rsidR="003A5788" w:rsidRPr="00290F2A" w:rsidRDefault="003A5788" w:rsidP="00242A09"/>
        </w:tc>
      </w:tr>
      <w:tr w:rsidR="007B7FD3" w:rsidRPr="008437D1" w14:paraId="32010B4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DC3891B" w14:textId="7DFEEB89" w:rsidR="007B7FD3" w:rsidRPr="00290F2A" w:rsidRDefault="007B7FD3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Elevator Trim Down (</w:t>
            </w:r>
            <w:r w:rsidR="00CC746C" w:rsidRPr="00290F2A">
              <w:rPr>
                <w:lang w:val="en-US"/>
              </w:rPr>
              <w:t>Nose Down</w:t>
            </w:r>
            <w:r w:rsidRPr="00290F2A">
              <w:rPr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016FBC43" w14:textId="4392ED44" w:rsidR="007B7FD3" w:rsidRPr="00290F2A" w:rsidRDefault="00CC746C" w:rsidP="00242A09">
            <w:pPr>
              <w:rPr>
                <w:lang w:val="en-US"/>
              </w:rPr>
            </w:pPr>
            <w:r>
              <w:rPr>
                <w:lang w:val="en-US"/>
              </w:rPr>
              <w:t>Num 7</w:t>
            </w:r>
          </w:p>
        </w:tc>
        <w:tc>
          <w:tcPr>
            <w:tcW w:w="1701" w:type="dxa"/>
            <w:vAlign w:val="center"/>
          </w:tcPr>
          <w:p w14:paraId="3695F5BC" w14:textId="77777777" w:rsidR="007B7FD3" w:rsidRPr="00290F2A" w:rsidRDefault="007B7FD3" w:rsidP="00242A09">
            <w:pPr>
              <w:rPr>
                <w:lang w:val="en-US"/>
              </w:rPr>
            </w:pPr>
          </w:p>
        </w:tc>
      </w:tr>
      <w:tr w:rsidR="007B7FD3" w:rsidRPr="008437D1" w14:paraId="00174B7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D19BFBC" w14:textId="3248C4F9" w:rsidR="007B7FD3" w:rsidRPr="00290F2A" w:rsidRDefault="007B7FD3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Elevator Trim Up (</w:t>
            </w:r>
            <w:r w:rsidR="00CC746C" w:rsidRPr="00290F2A">
              <w:rPr>
                <w:lang w:val="en-US"/>
              </w:rPr>
              <w:t>Nose Up</w:t>
            </w:r>
            <w:r w:rsidRPr="00290F2A">
              <w:rPr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0FDD8A8F" w14:textId="431C2994" w:rsidR="007B7FD3" w:rsidRPr="00290F2A" w:rsidRDefault="00CC746C" w:rsidP="00242A09">
            <w:pPr>
              <w:rPr>
                <w:lang w:val="en-US"/>
              </w:rPr>
            </w:pPr>
            <w:r>
              <w:rPr>
                <w:lang w:val="en-US"/>
              </w:rPr>
              <w:t>Num 1</w:t>
            </w:r>
          </w:p>
        </w:tc>
        <w:tc>
          <w:tcPr>
            <w:tcW w:w="1701" w:type="dxa"/>
            <w:vAlign w:val="center"/>
          </w:tcPr>
          <w:p w14:paraId="41193BC8" w14:textId="77777777" w:rsidR="007B7FD3" w:rsidRPr="00290F2A" w:rsidRDefault="007B7FD3" w:rsidP="00242A09">
            <w:pPr>
              <w:rPr>
                <w:lang w:val="en-US"/>
              </w:rPr>
            </w:pPr>
          </w:p>
        </w:tc>
      </w:tr>
      <w:tr w:rsidR="007B7FD3" w:rsidRPr="00290F2A" w14:paraId="18CA8AB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A897C9C" w14:textId="77777777" w:rsidR="007B7FD3" w:rsidRPr="00290F2A" w:rsidRDefault="007B7FD3" w:rsidP="00242A09">
            <w:r w:rsidRPr="00290F2A">
              <w:t>Set Elevator Trim</w:t>
            </w:r>
          </w:p>
        </w:tc>
        <w:tc>
          <w:tcPr>
            <w:tcW w:w="1701" w:type="dxa"/>
            <w:vAlign w:val="center"/>
          </w:tcPr>
          <w:p w14:paraId="777E3E57" w14:textId="77777777" w:rsidR="007B7FD3" w:rsidRPr="00290F2A" w:rsidRDefault="007B7FD3" w:rsidP="00242A09"/>
        </w:tc>
        <w:tc>
          <w:tcPr>
            <w:tcW w:w="1701" w:type="dxa"/>
            <w:vAlign w:val="center"/>
          </w:tcPr>
          <w:p w14:paraId="412A8F5C" w14:textId="77777777" w:rsidR="007B7FD3" w:rsidRPr="00290F2A" w:rsidRDefault="007B7FD3" w:rsidP="00242A09"/>
        </w:tc>
      </w:tr>
      <w:tr w:rsidR="007B7FD3" w:rsidRPr="00290F2A" w14:paraId="154C61B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D38ADEE" w14:textId="7955CDA7" w:rsidR="007B7FD3" w:rsidRPr="00290F2A" w:rsidRDefault="007B7FD3" w:rsidP="00242A09">
            <w:r w:rsidRPr="00290F2A">
              <w:t>Elevator Trim Axis (0 to 100%)</w:t>
            </w:r>
            <w:r w:rsidR="001747C8">
              <w:t xml:space="preserve"> *</w:t>
            </w:r>
          </w:p>
        </w:tc>
        <w:tc>
          <w:tcPr>
            <w:tcW w:w="1701" w:type="dxa"/>
            <w:vAlign w:val="center"/>
          </w:tcPr>
          <w:p w14:paraId="72754B50" w14:textId="77777777" w:rsidR="007B7FD3" w:rsidRPr="00290F2A" w:rsidRDefault="007B7FD3" w:rsidP="00242A09"/>
        </w:tc>
        <w:tc>
          <w:tcPr>
            <w:tcW w:w="1701" w:type="dxa"/>
            <w:vAlign w:val="center"/>
          </w:tcPr>
          <w:p w14:paraId="18D743AF" w14:textId="77777777" w:rsidR="007B7FD3" w:rsidRPr="00290F2A" w:rsidRDefault="007B7FD3" w:rsidP="00242A09"/>
        </w:tc>
      </w:tr>
      <w:tr w:rsidR="008B1864" w:rsidRPr="00290F2A" w14:paraId="33EA383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CF32F93" w14:textId="77777777" w:rsidR="008B1864" w:rsidRPr="00290F2A" w:rsidRDefault="008B1864" w:rsidP="00242A09">
            <w:r w:rsidRPr="00290F2A">
              <w:t>Toggle Aileron Trim</w:t>
            </w:r>
          </w:p>
        </w:tc>
        <w:tc>
          <w:tcPr>
            <w:tcW w:w="1701" w:type="dxa"/>
            <w:vAlign w:val="center"/>
          </w:tcPr>
          <w:p w14:paraId="3874D85E" w14:textId="77777777" w:rsidR="008B1864" w:rsidRPr="00290F2A" w:rsidRDefault="008B1864" w:rsidP="00242A09"/>
        </w:tc>
        <w:tc>
          <w:tcPr>
            <w:tcW w:w="1701" w:type="dxa"/>
            <w:vAlign w:val="center"/>
          </w:tcPr>
          <w:p w14:paraId="759D704D" w14:textId="77777777" w:rsidR="008B1864" w:rsidRPr="00290F2A" w:rsidRDefault="008B1864" w:rsidP="00242A09"/>
        </w:tc>
      </w:tr>
      <w:tr w:rsidR="008B1864" w:rsidRPr="00290F2A" w14:paraId="3A4D495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3C0E89F" w14:textId="77777777" w:rsidR="008B1864" w:rsidRPr="00290F2A" w:rsidRDefault="008B1864" w:rsidP="00242A09">
            <w:r w:rsidRPr="00290F2A">
              <w:t>Aileron Trim Left</w:t>
            </w:r>
          </w:p>
        </w:tc>
        <w:tc>
          <w:tcPr>
            <w:tcW w:w="1701" w:type="dxa"/>
            <w:vAlign w:val="center"/>
          </w:tcPr>
          <w:p w14:paraId="6AA8C545" w14:textId="5580E625" w:rsidR="008B1864" w:rsidRPr="00290F2A" w:rsidRDefault="004B353E" w:rsidP="00242A09">
            <w:r>
              <w:t>Ctrl + Num 4</w:t>
            </w:r>
          </w:p>
        </w:tc>
        <w:tc>
          <w:tcPr>
            <w:tcW w:w="1701" w:type="dxa"/>
            <w:vAlign w:val="center"/>
          </w:tcPr>
          <w:p w14:paraId="67A4DA08" w14:textId="77777777" w:rsidR="008B1864" w:rsidRPr="00290F2A" w:rsidRDefault="008B1864" w:rsidP="00242A09"/>
        </w:tc>
      </w:tr>
      <w:tr w:rsidR="008B1864" w:rsidRPr="00290F2A" w14:paraId="139A00B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20244D3" w14:textId="77777777" w:rsidR="008B1864" w:rsidRPr="00290F2A" w:rsidRDefault="008B1864" w:rsidP="00242A09">
            <w:r w:rsidRPr="00290F2A">
              <w:t>Aileron Trim Right</w:t>
            </w:r>
          </w:p>
        </w:tc>
        <w:tc>
          <w:tcPr>
            <w:tcW w:w="1701" w:type="dxa"/>
            <w:vAlign w:val="center"/>
          </w:tcPr>
          <w:p w14:paraId="6C17266B" w14:textId="3F49CB14" w:rsidR="008B1864" w:rsidRPr="00290F2A" w:rsidRDefault="004B353E" w:rsidP="00242A09">
            <w:r>
              <w:t>Ctrl + Num 6</w:t>
            </w:r>
          </w:p>
        </w:tc>
        <w:tc>
          <w:tcPr>
            <w:tcW w:w="1701" w:type="dxa"/>
            <w:vAlign w:val="center"/>
          </w:tcPr>
          <w:p w14:paraId="4F29D9EC" w14:textId="77777777" w:rsidR="008B1864" w:rsidRPr="00290F2A" w:rsidRDefault="008B1864" w:rsidP="00242A09"/>
        </w:tc>
      </w:tr>
      <w:tr w:rsidR="003A5788" w:rsidRPr="00290F2A" w14:paraId="38EB109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16AE024" w14:textId="77777777" w:rsidR="003A5788" w:rsidRPr="00290F2A" w:rsidRDefault="003A5788" w:rsidP="00242A09">
            <w:r w:rsidRPr="00290F2A">
              <w:t>Set Aileron Trim</w:t>
            </w:r>
          </w:p>
        </w:tc>
        <w:tc>
          <w:tcPr>
            <w:tcW w:w="1701" w:type="dxa"/>
            <w:vAlign w:val="center"/>
          </w:tcPr>
          <w:p w14:paraId="3C25A62D" w14:textId="77777777" w:rsidR="003A5788" w:rsidRPr="00290F2A" w:rsidRDefault="003A5788" w:rsidP="00242A09"/>
        </w:tc>
        <w:tc>
          <w:tcPr>
            <w:tcW w:w="1701" w:type="dxa"/>
            <w:vAlign w:val="center"/>
          </w:tcPr>
          <w:p w14:paraId="0B64E67D" w14:textId="77777777" w:rsidR="003A5788" w:rsidRPr="00290F2A" w:rsidRDefault="003A5788" w:rsidP="00242A09"/>
        </w:tc>
      </w:tr>
      <w:tr w:rsidR="007B7FD3" w:rsidRPr="00290F2A" w14:paraId="65B1ADC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98D6AB3" w14:textId="77777777" w:rsidR="007B7FD3" w:rsidRPr="00290F2A" w:rsidRDefault="007B7FD3" w:rsidP="00242A09">
            <w:r w:rsidRPr="00290F2A">
              <w:t>Toggle Rudder Trim</w:t>
            </w:r>
          </w:p>
        </w:tc>
        <w:tc>
          <w:tcPr>
            <w:tcW w:w="1701" w:type="dxa"/>
            <w:vAlign w:val="center"/>
          </w:tcPr>
          <w:p w14:paraId="714336BB" w14:textId="77777777" w:rsidR="007B7FD3" w:rsidRPr="00290F2A" w:rsidRDefault="007B7FD3" w:rsidP="00242A09"/>
        </w:tc>
        <w:tc>
          <w:tcPr>
            <w:tcW w:w="1701" w:type="dxa"/>
            <w:vAlign w:val="center"/>
          </w:tcPr>
          <w:p w14:paraId="3A979EBE" w14:textId="77777777" w:rsidR="007B7FD3" w:rsidRPr="00290F2A" w:rsidRDefault="007B7FD3" w:rsidP="00242A09"/>
        </w:tc>
      </w:tr>
      <w:tr w:rsidR="008B1864" w:rsidRPr="00290F2A" w14:paraId="10C9D71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E1ABB5B" w14:textId="77777777" w:rsidR="008B1864" w:rsidRPr="00290F2A" w:rsidRDefault="008B1864" w:rsidP="00242A09">
            <w:r w:rsidRPr="00290F2A">
              <w:t>Rudder Trim Left</w:t>
            </w:r>
          </w:p>
        </w:tc>
        <w:tc>
          <w:tcPr>
            <w:tcW w:w="1701" w:type="dxa"/>
            <w:vAlign w:val="center"/>
          </w:tcPr>
          <w:p w14:paraId="229277D0" w14:textId="52D27F6C" w:rsidR="008B1864" w:rsidRPr="00290F2A" w:rsidRDefault="004B353E" w:rsidP="00242A09">
            <w:r>
              <w:t>Ctrl + Num 0</w:t>
            </w:r>
          </w:p>
        </w:tc>
        <w:tc>
          <w:tcPr>
            <w:tcW w:w="1701" w:type="dxa"/>
            <w:vAlign w:val="center"/>
          </w:tcPr>
          <w:p w14:paraId="680B33A9" w14:textId="77777777" w:rsidR="008B1864" w:rsidRPr="00290F2A" w:rsidRDefault="008B1864" w:rsidP="00242A09"/>
        </w:tc>
      </w:tr>
      <w:tr w:rsidR="008B1864" w:rsidRPr="00290F2A" w14:paraId="4C2BCA4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A4CD755" w14:textId="77777777" w:rsidR="008B1864" w:rsidRPr="00290F2A" w:rsidRDefault="008B1864" w:rsidP="00242A09">
            <w:r w:rsidRPr="00290F2A">
              <w:t>Rudder Trim Right</w:t>
            </w:r>
          </w:p>
        </w:tc>
        <w:tc>
          <w:tcPr>
            <w:tcW w:w="1701" w:type="dxa"/>
            <w:vAlign w:val="center"/>
          </w:tcPr>
          <w:p w14:paraId="60EDB324" w14:textId="5BDCECFC" w:rsidR="008B1864" w:rsidRPr="00290F2A" w:rsidRDefault="004B353E" w:rsidP="00242A09">
            <w:r>
              <w:t>Ctrl + Enter</w:t>
            </w:r>
          </w:p>
        </w:tc>
        <w:tc>
          <w:tcPr>
            <w:tcW w:w="1701" w:type="dxa"/>
            <w:vAlign w:val="center"/>
          </w:tcPr>
          <w:p w14:paraId="19FE4F10" w14:textId="77777777" w:rsidR="008B1864" w:rsidRPr="00290F2A" w:rsidRDefault="008B1864" w:rsidP="00242A09"/>
        </w:tc>
      </w:tr>
      <w:tr w:rsidR="003A5788" w:rsidRPr="00290F2A" w14:paraId="27298D5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59430A6" w14:textId="77777777" w:rsidR="003A5788" w:rsidRPr="00290F2A" w:rsidRDefault="003A5788" w:rsidP="00242A09">
            <w:bookmarkStart w:id="40" w:name="_Toc65859914"/>
            <w:bookmarkStart w:id="41" w:name="_Toc65859893"/>
            <w:bookmarkEnd w:id="24"/>
            <w:r w:rsidRPr="00290F2A">
              <w:t>Set Rudder Trim</w:t>
            </w:r>
          </w:p>
        </w:tc>
        <w:tc>
          <w:tcPr>
            <w:tcW w:w="1701" w:type="dxa"/>
            <w:vAlign w:val="center"/>
          </w:tcPr>
          <w:p w14:paraId="611B3635" w14:textId="77777777" w:rsidR="003A5788" w:rsidRPr="00290F2A" w:rsidRDefault="003A5788" w:rsidP="00242A09"/>
        </w:tc>
        <w:tc>
          <w:tcPr>
            <w:tcW w:w="1701" w:type="dxa"/>
            <w:vAlign w:val="center"/>
          </w:tcPr>
          <w:p w14:paraId="6BFB6A4A" w14:textId="77777777" w:rsidR="003A5788" w:rsidRPr="00290F2A" w:rsidRDefault="003A5788" w:rsidP="00242A09"/>
        </w:tc>
      </w:tr>
      <w:tr w:rsidR="004B353E" w:rsidRPr="00290F2A" w14:paraId="1F110BA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3A072C15" w14:textId="7E9F813C" w:rsidR="004B353E" w:rsidRPr="00290F2A" w:rsidRDefault="004B353E" w:rsidP="00242A09">
            <w:r>
              <w:t>Reset Rudder Trim</w:t>
            </w:r>
          </w:p>
        </w:tc>
        <w:tc>
          <w:tcPr>
            <w:tcW w:w="1701" w:type="dxa"/>
            <w:vAlign w:val="center"/>
          </w:tcPr>
          <w:p w14:paraId="4032F64C" w14:textId="77777777" w:rsidR="004B353E" w:rsidRPr="00290F2A" w:rsidRDefault="004B353E" w:rsidP="00242A09"/>
        </w:tc>
        <w:tc>
          <w:tcPr>
            <w:tcW w:w="1701" w:type="dxa"/>
            <w:vAlign w:val="center"/>
          </w:tcPr>
          <w:p w14:paraId="7E1FA530" w14:textId="77777777" w:rsidR="004B353E" w:rsidRPr="00290F2A" w:rsidRDefault="004B353E" w:rsidP="00242A09"/>
        </w:tc>
      </w:tr>
    </w:tbl>
    <w:p w14:paraId="5C78485C" w14:textId="7B2A540D" w:rsidR="001747C8" w:rsidRPr="001747C8" w:rsidRDefault="001747C8" w:rsidP="001747C8">
      <w:pPr>
        <w:spacing w:before="240"/>
        <w:rPr>
          <w:lang w:val="en-US"/>
        </w:rPr>
      </w:pPr>
      <w:r w:rsidRPr="001747C8">
        <w:rPr>
          <w:lang w:val="en-US"/>
        </w:rPr>
        <w:t xml:space="preserve">* </w:t>
      </w:r>
      <w:r>
        <w:rPr>
          <w:lang w:val="en-US"/>
        </w:rPr>
        <w:t>I think t</w:t>
      </w:r>
      <w:r w:rsidRPr="001747C8">
        <w:rPr>
          <w:lang w:val="en-US"/>
        </w:rPr>
        <w:t>hese Axis are not t</w:t>
      </w:r>
      <w:r>
        <w:rPr>
          <w:lang w:val="en-US"/>
        </w:rPr>
        <w:t>he same than the section 1 ones, and can not be linked to a device.</w:t>
      </w:r>
    </w:p>
    <w:p w14:paraId="75E3D564" w14:textId="77777777" w:rsidR="008B1864" w:rsidRDefault="008B1864" w:rsidP="00375EC4">
      <w:pPr>
        <w:pStyle w:val="Ttulo1"/>
        <w:pageBreakBefore/>
        <w:tabs>
          <w:tab w:val="left" w:pos="142"/>
        </w:tabs>
        <w:spacing w:before="0" w:after="0"/>
        <w:ind w:left="0" w:firstLine="0"/>
      </w:pPr>
      <w:bookmarkStart w:id="42" w:name="_Toc66292960"/>
      <w:r w:rsidRPr="00290F2A">
        <w:lastRenderedPageBreak/>
        <w:t>Power Management</w:t>
      </w:r>
      <w:bookmarkEnd w:id="40"/>
      <w:bookmarkEnd w:id="42"/>
    </w:p>
    <w:p w14:paraId="2709070F" w14:textId="77777777" w:rsidR="008E347F" w:rsidRDefault="008E347F" w:rsidP="005F254A">
      <w:pPr>
        <w:pStyle w:val="Ttulo2"/>
        <w:spacing w:before="0" w:after="60"/>
      </w:pPr>
      <w:bookmarkStart w:id="43" w:name="_Toc65859920"/>
      <w:bookmarkStart w:id="44" w:name="_Toc66292961"/>
      <w:bookmarkStart w:id="45" w:name="_Toc65859915"/>
      <w:r w:rsidRPr="00290F2A">
        <w:t>Throttle</w:t>
      </w:r>
      <w:bookmarkEnd w:id="43"/>
      <w:bookmarkEnd w:id="44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8E347F" w:rsidRPr="00AA645C" w14:paraId="7CC5B4C9" w14:textId="77777777" w:rsidTr="005F254A">
        <w:trPr>
          <w:trHeight w:val="266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20608233" w14:textId="43FB4984" w:rsidR="008E347F" w:rsidRPr="00AA645C" w:rsidRDefault="008E347F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Power Management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Throttle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16F9766" w14:textId="77777777" w:rsidR="008E347F" w:rsidRPr="00FB17BC" w:rsidRDefault="008E347F" w:rsidP="006A0E97">
            <w:pPr>
              <w:jc w:val="center"/>
              <w:rPr>
                <w:b/>
                <w:bCs/>
              </w:rPr>
            </w:pPr>
            <w:r w:rsidRPr="00FB17BC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10FF8BA" w14:textId="77777777" w:rsidR="008E347F" w:rsidRPr="00AA645C" w:rsidRDefault="008E347F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6A5D4E" w:rsidRPr="00290F2A" w14:paraId="7665F8A3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B3A65C7" w14:textId="77777777" w:rsidR="006A5D4E" w:rsidRPr="00290F2A" w:rsidRDefault="006A5D4E" w:rsidP="00242A09">
            <w:bookmarkStart w:id="46" w:name="_Toc65859921"/>
            <w:bookmarkEnd w:id="46"/>
            <w:r w:rsidRPr="00290F2A">
              <w:t>Increase Throttle</w:t>
            </w:r>
          </w:p>
        </w:tc>
        <w:tc>
          <w:tcPr>
            <w:tcW w:w="1701" w:type="dxa"/>
            <w:vAlign w:val="center"/>
          </w:tcPr>
          <w:p w14:paraId="4A5F521E" w14:textId="77777777" w:rsidR="006A5D4E" w:rsidRPr="00FB17BC" w:rsidRDefault="006A5D4E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F3</w:t>
            </w:r>
          </w:p>
        </w:tc>
        <w:tc>
          <w:tcPr>
            <w:tcW w:w="1701" w:type="dxa"/>
            <w:vAlign w:val="center"/>
          </w:tcPr>
          <w:p w14:paraId="45DE2609" w14:textId="77777777" w:rsidR="006A5D4E" w:rsidRPr="00290F2A" w:rsidRDefault="006A5D4E" w:rsidP="00242A09"/>
        </w:tc>
      </w:tr>
      <w:tr w:rsidR="006A5D4E" w:rsidRPr="00290F2A" w14:paraId="38E8A869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D93FBD4" w14:textId="3C45D534" w:rsidR="006A5D4E" w:rsidRPr="00290F2A" w:rsidRDefault="006A5D4E" w:rsidP="00242A09">
            <w:r w:rsidRPr="00290F2A">
              <w:t>Increase Throttle (Small)</w:t>
            </w:r>
          </w:p>
        </w:tc>
        <w:tc>
          <w:tcPr>
            <w:tcW w:w="1701" w:type="dxa"/>
            <w:vAlign w:val="center"/>
          </w:tcPr>
          <w:p w14:paraId="4130DD37" w14:textId="77777777" w:rsidR="006A5D4E" w:rsidRPr="00FB17BC" w:rsidRDefault="006A5D4E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AA361B9" w14:textId="77777777" w:rsidR="006A5D4E" w:rsidRPr="00290F2A" w:rsidRDefault="006A5D4E" w:rsidP="00242A09"/>
        </w:tc>
      </w:tr>
      <w:tr w:rsidR="006A5D4E" w:rsidRPr="00290F2A" w14:paraId="381828D5" w14:textId="77777777" w:rsidTr="00CF7606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</w:tcPr>
          <w:p w14:paraId="1ABE0C23" w14:textId="5BCA318F" w:rsidR="006A5D4E" w:rsidRPr="00290F2A" w:rsidRDefault="001E548A" w:rsidP="00242A09">
            <w:r>
              <w:t xml:space="preserve">[ </w:t>
            </w:r>
            <w:r w:rsidR="006A5D4E" w:rsidRPr="00290F2A">
              <w:t>Full Throttle</w:t>
            </w:r>
            <w:r>
              <w:t xml:space="preserve"> ] </w:t>
            </w:r>
            <w:r w:rsidRPr="0005058D">
              <w:rPr>
                <w:lang w:val="en-US"/>
              </w:rPr>
              <w:t xml:space="preserve">– </w:t>
            </w:r>
            <w:r>
              <w:rPr>
                <w:lang w:val="en-US"/>
              </w:rPr>
              <w:t>(apparently unavailable)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07E44B1F" w14:textId="04139969" w:rsidR="006A5D4E" w:rsidRPr="00FB17BC" w:rsidRDefault="001E548A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[ </w:t>
            </w:r>
            <w:r w:rsidR="006A5D4E">
              <w:rPr>
                <w:b/>
                <w:bCs/>
              </w:rPr>
              <w:t>F4</w:t>
            </w:r>
            <w:r>
              <w:rPr>
                <w:b/>
                <w:bCs/>
              </w:rPr>
              <w:t xml:space="preserve"> ]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5C22A4C6" w14:textId="77777777" w:rsidR="006A5D4E" w:rsidRPr="00290F2A" w:rsidRDefault="006A5D4E" w:rsidP="00242A09"/>
        </w:tc>
      </w:tr>
      <w:tr w:rsidR="006A5D4E" w:rsidRPr="00290F2A" w14:paraId="793E96C7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8617231" w14:textId="0ED72AD7" w:rsidR="006A5D4E" w:rsidRPr="00290F2A" w:rsidRDefault="006A5D4E" w:rsidP="00242A09">
            <w:r w:rsidRPr="00290F2A">
              <w:t>Decrease Throttle</w:t>
            </w:r>
            <w:r w:rsidR="001E548A">
              <w:t xml:space="preserve"> </w:t>
            </w:r>
          </w:p>
        </w:tc>
        <w:tc>
          <w:tcPr>
            <w:tcW w:w="1701" w:type="dxa"/>
            <w:vAlign w:val="center"/>
          </w:tcPr>
          <w:p w14:paraId="6D668888" w14:textId="150A2771" w:rsidR="006A5D4E" w:rsidRPr="00FB17BC" w:rsidRDefault="006A5D4E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F2</w:t>
            </w:r>
          </w:p>
        </w:tc>
        <w:tc>
          <w:tcPr>
            <w:tcW w:w="1701" w:type="dxa"/>
            <w:vAlign w:val="center"/>
          </w:tcPr>
          <w:p w14:paraId="1190C0BC" w14:textId="77777777" w:rsidR="006A5D4E" w:rsidRPr="00290F2A" w:rsidRDefault="006A5D4E" w:rsidP="00242A09"/>
        </w:tc>
      </w:tr>
      <w:tr w:rsidR="008E347F" w:rsidRPr="00290F2A" w14:paraId="6AB42576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7B56C38" w14:textId="77777777" w:rsidR="008E347F" w:rsidRPr="00290F2A" w:rsidRDefault="008E347F" w:rsidP="00242A09">
            <w:r w:rsidRPr="00290F2A">
              <w:t>Throttle Cut</w:t>
            </w:r>
          </w:p>
        </w:tc>
        <w:tc>
          <w:tcPr>
            <w:tcW w:w="1701" w:type="dxa"/>
            <w:vAlign w:val="center"/>
          </w:tcPr>
          <w:p w14:paraId="16057B16" w14:textId="77777777" w:rsidR="008E347F" w:rsidRPr="00FB17BC" w:rsidRDefault="008E347F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F1</w:t>
            </w:r>
          </w:p>
        </w:tc>
        <w:tc>
          <w:tcPr>
            <w:tcW w:w="1701" w:type="dxa"/>
            <w:vAlign w:val="center"/>
          </w:tcPr>
          <w:p w14:paraId="6B4FAD31" w14:textId="77777777" w:rsidR="008E347F" w:rsidRPr="00290F2A" w:rsidRDefault="008E347F" w:rsidP="00242A09"/>
        </w:tc>
      </w:tr>
      <w:tr w:rsidR="008E347F" w:rsidRPr="00290F2A" w14:paraId="5515EB3A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232A9F2" w14:textId="77777777" w:rsidR="008E347F" w:rsidRPr="00290F2A" w:rsidRDefault="008E347F" w:rsidP="00242A09">
            <w:r w:rsidRPr="00290F2A">
              <w:t>Hold Throttle Reverse Thrust</w:t>
            </w:r>
          </w:p>
        </w:tc>
        <w:tc>
          <w:tcPr>
            <w:tcW w:w="1701" w:type="dxa"/>
            <w:vAlign w:val="center"/>
          </w:tcPr>
          <w:p w14:paraId="2CAE8DD8" w14:textId="77777777" w:rsidR="008E347F" w:rsidRPr="00FB17BC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F8464A5" w14:textId="77777777" w:rsidR="008E347F" w:rsidRPr="00290F2A" w:rsidRDefault="008E347F" w:rsidP="00242A09"/>
        </w:tc>
      </w:tr>
      <w:tr w:rsidR="008E347F" w:rsidRPr="00290F2A" w14:paraId="355EB41B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4EDEF61" w14:textId="77777777" w:rsidR="008E347F" w:rsidRPr="00290F2A" w:rsidRDefault="008E347F" w:rsidP="00242A09">
            <w:r w:rsidRPr="00290F2A">
              <w:t>Toggle Throttle Reverse Thrust</w:t>
            </w:r>
          </w:p>
        </w:tc>
        <w:tc>
          <w:tcPr>
            <w:tcW w:w="1701" w:type="dxa"/>
            <w:vAlign w:val="center"/>
          </w:tcPr>
          <w:p w14:paraId="770537DF" w14:textId="77777777" w:rsidR="008E347F" w:rsidRPr="00FB17BC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E3D6BD6" w14:textId="77777777" w:rsidR="008E347F" w:rsidRPr="00290F2A" w:rsidRDefault="008E347F" w:rsidP="00242A09"/>
        </w:tc>
      </w:tr>
      <w:tr w:rsidR="00DE39A4" w:rsidRPr="00290F2A" w14:paraId="66CA71BC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A1E960A" w14:textId="77777777" w:rsidR="00DE39A4" w:rsidRPr="00290F2A" w:rsidRDefault="00DE39A4" w:rsidP="00242A09">
            <w:r w:rsidRPr="00290F2A">
              <w:t>Throttle 1 Increase</w:t>
            </w:r>
          </w:p>
        </w:tc>
        <w:tc>
          <w:tcPr>
            <w:tcW w:w="1701" w:type="dxa"/>
            <w:vAlign w:val="center"/>
          </w:tcPr>
          <w:p w14:paraId="226EB54F" w14:textId="77777777" w:rsidR="00DE39A4" w:rsidRPr="00FB17BC" w:rsidRDefault="00DE39A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C2E499B" w14:textId="77777777" w:rsidR="00DE39A4" w:rsidRPr="00290F2A" w:rsidRDefault="00DE39A4" w:rsidP="00242A09"/>
        </w:tc>
      </w:tr>
      <w:tr w:rsidR="00DE39A4" w:rsidRPr="00290F2A" w14:paraId="38A1FC80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F7A1C80" w14:textId="77777777" w:rsidR="00DE39A4" w:rsidRPr="00290F2A" w:rsidRDefault="00DE39A4" w:rsidP="00242A09">
            <w:r w:rsidRPr="00290F2A">
              <w:t>Throttle 1 Increase (Small)</w:t>
            </w:r>
          </w:p>
        </w:tc>
        <w:tc>
          <w:tcPr>
            <w:tcW w:w="1701" w:type="dxa"/>
            <w:vAlign w:val="center"/>
          </w:tcPr>
          <w:p w14:paraId="0AA44739" w14:textId="77777777" w:rsidR="00DE39A4" w:rsidRPr="00FB17BC" w:rsidRDefault="00DE39A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B4D1EC3" w14:textId="77777777" w:rsidR="00DE39A4" w:rsidRPr="00290F2A" w:rsidRDefault="00DE39A4" w:rsidP="00242A09"/>
        </w:tc>
      </w:tr>
      <w:tr w:rsidR="00DE39A4" w:rsidRPr="00290F2A" w14:paraId="16693E93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960964A" w14:textId="77777777" w:rsidR="00DE39A4" w:rsidRPr="00290F2A" w:rsidRDefault="00DE39A4" w:rsidP="00242A09">
            <w:r w:rsidRPr="00290F2A">
              <w:t>Full Throttle 1</w:t>
            </w:r>
          </w:p>
        </w:tc>
        <w:tc>
          <w:tcPr>
            <w:tcW w:w="1701" w:type="dxa"/>
            <w:vAlign w:val="center"/>
          </w:tcPr>
          <w:p w14:paraId="49725BEA" w14:textId="77777777" w:rsidR="00DE39A4" w:rsidRPr="00FB17BC" w:rsidRDefault="00DE39A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33D0157" w14:textId="77777777" w:rsidR="00DE39A4" w:rsidRPr="00290F2A" w:rsidRDefault="00DE39A4" w:rsidP="00242A09"/>
        </w:tc>
      </w:tr>
      <w:tr w:rsidR="00DE39A4" w:rsidRPr="00290F2A" w14:paraId="475754CC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22DA6F5" w14:textId="77777777" w:rsidR="00DE39A4" w:rsidRPr="00290F2A" w:rsidRDefault="00DE39A4" w:rsidP="00242A09">
            <w:r w:rsidRPr="00290F2A">
              <w:t>Throttle 1 Decrease</w:t>
            </w:r>
          </w:p>
        </w:tc>
        <w:tc>
          <w:tcPr>
            <w:tcW w:w="1701" w:type="dxa"/>
            <w:vAlign w:val="center"/>
          </w:tcPr>
          <w:p w14:paraId="0C6AFF84" w14:textId="77777777" w:rsidR="00DE39A4" w:rsidRPr="00FB17BC" w:rsidRDefault="00DE39A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FD91DC0" w14:textId="77777777" w:rsidR="00DE39A4" w:rsidRPr="00290F2A" w:rsidRDefault="00DE39A4" w:rsidP="00242A09"/>
        </w:tc>
      </w:tr>
      <w:tr w:rsidR="008E347F" w:rsidRPr="00290F2A" w14:paraId="26DD42A5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D302E9A" w14:textId="77777777" w:rsidR="008E347F" w:rsidRPr="00290F2A" w:rsidRDefault="008E347F" w:rsidP="00242A09">
            <w:r w:rsidRPr="00290F2A">
              <w:t>Throttle 1 Cut</w:t>
            </w:r>
          </w:p>
        </w:tc>
        <w:tc>
          <w:tcPr>
            <w:tcW w:w="1701" w:type="dxa"/>
            <w:vAlign w:val="center"/>
          </w:tcPr>
          <w:p w14:paraId="0C7885AB" w14:textId="77777777" w:rsidR="008E347F" w:rsidRPr="00FB17BC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6AC9BAF" w14:textId="77777777" w:rsidR="008E347F" w:rsidRPr="00290F2A" w:rsidRDefault="008E347F" w:rsidP="00242A09"/>
        </w:tc>
      </w:tr>
      <w:tr w:rsidR="00DE39A4" w:rsidRPr="00290F2A" w14:paraId="3E7F52E8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E348D1A" w14:textId="77777777" w:rsidR="00DE39A4" w:rsidRPr="00290F2A" w:rsidRDefault="00DE39A4" w:rsidP="00242A09">
            <w:r w:rsidRPr="00290F2A">
              <w:t>Throttle 2 Increase</w:t>
            </w:r>
          </w:p>
        </w:tc>
        <w:tc>
          <w:tcPr>
            <w:tcW w:w="1701" w:type="dxa"/>
            <w:vAlign w:val="center"/>
          </w:tcPr>
          <w:p w14:paraId="5115F5BC" w14:textId="77777777" w:rsidR="00DE39A4" w:rsidRPr="00FB17BC" w:rsidRDefault="00DE39A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2811E96" w14:textId="77777777" w:rsidR="00DE39A4" w:rsidRPr="00290F2A" w:rsidRDefault="00DE39A4" w:rsidP="00242A09"/>
        </w:tc>
      </w:tr>
      <w:tr w:rsidR="00DE39A4" w:rsidRPr="00290F2A" w14:paraId="41DF1220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59C7622" w14:textId="77777777" w:rsidR="00DE39A4" w:rsidRPr="00290F2A" w:rsidRDefault="00DE39A4" w:rsidP="00242A09">
            <w:r w:rsidRPr="00290F2A">
              <w:t>Throttle 2 Increase (Small)</w:t>
            </w:r>
          </w:p>
        </w:tc>
        <w:tc>
          <w:tcPr>
            <w:tcW w:w="1701" w:type="dxa"/>
            <w:vAlign w:val="center"/>
          </w:tcPr>
          <w:p w14:paraId="4E6CC6C0" w14:textId="77777777" w:rsidR="00DE39A4" w:rsidRPr="00FB17BC" w:rsidRDefault="00DE39A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E1189C5" w14:textId="77777777" w:rsidR="00DE39A4" w:rsidRPr="00290F2A" w:rsidRDefault="00DE39A4" w:rsidP="00242A09"/>
        </w:tc>
      </w:tr>
      <w:tr w:rsidR="00DE39A4" w:rsidRPr="00290F2A" w14:paraId="5ED99991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5C71B03" w14:textId="77777777" w:rsidR="00DE39A4" w:rsidRPr="00290F2A" w:rsidRDefault="00DE39A4" w:rsidP="00242A09">
            <w:r w:rsidRPr="00290F2A">
              <w:t>Full Throttle 2</w:t>
            </w:r>
          </w:p>
        </w:tc>
        <w:tc>
          <w:tcPr>
            <w:tcW w:w="1701" w:type="dxa"/>
            <w:vAlign w:val="center"/>
          </w:tcPr>
          <w:p w14:paraId="6263FD35" w14:textId="77777777" w:rsidR="00DE39A4" w:rsidRPr="00FB17BC" w:rsidRDefault="00DE39A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0F5C028" w14:textId="77777777" w:rsidR="00DE39A4" w:rsidRPr="00290F2A" w:rsidRDefault="00DE39A4" w:rsidP="00242A09"/>
        </w:tc>
      </w:tr>
      <w:tr w:rsidR="008E347F" w:rsidRPr="00290F2A" w14:paraId="55E3A7F1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1D957C9" w14:textId="77777777" w:rsidR="008E347F" w:rsidRPr="00290F2A" w:rsidRDefault="008E347F" w:rsidP="00242A09">
            <w:r w:rsidRPr="00290F2A">
              <w:t>Throttle 2 Decrease</w:t>
            </w:r>
          </w:p>
        </w:tc>
        <w:tc>
          <w:tcPr>
            <w:tcW w:w="1701" w:type="dxa"/>
            <w:vAlign w:val="center"/>
          </w:tcPr>
          <w:p w14:paraId="2A098121" w14:textId="77777777" w:rsidR="008E347F" w:rsidRPr="00FB17BC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9AB90ED" w14:textId="77777777" w:rsidR="008E347F" w:rsidRPr="00290F2A" w:rsidRDefault="008E347F" w:rsidP="00242A09"/>
        </w:tc>
      </w:tr>
      <w:tr w:rsidR="00DE39A4" w:rsidRPr="00290F2A" w14:paraId="06B8FC41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903C278" w14:textId="77777777" w:rsidR="00DE39A4" w:rsidRPr="00290F2A" w:rsidRDefault="00DE39A4" w:rsidP="00242A09">
            <w:r w:rsidRPr="00290F2A">
              <w:t>Throttle 2 Cut</w:t>
            </w:r>
          </w:p>
        </w:tc>
        <w:tc>
          <w:tcPr>
            <w:tcW w:w="1701" w:type="dxa"/>
            <w:vAlign w:val="center"/>
          </w:tcPr>
          <w:p w14:paraId="604858DF" w14:textId="77777777" w:rsidR="00DE39A4" w:rsidRPr="00FB17BC" w:rsidRDefault="00DE39A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28656B3" w14:textId="77777777" w:rsidR="00DE39A4" w:rsidRPr="00290F2A" w:rsidRDefault="00DE39A4" w:rsidP="00242A09"/>
        </w:tc>
      </w:tr>
      <w:tr w:rsidR="00DE39A4" w:rsidRPr="00290F2A" w14:paraId="65DF1D80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C4E0425" w14:textId="77777777" w:rsidR="00DE39A4" w:rsidRPr="00290F2A" w:rsidRDefault="00DE39A4" w:rsidP="00242A09">
            <w:r w:rsidRPr="00290F2A">
              <w:t>Throttle 3 Increase</w:t>
            </w:r>
          </w:p>
        </w:tc>
        <w:tc>
          <w:tcPr>
            <w:tcW w:w="1701" w:type="dxa"/>
            <w:vAlign w:val="center"/>
          </w:tcPr>
          <w:p w14:paraId="1801E220" w14:textId="77777777" w:rsidR="00DE39A4" w:rsidRPr="00FB17BC" w:rsidRDefault="00DE39A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B4CA192" w14:textId="77777777" w:rsidR="00DE39A4" w:rsidRPr="00290F2A" w:rsidRDefault="00DE39A4" w:rsidP="00242A09"/>
        </w:tc>
      </w:tr>
      <w:tr w:rsidR="00DE39A4" w:rsidRPr="00290F2A" w14:paraId="02845282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B7BB1EF" w14:textId="77777777" w:rsidR="00DE39A4" w:rsidRPr="00290F2A" w:rsidRDefault="00DE39A4" w:rsidP="00242A09">
            <w:r w:rsidRPr="00290F2A">
              <w:t>Throttle 3 Increase (Small)</w:t>
            </w:r>
          </w:p>
        </w:tc>
        <w:tc>
          <w:tcPr>
            <w:tcW w:w="1701" w:type="dxa"/>
            <w:vAlign w:val="center"/>
          </w:tcPr>
          <w:p w14:paraId="1365F006" w14:textId="77777777" w:rsidR="00DE39A4" w:rsidRPr="00FB17BC" w:rsidRDefault="00DE39A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8B5D39F" w14:textId="77777777" w:rsidR="00DE39A4" w:rsidRPr="00290F2A" w:rsidRDefault="00DE39A4" w:rsidP="00242A09"/>
        </w:tc>
      </w:tr>
      <w:tr w:rsidR="00DE39A4" w:rsidRPr="00290F2A" w14:paraId="06824065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95DED3D" w14:textId="77777777" w:rsidR="00DE39A4" w:rsidRPr="00290F2A" w:rsidRDefault="00DE39A4" w:rsidP="00242A09">
            <w:r w:rsidRPr="00290F2A">
              <w:t>Full Throttle 3</w:t>
            </w:r>
          </w:p>
        </w:tc>
        <w:tc>
          <w:tcPr>
            <w:tcW w:w="1701" w:type="dxa"/>
            <w:vAlign w:val="center"/>
          </w:tcPr>
          <w:p w14:paraId="136316DB" w14:textId="77777777" w:rsidR="00DE39A4" w:rsidRPr="00FB17BC" w:rsidRDefault="00DE39A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B7083EF" w14:textId="77777777" w:rsidR="00DE39A4" w:rsidRPr="00290F2A" w:rsidRDefault="00DE39A4" w:rsidP="00242A09"/>
        </w:tc>
      </w:tr>
      <w:tr w:rsidR="008E347F" w:rsidRPr="00290F2A" w14:paraId="277D0BC6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6641634" w14:textId="77777777" w:rsidR="008E347F" w:rsidRPr="00290F2A" w:rsidRDefault="008E347F" w:rsidP="00242A09">
            <w:r w:rsidRPr="00290F2A">
              <w:t>Throttle 3 Decrease</w:t>
            </w:r>
          </w:p>
        </w:tc>
        <w:tc>
          <w:tcPr>
            <w:tcW w:w="1701" w:type="dxa"/>
            <w:vAlign w:val="center"/>
          </w:tcPr>
          <w:p w14:paraId="58B49C82" w14:textId="77777777" w:rsidR="008E347F" w:rsidRPr="00FB17BC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3E51C57" w14:textId="77777777" w:rsidR="008E347F" w:rsidRPr="00290F2A" w:rsidRDefault="008E347F" w:rsidP="00242A09"/>
        </w:tc>
      </w:tr>
      <w:tr w:rsidR="00DE39A4" w:rsidRPr="00290F2A" w14:paraId="775FF5BA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32592FD" w14:textId="77777777" w:rsidR="00DE39A4" w:rsidRPr="00290F2A" w:rsidRDefault="00DE39A4" w:rsidP="00242A09">
            <w:r w:rsidRPr="00290F2A">
              <w:t>Throttle 3 Cut</w:t>
            </w:r>
          </w:p>
        </w:tc>
        <w:tc>
          <w:tcPr>
            <w:tcW w:w="1701" w:type="dxa"/>
            <w:vAlign w:val="center"/>
          </w:tcPr>
          <w:p w14:paraId="1384C8E2" w14:textId="77777777" w:rsidR="00DE39A4" w:rsidRPr="00FB17BC" w:rsidRDefault="00DE39A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81B38D3" w14:textId="77777777" w:rsidR="00DE39A4" w:rsidRPr="00290F2A" w:rsidRDefault="00DE39A4" w:rsidP="00242A09"/>
        </w:tc>
      </w:tr>
      <w:tr w:rsidR="00DE39A4" w:rsidRPr="00290F2A" w14:paraId="6A731DBA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F08BF45" w14:textId="77777777" w:rsidR="00DE39A4" w:rsidRPr="00290F2A" w:rsidRDefault="00DE39A4" w:rsidP="00242A09">
            <w:r w:rsidRPr="00290F2A">
              <w:t>Throttle 4 Increase</w:t>
            </w:r>
          </w:p>
        </w:tc>
        <w:tc>
          <w:tcPr>
            <w:tcW w:w="1701" w:type="dxa"/>
            <w:vAlign w:val="center"/>
          </w:tcPr>
          <w:p w14:paraId="2D9E6AFF" w14:textId="77777777" w:rsidR="00DE39A4" w:rsidRPr="00FB17BC" w:rsidRDefault="00DE39A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17B8391" w14:textId="77777777" w:rsidR="00DE39A4" w:rsidRPr="00290F2A" w:rsidRDefault="00DE39A4" w:rsidP="00242A09"/>
        </w:tc>
      </w:tr>
      <w:tr w:rsidR="00DE39A4" w:rsidRPr="00290F2A" w14:paraId="2DC22592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D48506B" w14:textId="77777777" w:rsidR="00DE39A4" w:rsidRPr="00290F2A" w:rsidRDefault="00DE39A4" w:rsidP="00242A09">
            <w:r w:rsidRPr="00290F2A">
              <w:t>Throttle 4 Increase (Small)</w:t>
            </w:r>
          </w:p>
        </w:tc>
        <w:tc>
          <w:tcPr>
            <w:tcW w:w="1701" w:type="dxa"/>
            <w:vAlign w:val="center"/>
          </w:tcPr>
          <w:p w14:paraId="3A420FA2" w14:textId="77777777" w:rsidR="00DE39A4" w:rsidRPr="00FB17BC" w:rsidRDefault="00DE39A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35E8FDF" w14:textId="77777777" w:rsidR="00DE39A4" w:rsidRPr="00290F2A" w:rsidRDefault="00DE39A4" w:rsidP="00242A09"/>
        </w:tc>
      </w:tr>
      <w:tr w:rsidR="00DE39A4" w:rsidRPr="00290F2A" w14:paraId="274F57A4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C28176D" w14:textId="77777777" w:rsidR="00DE39A4" w:rsidRPr="00290F2A" w:rsidRDefault="00DE39A4" w:rsidP="00242A09">
            <w:r w:rsidRPr="00290F2A">
              <w:t>Full Throttle 4</w:t>
            </w:r>
          </w:p>
        </w:tc>
        <w:tc>
          <w:tcPr>
            <w:tcW w:w="1701" w:type="dxa"/>
            <w:vAlign w:val="center"/>
          </w:tcPr>
          <w:p w14:paraId="79176BB7" w14:textId="77777777" w:rsidR="00DE39A4" w:rsidRPr="00FB17BC" w:rsidRDefault="00DE39A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28C3163" w14:textId="77777777" w:rsidR="00DE39A4" w:rsidRPr="00290F2A" w:rsidRDefault="00DE39A4" w:rsidP="00242A09"/>
        </w:tc>
      </w:tr>
      <w:tr w:rsidR="008E347F" w:rsidRPr="00290F2A" w14:paraId="044DE23D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EEE7327" w14:textId="77777777" w:rsidR="008E347F" w:rsidRPr="00290F2A" w:rsidRDefault="008E347F" w:rsidP="00242A09">
            <w:r w:rsidRPr="00290F2A">
              <w:t>Throttle 4 Decrease</w:t>
            </w:r>
          </w:p>
        </w:tc>
        <w:tc>
          <w:tcPr>
            <w:tcW w:w="1701" w:type="dxa"/>
            <w:vAlign w:val="center"/>
          </w:tcPr>
          <w:p w14:paraId="1CC49688" w14:textId="77777777" w:rsidR="008E347F" w:rsidRPr="00FB17BC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CCFA085" w14:textId="77777777" w:rsidR="008E347F" w:rsidRPr="00290F2A" w:rsidRDefault="008E347F" w:rsidP="00242A09"/>
        </w:tc>
      </w:tr>
      <w:tr w:rsidR="00DE39A4" w:rsidRPr="00290F2A" w14:paraId="4F29B405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CCC8C67" w14:textId="77777777" w:rsidR="00DE39A4" w:rsidRPr="00290F2A" w:rsidRDefault="00DE39A4" w:rsidP="00242A09">
            <w:r w:rsidRPr="00290F2A">
              <w:t>Throttle 4 Cut</w:t>
            </w:r>
          </w:p>
        </w:tc>
        <w:tc>
          <w:tcPr>
            <w:tcW w:w="1701" w:type="dxa"/>
            <w:vAlign w:val="center"/>
          </w:tcPr>
          <w:p w14:paraId="6E330423" w14:textId="77777777" w:rsidR="00DE39A4" w:rsidRPr="00FB17BC" w:rsidRDefault="00DE39A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6329FD0" w14:textId="77777777" w:rsidR="00DE39A4" w:rsidRPr="00290F2A" w:rsidRDefault="00DE39A4" w:rsidP="00242A09"/>
        </w:tc>
      </w:tr>
      <w:tr w:rsidR="008E347F" w:rsidRPr="00290F2A" w14:paraId="2CAE8148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C9E3F68" w14:textId="77777777" w:rsidR="008E347F" w:rsidRPr="00290F2A" w:rsidRDefault="008E347F" w:rsidP="00242A09">
            <w:r w:rsidRPr="00290F2A">
              <w:t>Throttle 10%</w:t>
            </w:r>
          </w:p>
        </w:tc>
        <w:tc>
          <w:tcPr>
            <w:tcW w:w="1701" w:type="dxa"/>
            <w:vAlign w:val="center"/>
          </w:tcPr>
          <w:p w14:paraId="4DF33866" w14:textId="77777777" w:rsidR="008E347F" w:rsidRPr="00FB17BC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6C773B4" w14:textId="77777777" w:rsidR="008E347F" w:rsidRPr="00290F2A" w:rsidRDefault="008E347F" w:rsidP="00242A09"/>
        </w:tc>
      </w:tr>
      <w:tr w:rsidR="008E347F" w:rsidRPr="00290F2A" w14:paraId="2895CFFE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DA2662C" w14:textId="77777777" w:rsidR="008E347F" w:rsidRPr="00290F2A" w:rsidRDefault="008E347F" w:rsidP="00242A09">
            <w:r w:rsidRPr="00290F2A">
              <w:t>Throttle 20%</w:t>
            </w:r>
          </w:p>
        </w:tc>
        <w:tc>
          <w:tcPr>
            <w:tcW w:w="1701" w:type="dxa"/>
            <w:vAlign w:val="center"/>
          </w:tcPr>
          <w:p w14:paraId="1A36769C" w14:textId="77777777" w:rsidR="008E347F" w:rsidRPr="00FB17BC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671033B" w14:textId="77777777" w:rsidR="008E347F" w:rsidRPr="00290F2A" w:rsidRDefault="008E347F" w:rsidP="00242A09"/>
        </w:tc>
      </w:tr>
      <w:tr w:rsidR="008E347F" w:rsidRPr="00290F2A" w14:paraId="6CA7A0ED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65909C9" w14:textId="77777777" w:rsidR="008E347F" w:rsidRPr="00290F2A" w:rsidRDefault="008E347F" w:rsidP="00242A09">
            <w:r w:rsidRPr="00290F2A">
              <w:t>Throttle 30%</w:t>
            </w:r>
          </w:p>
        </w:tc>
        <w:tc>
          <w:tcPr>
            <w:tcW w:w="1701" w:type="dxa"/>
            <w:vAlign w:val="center"/>
          </w:tcPr>
          <w:p w14:paraId="70D91492" w14:textId="77777777" w:rsidR="008E347F" w:rsidRPr="00FB17BC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2F719DA" w14:textId="77777777" w:rsidR="008E347F" w:rsidRPr="00290F2A" w:rsidRDefault="008E347F" w:rsidP="00242A09"/>
        </w:tc>
      </w:tr>
      <w:tr w:rsidR="008E347F" w:rsidRPr="00290F2A" w14:paraId="201FC8A6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5D5910A" w14:textId="77777777" w:rsidR="008E347F" w:rsidRPr="00290F2A" w:rsidRDefault="008E347F" w:rsidP="00242A09">
            <w:r w:rsidRPr="00290F2A">
              <w:t>Throttle 40%</w:t>
            </w:r>
          </w:p>
        </w:tc>
        <w:tc>
          <w:tcPr>
            <w:tcW w:w="1701" w:type="dxa"/>
            <w:vAlign w:val="center"/>
          </w:tcPr>
          <w:p w14:paraId="1D2A3109" w14:textId="77777777" w:rsidR="008E347F" w:rsidRPr="00FB17BC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6A7D83E" w14:textId="77777777" w:rsidR="008E347F" w:rsidRPr="00290F2A" w:rsidRDefault="008E347F" w:rsidP="00242A09"/>
        </w:tc>
      </w:tr>
      <w:tr w:rsidR="008E347F" w:rsidRPr="00290F2A" w14:paraId="581BF4EC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E61412C" w14:textId="77777777" w:rsidR="008E347F" w:rsidRPr="00290F2A" w:rsidRDefault="008E347F" w:rsidP="00242A09">
            <w:r w:rsidRPr="00290F2A">
              <w:t>Throttle 50%</w:t>
            </w:r>
          </w:p>
        </w:tc>
        <w:tc>
          <w:tcPr>
            <w:tcW w:w="1701" w:type="dxa"/>
            <w:vAlign w:val="center"/>
          </w:tcPr>
          <w:p w14:paraId="740E3004" w14:textId="77777777" w:rsidR="008E347F" w:rsidRPr="00FB17BC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F54ED2E" w14:textId="77777777" w:rsidR="008E347F" w:rsidRPr="00290F2A" w:rsidRDefault="008E347F" w:rsidP="00242A09"/>
        </w:tc>
      </w:tr>
      <w:tr w:rsidR="008E347F" w:rsidRPr="00290F2A" w14:paraId="5932CC75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38FDB33" w14:textId="77777777" w:rsidR="008E347F" w:rsidRPr="00290F2A" w:rsidRDefault="008E347F" w:rsidP="00242A09">
            <w:r w:rsidRPr="00290F2A">
              <w:t>Throttle 60%</w:t>
            </w:r>
          </w:p>
        </w:tc>
        <w:tc>
          <w:tcPr>
            <w:tcW w:w="1701" w:type="dxa"/>
            <w:vAlign w:val="center"/>
          </w:tcPr>
          <w:p w14:paraId="00D908BA" w14:textId="77777777" w:rsidR="008E347F" w:rsidRPr="00FB17BC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13068D7" w14:textId="77777777" w:rsidR="008E347F" w:rsidRPr="00290F2A" w:rsidRDefault="008E347F" w:rsidP="00242A09"/>
        </w:tc>
      </w:tr>
      <w:tr w:rsidR="008E347F" w:rsidRPr="00290F2A" w14:paraId="29D00F08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CDA8D5F" w14:textId="77777777" w:rsidR="008E347F" w:rsidRPr="00290F2A" w:rsidRDefault="008E347F" w:rsidP="00242A09">
            <w:r w:rsidRPr="00290F2A">
              <w:t>Throttle 70%</w:t>
            </w:r>
          </w:p>
        </w:tc>
        <w:tc>
          <w:tcPr>
            <w:tcW w:w="1701" w:type="dxa"/>
            <w:vAlign w:val="center"/>
          </w:tcPr>
          <w:p w14:paraId="376E1DAD" w14:textId="77777777" w:rsidR="008E347F" w:rsidRPr="00FB17BC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675371D" w14:textId="77777777" w:rsidR="008E347F" w:rsidRPr="00290F2A" w:rsidRDefault="008E347F" w:rsidP="00242A09"/>
        </w:tc>
      </w:tr>
      <w:tr w:rsidR="008E347F" w:rsidRPr="00290F2A" w14:paraId="651641A1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DDD61ED" w14:textId="77777777" w:rsidR="008E347F" w:rsidRPr="00290F2A" w:rsidRDefault="008E347F" w:rsidP="00242A09">
            <w:r w:rsidRPr="00290F2A">
              <w:t>Throttle 80%</w:t>
            </w:r>
          </w:p>
        </w:tc>
        <w:tc>
          <w:tcPr>
            <w:tcW w:w="1701" w:type="dxa"/>
            <w:vAlign w:val="center"/>
          </w:tcPr>
          <w:p w14:paraId="21028788" w14:textId="77777777" w:rsidR="008E347F" w:rsidRPr="00FB17BC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9163C5A" w14:textId="77777777" w:rsidR="008E347F" w:rsidRPr="00290F2A" w:rsidRDefault="008E347F" w:rsidP="00242A09"/>
        </w:tc>
      </w:tr>
      <w:tr w:rsidR="008E347F" w:rsidRPr="00290F2A" w14:paraId="42416216" w14:textId="77777777" w:rsidTr="005F254A">
        <w:trPr>
          <w:trHeight w:val="266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1E09DEC" w14:textId="77777777" w:rsidR="008E347F" w:rsidRPr="00290F2A" w:rsidRDefault="008E347F" w:rsidP="00242A09">
            <w:r w:rsidRPr="00290F2A">
              <w:t>Throttle 90%</w:t>
            </w:r>
          </w:p>
        </w:tc>
        <w:tc>
          <w:tcPr>
            <w:tcW w:w="1701" w:type="dxa"/>
            <w:vAlign w:val="center"/>
          </w:tcPr>
          <w:p w14:paraId="411737CF" w14:textId="77777777" w:rsidR="008E347F" w:rsidRPr="00FB17BC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2C4C835" w14:textId="77777777" w:rsidR="008E347F" w:rsidRPr="00290F2A" w:rsidRDefault="008E347F" w:rsidP="00242A09"/>
        </w:tc>
      </w:tr>
    </w:tbl>
    <w:p w14:paraId="67D9E4DC" w14:textId="77777777" w:rsidR="008E347F" w:rsidRDefault="008E347F" w:rsidP="008E347F">
      <w:pPr>
        <w:pStyle w:val="Ttulo2"/>
      </w:pPr>
      <w:bookmarkStart w:id="47" w:name="_Toc65859918"/>
      <w:bookmarkStart w:id="48" w:name="_Toc66292962"/>
      <w:r w:rsidRPr="00290F2A">
        <w:lastRenderedPageBreak/>
        <w:t>Propeller</w:t>
      </w:r>
      <w:bookmarkEnd w:id="47"/>
      <w:bookmarkEnd w:id="48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8E347F" w:rsidRPr="00AA645C" w14:paraId="2FA4C043" w14:textId="77777777" w:rsidTr="006A0E97">
        <w:trPr>
          <w:trHeight w:val="315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2D2DB772" w14:textId="67675582" w:rsidR="008E347F" w:rsidRPr="00AA645C" w:rsidRDefault="008E347F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Power Management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Propeller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DE35CFE" w14:textId="77777777" w:rsidR="008E347F" w:rsidRPr="00106BC9" w:rsidRDefault="008E347F" w:rsidP="006A0E97">
            <w:pPr>
              <w:jc w:val="center"/>
              <w:rPr>
                <w:b/>
                <w:bCs/>
              </w:rPr>
            </w:pPr>
            <w:r w:rsidRPr="00106BC9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673482D" w14:textId="77777777" w:rsidR="008E347F" w:rsidRPr="00AA645C" w:rsidRDefault="008E347F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8E347F" w:rsidRPr="00290F2A" w14:paraId="73C95D4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E70A2FA" w14:textId="77777777" w:rsidR="008E347F" w:rsidRPr="00290F2A" w:rsidRDefault="008E347F" w:rsidP="00242A09">
            <w:bookmarkStart w:id="49" w:name="_Toc65859919"/>
            <w:bookmarkEnd w:id="49"/>
            <w:r w:rsidRPr="00290F2A">
              <w:t>Increase Propeller Pitch</w:t>
            </w:r>
          </w:p>
        </w:tc>
        <w:tc>
          <w:tcPr>
            <w:tcW w:w="1701" w:type="dxa"/>
            <w:vAlign w:val="center"/>
          </w:tcPr>
          <w:p w14:paraId="22294C74" w14:textId="77777777" w:rsidR="008E347F" w:rsidRPr="00106BC9" w:rsidRDefault="008E347F" w:rsidP="00242A09">
            <w:pPr>
              <w:rPr>
                <w:b/>
                <w:bCs/>
              </w:rPr>
            </w:pPr>
            <w:r w:rsidRPr="00106BC9">
              <w:rPr>
                <w:b/>
                <w:bCs/>
              </w:rPr>
              <w:t>Ctrl + F3</w:t>
            </w:r>
          </w:p>
        </w:tc>
        <w:tc>
          <w:tcPr>
            <w:tcW w:w="1701" w:type="dxa"/>
            <w:vAlign w:val="center"/>
          </w:tcPr>
          <w:p w14:paraId="2566CCBE" w14:textId="77777777" w:rsidR="008E347F" w:rsidRPr="00290F2A" w:rsidRDefault="008E347F" w:rsidP="00242A09"/>
        </w:tc>
      </w:tr>
      <w:tr w:rsidR="008E347F" w:rsidRPr="00290F2A" w14:paraId="0E23724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F0B645A" w14:textId="4843C8A2" w:rsidR="008E347F" w:rsidRPr="00290F2A" w:rsidRDefault="000A6EE4" w:rsidP="00242A09">
            <w:r w:rsidRPr="00290F2A">
              <w:t>Increase Propeller Pitch (Small)</w:t>
            </w:r>
          </w:p>
        </w:tc>
        <w:tc>
          <w:tcPr>
            <w:tcW w:w="1701" w:type="dxa"/>
            <w:vAlign w:val="center"/>
          </w:tcPr>
          <w:p w14:paraId="43158D2A" w14:textId="77777777" w:rsidR="008E347F" w:rsidRPr="00106BC9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CD54E23" w14:textId="77777777" w:rsidR="008E347F" w:rsidRPr="00290F2A" w:rsidRDefault="008E347F" w:rsidP="00242A09"/>
        </w:tc>
      </w:tr>
      <w:tr w:rsidR="008E347F" w:rsidRPr="00290F2A" w14:paraId="20E6CE8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0E4C8CC" w14:textId="77777777" w:rsidR="008E347F" w:rsidRPr="00290F2A" w:rsidRDefault="008E347F" w:rsidP="00242A09">
            <w:r w:rsidRPr="00290F2A">
              <w:t>Decrease Propeller Pitch</w:t>
            </w:r>
          </w:p>
        </w:tc>
        <w:tc>
          <w:tcPr>
            <w:tcW w:w="1701" w:type="dxa"/>
            <w:vAlign w:val="center"/>
          </w:tcPr>
          <w:p w14:paraId="63F7DEE6" w14:textId="77777777" w:rsidR="008E347F" w:rsidRPr="00106BC9" w:rsidRDefault="008E347F" w:rsidP="00242A09">
            <w:pPr>
              <w:rPr>
                <w:b/>
                <w:bCs/>
              </w:rPr>
            </w:pPr>
            <w:r w:rsidRPr="00106BC9">
              <w:rPr>
                <w:b/>
                <w:bCs/>
              </w:rPr>
              <w:t>Ctrl + F2</w:t>
            </w:r>
          </w:p>
        </w:tc>
        <w:tc>
          <w:tcPr>
            <w:tcW w:w="1701" w:type="dxa"/>
            <w:vAlign w:val="center"/>
          </w:tcPr>
          <w:p w14:paraId="372EFE84" w14:textId="77777777" w:rsidR="008E347F" w:rsidRPr="00290F2A" w:rsidRDefault="008E347F" w:rsidP="00242A09"/>
        </w:tc>
      </w:tr>
      <w:tr w:rsidR="008E347F" w:rsidRPr="00290F2A" w14:paraId="113EB51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18E7400" w14:textId="28BD9170" w:rsidR="008E347F" w:rsidRPr="00290F2A" w:rsidRDefault="000A6EE4" w:rsidP="00242A09">
            <w:r w:rsidRPr="00290F2A">
              <w:t>Decrease Propeller Pitch (Small)</w:t>
            </w:r>
          </w:p>
        </w:tc>
        <w:tc>
          <w:tcPr>
            <w:tcW w:w="1701" w:type="dxa"/>
            <w:vAlign w:val="center"/>
          </w:tcPr>
          <w:p w14:paraId="6105051B" w14:textId="77777777" w:rsidR="008E347F" w:rsidRPr="00106BC9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8A1C63C" w14:textId="77777777" w:rsidR="008E347F" w:rsidRPr="00290F2A" w:rsidRDefault="008E347F" w:rsidP="00242A09"/>
        </w:tc>
      </w:tr>
      <w:tr w:rsidR="008E347F" w:rsidRPr="00290F2A" w14:paraId="0B1E513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DB58C78" w14:textId="77777777" w:rsidR="008E347F" w:rsidRPr="00290F2A" w:rsidRDefault="008E347F" w:rsidP="00242A09">
            <w:r w:rsidRPr="00290F2A">
              <w:t xml:space="preserve">Propeller Pitch </w:t>
            </w:r>
            <w:r>
              <w:t>HI</w:t>
            </w:r>
          </w:p>
        </w:tc>
        <w:tc>
          <w:tcPr>
            <w:tcW w:w="1701" w:type="dxa"/>
            <w:vAlign w:val="center"/>
          </w:tcPr>
          <w:p w14:paraId="28DAA705" w14:textId="77777777" w:rsidR="008E347F" w:rsidRPr="00106BC9" w:rsidRDefault="008E347F" w:rsidP="00242A09">
            <w:pPr>
              <w:rPr>
                <w:b/>
                <w:bCs/>
              </w:rPr>
            </w:pPr>
            <w:r w:rsidRPr="00106BC9">
              <w:rPr>
                <w:b/>
                <w:bCs/>
              </w:rPr>
              <w:t>Ctrl + F4</w:t>
            </w:r>
          </w:p>
        </w:tc>
        <w:tc>
          <w:tcPr>
            <w:tcW w:w="1701" w:type="dxa"/>
            <w:vAlign w:val="center"/>
          </w:tcPr>
          <w:p w14:paraId="674632F8" w14:textId="77777777" w:rsidR="008E347F" w:rsidRPr="00290F2A" w:rsidRDefault="008E347F" w:rsidP="00242A09"/>
        </w:tc>
      </w:tr>
      <w:tr w:rsidR="008E347F" w:rsidRPr="00290F2A" w14:paraId="27BF369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51EDE96" w14:textId="77777777" w:rsidR="008E347F" w:rsidRPr="00290F2A" w:rsidRDefault="008E347F" w:rsidP="00242A09">
            <w:r w:rsidRPr="00290F2A">
              <w:t xml:space="preserve">Propeller Pitch </w:t>
            </w:r>
            <w:r>
              <w:t>LO</w:t>
            </w:r>
          </w:p>
        </w:tc>
        <w:tc>
          <w:tcPr>
            <w:tcW w:w="1701" w:type="dxa"/>
            <w:vAlign w:val="center"/>
          </w:tcPr>
          <w:p w14:paraId="2C4DE308" w14:textId="77777777" w:rsidR="008E347F" w:rsidRPr="00106BC9" w:rsidRDefault="008E347F" w:rsidP="00242A09">
            <w:pPr>
              <w:rPr>
                <w:b/>
                <w:bCs/>
              </w:rPr>
            </w:pPr>
            <w:r w:rsidRPr="00106BC9">
              <w:rPr>
                <w:b/>
                <w:bCs/>
              </w:rPr>
              <w:t>Ctrl + F1</w:t>
            </w:r>
          </w:p>
        </w:tc>
        <w:tc>
          <w:tcPr>
            <w:tcW w:w="1701" w:type="dxa"/>
            <w:vAlign w:val="center"/>
          </w:tcPr>
          <w:p w14:paraId="430B68C5" w14:textId="77777777" w:rsidR="008E347F" w:rsidRPr="00290F2A" w:rsidRDefault="008E347F" w:rsidP="00242A09"/>
        </w:tc>
      </w:tr>
      <w:tr w:rsidR="008E347F" w:rsidRPr="00290F2A" w14:paraId="1EC91A8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D9F1833" w14:textId="77777777" w:rsidR="008E347F" w:rsidRPr="00290F2A" w:rsidRDefault="008E347F" w:rsidP="00242A09">
            <w:r w:rsidRPr="00290F2A">
              <w:t>Hold Propeller Reverse Thrust</w:t>
            </w:r>
          </w:p>
        </w:tc>
        <w:tc>
          <w:tcPr>
            <w:tcW w:w="1701" w:type="dxa"/>
            <w:vAlign w:val="center"/>
          </w:tcPr>
          <w:p w14:paraId="0B703D57" w14:textId="77777777" w:rsidR="008E347F" w:rsidRPr="00106BC9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BEDD9CA" w14:textId="77777777" w:rsidR="008E347F" w:rsidRPr="00290F2A" w:rsidRDefault="008E347F" w:rsidP="00242A09"/>
        </w:tc>
      </w:tr>
      <w:tr w:rsidR="008E347F" w:rsidRPr="00290F2A" w14:paraId="59ED263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40ADE72" w14:textId="77777777" w:rsidR="008E347F" w:rsidRPr="00290F2A" w:rsidRDefault="008E347F" w:rsidP="00242A09">
            <w:r w:rsidRPr="00290F2A">
              <w:t>Toggle Propeller Reverse Thrust</w:t>
            </w:r>
          </w:p>
        </w:tc>
        <w:tc>
          <w:tcPr>
            <w:tcW w:w="1701" w:type="dxa"/>
            <w:vAlign w:val="center"/>
          </w:tcPr>
          <w:p w14:paraId="5004807F" w14:textId="77777777" w:rsidR="008E347F" w:rsidRPr="00106BC9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7C2741B" w14:textId="77777777" w:rsidR="008E347F" w:rsidRPr="00290F2A" w:rsidRDefault="008E347F" w:rsidP="00242A09"/>
        </w:tc>
      </w:tr>
      <w:tr w:rsidR="008E347F" w:rsidRPr="00290F2A" w14:paraId="5EE1408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9DF25B3" w14:textId="77777777" w:rsidR="008E347F" w:rsidRPr="00290F2A" w:rsidRDefault="008E347F" w:rsidP="00242A09">
            <w:r w:rsidRPr="00290F2A">
              <w:t>Toggle Autofeather Arming</w:t>
            </w:r>
          </w:p>
        </w:tc>
        <w:tc>
          <w:tcPr>
            <w:tcW w:w="1701" w:type="dxa"/>
            <w:vAlign w:val="center"/>
          </w:tcPr>
          <w:p w14:paraId="00B6468E" w14:textId="77777777" w:rsidR="008E347F" w:rsidRPr="00106BC9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BBD793E" w14:textId="77777777" w:rsidR="008E347F" w:rsidRPr="00290F2A" w:rsidRDefault="008E347F" w:rsidP="00242A09"/>
        </w:tc>
      </w:tr>
      <w:tr w:rsidR="008E347F" w:rsidRPr="00290F2A" w14:paraId="3FEEC2D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2763E5D" w14:textId="77777777" w:rsidR="008E347F" w:rsidRPr="00290F2A" w:rsidRDefault="008E347F" w:rsidP="00242A09">
            <w:r w:rsidRPr="00290F2A">
              <w:t>Toggle Feather Switches</w:t>
            </w:r>
          </w:p>
        </w:tc>
        <w:tc>
          <w:tcPr>
            <w:tcW w:w="1701" w:type="dxa"/>
            <w:vAlign w:val="center"/>
          </w:tcPr>
          <w:p w14:paraId="0D4320CC" w14:textId="77777777" w:rsidR="008E347F" w:rsidRPr="00106BC9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34DEFA0" w14:textId="77777777" w:rsidR="008E347F" w:rsidRPr="00290F2A" w:rsidRDefault="008E347F" w:rsidP="00242A09"/>
        </w:tc>
      </w:tr>
      <w:tr w:rsidR="008E347F" w:rsidRPr="00290F2A" w14:paraId="29603B9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5B51748" w14:textId="77777777" w:rsidR="008E347F" w:rsidRPr="00290F2A" w:rsidRDefault="008E347F" w:rsidP="00242A09">
            <w:r w:rsidRPr="00290F2A">
              <w:t>Toggle Feather Switch 1</w:t>
            </w:r>
          </w:p>
        </w:tc>
        <w:tc>
          <w:tcPr>
            <w:tcW w:w="1701" w:type="dxa"/>
            <w:vAlign w:val="center"/>
          </w:tcPr>
          <w:p w14:paraId="4F4AFDF2" w14:textId="77777777" w:rsidR="008E347F" w:rsidRPr="00106BC9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AFD101F" w14:textId="77777777" w:rsidR="008E347F" w:rsidRPr="00290F2A" w:rsidRDefault="008E347F" w:rsidP="00242A09"/>
        </w:tc>
      </w:tr>
      <w:tr w:rsidR="008E347F" w:rsidRPr="00290F2A" w14:paraId="4CB07CEE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6BDC0BBD" w14:textId="77777777" w:rsidR="008E347F" w:rsidRPr="00290F2A" w:rsidRDefault="008E347F" w:rsidP="00242A09">
            <w:r w:rsidRPr="00290F2A">
              <w:t>Toggle Feather Switch 2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73BB4EB6" w14:textId="77777777" w:rsidR="008E347F" w:rsidRPr="00106BC9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73C7A276" w14:textId="77777777" w:rsidR="008E347F" w:rsidRPr="00290F2A" w:rsidRDefault="008E347F" w:rsidP="00242A09"/>
        </w:tc>
      </w:tr>
      <w:tr w:rsidR="008E347F" w:rsidRPr="00290F2A" w14:paraId="705E7AD1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29B59E3D" w14:textId="77777777" w:rsidR="008E347F" w:rsidRPr="00290F2A" w:rsidRDefault="008E347F" w:rsidP="00242A09">
            <w:r w:rsidRPr="00290F2A">
              <w:t>Toggle Feather Switch 3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37845397" w14:textId="77777777" w:rsidR="008E347F" w:rsidRPr="00106BC9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6A87A1FE" w14:textId="77777777" w:rsidR="008E347F" w:rsidRPr="00290F2A" w:rsidRDefault="008E347F" w:rsidP="00242A09"/>
        </w:tc>
      </w:tr>
      <w:tr w:rsidR="008E347F" w:rsidRPr="00290F2A" w14:paraId="4089B42E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739A9331" w14:textId="77777777" w:rsidR="008E347F" w:rsidRPr="00290F2A" w:rsidRDefault="008E347F" w:rsidP="00242A09">
            <w:r w:rsidRPr="00290F2A">
              <w:t>Toggle Feather Switch 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0C0DB4F7" w14:textId="77777777" w:rsidR="008E347F" w:rsidRPr="00106BC9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04E42C72" w14:textId="77777777" w:rsidR="008E347F" w:rsidRPr="00290F2A" w:rsidRDefault="008E347F" w:rsidP="00242A09"/>
        </w:tc>
      </w:tr>
      <w:tr w:rsidR="008E347F" w:rsidRPr="00290F2A" w14:paraId="676FED4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DD22D56" w14:textId="77777777" w:rsidR="008E347F" w:rsidRPr="00290F2A" w:rsidRDefault="008E347F" w:rsidP="00242A09">
            <w:r w:rsidRPr="00290F2A">
              <w:t>Toggle Propeller Sync</w:t>
            </w:r>
          </w:p>
        </w:tc>
        <w:tc>
          <w:tcPr>
            <w:tcW w:w="1701" w:type="dxa"/>
            <w:vAlign w:val="center"/>
          </w:tcPr>
          <w:p w14:paraId="03223A47" w14:textId="77777777" w:rsidR="008E347F" w:rsidRPr="00106BC9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32256FC" w14:textId="77777777" w:rsidR="008E347F" w:rsidRPr="00290F2A" w:rsidRDefault="008E347F" w:rsidP="00242A09"/>
        </w:tc>
      </w:tr>
      <w:tr w:rsidR="008E347F" w:rsidRPr="00290F2A" w14:paraId="48D4667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54A9FBC" w14:textId="77777777" w:rsidR="008E347F" w:rsidRPr="00290F2A" w:rsidRDefault="008E347F" w:rsidP="00242A09">
            <w:r w:rsidRPr="00290F2A">
              <w:t>Increase Propeller 1 Pitch</w:t>
            </w:r>
          </w:p>
        </w:tc>
        <w:tc>
          <w:tcPr>
            <w:tcW w:w="1701" w:type="dxa"/>
            <w:vAlign w:val="center"/>
          </w:tcPr>
          <w:p w14:paraId="0ADEC0D3" w14:textId="77777777" w:rsidR="008E347F" w:rsidRPr="00106BC9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E9803BF" w14:textId="77777777" w:rsidR="008E347F" w:rsidRPr="00290F2A" w:rsidRDefault="008E347F" w:rsidP="00242A09"/>
        </w:tc>
      </w:tr>
      <w:tr w:rsidR="008E347F" w:rsidRPr="00290F2A" w14:paraId="4430CB8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76CBAC8" w14:textId="7F38BE60" w:rsidR="008E347F" w:rsidRPr="00290F2A" w:rsidRDefault="00BA11B3" w:rsidP="00242A09">
            <w:r w:rsidRPr="00290F2A">
              <w:t>Increase Propeller 1 Pitch (Small)</w:t>
            </w:r>
          </w:p>
        </w:tc>
        <w:tc>
          <w:tcPr>
            <w:tcW w:w="1701" w:type="dxa"/>
            <w:vAlign w:val="center"/>
          </w:tcPr>
          <w:p w14:paraId="41463750" w14:textId="77777777" w:rsidR="008E347F" w:rsidRPr="00106BC9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DC4DBCB" w14:textId="77777777" w:rsidR="008E347F" w:rsidRPr="00290F2A" w:rsidRDefault="008E347F" w:rsidP="00242A09"/>
        </w:tc>
      </w:tr>
      <w:tr w:rsidR="005F254A" w:rsidRPr="00290F2A" w14:paraId="3656B17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5AF9369" w14:textId="77777777" w:rsidR="005F254A" w:rsidRPr="00290F2A" w:rsidRDefault="005F254A" w:rsidP="00242A09">
            <w:r w:rsidRPr="00290F2A">
              <w:t>Decrease Propeller 1 Pitch</w:t>
            </w:r>
          </w:p>
        </w:tc>
        <w:tc>
          <w:tcPr>
            <w:tcW w:w="1701" w:type="dxa"/>
            <w:vAlign w:val="center"/>
          </w:tcPr>
          <w:p w14:paraId="2BB6F5A4" w14:textId="77777777" w:rsidR="005F254A" w:rsidRPr="00106BC9" w:rsidRDefault="005F254A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4FA6DE5" w14:textId="77777777" w:rsidR="005F254A" w:rsidRPr="00290F2A" w:rsidRDefault="005F254A" w:rsidP="00242A09"/>
        </w:tc>
      </w:tr>
      <w:tr w:rsidR="005F254A" w:rsidRPr="00290F2A" w14:paraId="3F38EDB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6E258A7" w14:textId="77777777" w:rsidR="005F254A" w:rsidRPr="00290F2A" w:rsidRDefault="005F254A" w:rsidP="00242A09">
            <w:r w:rsidRPr="00290F2A">
              <w:t>Decrease Propeller 1 Pitch (Small)</w:t>
            </w:r>
          </w:p>
        </w:tc>
        <w:tc>
          <w:tcPr>
            <w:tcW w:w="1701" w:type="dxa"/>
            <w:vAlign w:val="center"/>
          </w:tcPr>
          <w:p w14:paraId="246FCA46" w14:textId="77777777" w:rsidR="005F254A" w:rsidRPr="00106BC9" w:rsidRDefault="005F254A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FAF9D78" w14:textId="77777777" w:rsidR="005F254A" w:rsidRPr="00290F2A" w:rsidRDefault="005F254A" w:rsidP="00242A09"/>
        </w:tc>
      </w:tr>
      <w:tr w:rsidR="005F254A" w:rsidRPr="00290F2A" w14:paraId="4410405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80378A2" w14:textId="77777777" w:rsidR="005F254A" w:rsidRPr="00290F2A" w:rsidRDefault="005F254A" w:rsidP="00242A09">
            <w:r w:rsidRPr="00290F2A">
              <w:t xml:space="preserve">Propeller 1 Pitch </w:t>
            </w:r>
            <w:r>
              <w:t>HI</w:t>
            </w:r>
          </w:p>
        </w:tc>
        <w:tc>
          <w:tcPr>
            <w:tcW w:w="1701" w:type="dxa"/>
            <w:vAlign w:val="center"/>
          </w:tcPr>
          <w:p w14:paraId="1837B22D" w14:textId="77777777" w:rsidR="005F254A" w:rsidRPr="00106BC9" w:rsidRDefault="005F254A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BBB1B3A" w14:textId="77777777" w:rsidR="005F254A" w:rsidRPr="00290F2A" w:rsidRDefault="005F254A" w:rsidP="00242A09"/>
        </w:tc>
      </w:tr>
      <w:tr w:rsidR="008E347F" w:rsidRPr="00290F2A" w14:paraId="3D746B8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EFC7FD1" w14:textId="77777777" w:rsidR="008E347F" w:rsidRPr="00290F2A" w:rsidRDefault="008E347F" w:rsidP="00242A09">
            <w:r w:rsidRPr="00290F2A">
              <w:t xml:space="preserve">Propeller 1 Pitch </w:t>
            </w:r>
            <w:r>
              <w:t>LO</w:t>
            </w:r>
          </w:p>
        </w:tc>
        <w:tc>
          <w:tcPr>
            <w:tcW w:w="1701" w:type="dxa"/>
            <w:vAlign w:val="center"/>
          </w:tcPr>
          <w:p w14:paraId="57C027E0" w14:textId="77777777" w:rsidR="008E347F" w:rsidRPr="00106BC9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1C6AA00" w14:textId="77777777" w:rsidR="008E347F" w:rsidRPr="00290F2A" w:rsidRDefault="008E347F" w:rsidP="00242A09"/>
        </w:tc>
      </w:tr>
      <w:tr w:rsidR="005F254A" w:rsidRPr="00290F2A" w14:paraId="0C85C85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DC25A3F" w14:textId="77777777" w:rsidR="005F254A" w:rsidRPr="00290F2A" w:rsidRDefault="005F254A" w:rsidP="00242A09">
            <w:r w:rsidRPr="00290F2A">
              <w:t>Increase Propeller 2 Pitch</w:t>
            </w:r>
          </w:p>
        </w:tc>
        <w:tc>
          <w:tcPr>
            <w:tcW w:w="1701" w:type="dxa"/>
            <w:vAlign w:val="center"/>
          </w:tcPr>
          <w:p w14:paraId="740CECB0" w14:textId="77777777" w:rsidR="005F254A" w:rsidRPr="00106BC9" w:rsidRDefault="005F254A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EE118EB" w14:textId="77777777" w:rsidR="005F254A" w:rsidRPr="00290F2A" w:rsidRDefault="005F254A" w:rsidP="00242A09"/>
        </w:tc>
      </w:tr>
      <w:tr w:rsidR="005F254A" w:rsidRPr="00290F2A" w14:paraId="2FB8355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3626FD8" w14:textId="77777777" w:rsidR="005F254A" w:rsidRPr="00290F2A" w:rsidRDefault="005F254A" w:rsidP="00242A09">
            <w:r w:rsidRPr="00290F2A">
              <w:t>Increase Propeller 2 Pitch (Small)</w:t>
            </w:r>
          </w:p>
        </w:tc>
        <w:tc>
          <w:tcPr>
            <w:tcW w:w="1701" w:type="dxa"/>
            <w:vAlign w:val="center"/>
          </w:tcPr>
          <w:p w14:paraId="72696F95" w14:textId="77777777" w:rsidR="005F254A" w:rsidRPr="00106BC9" w:rsidRDefault="005F254A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1EA9739" w14:textId="77777777" w:rsidR="005F254A" w:rsidRPr="00290F2A" w:rsidRDefault="005F254A" w:rsidP="00242A09"/>
        </w:tc>
      </w:tr>
      <w:tr w:rsidR="008E347F" w:rsidRPr="00290F2A" w14:paraId="50CD65A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64D4C32" w14:textId="77777777" w:rsidR="008E347F" w:rsidRPr="00290F2A" w:rsidRDefault="008E347F" w:rsidP="00242A09">
            <w:r w:rsidRPr="00290F2A">
              <w:t>Decrease Propeller 2 Pitch</w:t>
            </w:r>
          </w:p>
        </w:tc>
        <w:tc>
          <w:tcPr>
            <w:tcW w:w="1701" w:type="dxa"/>
            <w:vAlign w:val="center"/>
          </w:tcPr>
          <w:p w14:paraId="4E70EF35" w14:textId="77777777" w:rsidR="008E347F" w:rsidRPr="00106BC9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D95A44F" w14:textId="77777777" w:rsidR="008E347F" w:rsidRPr="00290F2A" w:rsidRDefault="008E347F" w:rsidP="00242A09"/>
        </w:tc>
      </w:tr>
      <w:tr w:rsidR="008E347F" w:rsidRPr="00290F2A" w14:paraId="6673825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2C1BAA4" w14:textId="3080DB9C" w:rsidR="008E347F" w:rsidRPr="00290F2A" w:rsidRDefault="000A6EE4" w:rsidP="00242A09">
            <w:r w:rsidRPr="00290F2A">
              <w:t>Decrease Propeller 2 Pitch (Small)</w:t>
            </w:r>
          </w:p>
        </w:tc>
        <w:tc>
          <w:tcPr>
            <w:tcW w:w="1701" w:type="dxa"/>
            <w:vAlign w:val="center"/>
          </w:tcPr>
          <w:p w14:paraId="0D2212E7" w14:textId="77777777" w:rsidR="008E347F" w:rsidRPr="00106BC9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F3BDBFE" w14:textId="77777777" w:rsidR="008E347F" w:rsidRPr="00290F2A" w:rsidRDefault="008E347F" w:rsidP="00242A09"/>
        </w:tc>
      </w:tr>
      <w:tr w:rsidR="005F254A" w:rsidRPr="00290F2A" w14:paraId="5BD272C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5574EAD" w14:textId="77777777" w:rsidR="005F254A" w:rsidRPr="00290F2A" w:rsidRDefault="005F254A" w:rsidP="00242A09">
            <w:r w:rsidRPr="00290F2A">
              <w:t xml:space="preserve">Propeller 2 Pitch </w:t>
            </w:r>
            <w:r>
              <w:t>HI</w:t>
            </w:r>
          </w:p>
        </w:tc>
        <w:tc>
          <w:tcPr>
            <w:tcW w:w="1701" w:type="dxa"/>
            <w:vAlign w:val="center"/>
          </w:tcPr>
          <w:p w14:paraId="11722262" w14:textId="77777777" w:rsidR="005F254A" w:rsidRPr="00106BC9" w:rsidRDefault="005F254A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29DD3C7" w14:textId="77777777" w:rsidR="005F254A" w:rsidRPr="00290F2A" w:rsidRDefault="005F254A" w:rsidP="00242A09"/>
        </w:tc>
      </w:tr>
      <w:tr w:rsidR="008E347F" w:rsidRPr="00290F2A" w14:paraId="0611B13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6234217" w14:textId="77777777" w:rsidR="008E347F" w:rsidRPr="00290F2A" w:rsidRDefault="008E347F" w:rsidP="00242A09">
            <w:r w:rsidRPr="00290F2A">
              <w:t xml:space="preserve">Propeller 2 Pitch </w:t>
            </w:r>
            <w:r>
              <w:t>LO</w:t>
            </w:r>
          </w:p>
        </w:tc>
        <w:tc>
          <w:tcPr>
            <w:tcW w:w="1701" w:type="dxa"/>
            <w:vAlign w:val="center"/>
          </w:tcPr>
          <w:p w14:paraId="51AB51CF" w14:textId="77777777" w:rsidR="008E347F" w:rsidRPr="00106BC9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46E49CB" w14:textId="77777777" w:rsidR="008E347F" w:rsidRPr="00290F2A" w:rsidRDefault="008E347F" w:rsidP="00242A09"/>
        </w:tc>
      </w:tr>
      <w:tr w:rsidR="005F254A" w:rsidRPr="00290F2A" w14:paraId="23C4C23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0DF70A3" w14:textId="77777777" w:rsidR="005F254A" w:rsidRPr="00290F2A" w:rsidRDefault="005F254A" w:rsidP="00242A09">
            <w:r w:rsidRPr="00290F2A">
              <w:t>Increase Propeller 3 Pitch</w:t>
            </w:r>
          </w:p>
        </w:tc>
        <w:tc>
          <w:tcPr>
            <w:tcW w:w="1701" w:type="dxa"/>
            <w:vAlign w:val="center"/>
          </w:tcPr>
          <w:p w14:paraId="66F0D69C" w14:textId="77777777" w:rsidR="005F254A" w:rsidRPr="00106BC9" w:rsidRDefault="005F254A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065FDC2" w14:textId="77777777" w:rsidR="005F254A" w:rsidRPr="00290F2A" w:rsidRDefault="005F254A" w:rsidP="00242A09"/>
        </w:tc>
      </w:tr>
      <w:tr w:rsidR="005F254A" w:rsidRPr="00290F2A" w14:paraId="2AF5E89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AB411AB" w14:textId="77777777" w:rsidR="005F254A" w:rsidRPr="00290F2A" w:rsidRDefault="005F254A" w:rsidP="00242A09">
            <w:r w:rsidRPr="00290F2A">
              <w:t>Increase Propeller 3 Pitch (Small)</w:t>
            </w:r>
          </w:p>
        </w:tc>
        <w:tc>
          <w:tcPr>
            <w:tcW w:w="1701" w:type="dxa"/>
            <w:vAlign w:val="center"/>
          </w:tcPr>
          <w:p w14:paraId="391677FB" w14:textId="77777777" w:rsidR="005F254A" w:rsidRPr="00106BC9" w:rsidRDefault="005F254A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E05AE21" w14:textId="77777777" w:rsidR="005F254A" w:rsidRPr="00290F2A" w:rsidRDefault="005F254A" w:rsidP="00242A09"/>
        </w:tc>
      </w:tr>
      <w:tr w:rsidR="008E347F" w:rsidRPr="00290F2A" w14:paraId="24259AD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FC73A01" w14:textId="77777777" w:rsidR="008E347F" w:rsidRPr="00290F2A" w:rsidRDefault="008E347F" w:rsidP="00242A09">
            <w:r w:rsidRPr="00290F2A">
              <w:t>Decrease Propeller 3 Pitch</w:t>
            </w:r>
          </w:p>
        </w:tc>
        <w:tc>
          <w:tcPr>
            <w:tcW w:w="1701" w:type="dxa"/>
            <w:vAlign w:val="center"/>
          </w:tcPr>
          <w:p w14:paraId="490921B6" w14:textId="77777777" w:rsidR="008E347F" w:rsidRPr="00106BC9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E5F2BF0" w14:textId="77777777" w:rsidR="008E347F" w:rsidRPr="00290F2A" w:rsidRDefault="008E347F" w:rsidP="00242A09"/>
        </w:tc>
      </w:tr>
      <w:tr w:rsidR="008E347F" w:rsidRPr="00290F2A" w14:paraId="2EB0958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1B0E485" w14:textId="7A58C84F" w:rsidR="008E347F" w:rsidRPr="00290F2A" w:rsidRDefault="000A6EE4" w:rsidP="00242A09">
            <w:r w:rsidRPr="00290F2A">
              <w:t>Decrease Propeller 3 Pitch (Small)</w:t>
            </w:r>
          </w:p>
        </w:tc>
        <w:tc>
          <w:tcPr>
            <w:tcW w:w="1701" w:type="dxa"/>
            <w:vAlign w:val="center"/>
          </w:tcPr>
          <w:p w14:paraId="0A3B9CAF" w14:textId="77777777" w:rsidR="008E347F" w:rsidRPr="00106BC9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BF69B4D" w14:textId="77777777" w:rsidR="008E347F" w:rsidRPr="00290F2A" w:rsidRDefault="008E347F" w:rsidP="00242A09"/>
        </w:tc>
      </w:tr>
      <w:tr w:rsidR="005F254A" w:rsidRPr="00290F2A" w14:paraId="7FE0CD8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357B113" w14:textId="77777777" w:rsidR="005F254A" w:rsidRPr="00290F2A" w:rsidRDefault="005F254A" w:rsidP="00242A09">
            <w:r w:rsidRPr="00290F2A">
              <w:lastRenderedPageBreak/>
              <w:t xml:space="preserve">Propeller 3 Pitch </w:t>
            </w:r>
            <w:r>
              <w:t>HI</w:t>
            </w:r>
          </w:p>
        </w:tc>
        <w:tc>
          <w:tcPr>
            <w:tcW w:w="1701" w:type="dxa"/>
            <w:vAlign w:val="center"/>
          </w:tcPr>
          <w:p w14:paraId="36310BBB" w14:textId="77777777" w:rsidR="005F254A" w:rsidRPr="00106BC9" w:rsidRDefault="005F254A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29BD902" w14:textId="77777777" w:rsidR="005F254A" w:rsidRPr="00290F2A" w:rsidRDefault="005F254A" w:rsidP="00242A09"/>
        </w:tc>
      </w:tr>
      <w:tr w:rsidR="008E347F" w:rsidRPr="00290F2A" w14:paraId="03CCD20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4A0001A" w14:textId="77777777" w:rsidR="008E347F" w:rsidRPr="00290F2A" w:rsidRDefault="008E347F" w:rsidP="00242A09">
            <w:r w:rsidRPr="00290F2A">
              <w:t xml:space="preserve">Propeller 3 Pitch </w:t>
            </w:r>
            <w:r>
              <w:t>LO</w:t>
            </w:r>
          </w:p>
        </w:tc>
        <w:tc>
          <w:tcPr>
            <w:tcW w:w="1701" w:type="dxa"/>
            <w:vAlign w:val="center"/>
          </w:tcPr>
          <w:p w14:paraId="7930A821" w14:textId="77777777" w:rsidR="008E347F" w:rsidRPr="00106BC9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AAEED27" w14:textId="77777777" w:rsidR="008E347F" w:rsidRPr="00290F2A" w:rsidRDefault="008E347F" w:rsidP="00242A09"/>
        </w:tc>
      </w:tr>
      <w:tr w:rsidR="008E347F" w:rsidRPr="00290F2A" w14:paraId="6699696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1F5E72A" w14:textId="77777777" w:rsidR="008E347F" w:rsidRPr="00290F2A" w:rsidRDefault="008E347F" w:rsidP="00242A09">
            <w:r w:rsidRPr="00290F2A">
              <w:t>Increase Propeller 4 Pitch</w:t>
            </w:r>
          </w:p>
        </w:tc>
        <w:tc>
          <w:tcPr>
            <w:tcW w:w="1701" w:type="dxa"/>
            <w:vAlign w:val="center"/>
          </w:tcPr>
          <w:p w14:paraId="01B22348" w14:textId="77777777" w:rsidR="008E347F" w:rsidRPr="00106BC9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A003FB9" w14:textId="77777777" w:rsidR="008E347F" w:rsidRPr="00290F2A" w:rsidRDefault="008E347F" w:rsidP="00242A09"/>
        </w:tc>
      </w:tr>
      <w:tr w:rsidR="008E347F" w:rsidRPr="00290F2A" w14:paraId="1DF2836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66CC8E4" w14:textId="3B9571B6" w:rsidR="008E347F" w:rsidRPr="00290F2A" w:rsidRDefault="000A6EE4" w:rsidP="00242A09">
            <w:r w:rsidRPr="00290F2A">
              <w:t>Increase Propeller 4 Pitch (Small)</w:t>
            </w:r>
          </w:p>
        </w:tc>
        <w:tc>
          <w:tcPr>
            <w:tcW w:w="1701" w:type="dxa"/>
            <w:vAlign w:val="center"/>
          </w:tcPr>
          <w:p w14:paraId="3663A912" w14:textId="77777777" w:rsidR="008E347F" w:rsidRPr="00106BC9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859F401" w14:textId="77777777" w:rsidR="008E347F" w:rsidRPr="00290F2A" w:rsidRDefault="008E347F" w:rsidP="00242A09"/>
        </w:tc>
      </w:tr>
      <w:tr w:rsidR="005F254A" w:rsidRPr="00290F2A" w14:paraId="771ABB3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066B645" w14:textId="77777777" w:rsidR="005F254A" w:rsidRPr="00290F2A" w:rsidRDefault="005F254A" w:rsidP="00242A09">
            <w:r w:rsidRPr="00290F2A">
              <w:t>Decrease Propeller 4 Pitch</w:t>
            </w:r>
          </w:p>
        </w:tc>
        <w:tc>
          <w:tcPr>
            <w:tcW w:w="1701" w:type="dxa"/>
            <w:vAlign w:val="center"/>
          </w:tcPr>
          <w:p w14:paraId="1F6B270C" w14:textId="77777777" w:rsidR="005F254A" w:rsidRPr="00106BC9" w:rsidRDefault="005F254A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CC5B0C1" w14:textId="77777777" w:rsidR="005F254A" w:rsidRPr="00290F2A" w:rsidRDefault="005F254A" w:rsidP="00242A09"/>
        </w:tc>
      </w:tr>
      <w:tr w:rsidR="005F254A" w:rsidRPr="00290F2A" w14:paraId="7665A4D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78C5A55" w14:textId="77777777" w:rsidR="005F254A" w:rsidRPr="00290F2A" w:rsidRDefault="005F254A" w:rsidP="00242A09">
            <w:r w:rsidRPr="00290F2A">
              <w:t>Decrease Propeller 4 Pitch (Small)</w:t>
            </w:r>
          </w:p>
        </w:tc>
        <w:tc>
          <w:tcPr>
            <w:tcW w:w="1701" w:type="dxa"/>
            <w:vAlign w:val="center"/>
          </w:tcPr>
          <w:p w14:paraId="3E7261BF" w14:textId="77777777" w:rsidR="005F254A" w:rsidRPr="00106BC9" w:rsidRDefault="005F254A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51CA152" w14:textId="77777777" w:rsidR="005F254A" w:rsidRPr="00290F2A" w:rsidRDefault="005F254A" w:rsidP="00242A09"/>
        </w:tc>
      </w:tr>
      <w:tr w:rsidR="005F254A" w:rsidRPr="00290F2A" w14:paraId="5DBC23A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AA6DF23" w14:textId="77777777" w:rsidR="005F254A" w:rsidRPr="00290F2A" w:rsidRDefault="005F254A" w:rsidP="00242A09">
            <w:r w:rsidRPr="00290F2A">
              <w:t xml:space="preserve">Propeller 4 Pitch </w:t>
            </w:r>
            <w:r>
              <w:t>HI</w:t>
            </w:r>
          </w:p>
        </w:tc>
        <w:tc>
          <w:tcPr>
            <w:tcW w:w="1701" w:type="dxa"/>
            <w:vAlign w:val="center"/>
          </w:tcPr>
          <w:p w14:paraId="2ECB1483" w14:textId="77777777" w:rsidR="005F254A" w:rsidRPr="00106BC9" w:rsidRDefault="005F254A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FDEB46A" w14:textId="77777777" w:rsidR="005F254A" w:rsidRPr="00290F2A" w:rsidRDefault="005F254A" w:rsidP="00242A09"/>
        </w:tc>
      </w:tr>
      <w:tr w:rsidR="008E347F" w:rsidRPr="00290F2A" w14:paraId="5CCFAD6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BA72934" w14:textId="77777777" w:rsidR="008E347F" w:rsidRPr="00290F2A" w:rsidRDefault="008E347F" w:rsidP="00242A09">
            <w:r w:rsidRPr="00290F2A">
              <w:t xml:space="preserve">Propeller 4 Pitch </w:t>
            </w:r>
            <w:r>
              <w:t>LO</w:t>
            </w:r>
          </w:p>
        </w:tc>
        <w:tc>
          <w:tcPr>
            <w:tcW w:w="1701" w:type="dxa"/>
            <w:vAlign w:val="center"/>
          </w:tcPr>
          <w:p w14:paraId="56E4B197" w14:textId="77777777" w:rsidR="008E347F" w:rsidRPr="00106BC9" w:rsidRDefault="008E347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E7DD7E2" w14:textId="77777777" w:rsidR="008E347F" w:rsidRPr="00290F2A" w:rsidRDefault="008E347F" w:rsidP="00242A09"/>
        </w:tc>
      </w:tr>
    </w:tbl>
    <w:p w14:paraId="407E6360" w14:textId="77777777" w:rsidR="008B1864" w:rsidRPr="0088727F" w:rsidRDefault="008B1864" w:rsidP="0083366A">
      <w:pPr>
        <w:pStyle w:val="Ttulo2"/>
        <w:pageBreakBefore/>
        <w:spacing w:before="0" w:after="60"/>
      </w:pPr>
      <w:bookmarkStart w:id="50" w:name="_Toc66292963"/>
      <w:r w:rsidRPr="00290F2A">
        <w:lastRenderedPageBreak/>
        <w:t>Mixture</w:t>
      </w:r>
      <w:bookmarkEnd w:id="45"/>
      <w:bookmarkEnd w:id="50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8B1864" w:rsidRPr="00AA645C" w14:paraId="5C6E51B6" w14:textId="77777777" w:rsidTr="008D0FC0">
        <w:trPr>
          <w:trHeight w:val="227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4BB73211" w14:textId="38290149" w:rsidR="008B1864" w:rsidRPr="00AA645C" w:rsidRDefault="008B1864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Power Management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Mixture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E0887FF" w14:textId="77777777" w:rsidR="008B1864" w:rsidRPr="0064122D" w:rsidRDefault="008B1864" w:rsidP="006A0E97">
            <w:pPr>
              <w:jc w:val="center"/>
              <w:rPr>
                <w:b/>
                <w:bCs/>
              </w:rPr>
            </w:pPr>
            <w:r w:rsidRPr="0064122D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85628F7" w14:textId="46F99EFC" w:rsidR="008B1864" w:rsidRPr="00AA645C" w:rsidRDefault="005824C4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64122D" w:rsidRPr="00290F2A" w14:paraId="106B964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4BE8116" w14:textId="77777777" w:rsidR="0064122D" w:rsidRPr="00290F2A" w:rsidRDefault="0064122D" w:rsidP="00242A09">
            <w:bookmarkStart w:id="51" w:name="_Toc65859916"/>
            <w:bookmarkEnd w:id="51"/>
            <w:r w:rsidRPr="00290F2A">
              <w:t>Increase Mixture</w:t>
            </w:r>
          </w:p>
        </w:tc>
        <w:tc>
          <w:tcPr>
            <w:tcW w:w="1701" w:type="dxa"/>
            <w:vAlign w:val="center"/>
          </w:tcPr>
          <w:p w14:paraId="0B6AEED4" w14:textId="77777777" w:rsidR="0064122D" w:rsidRPr="0064122D" w:rsidRDefault="0064122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058F995" w14:textId="77777777" w:rsidR="0064122D" w:rsidRPr="00290F2A" w:rsidRDefault="0064122D" w:rsidP="00242A09"/>
        </w:tc>
      </w:tr>
      <w:tr w:rsidR="00294D4C" w:rsidRPr="00290F2A" w14:paraId="455F0BD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AC12759" w14:textId="77777777" w:rsidR="00294D4C" w:rsidRPr="00290F2A" w:rsidRDefault="00294D4C" w:rsidP="00242A09">
            <w:bookmarkStart w:id="52" w:name="_Toc65859922"/>
            <w:r w:rsidRPr="00290F2A">
              <w:t>Increase Mixture (Small)</w:t>
            </w:r>
          </w:p>
        </w:tc>
        <w:tc>
          <w:tcPr>
            <w:tcW w:w="1701" w:type="dxa"/>
            <w:vAlign w:val="center"/>
          </w:tcPr>
          <w:p w14:paraId="7F0F54B9" w14:textId="77777777" w:rsidR="00294D4C" w:rsidRPr="0064122D" w:rsidRDefault="00294D4C" w:rsidP="00242A09">
            <w:pPr>
              <w:rPr>
                <w:b/>
                <w:bCs/>
              </w:rPr>
            </w:pPr>
            <w:r w:rsidRPr="0064122D">
              <w:rPr>
                <w:b/>
                <w:bCs/>
              </w:rPr>
              <w:t xml:space="preserve">Shift + Ctrl + </w:t>
            </w:r>
            <w:r>
              <w:rPr>
                <w:b/>
                <w:bCs/>
              </w:rPr>
              <w:t>F3</w:t>
            </w:r>
          </w:p>
        </w:tc>
        <w:tc>
          <w:tcPr>
            <w:tcW w:w="1701" w:type="dxa"/>
            <w:vAlign w:val="center"/>
          </w:tcPr>
          <w:p w14:paraId="0A3243C8" w14:textId="77777777" w:rsidR="00294D4C" w:rsidRPr="00290F2A" w:rsidRDefault="00294D4C" w:rsidP="00242A09"/>
        </w:tc>
      </w:tr>
      <w:tr w:rsidR="00294D4C" w:rsidRPr="00290F2A" w14:paraId="3B384D9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8E7D237" w14:textId="77777777" w:rsidR="00294D4C" w:rsidRPr="00290F2A" w:rsidRDefault="00294D4C" w:rsidP="00242A09">
            <w:r w:rsidRPr="00290F2A">
              <w:t>Decrease Mixture</w:t>
            </w:r>
          </w:p>
        </w:tc>
        <w:tc>
          <w:tcPr>
            <w:tcW w:w="1701" w:type="dxa"/>
            <w:vAlign w:val="center"/>
          </w:tcPr>
          <w:p w14:paraId="10783ADC" w14:textId="77777777" w:rsidR="00294D4C" w:rsidRPr="0064122D" w:rsidRDefault="00294D4C" w:rsidP="00242A09">
            <w:pPr>
              <w:rPr>
                <w:b/>
                <w:bCs/>
              </w:rPr>
            </w:pPr>
            <w:r w:rsidRPr="0064122D">
              <w:rPr>
                <w:b/>
                <w:bCs/>
              </w:rPr>
              <w:t xml:space="preserve">Shift + Ctrl + </w:t>
            </w:r>
            <w:r>
              <w:rPr>
                <w:b/>
                <w:bCs/>
              </w:rPr>
              <w:t>F2</w:t>
            </w:r>
          </w:p>
        </w:tc>
        <w:tc>
          <w:tcPr>
            <w:tcW w:w="1701" w:type="dxa"/>
            <w:vAlign w:val="center"/>
          </w:tcPr>
          <w:p w14:paraId="6F76CA35" w14:textId="77777777" w:rsidR="00294D4C" w:rsidRPr="00290F2A" w:rsidRDefault="00294D4C" w:rsidP="00242A09"/>
        </w:tc>
      </w:tr>
      <w:tr w:rsidR="0064122D" w:rsidRPr="00290F2A" w14:paraId="1716BC8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4D7F176" w14:textId="6797FDC5" w:rsidR="0064122D" w:rsidRPr="00290F2A" w:rsidRDefault="000A6EE4" w:rsidP="00242A09">
            <w:r w:rsidRPr="00290F2A">
              <w:t>Decrease Mixture (Slow)</w:t>
            </w:r>
          </w:p>
        </w:tc>
        <w:tc>
          <w:tcPr>
            <w:tcW w:w="1701" w:type="dxa"/>
            <w:vAlign w:val="center"/>
          </w:tcPr>
          <w:p w14:paraId="3B5706F2" w14:textId="77777777" w:rsidR="0064122D" w:rsidRPr="0064122D" w:rsidRDefault="0064122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4B24BE8" w14:textId="77777777" w:rsidR="0064122D" w:rsidRPr="00290F2A" w:rsidRDefault="0064122D" w:rsidP="00242A09"/>
        </w:tc>
      </w:tr>
      <w:tr w:rsidR="00294D4C" w:rsidRPr="00290F2A" w14:paraId="302D3F5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E3B72B5" w14:textId="77777777" w:rsidR="00294D4C" w:rsidRPr="00290F2A" w:rsidRDefault="00294D4C" w:rsidP="00242A09">
            <w:r w:rsidRPr="00290F2A">
              <w:t>Set Mixture Rich</w:t>
            </w:r>
          </w:p>
        </w:tc>
        <w:tc>
          <w:tcPr>
            <w:tcW w:w="1701" w:type="dxa"/>
            <w:vAlign w:val="center"/>
          </w:tcPr>
          <w:p w14:paraId="59AC713B" w14:textId="77777777" w:rsidR="00294D4C" w:rsidRPr="0064122D" w:rsidRDefault="00294D4C" w:rsidP="00242A09">
            <w:pPr>
              <w:rPr>
                <w:b/>
                <w:bCs/>
              </w:rPr>
            </w:pPr>
            <w:r w:rsidRPr="0064122D">
              <w:rPr>
                <w:b/>
                <w:bCs/>
              </w:rPr>
              <w:t xml:space="preserve">Shift + Ctrl + </w:t>
            </w:r>
            <w:r>
              <w:rPr>
                <w:b/>
                <w:bCs/>
              </w:rPr>
              <w:t>F4</w:t>
            </w:r>
          </w:p>
        </w:tc>
        <w:tc>
          <w:tcPr>
            <w:tcW w:w="1701" w:type="dxa"/>
            <w:vAlign w:val="center"/>
          </w:tcPr>
          <w:p w14:paraId="4780B85A" w14:textId="77777777" w:rsidR="00294D4C" w:rsidRPr="00290F2A" w:rsidRDefault="00294D4C" w:rsidP="00242A09"/>
        </w:tc>
      </w:tr>
      <w:tr w:rsidR="0064122D" w:rsidRPr="00290F2A" w14:paraId="5DE1789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7AE21E1" w14:textId="4DBED4A7" w:rsidR="0064122D" w:rsidRPr="00290F2A" w:rsidRDefault="000A6EE4" w:rsidP="00242A09">
            <w:r w:rsidRPr="00290F2A">
              <w:t>Set Mixture Lean</w:t>
            </w:r>
          </w:p>
        </w:tc>
        <w:tc>
          <w:tcPr>
            <w:tcW w:w="1701" w:type="dxa"/>
            <w:vAlign w:val="center"/>
          </w:tcPr>
          <w:p w14:paraId="4E5695C5" w14:textId="3D396886" w:rsidR="0064122D" w:rsidRPr="0064122D" w:rsidRDefault="0064122D" w:rsidP="00242A09">
            <w:pPr>
              <w:rPr>
                <w:b/>
                <w:bCs/>
              </w:rPr>
            </w:pPr>
            <w:r w:rsidRPr="0064122D">
              <w:rPr>
                <w:b/>
                <w:bCs/>
              </w:rPr>
              <w:t xml:space="preserve">Shift + Ctrl + </w:t>
            </w:r>
            <w:r>
              <w:rPr>
                <w:b/>
                <w:bCs/>
              </w:rPr>
              <w:t>F1</w:t>
            </w:r>
          </w:p>
        </w:tc>
        <w:tc>
          <w:tcPr>
            <w:tcW w:w="1701" w:type="dxa"/>
            <w:vAlign w:val="center"/>
          </w:tcPr>
          <w:p w14:paraId="6ABC8905" w14:textId="77777777" w:rsidR="0064122D" w:rsidRPr="00290F2A" w:rsidRDefault="0064122D" w:rsidP="00242A09"/>
        </w:tc>
      </w:tr>
      <w:tr w:rsidR="0064122D" w:rsidRPr="00290F2A" w14:paraId="4E9BA22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0EA642B" w14:textId="39478F2C" w:rsidR="0064122D" w:rsidRPr="00290F2A" w:rsidRDefault="000A6EE4" w:rsidP="00242A09">
            <w:r w:rsidRPr="00290F2A">
              <w:t>Set Best Mixture</w:t>
            </w:r>
          </w:p>
        </w:tc>
        <w:tc>
          <w:tcPr>
            <w:tcW w:w="1701" w:type="dxa"/>
            <w:vAlign w:val="center"/>
          </w:tcPr>
          <w:p w14:paraId="5B117C18" w14:textId="77777777" w:rsidR="0064122D" w:rsidRPr="0064122D" w:rsidRDefault="0064122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8D28095" w14:textId="77777777" w:rsidR="0064122D" w:rsidRPr="00290F2A" w:rsidRDefault="0064122D" w:rsidP="00242A09"/>
        </w:tc>
      </w:tr>
      <w:tr w:rsidR="008B1864" w:rsidRPr="00290F2A" w14:paraId="36E7B40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A93F321" w14:textId="2FE13CCA" w:rsidR="008B1864" w:rsidRPr="00290F2A" w:rsidRDefault="000A6EE4" w:rsidP="00242A09">
            <w:r w:rsidRPr="00290F2A">
              <w:t>Increase Mixture1</w:t>
            </w:r>
          </w:p>
        </w:tc>
        <w:tc>
          <w:tcPr>
            <w:tcW w:w="1701" w:type="dxa"/>
            <w:vAlign w:val="center"/>
          </w:tcPr>
          <w:p w14:paraId="28E326E9" w14:textId="77777777" w:rsidR="008B1864" w:rsidRPr="0064122D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D587E08" w14:textId="77777777" w:rsidR="008B1864" w:rsidRPr="00290F2A" w:rsidRDefault="008B1864" w:rsidP="00242A09"/>
        </w:tc>
      </w:tr>
      <w:tr w:rsidR="008B1864" w:rsidRPr="00290F2A" w14:paraId="3B2C284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1F23014" w14:textId="030277F7" w:rsidR="008B1864" w:rsidRPr="00290F2A" w:rsidRDefault="000A6EE4" w:rsidP="00242A09">
            <w:r w:rsidRPr="00290F2A">
              <w:t>Increase Mixture 1 (Small)</w:t>
            </w:r>
          </w:p>
        </w:tc>
        <w:tc>
          <w:tcPr>
            <w:tcW w:w="1701" w:type="dxa"/>
            <w:vAlign w:val="center"/>
          </w:tcPr>
          <w:p w14:paraId="732B70AA" w14:textId="77777777" w:rsidR="008B1864" w:rsidRPr="0064122D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48E1E45" w14:textId="77777777" w:rsidR="008B1864" w:rsidRPr="00290F2A" w:rsidRDefault="008B1864" w:rsidP="00242A09"/>
        </w:tc>
      </w:tr>
      <w:tr w:rsidR="00294D4C" w:rsidRPr="00290F2A" w14:paraId="2375FB84" w14:textId="77777777" w:rsidTr="008D0FC0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1AC3B87" w14:textId="77777777" w:rsidR="00294D4C" w:rsidRPr="00290F2A" w:rsidRDefault="00294D4C" w:rsidP="00242A09">
            <w:r w:rsidRPr="00290F2A">
              <w:t>Decrease Mixture 1</w:t>
            </w:r>
          </w:p>
        </w:tc>
        <w:tc>
          <w:tcPr>
            <w:tcW w:w="1701" w:type="dxa"/>
            <w:vAlign w:val="center"/>
          </w:tcPr>
          <w:p w14:paraId="177474AD" w14:textId="77777777" w:rsidR="00294D4C" w:rsidRPr="0064122D" w:rsidRDefault="00294D4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9ACC106" w14:textId="77777777" w:rsidR="00294D4C" w:rsidRPr="00290F2A" w:rsidRDefault="00294D4C" w:rsidP="00242A09"/>
        </w:tc>
      </w:tr>
      <w:tr w:rsidR="00294D4C" w:rsidRPr="00290F2A" w14:paraId="24513856" w14:textId="77777777" w:rsidTr="008D0FC0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03EC5DB" w14:textId="77777777" w:rsidR="00294D4C" w:rsidRPr="00290F2A" w:rsidRDefault="00294D4C" w:rsidP="00242A09">
            <w:r w:rsidRPr="00290F2A">
              <w:t>Decrease Mixture 1 (Slow)</w:t>
            </w:r>
          </w:p>
        </w:tc>
        <w:tc>
          <w:tcPr>
            <w:tcW w:w="1701" w:type="dxa"/>
            <w:vAlign w:val="center"/>
          </w:tcPr>
          <w:p w14:paraId="0339204E" w14:textId="77777777" w:rsidR="00294D4C" w:rsidRPr="0064122D" w:rsidRDefault="00294D4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198F73A" w14:textId="77777777" w:rsidR="00294D4C" w:rsidRPr="00290F2A" w:rsidRDefault="00294D4C" w:rsidP="00242A09"/>
        </w:tc>
      </w:tr>
      <w:tr w:rsidR="008B1864" w:rsidRPr="00290F2A" w14:paraId="3F4D87B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81275F4" w14:textId="538BFEC6" w:rsidR="008B1864" w:rsidRPr="00290F2A" w:rsidRDefault="000A6EE4" w:rsidP="00242A09">
            <w:r w:rsidRPr="00290F2A">
              <w:t>Set Mixture Lean 1</w:t>
            </w:r>
          </w:p>
        </w:tc>
        <w:tc>
          <w:tcPr>
            <w:tcW w:w="1701" w:type="dxa"/>
            <w:vAlign w:val="center"/>
          </w:tcPr>
          <w:p w14:paraId="6743C7A9" w14:textId="77777777" w:rsidR="008B1864" w:rsidRPr="0064122D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E4F9D2D" w14:textId="77777777" w:rsidR="008B1864" w:rsidRPr="00290F2A" w:rsidRDefault="008B1864" w:rsidP="00242A09"/>
        </w:tc>
      </w:tr>
      <w:tr w:rsidR="008B1864" w:rsidRPr="00290F2A" w14:paraId="7AF12D6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C5C2C15" w14:textId="41299AF3" w:rsidR="008B1864" w:rsidRPr="00290F2A" w:rsidRDefault="000A6EE4" w:rsidP="00242A09">
            <w:r w:rsidRPr="00290F2A">
              <w:t>Set Mixture 1 Rich</w:t>
            </w:r>
          </w:p>
        </w:tc>
        <w:tc>
          <w:tcPr>
            <w:tcW w:w="1701" w:type="dxa"/>
            <w:vAlign w:val="center"/>
          </w:tcPr>
          <w:p w14:paraId="1713E8BD" w14:textId="77777777" w:rsidR="008B1864" w:rsidRPr="0064122D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1D45C98" w14:textId="77777777" w:rsidR="008B1864" w:rsidRPr="00290F2A" w:rsidRDefault="008B1864" w:rsidP="00242A09"/>
        </w:tc>
      </w:tr>
      <w:tr w:rsidR="008B1864" w:rsidRPr="00290F2A" w14:paraId="51CBA1B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E99C2E8" w14:textId="6E9A9728" w:rsidR="008B1864" w:rsidRPr="00290F2A" w:rsidRDefault="000A6EE4" w:rsidP="00242A09">
            <w:r w:rsidRPr="00290F2A">
              <w:t>Increase Mixture 2</w:t>
            </w:r>
          </w:p>
        </w:tc>
        <w:tc>
          <w:tcPr>
            <w:tcW w:w="1701" w:type="dxa"/>
            <w:vAlign w:val="center"/>
          </w:tcPr>
          <w:p w14:paraId="6BD7485F" w14:textId="77777777" w:rsidR="008B1864" w:rsidRPr="0064122D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D005BB9" w14:textId="77777777" w:rsidR="008B1864" w:rsidRPr="00290F2A" w:rsidRDefault="008B1864" w:rsidP="00242A09"/>
        </w:tc>
      </w:tr>
      <w:tr w:rsidR="008B1864" w:rsidRPr="00290F2A" w14:paraId="22C3110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C08F88D" w14:textId="64A772BB" w:rsidR="008B1864" w:rsidRPr="00290F2A" w:rsidRDefault="000A6EE4" w:rsidP="00242A09">
            <w:r w:rsidRPr="00290F2A">
              <w:t>Increase Mixture 2 (Small)</w:t>
            </w:r>
          </w:p>
        </w:tc>
        <w:tc>
          <w:tcPr>
            <w:tcW w:w="1701" w:type="dxa"/>
            <w:vAlign w:val="center"/>
          </w:tcPr>
          <w:p w14:paraId="4F33FCBC" w14:textId="77777777" w:rsidR="008B1864" w:rsidRPr="0064122D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8738507" w14:textId="77777777" w:rsidR="008B1864" w:rsidRPr="00290F2A" w:rsidRDefault="008B1864" w:rsidP="00242A09"/>
        </w:tc>
      </w:tr>
      <w:tr w:rsidR="00294D4C" w:rsidRPr="00290F2A" w14:paraId="524B1A1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C4E827B" w14:textId="77777777" w:rsidR="00294D4C" w:rsidRPr="00290F2A" w:rsidRDefault="00294D4C" w:rsidP="00242A09">
            <w:r w:rsidRPr="00290F2A">
              <w:t>Decrease Mixture 2</w:t>
            </w:r>
          </w:p>
        </w:tc>
        <w:tc>
          <w:tcPr>
            <w:tcW w:w="1701" w:type="dxa"/>
            <w:vAlign w:val="center"/>
          </w:tcPr>
          <w:p w14:paraId="4AF09195" w14:textId="77777777" w:rsidR="00294D4C" w:rsidRPr="0064122D" w:rsidRDefault="00294D4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A0DE65C" w14:textId="77777777" w:rsidR="00294D4C" w:rsidRPr="00290F2A" w:rsidRDefault="00294D4C" w:rsidP="00242A09"/>
        </w:tc>
      </w:tr>
      <w:tr w:rsidR="00294D4C" w:rsidRPr="00290F2A" w14:paraId="2245867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63570FA" w14:textId="77777777" w:rsidR="00294D4C" w:rsidRPr="00290F2A" w:rsidRDefault="00294D4C" w:rsidP="00242A09">
            <w:r w:rsidRPr="00290F2A">
              <w:t>Decrease Mixture 2 (Slow)</w:t>
            </w:r>
          </w:p>
        </w:tc>
        <w:tc>
          <w:tcPr>
            <w:tcW w:w="1701" w:type="dxa"/>
            <w:vAlign w:val="center"/>
          </w:tcPr>
          <w:p w14:paraId="6B3BE143" w14:textId="77777777" w:rsidR="00294D4C" w:rsidRPr="0064122D" w:rsidRDefault="00294D4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33DBB40" w14:textId="77777777" w:rsidR="00294D4C" w:rsidRPr="00290F2A" w:rsidRDefault="00294D4C" w:rsidP="00242A09"/>
        </w:tc>
      </w:tr>
      <w:tr w:rsidR="008B1864" w:rsidRPr="00290F2A" w14:paraId="188E36C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070BE7D" w14:textId="3EEB20A9" w:rsidR="008B1864" w:rsidRPr="00290F2A" w:rsidRDefault="000A6EE4" w:rsidP="00242A09">
            <w:r w:rsidRPr="00290F2A">
              <w:t>Set Mixture Lean 2</w:t>
            </w:r>
          </w:p>
        </w:tc>
        <w:tc>
          <w:tcPr>
            <w:tcW w:w="1701" w:type="dxa"/>
            <w:vAlign w:val="center"/>
          </w:tcPr>
          <w:p w14:paraId="70489ACC" w14:textId="77777777" w:rsidR="008B1864" w:rsidRPr="0064122D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C6778B3" w14:textId="77777777" w:rsidR="008B1864" w:rsidRPr="00290F2A" w:rsidRDefault="008B1864" w:rsidP="00242A09"/>
        </w:tc>
      </w:tr>
      <w:tr w:rsidR="008B1864" w:rsidRPr="00290F2A" w14:paraId="66D1B09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2D862A3" w14:textId="02090F83" w:rsidR="008B1864" w:rsidRPr="00290F2A" w:rsidRDefault="000A6EE4" w:rsidP="00242A09">
            <w:r w:rsidRPr="00290F2A">
              <w:t>Set Mixture 2 Rich</w:t>
            </w:r>
          </w:p>
        </w:tc>
        <w:tc>
          <w:tcPr>
            <w:tcW w:w="1701" w:type="dxa"/>
            <w:vAlign w:val="center"/>
          </w:tcPr>
          <w:p w14:paraId="624CC1BB" w14:textId="77777777" w:rsidR="008B1864" w:rsidRPr="0064122D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5B11DD1" w14:textId="77777777" w:rsidR="008B1864" w:rsidRPr="00290F2A" w:rsidRDefault="008B1864" w:rsidP="00242A09"/>
        </w:tc>
      </w:tr>
      <w:tr w:rsidR="008B1864" w:rsidRPr="00290F2A" w14:paraId="6790555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92F3DC2" w14:textId="363C13D0" w:rsidR="008B1864" w:rsidRPr="00290F2A" w:rsidRDefault="000A6EE4" w:rsidP="00242A09">
            <w:r w:rsidRPr="00290F2A">
              <w:t>Increase Mixture 3</w:t>
            </w:r>
          </w:p>
        </w:tc>
        <w:tc>
          <w:tcPr>
            <w:tcW w:w="1701" w:type="dxa"/>
            <w:vAlign w:val="center"/>
          </w:tcPr>
          <w:p w14:paraId="746102E1" w14:textId="77777777" w:rsidR="008B1864" w:rsidRPr="0064122D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8B875E9" w14:textId="77777777" w:rsidR="008B1864" w:rsidRPr="00290F2A" w:rsidRDefault="008B1864" w:rsidP="00242A09"/>
        </w:tc>
      </w:tr>
      <w:tr w:rsidR="008B1864" w:rsidRPr="00290F2A" w14:paraId="43C4472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727DC4E" w14:textId="1C9FF8E6" w:rsidR="008B1864" w:rsidRPr="00290F2A" w:rsidRDefault="000A6EE4" w:rsidP="00242A09">
            <w:r w:rsidRPr="00290F2A">
              <w:t>Increase Mixture 3 (Small)</w:t>
            </w:r>
          </w:p>
        </w:tc>
        <w:tc>
          <w:tcPr>
            <w:tcW w:w="1701" w:type="dxa"/>
            <w:vAlign w:val="center"/>
          </w:tcPr>
          <w:p w14:paraId="3F3B580E" w14:textId="77777777" w:rsidR="008B1864" w:rsidRPr="0064122D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2ADE202" w14:textId="77777777" w:rsidR="008B1864" w:rsidRPr="00290F2A" w:rsidRDefault="008B1864" w:rsidP="00242A09"/>
        </w:tc>
      </w:tr>
      <w:tr w:rsidR="00294D4C" w:rsidRPr="00290F2A" w14:paraId="147A20C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32001A9" w14:textId="77777777" w:rsidR="00294D4C" w:rsidRPr="00290F2A" w:rsidRDefault="00294D4C" w:rsidP="00242A09">
            <w:r w:rsidRPr="00290F2A">
              <w:t>Decrease Mixture 3</w:t>
            </w:r>
          </w:p>
        </w:tc>
        <w:tc>
          <w:tcPr>
            <w:tcW w:w="1701" w:type="dxa"/>
            <w:vAlign w:val="center"/>
          </w:tcPr>
          <w:p w14:paraId="3DEC9087" w14:textId="77777777" w:rsidR="00294D4C" w:rsidRPr="0064122D" w:rsidRDefault="00294D4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771669B" w14:textId="77777777" w:rsidR="00294D4C" w:rsidRPr="00290F2A" w:rsidRDefault="00294D4C" w:rsidP="00242A09"/>
        </w:tc>
      </w:tr>
      <w:tr w:rsidR="00294D4C" w:rsidRPr="00290F2A" w14:paraId="6C38551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C491FCE" w14:textId="77777777" w:rsidR="00294D4C" w:rsidRPr="00290F2A" w:rsidRDefault="00294D4C" w:rsidP="00242A09">
            <w:r w:rsidRPr="00290F2A">
              <w:t>Decrease Mixture 3 (Slow)</w:t>
            </w:r>
          </w:p>
        </w:tc>
        <w:tc>
          <w:tcPr>
            <w:tcW w:w="1701" w:type="dxa"/>
            <w:vAlign w:val="center"/>
          </w:tcPr>
          <w:p w14:paraId="0C55F8AE" w14:textId="77777777" w:rsidR="00294D4C" w:rsidRPr="0064122D" w:rsidRDefault="00294D4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931F2B1" w14:textId="77777777" w:rsidR="00294D4C" w:rsidRPr="00290F2A" w:rsidRDefault="00294D4C" w:rsidP="00242A09"/>
        </w:tc>
      </w:tr>
      <w:tr w:rsidR="008B1864" w:rsidRPr="00290F2A" w14:paraId="2371648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BEAC0F7" w14:textId="58824379" w:rsidR="008B1864" w:rsidRPr="00290F2A" w:rsidRDefault="000A6EE4" w:rsidP="00242A09">
            <w:r w:rsidRPr="00290F2A">
              <w:t>Set Mixture Lean 3</w:t>
            </w:r>
          </w:p>
        </w:tc>
        <w:tc>
          <w:tcPr>
            <w:tcW w:w="1701" w:type="dxa"/>
            <w:vAlign w:val="center"/>
          </w:tcPr>
          <w:p w14:paraId="57F9B219" w14:textId="77777777" w:rsidR="008B1864" w:rsidRPr="0064122D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1325847" w14:textId="77777777" w:rsidR="008B1864" w:rsidRPr="00290F2A" w:rsidRDefault="008B1864" w:rsidP="00242A09"/>
        </w:tc>
      </w:tr>
      <w:tr w:rsidR="008B1864" w:rsidRPr="00290F2A" w14:paraId="0449B5D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02B3702" w14:textId="395D2063" w:rsidR="008B1864" w:rsidRPr="00290F2A" w:rsidRDefault="000A6EE4" w:rsidP="00242A09">
            <w:r w:rsidRPr="00290F2A">
              <w:t>Set Mixture 3 Rich</w:t>
            </w:r>
          </w:p>
        </w:tc>
        <w:tc>
          <w:tcPr>
            <w:tcW w:w="1701" w:type="dxa"/>
            <w:vAlign w:val="center"/>
          </w:tcPr>
          <w:p w14:paraId="24EA3400" w14:textId="77777777" w:rsidR="008B1864" w:rsidRPr="0064122D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7D9A989" w14:textId="77777777" w:rsidR="008B1864" w:rsidRPr="00290F2A" w:rsidRDefault="008B1864" w:rsidP="00242A09"/>
        </w:tc>
      </w:tr>
      <w:tr w:rsidR="008B1864" w:rsidRPr="00290F2A" w14:paraId="5DB4436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D72045A" w14:textId="7D23E404" w:rsidR="008B1864" w:rsidRPr="00290F2A" w:rsidRDefault="000A6EE4" w:rsidP="00242A09">
            <w:r w:rsidRPr="00290F2A">
              <w:t>Increase Mixture 4</w:t>
            </w:r>
          </w:p>
        </w:tc>
        <w:tc>
          <w:tcPr>
            <w:tcW w:w="1701" w:type="dxa"/>
            <w:vAlign w:val="center"/>
          </w:tcPr>
          <w:p w14:paraId="4A1DF398" w14:textId="77777777" w:rsidR="008B1864" w:rsidRPr="0064122D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A16F4A4" w14:textId="77777777" w:rsidR="008B1864" w:rsidRPr="00290F2A" w:rsidRDefault="008B1864" w:rsidP="00242A09"/>
        </w:tc>
      </w:tr>
      <w:tr w:rsidR="008B1864" w:rsidRPr="00290F2A" w14:paraId="49E2579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78A516E" w14:textId="51348D6E" w:rsidR="008B1864" w:rsidRPr="00290F2A" w:rsidRDefault="000A6EE4" w:rsidP="00242A09">
            <w:r w:rsidRPr="00290F2A">
              <w:t>Increase Mixture 4 (Small)</w:t>
            </w:r>
          </w:p>
        </w:tc>
        <w:tc>
          <w:tcPr>
            <w:tcW w:w="1701" w:type="dxa"/>
            <w:vAlign w:val="center"/>
          </w:tcPr>
          <w:p w14:paraId="4062DDB3" w14:textId="77777777" w:rsidR="008B1864" w:rsidRPr="0064122D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BDFF5B8" w14:textId="77777777" w:rsidR="008B1864" w:rsidRPr="00290F2A" w:rsidRDefault="008B1864" w:rsidP="00242A09"/>
        </w:tc>
      </w:tr>
      <w:tr w:rsidR="00294D4C" w:rsidRPr="00290F2A" w14:paraId="59DB26C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CB898CB" w14:textId="77777777" w:rsidR="00294D4C" w:rsidRPr="00290F2A" w:rsidRDefault="00294D4C" w:rsidP="00242A09">
            <w:r w:rsidRPr="00290F2A">
              <w:t>Decrease Mixture 4</w:t>
            </w:r>
          </w:p>
        </w:tc>
        <w:tc>
          <w:tcPr>
            <w:tcW w:w="1701" w:type="dxa"/>
            <w:vAlign w:val="center"/>
          </w:tcPr>
          <w:p w14:paraId="30CA87C7" w14:textId="77777777" w:rsidR="00294D4C" w:rsidRPr="0064122D" w:rsidRDefault="00294D4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4C7A393" w14:textId="77777777" w:rsidR="00294D4C" w:rsidRPr="00290F2A" w:rsidRDefault="00294D4C" w:rsidP="00242A09"/>
        </w:tc>
      </w:tr>
      <w:tr w:rsidR="00294D4C" w:rsidRPr="00290F2A" w14:paraId="1F9740E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76B7B1B" w14:textId="77777777" w:rsidR="00294D4C" w:rsidRPr="00290F2A" w:rsidRDefault="00294D4C" w:rsidP="00242A09">
            <w:r w:rsidRPr="00290F2A">
              <w:t>Decrease Mixture 4 (Slow)</w:t>
            </w:r>
          </w:p>
        </w:tc>
        <w:tc>
          <w:tcPr>
            <w:tcW w:w="1701" w:type="dxa"/>
            <w:vAlign w:val="center"/>
          </w:tcPr>
          <w:p w14:paraId="015E9A59" w14:textId="77777777" w:rsidR="00294D4C" w:rsidRPr="0064122D" w:rsidRDefault="00294D4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553EC26" w14:textId="77777777" w:rsidR="00294D4C" w:rsidRPr="00290F2A" w:rsidRDefault="00294D4C" w:rsidP="00242A09"/>
        </w:tc>
      </w:tr>
      <w:tr w:rsidR="008B1864" w:rsidRPr="00290F2A" w14:paraId="5E5915B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B46AA67" w14:textId="141D19FF" w:rsidR="008B1864" w:rsidRPr="00290F2A" w:rsidRDefault="000A6EE4" w:rsidP="00242A09">
            <w:r w:rsidRPr="00290F2A">
              <w:t>Set Mixture Lean 4</w:t>
            </w:r>
          </w:p>
        </w:tc>
        <w:tc>
          <w:tcPr>
            <w:tcW w:w="1701" w:type="dxa"/>
            <w:vAlign w:val="center"/>
          </w:tcPr>
          <w:p w14:paraId="3103D888" w14:textId="77777777" w:rsidR="008B1864" w:rsidRPr="0064122D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B96AC33" w14:textId="77777777" w:rsidR="008B1864" w:rsidRPr="00290F2A" w:rsidRDefault="008B1864" w:rsidP="00242A09"/>
        </w:tc>
      </w:tr>
      <w:tr w:rsidR="008B1864" w:rsidRPr="00290F2A" w14:paraId="31C7993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AA2EA9E" w14:textId="77777777" w:rsidR="008B1864" w:rsidRPr="00290F2A" w:rsidRDefault="008B1864" w:rsidP="00242A09">
            <w:r w:rsidRPr="00290F2A">
              <w:t>Set Mixture 4 Rich</w:t>
            </w:r>
          </w:p>
        </w:tc>
        <w:tc>
          <w:tcPr>
            <w:tcW w:w="1701" w:type="dxa"/>
            <w:vAlign w:val="center"/>
          </w:tcPr>
          <w:p w14:paraId="770F80C4" w14:textId="77777777" w:rsidR="008B1864" w:rsidRPr="0064122D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8CBE973" w14:textId="77777777" w:rsidR="008B1864" w:rsidRPr="00290F2A" w:rsidRDefault="008B1864" w:rsidP="00242A09"/>
        </w:tc>
      </w:tr>
    </w:tbl>
    <w:p w14:paraId="63433BFE" w14:textId="77777777" w:rsidR="008B1864" w:rsidRDefault="008B1864" w:rsidP="008A1E29">
      <w:pPr>
        <w:pStyle w:val="Ttulo1"/>
        <w:pageBreakBefore/>
        <w:tabs>
          <w:tab w:val="left" w:pos="284"/>
        </w:tabs>
        <w:ind w:left="0" w:firstLine="0"/>
      </w:pPr>
      <w:bookmarkStart w:id="53" w:name="_Toc65859904"/>
      <w:bookmarkStart w:id="54" w:name="_Toc66292964"/>
      <w:r w:rsidRPr="00290F2A">
        <w:lastRenderedPageBreak/>
        <w:t>Landing Gear</w:t>
      </w:r>
      <w:bookmarkEnd w:id="53"/>
      <w:bookmarkEnd w:id="54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8B1864" w:rsidRPr="00AA645C" w14:paraId="4926F646" w14:textId="77777777" w:rsidTr="008D0FC0">
        <w:trPr>
          <w:trHeight w:val="283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256166D4" w14:textId="18677D90" w:rsidR="008B1864" w:rsidRPr="00C9729C" w:rsidRDefault="008B1864" w:rsidP="006A0E97">
            <w:pPr>
              <w:jc w:val="center"/>
              <w:rPr>
                <w:b/>
                <w:bCs/>
                <w:lang w:val="en-US"/>
              </w:rPr>
            </w:pPr>
            <w:r w:rsidRPr="00716A3E">
              <w:rPr>
                <w:b/>
                <w:bCs/>
              </w:rPr>
              <w:fldChar w:fldCharType="begin"/>
            </w:r>
            <w:r w:rsidRPr="00C9729C">
              <w:rPr>
                <w:b/>
                <w:bCs/>
                <w:lang w:val="en-US"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  <w:lang w:val="en-US"/>
              </w:rPr>
              <w:t>Landing Gear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4B2878B" w14:textId="77777777" w:rsidR="008B1864" w:rsidRPr="00F118D9" w:rsidRDefault="008B1864" w:rsidP="006A0E97">
            <w:pPr>
              <w:jc w:val="center"/>
              <w:rPr>
                <w:b/>
                <w:bCs/>
              </w:rPr>
            </w:pPr>
            <w:r w:rsidRPr="00F118D9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0069FA2" w14:textId="51803CDC" w:rsidR="008B1864" w:rsidRPr="00AA645C" w:rsidRDefault="005824C4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8B1864" w:rsidRPr="00290F2A" w14:paraId="54731CA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6C2AEF9" w14:textId="77777777" w:rsidR="008B1864" w:rsidRPr="00290F2A" w:rsidRDefault="008B1864" w:rsidP="00242A09">
            <w:bookmarkStart w:id="55" w:name="_Toc65859905"/>
            <w:bookmarkEnd w:id="55"/>
            <w:r w:rsidRPr="00290F2A">
              <w:t>Toggle Landing Gear</w:t>
            </w:r>
          </w:p>
        </w:tc>
        <w:tc>
          <w:tcPr>
            <w:tcW w:w="1701" w:type="dxa"/>
            <w:vAlign w:val="center"/>
          </w:tcPr>
          <w:p w14:paraId="25BF749B" w14:textId="16F9A2F5" w:rsidR="008B1864" w:rsidRPr="00F118D9" w:rsidRDefault="00F118D9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G</w:t>
            </w:r>
          </w:p>
        </w:tc>
        <w:tc>
          <w:tcPr>
            <w:tcW w:w="1701" w:type="dxa"/>
            <w:vAlign w:val="center"/>
          </w:tcPr>
          <w:p w14:paraId="3CE91262" w14:textId="77777777" w:rsidR="008B1864" w:rsidRPr="00290F2A" w:rsidRDefault="008B1864" w:rsidP="00242A09"/>
        </w:tc>
      </w:tr>
      <w:tr w:rsidR="008B1864" w:rsidRPr="00290F2A" w14:paraId="4D011F5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F1F37D0" w14:textId="77777777" w:rsidR="008B1864" w:rsidRPr="00290F2A" w:rsidRDefault="008B1864" w:rsidP="00242A09">
            <w:r w:rsidRPr="00290F2A">
              <w:t>Gear Down</w:t>
            </w:r>
          </w:p>
        </w:tc>
        <w:tc>
          <w:tcPr>
            <w:tcW w:w="1701" w:type="dxa"/>
            <w:vAlign w:val="center"/>
          </w:tcPr>
          <w:p w14:paraId="4BAD1E26" w14:textId="48C52A21" w:rsidR="008B1864" w:rsidRPr="00F118D9" w:rsidRDefault="00F118D9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G</w:t>
            </w:r>
          </w:p>
        </w:tc>
        <w:tc>
          <w:tcPr>
            <w:tcW w:w="1701" w:type="dxa"/>
            <w:vAlign w:val="center"/>
          </w:tcPr>
          <w:p w14:paraId="4B6A6DBF" w14:textId="77777777" w:rsidR="008B1864" w:rsidRPr="00290F2A" w:rsidRDefault="008B1864" w:rsidP="00242A09"/>
        </w:tc>
      </w:tr>
      <w:tr w:rsidR="008B1864" w:rsidRPr="00290F2A" w14:paraId="48BCBFA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F1C161C" w14:textId="77777777" w:rsidR="008B1864" w:rsidRPr="00290F2A" w:rsidRDefault="008B1864" w:rsidP="00242A09">
            <w:r w:rsidRPr="00290F2A">
              <w:t>Toggle Gear Emergency Handle</w:t>
            </w:r>
          </w:p>
        </w:tc>
        <w:tc>
          <w:tcPr>
            <w:tcW w:w="1701" w:type="dxa"/>
            <w:vAlign w:val="center"/>
          </w:tcPr>
          <w:p w14:paraId="33891148" w14:textId="77777777" w:rsidR="008B1864" w:rsidRPr="00F118D9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C68BA38" w14:textId="77777777" w:rsidR="008B1864" w:rsidRPr="00290F2A" w:rsidRDefault="008B1864" w:rsidP="00242A09"/>
        </w:tc>
      </w:tr>
      <w:tr w:rsidR="008B1864" w:rsidRPr="00290F2A" w14:paraId="46C3418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C102955" w14:textId="77777777" w:rsidR="008B1864" w:rsidRPr="00290F2A" w:rsidRDefault="008B1864" w:rsidP="00242A09">
            <w:r w:rsidRPr="00290F2A">
              <w:t>Set Gear</w:t>
            </w:r>
          </w:p>
        </w:tc>
        <w:tc>
          <w:tcPr>
            <w:tcW w:w="1701" w:type="dxa"/>
            <w:vAlign w:val="center"/>
          </w:tcPr>
          <w:p w14:paraId="630E4AF0" w14:textId="77777777" w:rsidR="008B1864" w:rsidRPr="00F118D9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65DC7B5" w14:textId="77777777" w:rsidR="008B1864" w:rsidRPr="00290F2A" w:rsidRDefault="008B1864" w:rsidP="00242A09"/>
        </w:tc>
      </w:tr>
      <w:tr w:rsidR="008B1864" w:rsidRPr="00290F2A" w14:paraId="0595F8A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BB57231" w14:textId="77777777" w:rsidR="008B1864" w:rsidRPr="00290F2A" w:rsidRDefault="008B1864" w:rsidP="00242A09">
            <w:r w:rsidRPr="00290F2A">
              <w:t>Gear Up</w:t>
            </w:r>
          </w:p>
        </w:tc>
        <w:tc>
          <w:tcPr>
            <w:tcW w:w="1701" w:type="dxa"/>
            <w:vAlign w:val="center"/>
          </w:tcPr>
          <w:p w14:paraId="0AEAAAB4" w14:textId="77777777" w:rsidR="008B1864" w:rsidRPr="00F118D9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7A37A41" w14:textId="77777777" w:rsidR="008B1864" w:rsidRPr="00290F2A" w:rsidRDefault="008B1864" w:rsidP="00242A09"/>
        </w:tc>
      </w:tr>
      <w:tr w:rsidR="008B1864" w:rsidRPr="00290F2A" w14:paraId="0AB05A5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5715E8F" w14:textId="77777777" w:rsidR="008B1864" w:rsidRPr="00290F2A" w:rsidRDefault="008B1864" w:rsidP="00242A09">
            <w:r w:rsidRPr="00290F2A">
              <w:t>Toggle Tail Wheel Lock</w:t>
            </w:r>
          </w:p>
        </w:tc>
        <w:tc>
          <w:tcPr>
            <w:tcW w:w="1701" w:type="dxa"/>
            <w:vAlign w:val="center"/>
          </w:tcPr>
          <w:p w14:paraId="494574C2" w14:textId="4E382084" w:rsidR="008B1864" w:rsidRPr="00F118D9" w:rsidRDefault="00F118D9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Shift + G</w:t>
            </w:r>
          </w:p>
        </w:tc>
        <w:tc>
          <w:tcPr>
            <w:tcW w:w="1701" w:type="dxa"/>
            <w:vAlign w:val="center"/>
          </w:tcPr>
          <w:p w14:paraId="089D0408" w14:textId="77777777" w:rsidR="008B1864" w:rsidRPr="00290F2A" w:rsidRDefault="008B1864" w:rsidP="00242A09"/>
        </w:tc>
      </w:tr>
    </w:tbl>
    <w:p w14:paraId="585A3E0F" w14:textId="77777777" w:rsidR="008B1864" w:rsidRDefault="008B1864" w:rsidP="00375EC4">
      <w:pPr>
        <w:pStyle w:val="Ttulo1"/>
        <w:tabs>
          <w:tab w:val="left" w:pos="284"/>
        </w:tabs>
        <w:ind w:left="0" w:firstLine="0"/>
      </w:pPr>
      <w:bookmarkStart w:id="56" w:name="_Toc65859895"/>
      <w:bookmarkStart w:id="57" w:name="_Toc66292965"/>
      <w:r w:rsidRPr="00290F2A">
        <w:t>Brakes</w:t>
      </w:r>
      <w:bookmarkEnd w:id="56"/>
      <w:bookmarkEnd w:id="57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8B1864" w:rsidRPr="00AA645C" w14:paraId="3184FFAE" w14:textId="77777777" w:rsidTr="008D0FC0">
        <w:trPr>
          <w:trHeight w:val="283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190BB3D2" w14:textId="601D8DC7" w:rsidR="008B1864" w:rsidRPr="00AA645C" w:rsidRDefault="008B1864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Brakes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0FE481E" w14:textId="77777777" w:rsidR="008B1864" w:rsidRPr="00565F4D" w:rsidRDefault="008B1864" w:rsidP="006A0E97">
            <w:pPr>
              <w:jc w:val="center"/>
              <w:rPr>
                <w:b/>
                <w:bCs/>
              </w:rPr>
            </w:pPr>
            <w:r w:rsidRPr="00565F4D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6219604" w14:textId="36710C45" w:rsidR="008B1864" w:rsidRPr="00AA645C" w:rsidRDefault="005824C4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8B1864" w:rsidRPr="00290F2A" w14:paraId="7BFD25C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F4E997A" w14:textId="77777777" w:rsidR="008B1864" w:rsidRPr="00290F2A" w:rsidRDefault="008B1864" w:rsidP="00242A09">
            <w:bookmarkStart w:id="58" w:name="_Toc65859896"/>
            <w:bookmarkEnd w:id="58"/>
            <w:r w:rsidRPr="00290F2A">
              <w:t>Brakes</w:t>
            </w:r>
          </w:p>
        </w:tc>
        <w:tc>
          <w:tcPr>
            <w:tcW w:w="1701" w:type="dxa"/>
            <w:vAlign w:val="center"/>
          </w:tcPr>
          <w:p w14:paraId="7562A639" w14:textId="5CF1934E" w:rsidR="008B1864" w:rsidRPr="00565F4D" w:rsidRDefault="00565F4D" w:rsidP="00242A09">
            <w:pPr>
              <w:rPr>
                <w:b/>
                <w:bCs/>
              </w:rPr>
            </w:pPr>
            <w:r w:rsidRPr="00565F4D">
              <w:rPr>
                <w:b/>
                <w:bCs/>
              </w:rPr>
              <w:t>Num Del</w:t>
            </w:r>
          </w:p>
        </w:tc>
        <w:tc>
          <w:tcPr>
            <w:tcW w:w="1701" w:type="dxa"/>
            <w:vAlign w:val="center"/>
          </w:tcPr>
          <w:p w14:paraId="648FCECB" w14:textId="77777777" w:rsidR="008B1864" w:rsidRPr="00290F2A" w:rsidRDefault="008B1864" w:rsidP="00242A09"/>
        </w:tc>
      </w:tr>
      <w:tr w:rsidR="00557E2B" w:rsidRPr="00290F2A" w14:paraId="25CB7FD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4C4487F" w14:textId="77777777" w:rsidR="00557E2B" w:rsidRPr="00290F2A" w:rsidRDefault="00557E2B" w:rsidP="00242A09">
            <w:r w:rsidRPr="00290F2A">
              <w:t>Toggle Parking Brakes</w:t>
            </w:r>
          </w:p>
        </w:tc>
        <w:tc>
          <w:tcPr>
            <w:tcW w:w="1701" w:type="dxa"/>
            <w:vAlign w:val="center"/>
          </w:tcPr>
          <w:p w14:paraId="391DFC7D" w14:textId="77777777" w:rsidR="00557E2B" w:rsidRPr="00565F4D" w:rsidRDefault="00557E2B" w:rsidP="00242A09">
            <w:pPr>
              <w:rPr>
                <w:b/>
                <w:bCs/>
              </w:rPr>
            </w:pPr>
            <w:r w:rsidRPr="00565F4D">
              <w:rPr>
                <w:b/>
                <w:bCs/>
              </w:rPr>
              <w:t>Ctrl + Num Del</w:t>
            </w:r>
          </w:p>
        </w:tc>
        <w:tc>
          <w:tcPr>
            <w:tcW w:w="1701" w:type="dxa"/>
            <w:vAlign w:val="center"/>
          </w:tcPr>
          <w:p w14:paraId="4E6C24C5" w14:textId="77777777" w:rsidR="00557E2B" w:rsidRPr="00290F2A" w:rsidRDefault="00557E2B" w:rsidP="00242A09"/>
        </w:tc>
      </w:tr>
      <w:tr w:rsidR="00FC7AEC" w:rsidRPr="00290F2A" w14:paraId="05646B1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7DBB65CA" w14:textId="3FC14542" w:rsidR="00FC7AEC" w:rsidRPr="00290F2A" w:rsidRDefault="00FC7AEC" w:rsidP="00242A09">
            <w:r>
              <w:t>Set Parking Brakes</w:t>
            </w:r>
          </w:p>
        </w:tc>
        <w:tc>
          <w:tcPr>
            <w:tcW w:w="1701" w:type="dxa"/>
            <w:vAlign w:val="center"/>
          </w:tcPr>
          <w:p w14:paraId="193CE188" w14:textId="77777777" w:rsidR="00FC7AEC" w:rsidRPr="00565F4D" w:rsidRDefault="00FC7AE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FA4EEA7" w14:textId="77777777" w:rsidR="00FC7AEC" w:rsidRPr="00290F2A" w:rsidRDefault="00FC7AEC" w:rsidP="00242A09"/>
        </w:tc>
      </w:tr>
      <w:tr w:rsidR="008B1864" w:rsidRPr="00290F2A" w14:paraId="5FD06C1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99F0994" w14:textId="77777777" w:rsidR="008B1864" w:rsidRPr="00290F2A" w:rsidRDefault="008B1864" w:rsidP="00242A09">
            <w:r w:rsidRPr="00290F2A">
              <w:t>Left Brake</w:t>
            </w:r>
          </w:p>
        </w:tc>
        <w:tc>
          <w:tcPr>
            <w:tcW w:w="1701" w:type="dxa"/>
            <w:vAlign w:val="center"/>
          </w:tcPr>
          <w:p w14:paraId="253F34EE" w14:textId="1EEA331A" w:rsidR="008B1864" w:rsidRPr="00565F4D" w:rsidRDefault="00565F4D" w:rsidP="00242A09">
            <w:pPr>
              <w:rPr>
                <w:b/>
                <w:bCs/>
              </w:rPr>
            </w:pPr>
            <w:r w:rsidRPr="00565F4D">
              <w:rPr>
                <w:b/>
                <w:bCs/>
              </w:rPr>
              <w:t>Num *</w:t>
            </w:r>
          </w:p>
        </w:tc>
        <w:tc>
          <w:tcPr>
            <w:tcW w:w="1701" w:type="dxa"/>
            <w:vAlign w:val="center"/>
          </w:tcPr>
          <w:p w14:paraId="04DE50DA" w14:textId="77777777" w:rsidR="008B1864" w:rsidRPr="00290F2A" w:rsidRDefault="008B1864" w:rsidP="00242A09"/>
        </w:tc>
      </w:tr>
      <w:tr w:rsidR="008B1864" w:rsidRPr="00290F2A" w14:paraId="2029429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9D0D28D" w14:textId="77777777" w:rsidR="008B1864" w:rsidRPr="00290F2A" w:rsidRDefault="008B1864" w:rsidP="00242A09">
            <w:r w:rsidRPr="00290F2A">
              <w:t>Right Brake</w:t>
            </w:r>
          </w:p>
        </w:tc>
        <w:tc>
          <w:tcPr>
            <w:tcW w:w="1701" w:type="dxa"/>
            <w:vAlign w:val="center"/>
          </w:tcPr>
          <w:p w14:paraId="3B2A5DA4" w14:textId="32251223" w:rsidR="008B1864" w:rsidRPr="00565F4D" w:rsidRDefault="00565F4D" w:rsidP="00242A09">
            <w:pPr>
              <w:rPr>
                <w:b/>
                <w:bCs/>
              </w:rPr>
            </w:pPr>
            <w:r w:rsidRPr="00565F4D">
              <w:rPr>
                <w:b/>
                <w:bCs/>
              </w:rPr>
              <w:t>Num -</w:t>
            </w:r>
          </w:p>
        </w:tc>
        <w:tc>
          <w:tcPr>
            <w:tcW w:w="1701" w:type="dxa"/>
            <w:vAlign w:val="center"/>
          </w:tcPr>
          <w:p w14:paraId="63571E10" w14:textId="77777777" w:rsidR="008B1864" w:rsidRPr="00290F2A" w:rsidRDefault="008B1864" w:rsidP="00242A09"/>
        </w:tc>
      </w:tr>
      <w:tr w:rsidR="00557E2B" w:rsidRPr="00290F2A" w14:paraId="6A51C3F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725A174" w14:textId="77777777" w:rsidR="00557E2B" w:rsidRPr="00290F2A" w:rsidRDefault="00557E2B" w:rsidP="00242A09">
            <w:r w:rsidRPr="00290F2A">
              <w:t>Toggle Anti Skid Brakes</w:t>
            </w:r>
          </w:p>
        </w:tc>
        <w:tc>
          <w:tcPr>
            <w:tcW w:w="1701" w:type="dxa"/>
            <w:vAlign w:val="center"/>
          </w:tcPr>
          <w:p w14:paraId="59AFC33E" w14:textId="77777777" w:rsidR="00557E2B" w:rsidRPr="00565F4D" w:rsidRDefault="00557E2B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6E21523" w14:textId="77777777" w:rsidR="00557E2B" w:rsidRPr="00290F2A" w:rsidRDefault="00557E2B" w:rsidP="00242A09"/>
        </w:tc>
      </w:tr>
      <w:tr w:rsidR="00557E2B" w:rsidRPr="00290F2A" w14:paraId="07B1FCD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796A807" w14:textId="77777777" w:rsidR="00557E2B" w:rsidRPr="00290F2A" w:rsidRDefault="00557E2B" w:rsidP="00242A09">
            <w:r w:rsidRPr="00290F2A">
              <w:t>Increase Autobrake Control</w:t>
            </w:r>
          </w:p>
        </w:tc>
        <w:tc>
          <w:tcPr>
            <w:tcW w:w="1701" w:type="dxa"/>
            <w:vAlign w:val="center"/>
          </w:tcPr>
          <w:p w14:paraId="79B8F486" w14:textId="77777777" w:rsidR="00557E2B" w:rsidRPr="00565F4D" w:rsidRDefault="00557E2B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789ACAB" w14:textId="77777777" w:rsidR="00557E2B" w:rsidRPr="00290F2A" w:rsidRDefault="00557E2B" w:rsidP="00242A09"/>
        </w:tc>
      </w:tr>
      <w:tr w:rsidR="008B1864" w:rsidRPr="00290F2A" w14:paraId="1EF6F97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9EBD76B" w14:textId="77777777" w:rsidR="008B1864" w:rsidRPr="00290F2A" w:rsidRDefault="008B1864" w:rsidP="00242A09">
            <w:r w:rsidRPr="00290F2A">
              <w:t>Decrease Autobrake Control</w:t>
            </w:r>
          </w:p>
        </w:tc>
        <w:tc>
          <w:tcPr>
            <w:tcW w:w="1701" w:type="dxa"/>
            <w:vAlign w:val="center"/>
          </w:tcPr>
          <w:p w14:paraId="17B411CB" w14:textId="77777777" w:rsidR="008B1864" w:rsidRPr="00565F4D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21B5E21" w14:textId="77777777" w:rsidR="008B1864" w:rsidRPr="00290F2A" w:rsidRDefault="008B1864" w:rsidP="00242A09"/>
        </w:tc>
      </w:tr>
      <w:tr w:rsidR="00557E2B" w:rsidRPr="00290F2A" w14:paraId="36B7035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01ED541" w14:textId="77777777" w:rsidR="00557E2B" w:rsidRPr="00290F2A" w:rsidRDefault="00557E2B" w:rsidP="00242A09">
            <w:r w:rsidRPr="00290F2A">
              <w:t>Set Autobrake Control</w:t>
            </w:r>
          </w:p>
        </w:tc>
        <w:tc>
          <w:tcPr>
            <w:tcW w:w="1701" w:type="dxa"/>
            <w:vAlign w:val="center"/>
          </w:tcPr>
          <w:p w14:paraId="39E7D6E3" w14:textId="77777777" w:rsidR="00557E2B" w:rsidRPr="00565F4D" w:rsidRDefault="00557E2B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E2B85C1" w14:textId="77777777" w:rsidR="00557E2B" w:rsidRPr="00290F2A" w:rsidRDefault="00557E2B" w:rsidP="00242A09"/>
        </w:tc>
      </w:tr>
      <w:tr w:rsidR="00FC7AEC" w:rsidRPr="00290F2A" w14:paraId="127128A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0C721AE8" w14:textId="69890431" w:rsidR="00FC7AEC" w:rsidRPr="00290F2A" w:rsidRDefault="00FC7AEC" w:rsidP="00242A09">
            <w:r>
              <w:t>Set Autobrake LO</w:t>
            </w:r>
          </w:p>
        </w:tc>
        <w:tc>
          <w:tcPr>
            <w:tcW w:w="1701" w:type="dxa"/>
            <w:vAlign w:val="center"/>
          </w:tcPr>
          <w:p w14:paraId="107EE138" w14:textId="77777777" w:rsidR="00FC7AEC" w:rsidRPr="00565F4D" w:rsidRDefault="00FC7AE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E92D7E4" w14:textId="77777777" w:rsidR="00FC7AEC" w:rsidRPr="00290F2A" w:rsidRDefault="00FC7AEC" w:rsidP="00242A09"/>
        </w:tc>
      </w:tr>
      <w:tr w:rsidR="00FC7AEC" w:rsidRPr="00290F2A" w14:paraId="3AEBC62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50C356D9" w14:textId="555DE49B" w:rsidR="00FC7AEC" w:rsidRDefault="00FC7AEC" w:rsidP="00242A09">
            <w:r>
              <w:t>Set Autobrake MED</w:t>
            </w:r>
          </w:p>
        </w:tc>
        <w:tc>
          <w:tcPr>
            <w:tcW w:w="1701" w:type="dxa"/>
            <w:vAlign w:val="center"/>
          </w:tcPr>
          <w:p w14:paraId="70E792ED" w14:textId="77777777" w:rsidR="00FC7AEC" w:rsidRPr="00565F4D" w:rsidRDefault="00FC7AE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EFC94F7" w14:textId="77777777" w:rsidR="00FC7AEC" w:rsidRPr="00290F2A" w:rsidRDefault="00FC7AEC" w:rsidP="00242A09"/>
        </w:tc>
      </w:tr>
      <w:tr w:rsidR="00FC7AEC" w:rsidRPr="00290F2A" w14:paraId="1BF44F9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6F21DBBE" w14:textId="1CB9284F" w:rsidR="00FC7AEC" w:rsidRDefault="00FC7AEC" w:rsidP="00242A09">
            <w:r>
              <w:t>Set Autobrake HI</w:t>
            </w:r>
          </w:p>
        </w:tc>
        <w:tc>
          <w:tcPr>
            <w:tcW w:w="1701" w:type="dxa"/>
            <w:vAlign w:val="center"/>
          </w:tcPr>
          <w:p w14:paraId="00F7F413" w14:textId="77777777" w:rsidR="00FC7AEC" w:rsidRPr="00565F4D" w:rsidRDefault="00FC7AE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35B2DAE" w14:textId="77777777" w:rsidR="00FC7AEC" w:rsidRPr="00290F2A" w:rsidRDefault="00FC7AEC" w:rsidP="00242A09"/>
        </w:tc>
      </w:tr>
    </w:tbl>
    <w:p w14:paraId="3B58AEE6" w14:textId="0D3CA008" w:rsidR="008B1864" w:rsidRDefault="008B1864" w:rsidP="008A1E29">
      <w:pPr>
        <w:pStyle w:val="Ttulo1"/>
        <w:pageBreakBefore/>
        <w:tabs>
          <w:tab w:val="left" w:pos="284"/>
        </w:tabs>
        <w:ind w:left="0" w:firstLine="0"/>
      </w:pPr>
      <w:bookmarkStart w:id="59" w:name="_Toc66292966"/>
      <w:r w:rsidRPr="00290F2A">
        <w:lastRenderedPageBreak/>
        <w:t>Autopilot</w:t>
      </w:r>
      <w:bookmarkEnd w:id="59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8B1864" w:rsidRPr="00AA645C" w14:paraId="3C10EB6E" w14:textId="77777777" w:rsidTr="005D3D26">
        <w:trPr>
          <w:trHeight w:val="315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543A8E5C" w14:textId="4DB43500" w:rsidR="008B1864" w:rsidRPr="00AA645C" w:rsidRDefault="008B1864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Autopilot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5745355" w14:textId="77777777" w:rsidR="008B1864" w:rsidRPr="00241F36" w:rsidRDefault="008B1864" w:rsidP="006A0E97">
            <w:pPr>
              <w:jc w:val="center"/>
              <w:rPr>
                <w:b/>
                <w:bCs/>
              </w:rPr>
            </w:pPr>
            <w:r w:rsidRPr="00241F36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AADE402" w14:textId="0C3233C4" w:rsidR="008B1864" w:rsidRPr="00AA645C" w:rsidRDefault="005824C4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241F36" w:rsidRPr="00290F2A" w14:paraId="1AB449D6" w14:textId="77777777" w:rsidTr="005D3D2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B82CBD5" w14:textId="77777777" w:rsidR="00241F36" w:rsidRPr="00290F2A" w:rsidRDefault="00241F36" w:rsidP="00242A09">
            <w:bookmarkStart w:id="60" w:name="_Toc65859894"/>
            <w:bookmarkEnd w:id="60"/>
            <w:r w:rsidRPr="00290F2A">
              <w:t>Toggle Autopilot Master</w:t>
            </w:r>
          </w:p>
        </w:tc>
        <w:tc>
          <w:tcPr>
            <w:tcW w:w="1701" w:type="dxa"/>
            <w:vAlign w:val="center"/>
          </w:tcPr>
          <w:p w14:paraId="53D275D5" w14:textId="753D7D62" w:rsidR="00241F36" w:rsidRPr="00241F36" w:rsidRDefault="00241F36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Z</w:t>
            </w:r>
          </w:p>
        </w:tc>
        <w:tc>
          <w:tcPr>
            <w:tcW w:w="1701" w:type="dxa"/>
            <w:vAlign w:val="center"/>
          </w:tcPr>
          <w:p w14:paraId="4BFF42D9" w14:textId="77777777" w:rsidR="00241F36" w:rsidRPr="00290F2A" w:rsidRDefault="00241F36" w:rsidP="00242A09"/>
        </w:tc>
      </w:tr>
      <w:tr w:rsidR="00A71CBB" w:rsidRPr="00290F2A" w14:paraId="29FE0E73" w14:textId="77777777" w:rsidTr="005D3D2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9E89270" w14:textId="77777777" w:rsidR="00A71CBB" w:rsidRPr="00290F2A" w:rsidRDefault="00A71CBB" w:rsidP="00242A09">
            <w:r w:rsidRPr="00290F2A">
              <w:t>Autopilot On</w:t>
            </w:r>
          </w:p>
        </w:tc>
        <w:tc>
          <w:tcPr>
            <w:tcW w:w="1701" w:type="dxa"/>
            <w:vAlign w:val="center"/>
          </w:tcPr>
          <w:p w14:paraId="2A46AD81" w14:textId="31B69A2D" w:rsidR="00A71CBB" w:rsidRPr="00241F36" w:rsidRDefault="00241F36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Alt + Z</w:t>
            </w:r>
          </w:p>
        </w:tc>
        <w:tc>
          <w:tcPr>
            <w:tcW w:w="1701" w:type="dxa"/>
            <w:vAlign w:val="center"/>
          </w:tcPr>
          <w:p w14:paraId="747AE708" w14:textId="77777777" w:rsidR="00A71CBB" w:rsidRPr="00290F2A" w:rsidRDefault="00A71CBB" w:rsidP="00242A09"/>
        </w:tc>
      </w:tr>
      <w:tr w:rsidR="00A71CBB" w:rsidRPr="00290F2A" w14:paraId="21679D89" w14:textId="77777777" w:rsidTr="005D3D2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AB1E4D9" w14:textId="77777777" w:rsidR="00A71CBB" w:rsidRPr="00290F2A" w:rsidRDefault="00A71CBB" w:rsidP="00242A09">
            <w:r w:rsidRPr="00290F2A">
              <w:t>Autopilot Off</w:t>
            </w:r>
          </w:p>
        </w:tc>
        <w:tc>
          <w:tcPr>
            <w:tcW w:w="1701" w:type="dxa"/>
            <w:vAlign w:val="center"/>
          </w:tcPr>
          <w:p w14:paraId="55A539CA" w14:textId="2A02980C" w:rsidR="00A71CBB" w:rsidRPr="00241F36" w:rsidRDefault="00241F36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Shift + Alt + Z</w:t>
            </w:r>
          </w:p>
        </w:tc>
        <w:tc>
          <w:tcPr>
            <w:tcW w:w="1701" w:type="dxa"/>
            <w:vAlign w:val="center"/>
          </w:tcPr>
          <w:p w14:paraId="3EA6D5DF" w14:textId="77777777" w:rsidR="00A71CBB" w:rsidRPr="00290F2A" w:rsidRDefault="00A71CBB" w:rsidP="00242A09"/>
        </w:tc>
      </w:tr>
      <w:tr w:rsidR="00192558" w:rsidRPr="00290F2A" w14:paraId="0A3FB098" w14:textId="77777777" w:rsidTr="005D3D2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A45C3F4" w14:textId="77777777" w:rsidR="00192558" w:rsidRPr="00290F2A" w:rsidRDefault="00192558" w:rsidP="00192558">
            <w:r w:rsidRPr="00290F2A">
              <w:t>Toggle Autopilot Wing Leveler</w:t>
            </w:r>
          </w:p>
        </w:tc>
        <w:tc>
          <w:tcPr>
            <w:tcW w:w="1701" w:type="dxa"/>
            <w:vAlign w:val="center"/>
          </w:tcPr>
          <w:p w14:paraId="017B26A9" w14:textId="77777777" w:rsidR="00192558" w:rsidRPr="00241F36" w:rsidRDefault="00192558" w:rsidP="00192558">
            <w:pPr>
              <w:rPr>
                <w:b/>
                <w:bCs/>
              </w:rPr>
            </w:pPr>
            <w:r>
              <w:rPr>
                <w:b/>
                <w:bCs/>
              </w:rPr>
              <w:t>Ctrl + V</w:t>
            </w:r>
          </w:p>
        </w:tc>
        <w:tc>
          <w:tcPr>
            <w:tcW w:w="1701" w:type="dxa"/>
            <w:vAlign w:val="center"/>
          </w:tcPr>
          <w:p w14:paraId="6C86CBA7" w14:textId="77777777" w:rsidR="00192558" w:rsidRPr="00290F2A" w:rsidRDefault="00192558" w:rsidP="00192558"/>
        </w:tc>
      </w:tr>
      <w:tr w:rsidR="00A25295" w:rsidRPr="00290F2A" w14:paraId="77F740E7" w14:textId="77777777" w:rsidTr="005D3D2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1858BA4" w14:textId="77777777" w:rsidR="00A25295" w:rsidRPr="00290F2A" w:rsidRDefault="00A25295" w:rsidP="00192558">
            <w:r w:rsidRPr="00290F2A">
              <w:t>Autopilot Wing Leveler On</w:t>
            </w:r>
          </w:p>
        </w:tc>
        <w:tc>
          <w:tcPr>
            <w:tcW w:w="1701" w:type="dxa"/>
            <w:vAlign w:val="center"/>
          </w:tcPr>
          <w:p w14:paraId="1B4AD5CB" w14:textId="77777777" w:rsidR="00A25295" w:rsidRPr="00241F36" w:rsidRDefault="00A25295" w:rsidP="00192558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0F87D9A" w14:textId="77777777" w:rsidR="00A25295" w:rsidRPr="00290F2A" w:rsidRDefault="00A25295" w:rsidP="00192558"/>
        </w:tc>
      </w:tr>
      <w:tr w:rsidR="00A25295" w:rsidRPr="00290F2A" w14:paraId="3AAE3800" w14:textId="77777777" w:rsidTr="005D3D2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0EFADF4" w14:textId="77777777" w:rsidR="00A25295" w:rsidRPr="00290F2A" w:rsidRDefault="00A25295" w:rsidP="00192558">
            <w:r w:rsidRPr="00290F2A">
              <w:t>Autopilot Wing Leveler Off</w:t>
            </w:r>
          </w:p>
        </w:tc>
        <w:tc>
          <w:tcPr>
            <w:tcW w:w="1701" w:type="dxa"/>
            <w:vAlign w:val="center"/>
          </w:tcPr>
          <w:p w14:paraId="65F14CB2" w14:textId="77777777" w:rsidR="00A25295" w:rsidRPr="00241F36" w:rsidRDefault="00A25295" w:rsidP="00192558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5182772" w14:textId="77777777" w:rsidR="00A25295" w:rsidRPr="00290F2A" w:rsidRDefault="00A25295" w:rsidP="00192558"/>
        </w:tc>
      </w:tr>
      <w:tr w:rsidR="00192558" w:rsidRPr="00290F2A" w14:paraId="10F0D594" w14:textId="77777777" w:rsidTr="005D3D2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8316E0C" w14:textId="77777777" w:rsidR="00192558" w:rsidRPr="00290F2A" w:rsidRDefault="00192558" w:rsidP="00192558">
            <w:r w:rsidRPr="00290F2A">
              <w:t>Set Autopilot Disengage</w:t>
            </w:r>
          </w:p>
        </w:tc>
        <w:tc>
          <w:tcPr>
            <w:tcW w:w="1701" w:type="dxa"/>
            <w:vAlign w:val="center"/>
          </w:tcPr>
          <w:p w14:paraId="2B57A08C" w14:textId="77777777" w:rsidR="00192558" w:rsidRPr="00241F36" w:rsidRDefault="00192558" w:rsidP="00192558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BB6DAB2" w14:textId="77777777" w:rsidR="00192558" w:rsidRPr="00290F2A" w:rsidRDefault="00192558" w:rsidP="00192558"/>
        </w:tc>
      </w:tr>
      <w:tr w:rsidR="00192558" w:rsidRPr="00290F2A" w14:paraId="437D5930" w14:textId="77777777" w:rsidTr="005D3D2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23E4C5C" w14:textId="77777777" w:rsidR="00192558" w:rsidRPr="00290F2A" w:rsidRDefault="00192558" w:rsidP="00192558">
            <w:r w:rsidRPr="00290F2A">
              <w:t>Toggle Disengage Autopilot</w:t>
            </w:r>
          </w:p>
        </w:tc>
        <w:tc>
          <w:tcPr>
            <w:tcW w:w="1701" w:type="dxa"/>
            <w:vAlign w:val="center"/>
          </w:tcPr>
          <w:p w14:paraId="2B0424BD" w14:textId="77777777" w:rsidR="00192558" w:rsidRPr="00241F36" w:rsidRDefault="00192558" w:rsidP="00192558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9022CCB" w14:textId="77777777" w:rsidR="00192558" w:rsidRPr="00290F2A" w:rsidRDefault="00192558" w:rsidP="00192558"/>
        </w:tc>
      </w:tr>
      <w:tr w:rsidR="00192558" w:rsidRPr="00290F2A" w14:paraId="54A33564" w14:textId="77777777" w:rsidTr="005D3D2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AD3606D" w14:textId="77777777" w:rsidR="00192558" w:rsidRPr="00290F2A" w:rsidRDefault="00192558" w:rsidP="00192558">
            <w:r w:rsidRPr="00290F2A">
              <w:t>Toggle Avionics Master</w:t>
            </w:r>
          </w:p>
        </w:tc>
        <w:tc>
          <w:tcPr>
            <w:tcW w:w="1701" w:type="dxa"/>
            <w:vAlign w:val="center"/>
          </w:tcPr>
          <w:p w14:paraId="5A271534" w14:textId="77777777" w:rsidR="00192558" w:rsidRPr="00241F36" w:rsidRDefault="00192558" w:rsidP="00192558">
            <w:pPr>
              <w:rPr>
                <w:b/>
                <w:bCs/>
              </w:rPr>
            </w:pPr>
            <w:r>
              <w:rPr>
                <w:b/>
                <w:bCs/>
              </w:rPr>
              <w:t>Page Up</w:t>
            </w:r>
          </w:p>
        </w:tc>
        <w:tc>
          <w:tcPr>
            <w:tcW w:w="1701" w:type="dxa"/>
            <w:vAlign w:val="center"/>
          </w:tcPr>
          <w:p w14:paraId="28656367" w14:textId="77777777" w:rsidR="00192558" w:rsidRPr="00290F2A" w:rsidRDefault="00192558" w:rsidP="00192558"/>
        </w:tc>
      </w:tr>
      <w:tr w:rsidR="00192558" w:rsidRPr="00290F2A" w14:paraId="009C5615" w14:textId="77777777" w:rsidTr="005D3D2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4442867" w14:textId="77777777" w:rsidR="00192558" w:rsidRPr="00290F2A" w:rsidRDefault="00192558" w:rsidP="00192558">
            <w:r w:rsidRPr="00290F2A">
              <w:t>Toggle Flight Director</w:t>
            </w:r>
          </w:p>
        </w:tc>
        <w:tc>
          <w:tcPr>
            <w:tcW w:w="1701" w:type="dxa"/>
            <w:vAlign w:val="center"/>
          </w:tcPr>
          <w:p w14:paraId="15CEC08D" w14:textId="77777777" w:rsidR="00192558" w:rsidRPr="00241F36" w:rsidRDefault="00192558" w:rsidP="00192558">
            <w:pPr>
              <w:rPr>
                <w:b/>
                <w:bCs/>
              </w:rPr>
            </w:pPr>
            <w:r>
              <w:rPr>
                <w:b/>
                <w:bCs/>
              </w:rPr>
              <w:t>Ctrl + F</w:t>
            </w:r>
          </w:p>
        </w:tc>
        <w:tc>
          <w:tcPr>
            <w:tcW w:w="1701" w:type="dxa"/>
            <w:vAlign w:val="center"/>
          </w:tcPr>
          <w:p w14:paraId="37BD9F7D" w14:textId="77777777" w:rsidR="00192558" w:rsidRPr="00290F2A" w:rsidRDefault="00192558" w:rsidP="00192558"/>
        </w:tc>
      </w:tr>
      <w:tr w:rsidR="00A25295" w:rsidRPr="00290F2A" w14:paraId="28770502" w14:textId="77777777" w:rsidTr="005D3D2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4D80155" w14:textId="77777777" w:rsidR="00A25295" w:rsidRPr="00290F2A" w:rsidRDefault="00A25295" w:rsidP="00550729">
            <w:r w:rsidRPr="00290F2A">
              <w:t>Increase Autopilot Max Bank</w:t>
            </w:r>
          </w:p>
        </w:tc>
        <w:tc>
          <w:tcPr>
            <w:tcW w:w="1701" w:type="dxa"/>
            <w:vAlign w:val="center"/>
          </w:tcPr>
          <w:p w14:paraId="7DB807DF" w14:textId="77777777" w:rsidR="00A25295" w:rsidRPr="00241F36" w:rsidRDefault="00A25295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812E8BB" w14:textId="77777777" w:rsidR="00A25295" w:rsidRPr="00290F2A" w:rsidRDefault="00A25295" w:rsidP="00550729"/>
        </w:tc>
      </w:tr>
      <w:tr w:rsidR="006C1F37" w:rsidRPr="00290F2A" w14:paraId="655581A6" w14:textId="77777777" w:rsidTr="005D3D2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C8A4FE0" w14:textId="77777777" w:rsidR="006C1F37" w:rsidRPr="00290F2A" w:rsidRDefault="006C1F37" w:rsidP="00550729">
            <w:r w:rsidRPr="00290F2A">
              <w:t>Decrease Autopilot Max Bank</w:t>
            </w:r>
          </w:p>
        </w:tc>
        <w:tc>
          <w:tcPr>
            <w:tcW w:w="1701" w:type="dxa"/>
            <w:vAlign w:val="center"/>
          </w:tcPr>
          <w:p w14:paraId="41271B11" w14:textId="77777777" w:rsidR="006C1F37" w:rsidRPr="00241F36" w:rsidRDefault="006C1F37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4463B16" w14:textId="77777777" w:rsidR="006C1F37" w:rsidRPr="00290F2A" w:rsidRDefault="006C1F37" w:rsidP="00550729"/>
        </w:tc>
      </w:tr>
      <w:tr w:rsidR="00A25295" w:rsidRPr="00290F2A" w14:paraId="79726B37" w14:textId="77777777" w:rsidTr="005D3D2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7180B60" w14:textId="77777777" w:rsidR="00A25295" w:rsidRPr="00290F2A" w:rsidRDefault="00A25295" w:rsidP="00550729">
            <w:r w:rsidRPr="00290F2A">
              <w:t>Toggle Yaw Damper</w:t>
            </w:r>
          </w:p>
        </w:tc>
        <w:tc>
          <w:tcPr>
            <w:tcW w:w="1701" w:type="dxa"/>
            <w:vAlign w:val="center"/>
          </w:tcPr>
          <w:p w14:paraId="307923F7" w14:textId="77777777" w:rsidR="00A25295" w:rsidRPr="00241F36" w:rsidRDefault="00A25295" w:rsidP="00550729">
            <w:pPr>
              <w:rPr>
                <w:b/>
                <w:bCs/>
              </w:rPr>
            </w:pPr>
            <w:r>
              <w:rPr>
                <w:b/>
                <w:bCs/>
              </w:rPr>
              <w:t>Ctrl + D</w:t>
            </w:r>
          </w:p>
        </w:tc>
        <w:tc>
          <w:tcPr>
            <w:tcW w:w="1701" w:type="dxa"/>
            <w:vAlign w:val="center"/>
          </w:tcPr>
          <w:p w14:paraId="32657626" w14:textId="77777777" w:rsidR="00A25295" w:rsidRPr="00290F2A" w:rsidRDefault="00A25295" w:rsidP="00550729"/>
        </w:tc>
      </w:tr>
      <w:tr w:rsidR="00A25295" w:rsidRPr="00290F2A" w14:paraId="29E2C597" w14:textId="77777777" w:rsidTr="005D3D2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4569BDF" w14:textId="0356F5B0" w:rsidR="00A25295" w:rsidRPr="00290F2A" w:rsidRDefault="00A25295" w:rsidP="00550729">
            <w:r w:rsidRPr="00290F2A">
              <w:t>Yaw Damper On</w:t>
            </w:r>
          </w:p>
        </w:tc>
        <w:tc>
          <w:tcPr>
            <w:tcW w:w="1701" w:type="dxa"/>
            <w:vAlign w:val="center"/>
          </w:tcPr>
          <w:p w14:paraId="39A6A7DB" w14:textId="77777777" w:rsidR="00A25295" w:rsidRPr="00241F36" w:rsidRDefault="00A25295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982617D" w14:textId="77777777" w:rsidR="00A25295" w:rsidRPr="00290F2A" w:rsidRDefault="00A25295" w:rsidP="00550729"/>
        </w:tc>
      </w:tr>
      <w:tr w:rsidR="00A25295" w:rsidRPr="00290F2A" w14:paraId="7E1236FD" w14:textId="77777777" w:rsidTr="005D3D2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CCF9854" w14:textId="77777777" w:rsidR="00A25295" w:rsidRPr="00290F2A" w:rsidRDefault="00A25295" w:rsidP="00550729">
            <w:r w:rsidRPr="00290F2A">
              <w:t>Yaw Damper Off</w:t>
            </w:r>
          </w:p>
        </w:tc>
        <w:tc>
          <w:tcPr>
            <w:tcW w:w="1701" w:type="dxa"/>
            <w:vAlign w:val="center"/>
          </w:tcPr>
          <w:p w14:paraId="33139EFD" w14:textId="77777777" w:rsidR="00A25295" w:rsidRPr="00241F36" w:rsidRDefault="00A25295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2C72CE6" w14:textId="77777777" w:rsidR="00A25295" w:rsidRPr="00290F2A" w:rsidRDefault="00A25295" w:rsidP="00550729"/>
        </w:tc>
      </w:tr>
      <w:tr w:rsidR="00A25295" w:rsidRPr="00290F2A" w14:paraId="528C038C" w14:textId="77777777" w:rsidTr="005D3D26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8A5F2B0" w14:textId="77777777" w:rsidR="00A25295" w:rsidRPr="00290F2A" w:rsidRDefault="00A25295" w:rsidP="00550729">
            <w:r w:rsidRPr="00290F2A">
              <w:t>Set Yaw Damper</w:t>
            </w:r>
          </w:p>
        </w:tc>
        <w:tc>
          <w:tcPr>
            <w:tcW w:w="1701" w:type="dxa"/>
            <w:vAlign w:val="center"/>
          </w:tcPr>
          <w:p w14:paraId="515C104B" w14:textId="77777777" w:rsidR="00A25295" w:rsidRPr="00241F36" w:rsidRDefault="00A25295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3E9FC97" w14:textId="77777777" w:rsidR="00A25295" w:rsidRPr="00290F2A" w:rsidRDefault="00A25295" w:rsidP="00550729"/>
        </w:tc>
      </w:tr>
    </w:tbl>
    <w:p w14:paraId="365A6072" w14:textId="77777777" w:rsidR="00E21FBE" w:rsidRDefault="00E21FBE" w:rsidP="009275E7">
      <w:pPr>
        <w:pStyle w:val="Ttulo2"/>
        <w:pageBreakBefore/>
      </w:pPr>
      <w:bookmarkStart w:id="61" w:name="_Toc66292967"/>
      <w:r>
        <w:lastRenderedPageBreak/>
        <w:t>HDG</w:t>
      </w:r>
      <w:bookmarkEnd w:id="61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F226D6" w:rsidRPr="001531FC" w14:paraId="65468AFA" w14:textId="77777777" w:rsidTr="00785F54">
        <w:trPr>
          <w:trHeight w:val="272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4E76B14D" w14:textId="4745E40D" w:rsidR="00F226D6" w:rsidRPr="001531FC" w:rsidRDefault="00B9147B" w:rsidP="001531FC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Autopilot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HDG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A7CA80C" w14:textId="77777777" w:rsidR="00F226D6" w:rsidRPr="001531FC" w:rsidRDefault="00F226D6" w:rsidP="001531FC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B479C5D" w14:textId="77777777" w:rsidR="00F226D6" w:rsidRPr="001531FC" w:rsidRDefault="00F226D6" w:rsidP="001531FC">
            <w:pPr>
              <w:jc w:val="center"/>
              <w:rPr>
                <w:b/>
                <w:bCs/>
              </w:rPr>
            </w:pPr>
          </w:p>
        </w:tc>
      </w:tr>
      <w:tr w:rsidR="00A25295" w:rsidRPr="00290F2A" w14:paraId="60038F79" w14:textId="77777777" w:rsidTr="00550729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B076122" w14:textId="77777777" w:rsidR="00A25295" w:rsidRPr="00290F2A" w:rsidRDefault="00A25295" w:rsidP="00550729">
            <w:r w:rsidRPr="00290F2A">
              <w:t>Toggle Autopilot Heading Hold</w:t>
            </w:r>
          </w:p>
        </w:tc>
        <w:tc>
          <w:tcPr>
            <w:tcW w:w="1701" w:type="dxa"/>
            <w:vAlign w:val="center"/>
          </w:tcPr>
          <w:p w14:paraId="25263496" w14:textId="4241EEE6" w:rsidR="00A25295" w:rsidRPr="00241F36" w:rsidRDefault="001962D9" w:rsidP="00550729">
            <w:pPr>
              <w:rPr>
                <w:b/>
                <w:bCs/>
              </w:rPr>
            </w:pPr>
            <w:r>
              <w:rPr>
                <w:b/>
                <w:bCs/>
              </w:rPr>
              <w:t>Ctrl + H</w:t>
            </w:r>
          </w:p>
        </w:tc>
        <w:tc>
          <w:tcPr>
            <w:tcW w:w="1701" w:type="dxa"/>
            <w:vAlign w:val="center"/>
          </w:tcPr>
          <w:p w14:paraId="45BC3329" w14:textId="77777777" w:rsidR="00A25295" w:rsidRPr="00290F2A" w:rsidRDefault="00A25295" w:rsidP="00550729"/>
        </w:tc>
      </w:tr>
      <w:tr w:rsidR="00A25295" w:rsidRPr="00290F2A" w14:paraId="6C58FD96" w14:textId="77777777" w:rsidTr="00550729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C8ACDE4" w14:textId="77777777" w:rsidR="00A25295" w:rsidRPr="00290F2A" w:rsidRDefault="00A25295" w:rsidP="00550729">
            <w:r w:rsidRPr="00290F2A">
              <w:t>Autopilot Heading Hold On</w:t>
            </w:r>
          </w:p>
        </w:tc>
        <w:tc>
          <w:tcPr>
            <w:tcW w:w="1701" w:type="dxa"/>
            <w:vAlign w:val="center"/>
          </w:tcPr>
          <w:p w14:paraId="34096BB0" w14:textId="77777777" w:rsidR="00A25295" w:rsidRPr="00241F36" w:rsidRDefault="00A25295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875054B" w14:textId="77777777" w:rsidR="00A25295" w:rsidRPr="00290F2A" w:rsidRDefault="00A25295" w:rsidP="00550729"/>
        </w:tc>
      </w:tr>
      <w:tr w:rsidR="006C1F37" w:rsidRPr="00290F2A" w14:paraId="61E85566" w14:textId="77777777" w:rsidTr="00550729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A150619" w14:textId="77777777" w:rsidR="006C1F37" w:rsidRPr="00290F2A" w:rsidRDefault="006C1F37" w:rsidP="00550729">
            <w:r w:rsidRPr="00290F2A">
              <w:t>Autopilot Heading Hold Off</w:t>
            </w:r>
          </w:p>
        </w:tc>
        <w:tc>
          <w:tcPr>
            <w:tcW w:w="1701" w:type="dxa"/>
            <w:vAlign w:val="center"/>
          </w:tcPr>
          <w:p w14:paraId="63979CF6" w14:textId="77777777" w:rsidR="006C1F37" w:rsidRPr="00241F36" w:rsidRDefault="006C1F37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A6D65D4" w14:textId="77777777" w:rsidR="006C1F37" w:rsidRPr="00290F2A" w:rsidRDefault="006C1F37" w:rsidP="00550729"/>
        </w:tc>
      </w:tr>
      <w:tr w:rsidR="00A25295" w:rsidRPr="005C7532" w14:paraId="54A27F73" w14:textId="77777777" w:rsidTr="00550729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D05608D" w14:textId="77777777" w:rsidR="00A25295" w:rsidRPr="00290F2A" w:rsidRDefault="00A25295" w:rsidP="00550729">
            <w:pPr>
              <w:rPr>
                <w:lang w:val="en-US"/>
              </w:rPr>
            </w:pPr>
            <w:r w:rsidRPr="00290F2A">
              <w:rPr>
                <w:lang w:val="en-US"/>
              </w:rPr>
              <w:t>Set AP Heading Slot Index</w:t>
            </w:r>
          </w:p>
        </w:tc>
        <w:tc>
          <w:tcPr>
            <w:tcW w:w="1701" w:type="dxa"/>
            <w:vAlign w:val="center"/>
          </w:tcPr>
          <w:p w14:paraId="4255BAD8" w14:textId="77777777" w:rsidR="00A25295" w:rsidRPr="00241F36" w:rsidRDefault="00A25295" w:rsidP="0055072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DEDBE18" w14:textId="77777777" w:rsidR="00A25295" w:rsidRPr="00290F2A" w:rsidRDefault="00A25295" w:rsidP="00550729">
            <w:pPr>
              <w:rPr>
                <w:lang w:val="en-US"/>
              </w:rPr>
            </w:pPr>
          </w:p>
        </w:tc>
      </w:tr>
    </w:tbl>
    <w:p w14:paraId="06486E85" w14:textId="77777777" w:rsidR="00E21FBE" w:rsidRDefault="00E21FBE" w:rsidP="009275E7">
      <w:pPr>
        <w:pStyle w:val="Ttulo2"/>
      </w:pPr>
      <w:bookmarkStart w:id="62" w:name="_Toc66292968"/>
      <w:r>
        <w:t>NAV</w:t>
      </w:r>
      <w:bookmarkEnd w:id="62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1531FC" w:rsidRPr="001531FC" w14:paraId="680AD87D" w14:textId="77777777" w:rsidTr="00785F54">
        <w:trPr>
          <w:trHeight w:val="272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3523BB7F" w14:textId="3F22116B" w:rsidR="001531FC" w:rsidRPr="001531FC" w:rsidRDefault="00B9147B" w:rsidP="001531FC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Autopilot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NAV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6DCB4A7" w14:textId="77777777" w:rsidR="001531FC" w:rsidRPr="001531FC" w:rsidRDefault="001531FC" w:rsidP="001531FC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C0B4960" w14:textId="77777777" w:rsidR="001531FC" w:rsidRPr="001531FC" w:rsidRDefault="001531FC" w:rsidP="001531FC">
            <w:pPr>
              <w:jc w:val="center"/>
              <w:rPr>
                <w:b/>
                <w:bCs/>
              </w:rPr>
            </w:pPr>
          </w:p>
        </w:tc>
      </w:tr>
      <w:tr w:rsidR="00A25295" w:rsidRPr="00290F2A" w14:paraId="128F6859" w14:textId="77777777" w:rsidTr="00550729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4843D19" w14:textId="77777777" w:rsidR="00A25295" w:rsidRPr="00290F2A" w:rsidRDefault="00A25295" w:rsidP="00550729">
            <w:r w:rsidRPr="00290F2A">
              <w:t>Autopilot NAV1 Hold</w:t>
            </w:r>
          </w:p>
        </w:tc>
        <w:tc>
          <w:tcPr>
            <w:tcW w:w="1701" w:type="dxa"/>
            <w:vAlign w:val="center"/>
          </w:tcPr>
          <w:p w14:paraId="3028A872" w14:textId="77777777" w:rsidR="00A25295" w:rsidRPr="00241F36" w:rsidRDefault="00A25295" w:rsidP="00550729">
            <w:pPr>
              <w:rPr>
                <w:b/>
                <w:bCs/>
              </w:rPr>
            </w:pPr>
            <w:r>
              <w:rPr>
                <w:b/>
                <w:bCs/>
              </w:rPr>
              <w:t>Ctrl + N</w:t>
            </w:r>
          </w:p>
        </w:tc>
        <w:tc>
          <w:tcPr>
            <w:tcW w:w="1701" w:type="dxa"/>
            <w:vAlign w:val="center"/>
          </w:tcPr>
          <w:p w14:paraId="22D2F861" w14:textId="77777777" w:rsidR="00A25295" w:rsidRPr="00290F2A" w:rsidRDefault="00A25295" w:rsidP="00550729"/>
        </w:tc>
      </w:tr>
      <w:tr w:rsidR="00A25295" w:rsidRPr="00290F2A" w14:paraId="18A7F2C0" w14:textId="77777777" w:rsidTr="00550729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24E3FFB" w14:textId="77777777" w:rsidR="00A25295" w:rsidRPr="00290F2A" w:rsidRDefault="00A25295" w:rsidP="00550729">
            <w:r w:rsidRPr="00290F2A">
              <w:t>Autopilot NAV1 Hold On</w:t>
            </w:r>
          </w:p>
        </w:tc>
        <w:tc>
          <w:tcPr>
            <w:tcW w:w="1701" w:type="dxa"/>
            <w:vAlign w:val="center"/>
          </w:tcPr>
          <w:p w14:paraId="3EF98675" w14:textId="77777777" w:rsidR="00A25295" w:rsidRPr="00241F36" w:rsidRDefault="00A25295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5A7FD2A" w14:textId="77777777" w:rsidR="00A25295" w:rsidRPr="00290F2A" w:rsidRDefault="00A25295" w:rsidP="00550729"/>
        </w:tc>
      </w:tr>
      <w:tr w:rsidR="006C1F37" w:rsidRPr="00290F2A" w14:paraId="460E9782" w14:textId="77777777" w:rsidTr="00550729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068A996" w14:textId="77777777" w:rsidR="006C1F37" w:rsidRPr="00290F2A" w:rsidRDefault="006C1F37" w:rsidP="00550729">
            <w:r w:rsidRPr="00290F2A">
              <w:t>Autopilot NAV1 Hold Off</w:t>
            </w:r>
          </w:p>
        </w:tc>
        <w:tc>
          <w:tcPr>
            <w:tcW w:w="1701" w:type="dxa"/>
            <w:vAlign w:val="center"/>
          </w:tcPr>
          <w:p w14:paraId="3A3EA21B" w14:textId="77777777" w:rsidR="006C1F37" w:rsidRPr="00241F36" w:rsidRDefault="006C1F37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FDDABA5" w14:textId="77777777" w:rsidR="006C1F37" w:rsidRPr="00290F2A" w:rsidRDefault="006C1F37" w:rsidP="00550729"/>
        </w:tc>
      </w:tr>
      <w:tr w:rsidR="00A25295" w:rsidRPr="00290F2A" w14:paraId="1380CE6D" w14:textId="77777777" w:rsidTr="00550729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E1875F4" w14:textId="77777777" w:rsidR="00A25295" w:rsidRPr="00290F2A" w:rsidRDefault="00A25295" w:rsidP="00550729">
            <w:r w:rsidRPr="00290F2A">
              <w:t>Set Autopilot NAV Select</w:t>
            </w:r>
          </w:p>
        </w:tc>
        <w:tc>
          <w:tcPr>
            <w:tcW w:w="1701" w:type="dxa"/>
            <w:vAlign w:val="center"/>
          </w:tcPr>
          <w:p w14:paraId="0B72196A" w14:textId="77777777" w:rsidR="00A25295" w:rsidRPr="00241F36" w:rsidRDefault="00A25295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345B014" w14:textId="77777777" w:rsidR="00A25295" w:rsidRPr="00290F2A" w:rsidRDefault="00A25295" w:rsidP="00550729"/>
        </w:tc>
      </w:tr>
      <w:tr w:rsidR="00A25295" w:rsidRPr="00290F2A" w14:paraId="794ED801" w14:textId="77777777" w:rsidTr="00550729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B3B69E4" w14:textId="77777777" w:rsidR="00A25295" w:rsidRPr="00290F2A" w:rsidRDefault="00A25295" w:rsidP="00550729">
            <w:r w:rsidRPr="00290F2A">
              <w:t>Toggle Autopilot Localizer Hold</w:t>
            </w:r>
          </w:p>
        </w:tc>
        <w:tc>
          <w:tcPr>
            <w:tcW w:w="1701" w:type="dxa"/>
            <w:vAlign w:val="center"/>
          </w:tcPr>
          <w:p w14:paraId="115A4060" w14:textId="77777777" w:rsidR="00A25295" w:rsidRPr="00241F36" w:rsidRDefault="00A25295" w:rsidP="00550729">
            <w:pPr>
              <w:rPr>
                <w:b/>
                <w:bCs/>
              </w:rPr>
            </w:pPr>
            <w:r>
              <w:rPr>
                <w:b/>
                <w:bCs/>
              </w:rPr>
              <w:t>Ctrl + O</w:t>
            </w:r>
          </w:p>
        </w:tc>
        <w:tc>
          <w:tcPr>
            <w:tcW w:w="1701" w:type="dxa"/>
            <w:vAlign w:val="center"/>
          </w:tcPr>
          <w:p w14:paraId="4E644F9B" w14:textId="77777777" w:rsidR="00A25295" w:rsidRPr="00290F2A" w:rsidRDefault="00A25295" w:rsidP="00550729"/>
        </w:tc>
      </w:tr>
      <w:tr w:rsidR="00A25295" w:rsidRPr="00290F2A" w14:paraId="78D07AB9" w14:textId="77777777" w:rsidTr="00550729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C911914" w14:textId="77777777" w:rsidR="00A25295" w:rsidRPr="00290F2A" w:rsidRDefault="00A25295" w:rsidP="00550729">
            <w:r w:rsidRPr="00290F2A">
              <w:t>Autopilot Localizer Hold On</w:t>
            </w:r>
          </w:p>
        </w:tc>
        <w:tc>
          <w:tcPr>
            <w:tcW w:w="1701" w:type="dxa"/>
            <w:vAlign w:val="center"/>
          </w:tcPr>
          <w:p w14:paraId="557BE8DC" w14:textId="77777777" w:rsidR="00A25295" w:rsidRPr="00241F36" w:rsidRDefault="00A25295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DA11C89" w14:textId="77777777" w:rsidR="00A25295" w:rsidRPr="00290F2A" w:rsidRDefault="00A25295" w:rsidP="00550729"/>
        </w:tc>
      </w:tr>
      <w:tr w:rsidR="006C1F37" w:rsidRPr="00290F2A" w14:paraId="104AE4C0" w14:textId="77777777" w:rsidTr="00550729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88EA9D3" w14:textId="77777777" w:rsidR="006C1F37" w:rsidRPr="00290F2A" w:rsidRDefault="006C1F37" w:rsidP="00550729">
            <w:r w:rsidRPr="00290F2A">
              <w:t>Autopilot Localizer Hold Off</w:t>
            </w:r>
          </w:p>
        </w:tc>
        <w:tc>
          <w:tcPr>
            <w:tcW w:w="1701" w:type="dxa"/>
            <w:vAlign w:val="center"/>
          </w:tcPr>
          <w:p w14:paraId="0415CD16" w14:textId="77777777" w:rsidR="006C1F37" w:rsidRPr="00241F36" w:rsidRDefault="006C1F37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36978C4" w14:textId="77777777" w:rsidR="006C1F37" w:rsidRPr="00290F2A" w:rsidRDefault="006C1F37" w:rsidP="00550729"/>
        </w:tc>
      </w:tr>
      <w:tr w:rsidR="00A25295" w:rsidRPr="00290F2A" w14:paraId="22FD8A20" w14:textId="77777777" w:rsidTr="00550729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41FDFC0" w14:textId="77777777" w:rsidR="00A25295" w:rsidRPr="00290F2A" w:rsidRDefault="00A25295" w:rsidP="00550729">
            <w:r w:rsidRPr="00290F2A">
              <w:t>Toggle Autopilot Approach Hold</w:t>
            </w:r>
          </w:p>
        </w:tc>
        <w:tc>
          <w:tcPr>
            <w:tcW w:w="1701" w:type="dxa"/>
            <w:vAlign w:val="center"/>
          </w:tcPr>
          <w:p w14:paraId="25D78764" w14:textId="77777777" w:rsidR="00A25295" w:rsidRPr="00241F36" w:rsidRDefault="00A25295" w:rsidP="00550729">
            <w:pPr>
              <w:rPr>
                <w:b/>
                <w:bCs/>
              </w:rPr>
            </w:pPr>
            <w:r>
              <w:rPr>
                <w:b/>
                <w:bCs/>
              </w:rPr>
              <w:t>Ctrl + A</w:t>
            </w:r>
          </w:p>
        </w:tc>
        <w:tc>
          <w:tcPr>
            <w:tcW w:w="1701" w:type="dxa"/>
            <w:vAlign w:val="center"/>
          </w:tcPr>
          <w:p w14:paraId="5871DB79" w14:textId="77777777" w:rsidR="00A25295" w:rsidRPr="00290F2A" w:rsidRDefault="00A25295" w:rsidP="00550729"/>
        </w:tc>
      </w:tr>
      <w:tr w:rsidR="00A25295" w:rsidRPr="00290F2A" w14:paraId="7CDBBB05" w14:textId="77777777" w:rsidTr="00550729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B12E9DC" w14:textId="77777777" w:rsidR="00A25295" w:rsidRPr="00290F2A" w:rsidRDefault="00A25295" w:rsidP="00550729">
            <w:r w:rsidRPr="00290F2A">
              <w:t>Autopilot Approach Hold On</w:t>
            </w:r>
          </w:p>
        </w:tc>
        <w:tc>
          <w:tcPr>
            <w:tcW w:w="1701" w:type="dxa"/>
            <w:vAlign w:val="center"/>
          </w:tcPr>
          <w:p w14:paraId="6FA25484" w14:textId="77777777" w:rsidR="00A25295" w:rsidRPr="00241F36" w:rsidRDefault="00A25295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191439D" w14:textId="77777777" w:rsidR="00A25295" w:rsidRPr="00290F2A" w:rsidRDefault="00A25295" w:rsidP="00550729"/>
        </w:tc>
      </w:tr>
      <w:tr w:rsidR="006C1F37" w:rsidRPr="00290F2A" w14:paraId="77EA02FE" w14:textId="77777777" w:rsidTr="00550729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8CB198F" w14:textId="77777777" w:rsidR="006C1F37" w:rsidRPr="00290F2A" w:rsidRDefault="006C1F37" w:rsidP="00550729">
            <w:r w:rsidRPr="00290F2A">
              <w:t>Autopilot Approach Hold Off</w:t>
            </w:r>
          </w:p>
        </w:tc>
        <w:tc>
          <w:tcPr>
            <w:tcW w:w="1701" w:type="dxa"/>
            <w:vAlign w:val="center"/>
          </w:tcPr>
          <w:p w14:paraId="42A04A22" w14:textId="77777777" w:rsidR="006C1F37" w:rsidRPr="00241F36" w:rsidRDefault="006C1F37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A48DA43" w14:textId="77777777" w:rsidR="006C1F37" w:rsidRPr="00290F2A" w:rsidRDefault="006C1F37" w:rsidP="00550729"/>
        </w:tc>
      </w:tr>
      <w:tr w:rsidR="00A25295" w:rsidRPr="00290F2A" w14:paraId="5DBA8EDC" w14:textId="77777777" w:rsidTr="00550729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B1AECB7" w14:textId="77777777" w:rsidR="00A25295" w:rsidRPr="00290F2A" w:rsidRDefault="00A25295" w:rsidP="00550729">
            <w:r w:rsidRPr="00290F2A">
              <w:t>Toggle Autopilot Backcourse Hold</w:t>
            </w:r>
          </w:p>
        </w:tc>
        <w:tc>
          <w:tcPr>
            <w:tcW w:w="1701" w:type="dxa"/>
            <w:vAlign w:val="center"/>
          </w:tcPr>
          <w:p w14:paraId="02F81C8C" w14:textId="77777777" w:rsidR="00A25295" w:rsidRPr="00241F36" w:rsidRDefault="00A25295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36BE847" w14:textId="77777777" w:rsidR="00A25295" w:rsidRPr="00290F2A" w:rsidRDefault="00A25295" w:rsidP="00550729"/>
        </w:tc>
      </w:tr>
      <w:tr w:rsidR="00A25295" w:rsidRPr="005C7532" w14:paraId="559232D0" w14:textId="77777777" w:rsidTr="00550729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75464A9" w14:textId="77777777" w:rsidR="00A25295" w:rsidRPr="00290F2A" w:rsidRDefault="00A25295" w:rsidP="00550729">
            <w:pPr>
              <w:rPr>
                <w:lang w:val="en-US"/>
              </w:rPr>
            </w:pPr>
            <w:r w:rsidRPr="00290F2A">
              <w:rPr>
                <w:lang w:val="en-US"/>
              </w:rPr>
              <w:t>Autopilot Back Course Hold On</w:t>
            </w:r>
          </w:p>
        </w:tc>
        <w:tc>
          <w:tcPr>
            <w:tcW w:w="1701" w:type="dxa"/>
            <w:vAlign w:val="center"/>
          </w:tcPr>
          <w:p w14:paraId="6BA6674E" w14:textId="77777777" w:rsidR="00A25295" w:rsidRPr="00241F36" w:rsidRDefault="00A25295" w:rsidP="0055072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9D61937" w14:textId="77777777" w:rsidR="00A25295" w:rsidRPr="00290F2A" w:rsidRDefault="00A25295" w:rsidP="00550729">
            <w:pPr>
              <w:rPr>
                <w:lang w:val="en-US"/>
              </w:rPr>
            </w:pPr>
          </w:p>
        </w:tc>
      </w:tr>
      <w:tr w:rsidR="006C1F37" w:rsidRPr="005C7532" w14:paraId="596C8534" w14:textId="77777777" w:rsidTr="00550729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09D0A3E" w14:textId="77777777" w:rsidR="006C1F37" w:rsidRPr="00290F2A" w:rsidRDefault="006C1F37" w:rsidP="00550729">
            <w:pPr>
              <w:rPr>
                <w:lang w:val="en-US"/>
              </w:rPr>
            </w:pPr>
            <w:r w:rsidRPr="00290F2A">
              <w:rPr>
                <w:lang w:val="en-US"/>
              </w:rPr>
              <w:t>Autopilot Back Course Hold Off</w:t>
            </w:r>
          </w:p>
        </w:tc>
        <w:tc>
          <w:tcPr>
            <w:tcW w:w="1701" w:type="dxa"/>
            <w:vAlign w:val="center"/>
          </w:tcPr>
          <w:p w14:paraId="639EC0AB" w14:textId="77777777" w:rsidR="006C1F37" w:rsidRPr="00241F36" w:rsidRDefault="006C1F37" w:rsidP="0055072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C523949" w14:textId="77777777" w:rsidR="006C1F37" w:rsidRPr="00290F2A" w:rsidRDefault="006C1F37" w:rsidP="00550729">
            <w:pPr>
              <w:rPr>
                <w:lang w:val="en-US"/>
              </w:rPr>
            </w:pPr>
          </w:p>
        </w:tc>
      </w:tr>
    </w:tbl>
    <w:p w14:paraId="2C7BCC21" w14:textId="77777777" w:rsidR="00E21FBE" w:rsidRDefault="00E21FBE" w:rsidP="00397FE4">
      <w:pPr>
        <w:pStyle w:val="Ttulo2"/>
        <w:pageBreakBefore/>
        <w:spacing w:before="0" w:after="60"/>
      </w:pPr>
      <w:bookmarkStart w:id="63" w:name="_Toc66292969"/>
      <w:r>
        <w:lastRenderedPageBreak/>
        <w:t>ALT</w:t>
      </w:r>
      <w:bookmarkEnd w:id="63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1531FC" w:rsidRPr="001531FC" w14:paraId="06268876" w14:textId="77777777" w:rsidTr="00785F54">
        <w:trPr>
          <w:trHeight w:val="272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7DD21255" w14:textId="1CDA3138" w:rsidR="001531FC" w:rsidRPr="001531FC" w:rsidRDefault="00B9147B" w:rsidP="001531FC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Autopilot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ALT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F165158" w14:textId="77777777" w:rsidR="001531FC" w:rsidRPr="001531FC" w:rsidRDefault="001531FC" w:rsidP="001531FC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63B9096" w14:textId="77777777" w:rsidR="001531FC" w:rsidRPr="001531FC" w:rsidRDefault="001531FC" w:rsidP="001531FC">
            <w:pPr>
              <w:jc w:val="center"/>
              <w:rPr>
                <w:b/>
                <w:bCs/>
              </w:rPr>
            </w:pPr>
          </w:p>
        </w:tc>
      </w:tr>
      <w:tr w:rsidR="001531FC" w:rsidRPr="005C7532" w14:paraId="6EAE250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157D17C" w14:textId="77777777" w:rsidR="001531FC" w:rsidRPr="00290F2A" w:rsidRDefault="001531FC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AP Altitude Slot Index</w:t>
            </w:r>
          </w:p>
        </w:tc>
        <w:tc>
          <w:tcPr>
            <w:tcW w:w="1701" w:type="dxa"/>
            <w:vAlign w:val="center"/>
          </w:tcPr>
          <w:p w14:paraId="210C311B" w14:textId="77777777" w:rsidR="001531FC" w:rsidRPr="00241F36" w:rsidRDefault="001531FC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BC48EFB" w14:textId="77777777" w:rsidR="001531FC" w:rsidRPr="00290F2A" w:rsidRDefault="001531FC" w:rsidP="00242A09">
            <w:pPr>
              <w:rPr>
                <w:lang w:val="en-US"/>
              </w:rPr>
            </w:pPr>
          </w:p>
        </w:tc>
      </w:tr>
      <w:tr w:rsidR="001531FC" w:rsidRPr="00290F2A" w14:paraId="067E4E0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0C5EAF6" w14:textId="77777777" w:rsidR="001531FC" w:rsidRPr="00290F2A" w:rsidRDefault="001531FC" w:rsidP="00242A09">
            <w:r w:rsidRPr="00290F2A">
              <w:t>Autopilot Altitude Hold On</w:t>
            </w:r>
          </w:p>
        </w:tc>
        <w:tc>
          <w:tcPr>
            <w:tcW w:w="1701" w:type="dxa"/>
            <w:vAlign w:val="center"/>
          </w:tcPr>
          <w:p w14:paraId="33D3B829" w14:textId="77777777" w:rsidR="001531FC" w:rsidRPr="00241F36" w:rsidRDefault="001531F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C4CB9BC" w14:textId="77777777" w:rsidR="001531FC" w:rsidRPr="00290F2A" w:rsidRDefault="001531FC" w:rsidP="00242A09"/>
        </w:tc>
      </w:tr>
      <w:tr w:rsidR="006C1F37" w:rsidRPr="00290F2A" w14:paraId="12152F2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F1B1F08" w14:textId="77777777" w:rsidR="006C1F37" w:rsidRPr="00290F2A" w:rsidRDefault="006C1F37" w:rsidP="00242A09">
            <w:r w:rsidRPr="00290F2A">
              <w:t>Autopilot Altitude Hold Off</w:t>
            </w:r>
          </w:p>
        </w:tc>
        <w:tc>
          <w:tcPr>
            <w:tcW w:w="1701" w:type="dxa"/>
            <w:vAlign w:val="center"/>
          </w:tcPr>
          <w:p w14:paraId="2E825BE3" w14:textId="77777777" w:rsidR="006C1F37" w:rsidRPr="00241F36" w:rsidRDefault="006C1F37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A0BCF1B" w14:textId="77777777" w:rsidR="006C1F37" w:rsidRPr="00290F2A" w:rsidRDefault="006C1F37" w:rsidP="00242A09"/>
        </w:tc>
      </w:tr>
      <w:tr w:rsidR="009534A2" w:rsidRPr="00290F2A" w14:paraId="5046E6F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252F7E14" w14:textId="1F7A94E4" w:rsidR="009534A2" w:rsidRPr="00290F2A" w:rsidRDefault="009534A2" w:rsidP="00242A09">
            <w:r>
              <w:t>Toggle Autopilot Altitude Hold</w:t>
            </w:r>
          </w:p>
        </w:tc>
        <w:tc>
          <w:tcPr>
            <w:tcW w:w="1701" w:type="dxa"/>
            <w:vAlign w:val="center"/>
          </w:tcPr>
          <w:p w14:paraId="2A04888E" w14:textId="60449D9E" w:rsidR="009534A2" w:rsidRDefault="009534A2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Z</w:t>
            </w:r>
          </w:p>
        </w:tc>
        <w:tc>
          <w:tcPr>
            <w:tcW w:w="1701" w:type="dxa"/>
            <w:vAlign w:val="center"/>
          </w:tcPr>
          <w:p w14:paraId="0AF76769" w14:textId="77777777" w:rsidR="009534A2" w:rsidRPr="00290F2A" w:rsidRDefault="009534A2" w:rsidP="00242A09"/>
        </w:tc>
      </w:tr>
      <w:tr w:rsidR="001531FC" w:rsidRPr="00290F2A" w14:paraId="7B61AC4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683DECC" w14:textId="77777777" w:rsidR="001531FC" w:rsidRPr="00290F2A" w:rsidRDefault="001531FC" w:rsidP="00242A09">
            <w:r w:rsidRPr="00290F2A">
              <w:t xml:space="preserve">Increase Autopilot Reference Altitude </w:t>
            </w:r>
          </w:p>
        </w:tc>
        <w:tc>
          <w:tcPr>
            <w:tcW w:w="1701" w:type="dxa"/>
            <w:vAlign w:val="center"/>
          </w:tcPr>
          <w:p w14:paraId="7C070ECC" w14:textId="77777777" w:rsidR="001531FC" w:rsidRPr="00241F36" w:rsidRDefault="001531FC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Page Up</w:t>
            </w:r>
          </w:p>
        </w:tc>
        <w:tc>
          <w:tcPr>
            <w:tcW w:w="1701" w:type="dxa"/>
            <w:vAlign w:val="center"/>
          </w:tcPr>
          <w:p w14:paraId="35CFAE62" w14:textId="77777777" w:rsidR="001531FC" w:rsidRPr="00290F2A" w:rsidRDefault="001531FC" w:rsidP="00242A09"/>
        </w:tc>
      </w:tr>
      <w:tr w:rsidR="001531FC" w:rsidRPr="00290F2A" w14:paraId="2980662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D1A44D4" w14:textId="77777777" w:rsidR="001531FC" w:rsidRPr="00290F2A" w:rsidRDefault="001531FC" w:rsidP="00242A09">
            <w:r w:rsidRPr="00290F2A">
              <w:t>Decrease Autopilot Reference Altitude</w:t>
            </w:r>
          </w:p>
        </w:tc>
        <w:tc>
          <w:tcPr>
            <w:tcW w:w="1701" w:type="dxa"/>
            <w:vAlign w:val="center"/>
          </w:tcPr>
          <w:p w14:paraId="23CF65BD" w14:textId="77777777" w:rsidR="001531FC" w:rsidRPr="00241F36" w:rsidRDefault="001531FC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Page Down</w:t>
            </w:r>
          </w:p>
        </w:tc>
        <w:tc>
          <w:tcPr>
            <w:tcW w:w="1701" w:type="dxa"/>
            <w:vAlign w:val="center"/>
          </w:tcPr>
          <w:p w14:paraId="667ECCB7" w14:textId="77777777" w:rsidR="001531FC" w:rsidRPr="00290F2A" w:rsidRDefault="001531FC" w:rsidP="00242A09"/>
        </w:tc>
      </w:tr>
      <w:tr w:rsidR="001531FC" w:rsidRPr="00290F2A" w14:paraId="1EFE797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DDB4EDE" w14:textId="77777777" w:rsidR="001531FC" w:rsidRPr="00290F2A" w:rsidRDefault="001531FC" w:rsidP="00242A09">
            <w:r w:rsidRPr="00290F2A">
              <w:t>AP Altitude Reference Imperial</w:t>
            </w:r>
          </w:p>
        </w:tc>
        <w:tc>
          <w:tcPr>
            <w:tcW w:w="1701" w:type="dxa"/>
            <w:vAlign w:val="center"/>
          </w:tcPr>
          <w:p w14:paraId="216D61AF" w14:textId="77777777" w:rsidR="001531FC" w:rsidRPr="00241F36" w:rsidRDefault="001531F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C49318A" w14:textId="77777777" w:rsidR="001531FC" w:rsidRPr="00290F2A" w:rsidRDefault="001531FC" w:rsidP="00242A09"/>
        </w:tc>
      </w:tr>
      <w:tr w:rsidR="001531FC" w:rsidRPr="00290F2A" w14:paraId="2945D51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B65DA94" w14:textId="77777777" w:rsidR="001531FC" w:rsidRPr="00290F2A" w:rsidRDefault="001531FC" w:rsidP="00242A09">
            <w:r w:rsidRPr="00290F2A">
              <w:t>AP Reference Altitude Metric</w:t>
            </w:r>
          </w:p>
        </w:tc>
        <w:tc>
          <w:tcPr>
            <w:tcW w:w="1701" w:type="dxa"/>
            <w:vAlign w:val="center"/>
          </w:tcPr>
          <w:p w14:paraId="7D7F19D5" w14:textId="77777777" w:rsidR="001531FC" w:rsidRPr="00241F36" w:rsidRDefault="001531F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00EF7D1" w14:textId="77777777" w:rsidR="001531FC" w:rsidRPr="00290F2A" w:rsidRDefault="001531FC" w:rsidP="00242A09"/>
        </w:tc>
      </w:tr>
      <w:tr w:rsidR="001531FC" w:rsidRPr="00290F2A" w14:paraId="707AE58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70C5D65" w14:textId="77777777" w:rsidR="001531FC" w:rsidRPr="00290F2A" w:rsidRDefault="001531FC" w:rsidP="00242A09">
            <w:r w:rsidRPr="00290F2A">
              <w:t>Toggle Autopilot Attitude Hold</w:t>
            </w:r>
          </w:p>
        </w:tc>
        <w:tc>
          <w:tcPr>
            <w:tcW w:w="1701" w:type="dxa"/>
            <w:vAlign w:val="center"/>
          </w:tcPr>
          <w:p w14:paraId="3067D292" w14:textId="71CEA9AD" w:rsidR="001531FC" w:rsidRPr="00241F36" w:rsidRDefault="007831B6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T</w:t>
            </w:r>
          </w:p>
        </w:tc>
        <w:tc>
          <w:tcPr>
            <w:tcW w:w="1701" w:type="dxa"/>
            <w:vAlign w:val="center"/>
          </w:tcPr>
          <w:p w14:paraId="1A05EDA7" w14:textId="77777777" w:rsidR="001531FC" w:rsidRPr="00290F2A" w:rsidRDefault="001531FC" w:rsidP="00242A09"/>
        </w:tc>
      </w:tr>
      <w:tr w:rsidR="006C1F37" w:rsidRPr="00290F2A" w14:paraId="4C99894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DE35EC9" w14:textId="77777777" w:rsidR="006C1F37" w:rsidRPr="00290F2A" w:rsidRDefault="006C1F37" w:rsidP="00242A09">
            <w:r w:rsidRPr="00290F2A">
              <w:t>Autopilot Attitude Hold On</w:t>
            </w:r>
          </w:p>
        </w:tc>
        <w:tc>
          <w:tcPr>
            <w:tcW w:w="1701" w:type="dxa"/>
            <w:vAlign w:val="center"/>
          </w:tcPr>
          <w:p w14:paraId="16B8503D" w14:textId="77777777" w:rsidR="006C1F37" w:rsidRPr="00241F36" w:rsidRDefault="006C1F37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7EAFA85" w14:textId="77777777" w:rsidR="006C1F37" w:rsidRPr="00290F2A" w:rsidRDefault="006C1F37" w:rsidP="00242A09"/>
        </w:tc>
      </w:tr>
      <w:tr w:rsidR="001531FC" w:rsidRPr="00290F2A" w14:paraId="14E31A3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5C3446E" w14:textId="77777777" w:rsidR="001531FC" w:rsidRPr="00290F2A" w:rsidRDefault="001531FC" w:rsidP="00242A09">
            <w:r w:rsidRPr="00290F2A">
              <w:t>Autopilot Attitude Hold Off</w:t>
            </w:r>
          </w:p>
        </w:tc>
        <w:tc>
          <w:tcPr>
            <w:tcW w:w="1701" w:type="dxa"/>
            <w:vAlign w:val="center"/>
          </w:tcPr>
          <w:p w14:paraId="1F24FD37" w14:textId="77777777" w:rsidR="001531FC" w:rsidRPr="00241F36" w:rsidRDefault="001531F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912E4DE" w14:textId="77777777" w:rsidR="001531FC" w:rsidRPr="00290F2A" w:rsidRDefault="001531FC" w:rsidP="00242A09"/>
        </w:tc>
      </w:tr>
      <w:tr w:rsidR="001531FC" w:rsidRPr="005C7532" w14:paraId="57F6006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F3C82E2" w14:textId="77777777" w:rsidR="001531FC" w:rsidRPr="00290F2A" w:rsidRDefault="001531FC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 xml:space="preserve">Toggle Autopilot Flight Level Change </w:t>
            </w:r>
          </w:p>
        </w:tc>
        <w:tc>
          <w:tcPr>
            <w:tcW w:w="1701" w:type="dxa"/>
            <w:vAlign w:val="center"/>
          </w:tcPr>
          <w:p w14:paraId="5F75EC3F" w14:textId="77777777" w:rsidR="001531FC" w:rsidRPr="00241F36" w:rsidRDefault="001531FC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9F5060D" w14:textId="77777777" w:rsidR="001531FC" w:rsidRPr="00290F2A" w:rsidRDefault="001531FC" w:rsidP="00242A09">
            <w:pPr>
              <w:rPr>
                <w:lang w:val="en-US"/>
              </w:rPr>
            </w:pPr>
          </w:p>
        </w:tc>
      </w:tr>
      <w:tr w:rsidR="001531FC" w:rsidRPr="005C7532" w14:paraId="46D12D6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D1F0F18" w14:textId="77777777" w:rsidR="001531FC" w:rsidRPr="00290F2A" w:rsidRDefault="001531FC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Autopilot Flight Level Change On</w:t>
            </w:r>
          </w:p>
        </w:tc>
        <w:tc>
          <w:tcPr>
            <w:tcW w:w="1701" w:type="dxa"/>
            <w:vAlign w:val="center"/>
          </w:tcPr>
          <w:p w14:paraId="0B92EC3B" w14:textId="77777777" w:rsidR="001531FC" w:rsidRPr="00241F36" w:rsidRDefault="001531FC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E7D451D" w14:textId="77777777" w:rsidR="001531FC" w:rsidRPr="00290F2A" w:rsidRDefault="001531FC" w:rsidP="00242A09">
            <w:pPr>
              <w:rPr>
                <w:lang w:val="en-US"/>
              </w:rPr>
            </w:pPr>
          </w:p>
        </w:tc>
      </w:tr>
      <w:tr w:rsidR="006C1F37" w:rsidRPr="005C7532" w14:paraId="070838D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FBE535D" w14:textId="77777777" w:rsidR="006C1F37" w:rsidRPr="00290F2A" w:rsidRDefault="006C1F37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Autopilot Flight Level Change Off</w:t>
            </w:r>
          </w:p>
        </w:tc>
        <w:tc>
          <w:tcPr>
            <w:tcW w:w="1701" w:type="dxa"/>
            <w:vAlign w:val="center"/>
          </w:tcPr>
          <w:p w14:paraId="6390D0DA" w14:textId="77777777" w:rsidR="006C1F37" w:rsidRPr="00241F36" w:rsidRDefault="006C1F37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5A932A2" w14:textId="77777777" w:rsidR="006C1F37" w:rsidRPr="00290F2A" w:rsidRDefault="006C1F37" w:rsidP="00242A09">
            <w:pPr>
              <w:rPr>
                <w:lang w:val="en-US"/>
              </w:rPr>
            </w:pPr>
          </w:p>
        </w:tc>
      </w:tr>
    </w:tbl>
    <w:p w14:paraId="7A2E2A8F" w14:textId="77777777" w:rsidR="00E21FBE" w:rsidRDefault="00E21FBE" w:rsidP="00397FE4">
      <w:pPr>
        <w:pStyle w:val="Ttulo2"/>
        <w:spacing w:before="60" w:after="60"/>
      </w:pPr>
      <w:bookmarkStart w:id="64" w:name="_Toc66292970"/>
      <w:r>
        <w:t>VS</w:t>
      </w:r>
      <w:bookmarkEnd w:id="64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1531FC" w:rsidRPr="001531FC" w14:paraId="3D65B5D4" w14:textId="77777777" w:rsidTr="00785F54">
        <w:trPr>
          <w:trHeight w:val="272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0F4DD2AA" w14:textId="49846BAA" w:rsidR="001531FC" w:rsidRPr="001531FC" w:rsidRDefault="00B9147B" w:rsidP="001531FC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Autopilot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VS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7977549" w14:textId="77777777" w:rsidR="001531FC" w:rsidRPr="001531FC" w:rsidRDefault="001531FC" w:rsidP="001531FC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87B4DD5" w14:textId="77777777" w:rsidR="001531FC" w:rsidRPr="001531FC" w:rsidRDefault="001531FC" w:rsidP="001531FC">
            <w:pPr>
              <w:jc w:val="center"/>
              <w:rPr>
                <w:b/>
                <w:bCs/>
              </w:rPr>
            </w:pPr>
          </w:p>
        </w:tc>
      </w:tr>
      <w:tr w:rsidR="001531FC" w:rsidRPr="00290F2A" w14:paraId="357CF0DD" w14:textId="77777777" w:rsidTr="00195492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1E6D0C1" w14:textId="77777777" w:rsidR="001531FC" w:rsidRPr="00290F2A" w:rsidRDefault="001531FC" w:rsidP="00550729">
            <w:r w:rsidRPr="00290F2A">
              <w:t>Toggle Autopilot VS Hold</w:t>
            </w:r>
          </w:p>
        </w:tc>
        <w:tc>
          <w:tcPr>
            <w:tcW w:w="1701" w:type="dxa"/>
            <w:vAlign w:val="center"/>
          </w:tcPr>
          <w:p w14:paraId="0EE31C1C" w14:textId="77777777" w:rsidR="001531FC" w:rsidRPr="00241F36" w:rsidRDefault="001531FC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9BA2728" w14:textId="77777777" w:rsidR="001531FC" w:rsidRPr="00290F2A" w:rsidRDefault="001531FC" w:rsidP="00550729"/>
        </w:tc>
      </w:tr>
      <w:tr w:rsidR="001531FC" w:rsidRPr="00290F2A" w14:paraId="37E7531C" w14:textId="77777777" w:rsidTr="00195492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F794A10" w14:textId="77777777" w:rsidR="001531FC" w:rsidRPr="00290F2A" w:rsidRDefault="001531FC" w:rsidP="00550729">
            <w:r w:rsidRPr="00290F2A">
              <w:t>Autopilot VS Hold On</w:t>
            </w:r>
          </w:p>
        </w:tc>
        <w:tc>
          <w:tcPr>
            <w:tcW w:w="1701" w:type="dxa"/>
            <w:vAlign w:val="center"/>
          </w:tcPr>
          <w:p w14:paraId="2B1B2660" w14:textId="77777777" w:rsidR="001531FC" w:rsidRPr="00241F36" w:rsidRDefault="001531FC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B9BED31" w14:textId="77777777" w:rsidR="001531FC" w:rsidRPr="00290F2A" w:rsidRDefault="001531FC" w:rsidP="00550729"/>
        </w:tc>
      </w:tr>
      <w:tr w:rsidR="006C1F37" w:rsidRPr="00290F2A" w14:paraId="7A549039" w14:textId="77777777" w:rsidTr="00195492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6089CDA" w14:textId="77777777" w:rsidR="006C1F37" w:rsidRPr="00290F2A" w:rsidRDefault="006C1F37" w:rsidP="00550729">
            <w:r w:rsidRPr="00290F2A">
              <w:t>Autopilot VS Hold Off</w:t>
            </w:r>
          </w:p>
        </w:tc>
        <w:tc>
          <w:tcPr>
            <w:tcW w:w="1701" w:type="dxa"/>
            <w:vAlign w:val="center"/>
          </w:tcPr>
          <w:p w14:paraId="73763E98" w14:textId="77777777" w:rsidR="006C1F37" w:rsidRPr="00241F36" w:rsidRDefault="006C1F37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A4C4089" w14:textId="77777777" w:rsidR="006C1F37" w:rsidRPr="00290F2A" w:rsidRDefault="006C1F37" w:rsidP="00550729"/>
        </w:tc>
      </w:tr>
      <w:tr w:rsidR="001531FC" w:rsidRPr="00290F2A" w14:paraId="46AF4B49" w14:textId="77777777" w:rsidTr="00195492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06C18A3" w14:textId="77777777" w:rsidR="001531FC" w:rsidRPr="00290F2A" w:rsidRDefault="001531FC" w:rsidP="00550729">
            <w:r w:rsidRPr="00290F2A">
              <w:t>Set Autopilot VS Hold</w:t>
            </w:r>
          </w:p>
        </w:tc>
        <w:tc>
          <w:tcPr>
            <w:tcW w:w="1701" w:type="dxa"/>
            <w:vAlign w:val="center"/>
          </w:tcPr>
          <w:p w14:paraId="0DF9F94A" w14:textId="77777777" w:rsidR="001531FC" w:rsidRPr="00241F36" w:rsidRDefault="001531FC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9DD37B7" w14:textId="77777777" w:rsidR="001531FC" w:rsidRPr="00290F2A" w:rsidRDefault="001531FC" w:rsidP="00550729"/>
        </w:tc>
      </w:tr>
      <w:tr w:rsidR="001531FC" w:rsidRPr="00290F2A" w14:paraId="246C220D" w14:textId="77777777" w:rsidTr="00195492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1BB0D92" w14:textId="77777777" w:rsidR="001531FC" w:rsidRPr="00290F2A" w:rsidRDefault="001531FC" w:rsidP="00550729">
            <w:r w:rsidRPr="00290F2A">
              <w:t>Increase Autopilot Reference VS</w:t>
            </w:r>
          </w:p>
        </w:tc>
        <w:tc>
          <w:tcPr>
            <w:tcW w:w="1701" w:type="dxa"/>
            <w:vAlign w:val="center"/>
          </w:tcPr>
          <w:p w14:paraId="10047228" w14:textId="77777777" w:rsidR="001531FC" w:rsidRPr="00241F36" w:rsidRDefault="001531FC" w:rsidP="00550729">
            <w:pPr>
              <w:rPr>
                <w:b/>
                <w:bCs/>
              </w:rPr>
            </w:pPr>
            <w:r>
              <w:rPr>
                <w:b/>
                <w:bCs/>
              </w:rPr>
              <w:t>Ctrl + Home</w:t>
            </w:r>
          </w:p>
        </w:tc>
        <w:tc>
          <w:tcPr>
            <w:tcW w:w="1701" w:type="dxa"/>
            <w:vAlign w:val="center"/>
          </w:tcPr>
          <w:p w14:paraId="159C3363" w14:textId="77777777" w:rsidR="001531FC" w:rsidRPr="00290F2A" w:rsidRDefault="001531FC" w:rsidP="00550729"/>
        </w:tc>
      </w:tr>
      <w:tr w:rsidR="001531FC" w:rsidRPr="00290F2A" w14:paraId="4B70E5AA" w14:textId="77777777" w:rsidTr="00195492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3631254" w14:textId="77777777" w:rsidR="001531FC" w:rsidRPr="00290F2A" w:rsidRDefault="001531FC" w:rsidP="00550729">
            <w:r w:rsidRPr="00290F2A">
              <w:t>Decrease Autopilot Reference VS</w:t>
            </w:r>
          </w:p>
        </w:tc>
        <w:tc>
          <w:tcPr>
            <w:tcW w:w="1701" w:type="dxa"/>
            <w:vAlign w:val="center"/>
          </w:tcPr>
          <w:p w14:paraId="6AC316E6" w14:textId="77777777" w:rsidR="001531FC" w:rsidRPr="00241F36" w:rsidRDefault="001531FC" w:rsidP="00550729">
            <w:pPr>
              <w:rPr>
                <w:b/>
                <w:bCs/>
              </w:rPr>
            </w:pPr>
            <w:r>
              <w:rPr>
                <w:b/>
                <w:bCs/>
              </w:rPr>
              <w:t>Ctrl + End</w:t>
            </w:r>
          </w:p>
        </w:tc>
        <w:tc>
          <w:tcPr>
            <w:tcW w:w="1701" w:type="dxa"/>
            <w:vAlign w:val="center"/>
          </w:tcPr>
          <w:p w14:paraId="59527575" w14:textId="77777777" w:rsidR="001531FC" w:rsidRPr="00290F2A" w:rsidRDefault="001531FC" w:rsidP="00550729"/>
        </w:tc>
      </w:tr>
      <w:tr w:rsidR="001531FC" w:rsidRPr="00290F2A" w14:paraId="477065FB" w14:textId="77777777" w:rsidTr="00195492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52794A2" w14:textId="77777777" w:rsidR="001531FC" w:rsidRPr="00290F2A" w:rsidRDefault="001531FC" w:rsidP="00550729">
            <w:r w:rsidRPr="00290F2A">
              <w:t>Set AP Current VS</w:t>
            </w:r>
          </w:p>
        </w:tc>
        <w:tc>
          <w:tcPr>
            <w:tcW w:w="1701" w:type="dxa"/>
            <w:vAlign w:val="center"/>
          </w:tcPr>
          <w:p w14:paraId="1A7DD795" w14:textId="77777777" w:rsidR="001531FC" w:rsidRPr="00241F36" w:rsidRDefault="001531FC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8C4229A" w14:textId="77777777" w:rsidR="001531FC" w:rsidRPr="00290F2A" w:rsidRDefault="001531FC" w:rsidP="00550729"/>
        </w:tc>
      </w:tr>
      <w:tr w:rsidR="001531FC" w:rsidRPr="00290F2A" w14:paraId="44B3D280" w14:textId="77777777" w:rsidTr="00195492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E052793" w14:textId="77777777" w:rsidR="001531FC" w:rsidRPr="00290F2A" w:rsidRDefault="001531FC" w:rsidP="00550729">
            <w:r w:rsidRPr="00290F2A">
              <w:t>AP Reference VS Imperial</w:t>
            </w:r>
          </w:p>
        </w:tc>
        <w:tc>
          <w:tcPr>
            <w:tcW w:w="1701" w:type="dxa"/>
            <w:vAlign w:val="center"/>
          </w:tcPr>
          <w:p w14:paraId="66CC00A0" w14:textId="77777777" w:rsidR="001531FC" w:rsidRPr="00241F36" w:rsidRDefault="001531FC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B40EC3E" w14:textId="77777777" w:rsidR="001531FC" w:rsidRPr="00290F2A" w:rsidRDefault="001531FC" w:rsidP="00550729"/>
        </w:tc>
      </w:tr>
      <w:tr w:rsidR="001531FC" w:rsidRPr="00290F2A" w14:paraId="3E58425C" w14:textId="77777777" w:rsidTr="00195492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19F5962" w14:textId="77777777" w:rsidR="001531FC" w:rsidRPr="00290F2A" w:rsidRDefault="001531FC" w:rsidP="00550729">
            <w:r w:rsidRPr="00290F2A">
              <w:t>AP VS Reference Metric</w:t>
            </w:r>
          </w:p>
        </w:tc>
        <w:tc>
          <w:tcPr>
            <w:tcW w:w="1701" w:type="dxa"/>
            <w:vAlign w:val="center"/>
          </w:tcPr>
          <w:p w14:paraId="1934D920" w14:textId="77777777" w:rsidR="001531FC" w:rsidRPr="00241F36" w:rsidRDefault="001531FC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B7A4FE8" w14:textId="77777777" w:rsidR="001531FC" w:rsidRPr="00290F2A" w:rsidRDefault="001531FC" w:rsidP="00550729"/>
        </w:tc>
      </w:tr>
      <w:tr w:rsidR="001531FC" w:rsidRPr="005C7532" w14:paraId="130A0E52" w14:textId="77777777" w:rsidTr="00195492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8816CB9" w14:textId="77777777" w:rsidR="001531FC" w:rsidRPr="00290F2A" w:rsidRDefault="001531FC" w:rsidP="00550729">
            <w:pPr>
              <w:rPr>
                <w:lang w:val="en-US"/>
              </w:rPr>
            </w:pPr>
            <w:r w:rsidRPr="00290F2A">
              <w:rPr>
                <w:lang w:val="en-US"/>
              </w:rPr>
              <w:t>Set AP VS Slot Index</w:t>
            </w:r>
          </w:p>
        </w:tc>
        <w:tc>
          <w:tcPr>
            <w:tcW w:w="1701" w:type="dxa"/>
            <w:vAlign w:val="center"/>
          </w:tcPr>
          <w:p w14:paraId="3834B86B" w14:textId="77777777" w:rsidR="001531FC" w:rsidRPr="00241F36" w:rsidRDefault="001531FC" w:rsidP="0055072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993B816" w14:textId="77777777" w:rsidR="001531FC" w:rsidRPr="00290F2A" w:rsidRDefault="001531FC" w:rsidP="00550729">
            <w:pPr>
              <w:rPr>
                <w:lang w:val="en-US"/>
              </w:rPr>
            </w:pPr>
          </w:p>
        </w:tc>
      </w:tr>
      <w:tr w:rsidR="001531FC" w:rsidRPr="00290F2A" w14:paraId="7891AD72" w14:textId="77777777" w:rsidTr="00195492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C2B98CE" w14:textId="77777777" w:rsidR="001531FC" w:rsidRPr="00290F2A" w:rsidRDefault="001531FC" w:rsidP="00550729">
            <w:r w:rsidRPr="00290F2A">
              <w:t>Autopilot Pitch Leveler Hold</w:t>
            </w:r>
          </w:p>
        </w:tc>
        <w:tc>
          <w:tcPr>
            <w:tcW w:w="1701" w:type="dxa"/>
            <w:vAlign w:val="center"/>
          </w:tcPr>
          <w:p w14:paraId="4F91E5E2" w14:textId="77777777" w:rsidR="001531FC" w:rsidRPr="00241F36" w:rsidRDefault="001531FC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B2D0125" w14:textId="77777777" w:rsidR="001531FC" w:rsidRPr="00290F2A" w:rsidRDefault="001531FC" w:rsidP="00550729"/>
        </w:tc>
      </w:tr>
      <w:tr w:rsidR="001531FC" w:rsidRPr="00290F2A" w14:paraId="0F15781E" w14:textId="77777777" w:rsidTr="00195492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CDD09BF" w14:textId="77777777" w:rsidR="001531FC" w:rsidRPr="00290F2A" w:rsidRDefault="001531FC" w:rsidP="00550729">
            <w:r w:rsidRPr="00290F2A">
              <w:t>Autopilot Pitch Leveler On</w:t>
            </w:r>
          </w:p>
        </w:tc>
        <w:tc>
          <w:tcPr>
            <w:tcW w:w="1701" w:type="dxa"/>
            <w:vAlign w:val="center"/>
          </w:tcPr>
          <w:p w14:paraId="06CBB636" w14:textId="77777777" w:rsidR="001531FC" w:rsidRPr="00241F36" w:rsidRDefault="001531FC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019F694" w14:textId="77777777" w:rsidR="001531FC" w:rsidRPr="00290F2A" w:rsidRDefault="001531FC" w:rsidP="00550729"/>
        </w:tc>
      </w:tr>
      <w:tr w:rsidR="006C1F37" w:rsidRPr="00290F2A" w14:paraId="28E35316" w14:textId="77777777" w:rsidTr="00195492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963C842" w14:textId="77777777" w:rsidR="006C1F37" w:rsidRPr="00290F2A" w:rsidRDefault="006C1F37" w:rsidP="00550729">
            <w:r w:rsidRPr="00290F2A">
              <w:t>Autopilot Pitch Leveler Off</w:t>
            </w:r>
          </w:p>
        </w:tc>
        <w:tc>
          <w:tcPr>
            <w:tcW w:w="1701" w:type="dxa"/>
            <w:vAlign w:val="center"/>
          </w:tcPr>
          <w:p w14:paraId="34066F55" w14:textId="77777777" w:rsidR="006C1F37" w:rsidRPr="00241F36" w:rsidRDefault="006C1F37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5E9E42C" w14:textId="77777777" w:rsidR="006C1F37" w:rsidRPr="00290F2A" w:rsidRDefault="006C1F37" w:rsidP="00550729"/>
        </w:tc>
      </w:tr>
      <w:tr w:rsidR="00315D15" w:rsidRPr="005C7532" w14:paraId="58C9AFC8" w14:textId="77777777" w:rsidTr="00195492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97E1233" w14:textId="77777777" w:rsidR="00315D15" w:rsidRPr="00290F2A" w:rsidRDefault="00315D15" w:rsidP="00550729">
            <w:pPr>
              <w:rPr>
                <w:lang w:val="en-US"/>
              </w:rPr>
            </w:pPr>
            <w:r w:rsidRPr="00290F2A">
              <w:rPr>
                <w:lang w:val="en-US"/>
              </w:rPr>
              <w:t>Select AP Pitch Hold Reference</w:t>
            </w:r>
          </w:p>
        </w:tc>
        <w:tc>
          <w:tcPr>
            <w:tcW w:w="1701" w:type="dxa"/>
            <w:vAlign w:val="center"/>
          </w:tcPr>
          <w:p w14:paraId="648CF9E7" w14:textId="77777777" w:rsidR="00315D15" w:rsidRPr="00241F36" w:rsidRDefault="00315D15" w:rsidP="0055072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F5C08C9" w14:textId="77777777" w:rsidR="00315D15" w:rsidRPr="00290F2A" w:rsidRDefault="00315D15" w:rsidP="00550729">
            <w:pPr>
              <w:rPr>
                <w:lang w:val="en-US"/>
              </w:rPr>
            </w:pPr>
          </w:p>
        </w:tc>
      </w:tr>
      <w:tr w:rsidR="00315D15" w:rsidRPr="005C7532" w14:paraId="0362D02D" w14:textId="77777777" w:rsidTr="00550729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01053DC" w14:textId="77777777" w:rsidR="00315D15" w:rsidRPr="00290F2A" w:rsidRDefault="00315D15" w:rsidP="00550729">
            <w:pPr>
              <w:rPr>
                <w:lang w:val="en-US"/>
              </w:rPr>
            </w:pPr>
            <w:r w:rsidRPr="00290F2A">
              <w:rPr>
                <w:lang w:val="en-US"/>
              </w:rPr>
              <w:t>Increase AP Pitch Hold Reference</w:t>
            </w:r>
          </w:p>
        </w:tc>
        <w:tc>
          <w:tcPr>
            <w:tcW w:w="1701" w:type="dxa"/>
            <w:vAlign w:val="center"/>
          </w:tcPr>
          <w:p w14:paraId="0D6DC91C" w14:textId="77777777" w:rsidR="00315D15" w:rsidRPr="00241F36" w:rsidRDefault="00315D15" w:rsidP="0055072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7C8F4C4" w14:textId="77777777" w:rsidR="00315D15" w:rsidRPr="00290F2A" w:rsidRDefault="00315D15" w:rsidP="00550729">
            <w:pPr>
              <w:rPr>
                <w:lang w:val="en-US"/>
              </w:rPr>
            </w:pPr>
          </w:p>
        </w:tc>
      </w:tr>
      <w:tr w:rsidR="001531FC" w:rsidRPr="005C7532" w14:paraId="7ABD6B61" w14:textId="77777777" w:rsidTr="00195492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5ADBD09" w14:textId="77777777" w:rsidR="001531FC" w:rsidRPr="00290F2A" w:rsidRDefault="001531FC" w:rsidP="00550729">
            <w:pPr>
              <w:rPr>
                <w:lang w:val="en-US"/>
              </w:rPr>
            </w:pPr>
            <w:r w:rsidRPr="00290F2A">
              <w:rPr>
                <w:lang w:val="en-US"/>
              </w:rPr>
              <w:t>Decrease AP Pitch Hold Reference</w:t>
            </w:r>
          </w:p>
        </w:tc>
        <w:tc>
          <w:tcPr>
            <w:tcW w:w="1701" w:type="dxa"/>
            <w:vAlign w:val="center"/>
          </w:tcPr>
          <w:p w14:paraId="3539ED91" w14:textId="77777777" w:rsidR="001531FC" w:rsidRPr="00241F36" w:rsidRDefault="001531FC" w:rsidP="0055072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A5BB1B7" w14:textId="77777777" w:rsidR="001531FC" w:rsidRPr="00290F2A" w:rsidRDefault="001531FC" w:rsidP="00550729">
            <w:pPr>
              <w:rPr>
                <w:lang w:val="en-US"/>
              </w:rPr>
            </w:pPr>
          </w:p>
        </w:tc>
      </w:tr>
      <w:tr w:rsidR="001531FC" w:rsidRPr="00290F2A" w14:paraId="7F8460C2" w14:textId="77777777" w:rsidTr="00195492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11BF949" w14:textId="77777777" w:rsidR="001531FC" w:rsidRPr="00290F2A" w:rsidRDefault="001531FC" w:rsidP="00550729">
            <w:r w:rsidRPr="00290F2A">
              <w:t>Flight Director Pitch Sync</w:t>
            </w:r>
          </w:p>
        </w:tc>
        <w:tc>
          <w:tcPr>
            <w:tcW w:w="1701" w:type="dxa"/>
            <w:vAlign w:val="center"/>
          </w:tcPr>
          <w:p w14:paraId="39375636" w14:textId="77777777" w:rsidR="001531FC" w:rsidRPr="00241F36" w:rsidRDefault="001531FC" w:rsidP="0055072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AF336A7" w14:textId="77777777" w:rsidR="001531FC" w:rsidRPr="00290F2A" w:rsidRDefault="001531FC" w:rsidP="00550729"/>
        </w:tc>
      </w:tr>
    </w:tbl>
    <w:p w14:paraId="08BD08F4" w14:textId="51C7648D" w:rsidR="00E21FBE" w:rsidRPr="005D3D26" w:rsidRDefault="00E21FBE" w:rsidP="00397FE4">
      <w:pPr>
        <w:pStyle w:val="Ttulo2"/>
        <w:pageBreakBefore/>
      </w:pPr>
      <w:bookmarkStart w:id="65" w:name="_Toc66292971"/>
      <w:r w:rsidRPr="005D3D26">
        <w:lastRenderedPageBreak/>
        <w:t>SPD</w:t>
      </w:r>
      <w:bookmarkEnd w:id="65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1531FC" w:rsidRPr="001531FC" w14:paraId="6C8F002A" w14:textId="77777777" w:rsidTr="00785F54">
        <w:trPr>
          <w:trHeight w:val="272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01FD4A81" w14:textId="4098AB9D" w:rsidR="001531FC" w:rsidRPr="001531FC" w:rsidRDefault="00B9147B" w:rsidP="001531FC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Autopilot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SPD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1FEB16" w14:textId="77777777" w:rsidR="001531FC" w:rsidRPr="001531FC" w:rsidRDefault="001531FC" w:rsidP="001531FC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C8A9BFC" w14:textId="77777777" w:rsidR="001531FC" w:rsidRPr="001531FC" w:rsidRDefault="001531FC" w:rsidP="001531FC">
            <w:pPr>
              <w:jc w:val="center"/>
              <w:rPr>
                <w:b/>
                <w:bCs/>
              </w:rPr>
            </w:pPr>
          </w:p>
        </w:tc>
      </w:tr>
      <w:tr w:rsidR="001531FC" w:rsidRPr="00290F2A" w14:paraId="5F6C042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FDE6129" w14:textId="77777777" w:rsidR="001531FC" w:rsidRPr="00290F2A" w:rsidRDefault="001531FC" w:rsidP="00242A09">
            <w:r w:rsidRPr="00290F2A">
              <w:t>Arm Auto Throttle</w:t>
            </w:r>
          </w:p>
        </w:tc>
        <w:tc>
          <w:tcPr>
            <w:tcW w:w="1701" w:type="dxa"/>
            <w:vAlign w:val="center"/>
          </w:tcPr>
          <w:p w14:paraId="3142372A" w14:textId="77777777" w:rsidR="001531FC" w:rsidRPr="00241F36" w:rsidRDefault="001531FC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Shift + R</w:t>
            </w:r>
          </w:p>
        </w:tc>
        <w:tc>
          <w:tcPr>
            <w:tcW w:w="1701" w:type="dxa"/>
            <w:vAlign w:val="center"/>
          </w:tcPr>
          <w:p w14:paraId="544B14DB" w14:textId="77777777" w:rsidR="001531FC" w:rsidRPr="00290F2A" w:rsidRDefault="001531FC" w:rsidP="00242A09"/>
        </w:tc>
      </w:tr>
      <w:tr w:rsidR="0051347D" w:rsidRPr="00290F2A" w14:paraId="5014E3B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3FBFE078" w14:textId="675D79DA" w:rsidR="0051347D" w:rsidRPr="00290F2A" w:rsidRDefault="0051347D" w:rsidP="00242A09">
            <w:r>
              <w:t>Auto Throttle Disconnect</w:t>
            </w:r>
          </w:p>
        </w:tc>
        <w:tc>
          <w:tcPr>
            <w:tcW w:w="1701" w:type="dxa"/>
            <w:vAlign w:val="center"/>
          </w:tcPr>
          <w:p w14:paraId="3F133B21" w14:textId="77777777" w:rsidR="0051347D" w:rsidRDefault="0051347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FD02B2A" w14:textId="77777777" w:rsidR="0051347D" w:rsidRPr="00290F2A" w:rsidRDefault="0051347D" w:rsidP="00242A09"/>
        </w:tc>
      </w:tr>
      <w:tr w:rsidR="001531FC" w:rsidRPr="00290F2A" w14:paraId="508DD42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DE829E7" w14:textId="77777777" w:rsidR="001531FC" w:rsidRPr="00290F2A" w:rsidRDefault="001531FC" w:rsidP="00242A09">
            <w:r w:rsidRPr="00290F2A">
              <w:t>Auto Throttle TO GA</w:t>
            </w:r>
          </w:p>
        </w:tc>
        <w:tc>
          <w:tcPr>
            <w:tcW w:w="1701" w:type="dxa"/>
            <w:vAlign w:val="center"/>
          </w:tcPr>
          <w:p w14:paraId="5E9C65AC" w14:textId="77777777" w:rsidR="001531FC" w:rsidRPr="00241F36" w:rsidRDefault="001531FC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Shift + Ctrl + G</w:t>
            </w:r>
          </w:p>
        </w:tc>
        <w:tc>
          <w:tcPr>
            <w:tcW w:w="1701" w:type="dxa"/>
            <w:vAlign w:val="center"/>
          </w:tcPr>
          <w:p w14:paraId="30F560C3" w14:textId="77777777" w:rsidR="001531FC" w:rsidRPr="00290F2A" w:rsidRDefault="001531FC" w:rsidP="00242A09"/>
        </w:tc>
      </w:tr>
      <w:tr w:rsidR="001531FC" w:rsidRPr="00290F2A" w14:paraId="514E8FC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993C2E0" w14:textId="77777777" w:rsidR="001531FC" w:rsidRPr="00290F2A" w:rsidRDefault="001531FC" w:rsidP="00242A09">
            <w:r w:rsidRPr="00290F2A">
              <w:t>Increase Autopilot Reference Airspeed</w:t>
            </w:r>
          </w:p>
        </w:tc>
        <w:tc>
          <w:tcPr>
            <w:tcW w:w="1701" w:type="dxa"/>
            <w:vAlign w:val="center"/>
          </w:tcPr>
          <w:p w14:paraId="54A7DA6C" w14:textId="77777777" w:rsidR="001531FC" w:rsidRPr="00241F36" w:rsidRDefault="001531FC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Shift + Ctrl + Insert</w:t>
            </w:r>
          </w:p>
        </w:tc>
        <w:tc>
          <w:tcPr>
            <w:tcW w:w="1701" w:type="dxa"/>
            <w:vAlign w:val="center"/>
          </w:tcPr>
          <w:p w14:paraId="46735346" w14:textId="77777777" w:rsidR="001531FC" w:rsidRPr="00290F2A" w:rsidRDefault="001531FC" w:rsidP="00242A09"/>
        </w:tc>
      </w:tr>
      <w:tr w:rsidR="001531FC" w:rsidRPr="00290F2A" w14:paraId="085C048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DEF907A" w14:textId="77777777" w:rsidR="001531FC" w:rsidRPr="00290F2A" w:rsidRDefault="001531FC" w:rsidP="00242A09">
            <w:r w:rsidRPr="00290F2A">
              <w:t>Decrease Autopilot Reference Airspeed</w:t>
            </w:r>
          </w:p>
        </w:tc>
        <w:tc>
          <w:tcPr>
            <w:tcW w:w="1701" w:type="dxa"/>
            <w:vAlign w:val="center"/>
          </w:tcPr>
          <w:p w14:paraId="7A866C76" w14:textId="77777777" w:rsidR="001531FC" w:rsidRPr="00241F36" w:rsidRDefault="001531FC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Shift + Ctrl + Delete</w:t>
            </w:r>
          </w:p>
        </w:tc>
        <w:tc>
          <w:tcPr>
            <w:tcW w:w="1701" w:type="dxa"/>
            <w:vAlign w:val="center"/>
          </w:tcPr>
          <w:p w14:paraId="11FBEA66" w14:textId="77777777" w:rsidR="001531FC" w:rsidRPr="00290F2A" w:rsidRDefault="001531FC" w:rsidP="00242A09"/>
        </w:tc>
      </w:tr>
      <w:tr w:rsidR="00601CCD" w:rsidRPr="00290F2A" w14:paraId="458B2B45" w14:textId="77777777" w:rsidTr="00481903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123E098" w14:textId="77777777" w:rsidR="00601CCD" w:rsidRPr="00290F2A" w:rsidRDefault="00601CCD" w:rsidP="00481903">
            <w:r w:rsidRPr="00290F2A">
              <w:t>Autopilot N1 Hold</w:t>
            </w:r>
          </w:p>
        </w:tc>
        <w:tc>
          <w:tcPr>
            <w:tcW w:w="1701" w:type="dxa"/>
            <w:vAlign w:val="center"/>
          </w:tcPr>
          <w:p w14:paraId="686C168F" w14:textId="77777777" w:rsidR="00601CCD" w:rsidRPr="00241F36" w:rsidRDefault="00601CCD" w:rsidP="00481903">
            <w:pPr>
              <w:rPr>
                <w:b/>
                <w:bCs/>
              </w:rPr>
            </w:pPr>
            <w:r>
              <w:rPr>
                <w:b/>
                <w:bCs/>
              </w:rPr>
              <w:t>Ctrl + S</w:t>
            </w:r>
          </w:p>
        </w:tc>
        <w:tc>
          <w:tcPr>
            <w:tcW w:w="1701" w:type="dxa"/>
            <w:vAlign w:val="center"/>
          </w:tcPr>
          <w:p w14:paraId="15AA6902" w14:textId="77777777" w:rsidR="00601CCD" w:rsidRPr="00290F2A" w:rsidRDefault="00601CCD" w:rsidP="00481903"/>
        </w:tc>
      </w:tr>
      <w:tr w:rsidR="00601CCD" w:rsidRPr="00290F2A" w14:paraId="1C49BF0B" w14:textId="77777777" w:rsidTr="00481903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707E317" w14:textId="77777777" w:rsidR="00601CCD" w:rsidRPr="00290F2A" w:rsidRDefault="00601CCD" w:rsidP="00481903">
            <w:r w:rsidRPr="00290F2A">
              <w:t>Increase Autopilot N1 Reference</w:t>
            </w:r>
          </w:p>
        </w:tc>
        <w:tc>
          <w:tcPr>
            <w:tcW w:w="1701" w:type="dxa"/>
            <w:vAlign w:val="center"/>
          </w:tcPr>
          <w:p w14:paraId="549FA7D8" w14:textId="77777777" w:rsidR="00601CCD" w:rsidRPr="00241F36" w:rsidRDefault="00601CCD" w:rsidP="00481903">
            <w:pPr>
              <w:rPr>
                <w:b/>
                <w:bCs/>
              </w:rPr>
            </w:pPr>
            <w:r>
              <w:rPr>
                <w:b/>
                <w:bCs/>
              </w:rPr>
              <w:t>Ctrl + Home</w:t>
            </w:r>
          </w:p>
        </w:tc>
        <w:tc>
          <w:tcPr>
            <w:tcW w:w="1701" w:type="dxa"/>
            <w:vAlign w:val="center"/>
          </w:tcPr>
          <w:p w14:paraId="0BF6F60B" w14:textId="77777777" w:rsidR="00601CCD" w:rsidRPr="00290F2A" w:rsidRDefault="00601CCD" w:rsidP="00481903"/>
        </w:tc>
      </w:tr>
      <w:tr w:rsidR="00601CCD" w:rsidRPr="00290F2A" w14:paraId="0269BFC1" w14:textId="77777777" w:rsidTr="00481903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432C191" w14:textId="77777777" w:rsidR="00601CCD" w:rsidRPr="00290F2A" w:rsidRDefault="00601CCD" w:rsidP="00481903">
            <w:r w:rsidRPr="00290F2A">
              <w:t>Decrease Autopilot N1 Reference</w:t>
            </w:r>
          </w:p>
        </w:tc>
        <w:tc>
          <w:tcPr>
            <w:tcW w:w="1701" w:type="dxa"/>
            <w:vAlign w:val="center"/>
          </w:tcPr>
          <w:p w14:paraId="3A38B6D6" w14:textId="77777777" w:rsidR="00601CCD" w:rsidRPr="00241F36" w:rsidRDefault="00601CCD" w:rsidP="00481903">
            <w:pPr>
              <w:rPr>
                <w:b/>
                <w:bCs/>
              </w:rPr>
            </w:pPr>
            <w:r>
              <w:rPr>
                <w:b/>
                <w:bCs/>
              </w:rPr>
              <w:t>Ctrl + End</w:t>
            </w:r>
          </w:p>
        </w:tc>
        <w:tc>
          <w:tcPr>
            <w:tcW w:w="1701" w:type="dxa"/>
            <w:vAlign w:val="center"/>
          </w:tcPr>
          <w:p w14:paraId="2CCAFD72" w14:textId="77777777" w:rsidR="00601CCD" w:rsidRPr="00290F2A" w:rsidRDefault="00601CCD" w:rsidP="00481903"/>
        </w:tc>
      </w:tr>
      <w:tr w:rsidR="00601CCD" w:rsidRPr="00290F2A" w14:paraId="7B5F6165" w14:textId="77777777" w:rsidTr="00481903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DEE1193" w14:textId="77777777" w:rsidR="00601CCD" w:rsidRPr="00290F2A" w:rsidRDefault="00601CCD" w:rsidP="00481903">
            <w:r w:rsidRPr="00290F2A">
              <w:t>Set Autopilot N1 Ref</w:t>
            </w:r>
            <w:r>
              <w:t>e</w:t>
            </w:r>
            <w:r w:rsidRPr="00290F2A">
              <w:t>rence</w:t>
            </w:r>
          </w:p>
        </w:tc>
        <w:tc>
          <w:tcPr>
            <w:tcW w:w="1701" w:type="dxa"/>
            <w:vAlign w:val="center"/>
          </w:tcPr>
          <w:p w14:paraId="212512AB" w14:textId="77777777" w:rsidR="00601CCD" w:rsidRPr="00241F36" w:rsidRDefault="00601CCD" w:rsidP="00481903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649E192" w14:textId="77777777" w:rsidR="00601CCD" w:rsidRPr="00290F2A" w:rsidRDefault="00601CCD" w:rsidP="00481903"/>
        </w:tc>
      </w:tr>
      <w:tr w:rsidR="001531FC" w:rsidRPr="00290F2A" w14:paraId="73EAC94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C11E384" w14:textId="77777777" w:rsidR="001531FC" w:rsidRPr="00290F2A" w:rsidRDefault="001531FC" w:rsidP="00242A09">
            <w:r w:rsidRPr="00290F2A">
              <w:t>Autopilot Mach Hold Current</w:t>
            </w:r>
          </w:p>
        </w:tc>
        <w:tc>
          <w:tcPr>
            <w:tcW w:w="1701" w:type="dxa"/>
            <w:vAlign w:val="center"/>
          </w:tcPr>
          <w:p w14:paraId="055233FF" w14:textId="77777777" w:rsidR="001531FC" w:rsidRPr="00241F36" w:rsidRDefault="001531FC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DA1669F" w14:textId="77777777" w:rsidR="001531FC" w:rsidRPr="00290F2A" w:rsidRDefault="001531FC" w:rsidP="00242A09"/>
        </w:tc>
      </w:tr>
      <w:tr w:rsidR="00192558" w:rsidRPr="00290F2A" w14:paraId="3EE17B42" w14:textId="77777777" w:rsidTr="00192558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6C63E59" w14:textId="77777777" w:rsidR="00192558" w:rsidRPr="00290F2A" w:rsidRDefault="00192558" w:rsidP="00192558">
            <w:r w:rsidRPr="00290F2A">
              <w:t>Autopilot Airspeed Acquire</w:t>
            </w:r>
          </w:p>
        </w:tc>
        <w:tc>
          <w:tcPr>
            <w:tcW w:w="1701" w:type="dxa"/>
            <w:vAlign w:val="center"/>
          </w:tcPr>
          <w:p w14:paraId="2E52C6BB" w14:textId="77777777" w:rsidR="00192558" w:rsidRPr="00241F36" w:rsidRDefault="00192558" w:rsidP="00192558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89ECB13" w14:textId="77777777" w:rsidR="00192558" w:rsidRPr="00290F2A" w:rsidRDefault="00192558" w:rsidP="00192558"/>
        </w:tc>
      </w:tr>
      <w:tr w:rsidR="00192558" w:rsidRPr="00290F2A" w14:paraId="5BB074C0" w14:textId="77777777" w:rsidTr="00192558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B426745" w14:textId="77777777" w:rsidR="00192558" w:rsidRPr="00290F2A" w:rsidRDefault="00192558" w:rsidP="00192558">
            <w:r w:rsidRPr="00290F2A">
              <w:t>Autopilot Airspeed Hold Current</w:t>
            </w:r>
          </w:p>
        </w:tc>
        <w:tc>
          <w:tcPr>
            <w:tcW w:w="1701" w:type="dxa"/>
            <w:vAlign w:val="center"/>
          </w:tcPr>
          <w:p w14:paraId="6D80A92A" w14:textId="77777777" w:rsidR="00192558" w:rsidRPr="00241F36" w:rsidRDefault="00192558" w:rsidP="00192558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BE6AE0F" w14:textId="77777777" w:rsidR="00192558" w:rsidRPr="00290F2A" w:rsidRDefault="00192558" w:rsidP="00192558"/>
        </w:tc>
      </w:tr>
      <w:tr w:rsidR="008B1864" w:rsidRPr="00290F2A" w14:paraId="76BA256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024B878" w14:textId="77777777" w:rsidR="008B1864" w:rsidRPr="00290F2A" w:rsidRDefault="008B1864" w:rsidP="00242A09">
            <w:r w:rsidRPr="00290F2A">
              <w:t>Autopilot Airspeed Hold</w:t>
            </w:r>
          </w:p>
        </w:tc>
        <w:tc>
          <w:tcPr>
            <w:tcW w:w="1701" w:type="dxa"/>
            <w:vAlign w:val="center"/>
          </w:tcPr>
          <w:p w14:paraId="4BC5C7CF" w14:textId="77777777" w:rsidR="008B1864" w:rsidRPr="00241F36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D8F1F8B" w14:textId="77777777" w:rsidR="008B1864" w:rsidRPr="00290F2A" w:rsidRDefault="008B1864" w:rsidP="00242A09"/>
        </w:tc>
      </w:tr>
      <w:tr w:rsidR="00A25295" w:rsidRPr="00290F2A" w14:paraId="6612D19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8BACC88" w14:textId="77777777" w:rsidR="00A25295" w:rsidRPr="00290F2A" w:rsidRDefault="00A25295" w:rsidP="00242A09">
            <w:r w:rsidRPr="00290F2A">
              <w:t>Autopilot Airspeed Hold On</w:t>
            </w:r>
          </w:p>
        </w:tc>
        <w:tc>
          <w:tcPr>
            <w:tcW w:w="1701" w:type="dxa"/>
            <w:vAlign w:val="center"/>
          </w:tcPr>
          <w:p w14:paraId="01454079" w14:textId="77777777" w:rsidR="00A25295" w:rsidRPr="00241F36" w:rsidRDefault="00A2529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8C704DF" w14:textId="77777777" w:rsidR="00A25295" w:rsidRPr="00290F2A" w:rsidRDefault="00A25295" w:rsidP="00242A09"/>
        </w:tc>
      </w:tr>
      <w:tr w:rsidR="008B1864" w:rsidRPr="00290F2A" w14:paraId="3783ABC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E3A082E" w14:textId="77777777" w:rsidR="008B1864" w:rsidRPr="00290F2A" w:rsidRDefault="008B1864" w:rsidP="00242A09">
            <w:r w:rsidRPr="00290F2A">
              <w:t>Autopilot Airspeed Hold Off</w:t>
            </w:r>
          </w:p>
        </w:tc>
        <w:tc>
          <w:tcPr>
            <w:tcW w:w="1701" w:type="dxa"/>
            <w:vAlign w:val="center"/>
          </w:tcPr>
          <w:p w14:paraId="7358C139" w14:textId="77777777" w:rsidR="008B1864" w:rsidRPr="00241F36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EF992DB" w14:textId="77777777" w:rsidR="008B1864" w:rsidRPr="00290F2A" w:rsidRDefault="008B1864" w:rsidP="00242A09"/>
        </w:tc>
      </w:tr>
      <w:tr w:rsidR="008B1864" w:rsidRPr="00290F2A" w14:paraId="3843136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9B4587B" w14:textId="77777777" w:rsidR="008B1864" w:rsidRPr="00290F2A" w:rsidRDefault="008B1864" w:rsidP="00242A09">
            <w:r w:rsidRPr="00290F2A">
              <w:t>Set Autopilot Airspeed Hold</w:t>
            </w:r>
          </w:p>
        </w:tc>
        <w:tc>
          <w:tcPr>
            <w:tcW w:w="1701" w:type="dxa"/>
            <w:vAlign w:val="center"/>
          </w:tcPr>
          <w:p w14:paraId="16B36B4F" w14:textId="77777777" w:rsidR="008B1864" w:rsidRPr="00241F36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C287CA7" w14:textId="77777777" w:rsidR="008B1864" w:rsidRPr="00290F2A" w:rsidRDefault="008B1864" w:rsidP="00242A09"/>
        </w:tc>
      </w:tr>
      <w:tr w:rsidR="008B1864" w:rsidRPr="00290F2A" w14:paraId="44A01A1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CDE485E" w14:textId="77777777" w:rsidR="008B1864" w:rsidRPr="00290F2A" w:rsidRDefault="008B1864" w:rsidP="00242A09">
            <w:r w:rsidRPr="00290F2A">
              <w:t>Toggle Autopilot Mach Hold</w:t>
            </w:r>
          </w:p>
        </w:tc>
        <w:tc>
          <w:tcPr>
            <w:tcW w:w="1701" w:type="dxa"/>
            <w:vAlign w:val="center"/>
          </w:tcPr>
          <w:p w14:paraId="368B0721" w14:textId="2496C3BE" w:rsidR="008B1864" w:rsidRPr="00241F36" w:rsidRDefault="00241F36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M</w:t>
            </w:r>
          </w:p>
        </w:tc>
        <w:tc>
          <w:tcPr>
            <w:tcW w:w="1701" w:type="dxa"/>
            <w:vAlign w:val="center"/>
          </w:tcPr>
          <w:p w14:paraId="0E9D53AF" w14:textId="77777777" w:rsidR="008B1864" w:rsidRPr="00290F2A" w:rsidRDefault="008B1864" w:rsidP="00242A09"/>
        </w:tc>
      </w:tr>
      <w:tr w:rsidR="008B1864" w:rsidRPr="00290F2A" w14:paraId="64744D7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A794800" w14:textId="77777777" w:rsidR="008B1864" w:rsidRPr="00290F2A" w:rsidRDefault="008B1864" w:rsidP="00242A09">
            <w:r w:rsidRPr="00290F2A">
              <w:t>Autopilot Mach Hold On</w:t>
            </w:r>
          </w:p>
        </w:tc>
        <w:tc>
          <w:tcPr>
            <w:tcW w:w="1701" w:type="dxa"/>
            <w:vAlign w:val="center"/>
          </w:tcPr>
          <w:p w14:paraId="29CC061D" w14:textId="77777777" w:rsidR="008B1864" w:rsidRPr="00241F36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3133F69" w14:textId="77777777" w:rsidR="008B1864" w:rsidRPr="00290F2A" w:rsidRDefault="008B1864" w:rsidP="00242A09"/>
        </w:tc>
      </w:tr>
      <w:tr w:rsidR="006C1F37" w:rsidRPr="00290F2A" w14:paraId="6B5810C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AC030F9" w14:textId="77777777" w:rsidR="006C1F37" w:rsidRPr="00290F2A" w:rsidRDefault="006C1F37" w:rsidP="00242A09">
            <w:r w:rsidRPr="00290F2A">
              <w:t>Autopilot Mach Hold Off</w:t>
            </w:r>
          </w:p>
        </w:tc>
        <w:tc>
          <w:tcPr>
            <w:tcW w:w="1701" w:type="dxa"/>
            <w:vAlign w:val="center"/>
          </w:tcPr>
          <w:p w14:paraId="6A23B2CC" w14:textId="77777777" w:rsidR="006C1F37" w:rsidRPr="00241F36" w:rsidRDefault="006C1F37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68F1CFD" w14:textId="77777777" w:rsidR="006C1F37" w:rsidRPr="00290F2A" w:rsidRDefault="006C1F37" w:rsidP="00242A09"/>
        </w:tc>
      </w:tr>
      <w:tr w:rsidR="008B1864" w:rsidRPr="00290F2A" w14:paraId="328FAF0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CCC185B" w14:textId="77777777" w:rsidR="008B1864" w:rsidRPr="00290F2A" w:rsidRDefault="008B1864" w:rsidP="00242A09">
            <w:r w:rsidRPr="00290F2A">
              <w:t>Set Autopilot Mach Hold</w:t>
            </w:r>
          </w:p>
        </w:tc>
        <w:tc>
          <w:tcPr>
            <w:tcW w:w="1701" w:type="dxa"/>
            <w:vAlign w:val="center"/>
          </w:tcPr>
          <w:p w14:paraId="1CCF4443" w14:textId="77777777" w:rsidR="008B1864" w:rsidRPr="00241F36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67A72B7" w14:textId="77777777" w:rsidR="008B1864" w:rsidRPr="00290F2A" w:rsidRDefault="008B1864" w:rsidP="00242A09"/>
        </w:tc>
      </w:tr>
      <w:tr w:rsidR="008B1864" w:rsidRPr="00290F2A" w14:paraId="1A256CC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CD2D762" w14:textId="77777777" w:rsidR="008B1864" w:rsidRPr="00290F2A" w:rsidRDefault="008B1864" w:rsidP="00242A09">
            <w:r w:rsidRPr="00290F2A">
              <w:t>Increase Autopilot Reference Mach</w:t>
            </w:r>
          </w:p>
        </w:tc>
        <w:tc>
          <w:tcPr>
            <w:tcW w:w="1701" w:type="dxa"/>
            <w:vAlign w:val="center"/>
          </w:tcPr>
          <w:p w14:paraId="0F9D8786" w14:textId="77777777" w:rsidR="008B1864" w:rsidRPr="00241F36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964C6A5" w14:textId="77777777" w:rsidR="008B1864" w:rsidRPr="00290F2A" w:rsidRDefault="008B1864" w:rsidP="00242A09"/>
        </w:tc>
      </w:tr>
      <w:tr w:rsidR="00315D15" w:rsidRPr="00290F2A" w14:paraId="4AD1A36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B7AC141" w14:textId="77777777" w:rsidR="00315D15" w:rsidRPr="00290F2A" w:rsidRDefault="00315D15" w:rsidP="00242A09">
            <w:r w:rsidRPr="00290F2A">
              <w:t>Decrease Autopilot Reference Mach</w:t>
            </w:r>
          </w:p>
        </w:tc>
        <w:tc>
          <w:tcPr>
            <w:tcW w:w="1701" w:type="dxa"/>
            <w:vAlign w:val="center"/>
          </w:tcPr>
          <w:p w14:paraId="0F54C28B" w14:textId="77777777" w:rsidR="00315D15" w:rsidRPr="00241F36" w:rsidRDefault="00315D1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1B7FF80" w14:textId="77777777" w:rsidR="00315D15" w:rsidRPr="00290F2A" w:rsidRDefault="00315D15" w:rsidP="00242A09"/>
        </w:tc>
      </w:tr>
      <w:tr w:rsidR="008B1864" w:rsidRPr="00290F2A" w14:paraId="2D3F2BA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8CBCB8B" w14:textId="77777777" w:rsidR="008B1864" w:rsidRPr="00290F2A" w:rsidRDefault="008B1864" w:rsidP="00242A09">
            <w:r w:rsidRPr="00290F2A">
              <w:t>Set Autopilot Mach Reference</w:t>
            </w:r>
          </w:p>
        </w:tc>
        <w:tc>
          <w:tcPr>
            <w:tcW w:w="1701" w:type="dxa"/>
            <w:vAlign w:val="center"/>
          </w:tcPr>
          <w:p w14:paraId="2D4C4985" w14:textId="77777777" w:rsidR="008B1864" w:rsidRPr="00241F36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2AD4BBB" w14:textId="77777777" w:rsidR="008B1864" w:rsidRPr="00290F2A" w:rsidRDefault="008B1864" w:rsidP="00242A09"/>
        </w:tc>
      </w:tr>
      <w:tr w:rsidR="006C1F37" w:rsidRPr="005C7532" w14:paraId="17818E3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94EFFAC" w14:textId="77777777" w:rsidR="006C1F37" w:rsidRPr="00290F2A" w:rsidRDefault="006C1F37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Toggle AP Managed Speed in Mach</w:t>
            </w:r>
          </w:p>
        </w:tc>
        <w:tc>
          <w:tcPr>
            <w:tcW w:w="1701" w:type="dxa"/>
            <w:vAlign w:val="center"/>
          </w:tcPr>
          <w:p w14:paraId="16B3615F" w14:textId="77777777" w:rsidR="006C1F37" w:rsidRPr="00241F36" w:rsidRDefault="006C1F37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AAB44F6" w14:textId="77777777" w:rsidR="006C1F37" w:rsidRPr="00290F2A" w:rsidRDefault="006C1F37" w:rsidP="00242A09">
            <w:pPr>
              <w:rPr>
                <w:lang w:val="en-US"/>
              </w:rPr>
            </w:pPr>
          </w:p>
        </w:tc>
      </w:tr>
      <w:tr w:rsidR="008B1864" w:rsidRPr="005C7532" w14:paraId="785AD71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EF4381B" w14:textId="77777777" w:rsidR="008B1864" w:rsidRPr="00290F2A" w:rsidRDefault="008B1864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AP Managed Speed in Mach On</w:t>
            </w:r>
          </w:p>
        </w:tc>
        <w:tc>
          <w:tcPr>
            <w:tcW w:w="1701" w:type="dxa"/>
            <w:vAlign w:val="center"/>
          </w:tcPr>
          <w:p w14:paraId="5A19545A" w14:textId="77777777" w:rsidR="008B1864" w:rsidRPr="00241F36" w:rsidRDefault="008B1864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8C5D3CB" w14:textId="77777777" w:rsidR="008B1864" w:rsidRPr="00290F2A" w:rsidRDefault="008B1864" w:rsidP="00242A09">
            <w:pPr>
              <w:rPr>
                <w:lang w:val="en-US"/>
              </w:rPr>
            </w:pPr>
          </w:p>
        </w:tc>
      </w:tr>
      <w:tr w:rsidR="006C1F37" w:rsidRPr="005C7532" w14:paraId="24CACD9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98EBAE5" w14:textId="77777777" w:rsidR="006C1F37" w:rsidRPr="00290F2A" w:rsidRDefault="006C1F37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AP Managed Speed in Mach Off</w:t>
            </w:r>
          </w:p>
        </w:tc>
        <w:tc>
          <w:tcPr>
            <w:tcW w:w="1701" w:type="dxa"/>
            <w:vAlign w:val="center"/>
          </w:tcPr>
          <w:p w14:paraId="13A4AE59" w14:textId="77777777" w:rsidR="006C1F37" w:rsidRPr="00241F36" w:rsidRDefault="006C1F37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FC146ED" w14:textId="77777777" w:rsidR="006C1F37" w:rsidRPr="00290F2A" w:rsidRDefault="006C1F37" w:rsidP="00242A09">
            <w:pPr>
              <w:rPr>
                <w:lang w:val="en-US"/>
              </w:rPr>
            </w:pPr>
          </w:p>
        </w:tc>
      </w:tr>
      <w:tr w:rsidR="008B1864" w:rsidRPr="005C7532" w14:paraId="6574C62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FFA0D48" w14:textId="77777777" w:rsidR="008B1864" w:rsidRPr="00290F2A" w:rsidRDefault="008B1864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AP Managed Speed in Mach</w:t>
            </w:r>
          </w:p>
        </w:tc>
        <w:tc>
          <w:tcPr>
            <w:tcW w:w="1701" w:type="dxa"/>
            <w:vAlign w:val="center"/>
          </w:tcPr>
          <w:p w14:paraId="46DC561A" w14:textId="77777777" w:rsidR="008B1864" w:rsidRPr="00241F36" w:rsidRDefault="008B1864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DE00036" w14:textId="77777777" w:rsidR="008B1864" w:rsidRPr="00290F2A" w:rsidRDefault="008B1864" w:rsidP="00242A09">
            <w:pPr>
              <w:rPr>
                <w:lang w:val="en-US"/>
              </w:rPr>
            </w:pPr>
          </w:p>
        </w:tc>
      </w:tr>
      <w:tr w:rsidR="008B1864" w:rsidRPr="005C7532" w14:paraId="502778B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167B827" w14:textId="77777777" w:rsidR="008B1864" w:rsidRPr="00290F2A" w:rsidRDefault="008B1864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AP RPM Slot Index</w:t>
            </w:r>
          </w:p>
        </w:tc>
        <w:tc>
          <w:tcPr>
            <w:tcW w:w="1701" w:type="dxa"/>
            <w:vAlign w:val="center"/>
          </w:tcPr>
          <w:p w14:paraId="73107134" w14:textId="77777777" w:rsidR="008B1864" w:rsidRPr="00241F36" w:rsidRDefault="008B1864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8D3CB34" w14:textId="77777777" w:rsidR="008B1864" w:rsidRPr="00290F2A" w:rsidRDefault="008B1864" w:rsidP="00242A09">
            <w:pPr>
              <w:rPr>
                <w:lang w:val="en-US"/>
              </w:rPr>
            </w:pPr>
          </w:p>
        </w:tc>
      </w:tr>
      <w:tr w:rsidR="008B1864" w:rsidRPr="005C7532" w14:paraId="3008F4D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38AFDF0" w14:textId="77777777" w:rsidR="008B1864" w:rsidRPr="00290F2A" w:rsidRDefault="008B1864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AP Reference Airspeed in Knots</w:t>
            </w:r>
          </w:p>
        </w:tc>
        <w:tc>
          <w:tcPr>
            <w:tcW w:w="1701" w:type="dxa"/>
            <w:vAlign w:val="center"/>
          </w:tcPr>
          <w:p w14:paraId="563CA738" w14:textId="77777777" w:rsidR="008B1864" w:rsidRPr="00241F36" w:rsidRDefault="008B1864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FE7F0AC" w14:textId="77777777" w:rsidR="008B1864" w:rsidRPr="00290F2A" w:rsidRDefault="008B1864" w:rsidP="00242A09">
            <w:pPr>
              <w:rPr>
                <w:lang w:val="en-US"/>
              </w:rPr>
            </w:pPr>
          </w:p>
        </w:tc>
      </w:tr>
      <w:tr w:rsidR="008B1864" w:rsidRPr="005C7532" w14:paraId="01CA1C9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2A4B2FE" w14:textId="77777777" w:rsidR="008B1864" w:rsidRPr="00290F2A" w:rsidRDefault="008B1864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AP Speed Slot Index</w:t>
            </w:r>
          </w:p>
        </w:tc>
        <w:tc>
          <w:tcPr>
            <w:tcW w:w="1701" w:type="dxa"/>
            <w:vAlign w:val="center"/>
          </w:tcPr>
          <w:p w14:paraId="63739589" w14:textId="77777777" w:rsidR="008B1864" w:rsidRPr="00241F36" w:rsidRDefault="008B1864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43C8BBF" w14:textId="77777777" w:rsidR="008B1864" w:rsidRPr="00290F2A" w:rsidRDefault="008B1864" w:rsidP="00242A09">
            <w:pPr>
              <w:rPr>
                <w:lang w:val="en-US"/>
              </w:rPr>
            </w:pPr>
          </w:p>
        </w:tc>
      </w:tr>
    </w:tbl>
    <w:p w14:paraId="2113ECC1" w14:textId="50AE420A" w:rsidR="008B1864" w:rsidRDefault="008B1864" w:rsidP="004D4C9A">
      <w:pPr>
        <w:pStyle w:val="Ttulo1"/>
        <w:pageBreakBefore/>
        <w:tabs>
          <w:tab w:val="left" w:pos="284"/>
        </w:tabs>
        <w:ind w:left="0" w:firstLine="0"/>
      </w:pPr>
      <w:bookmarkStart w:id="66" w:name="_Toc66292972"/>
      <w:r w:rsidRPr="00290F2A">
        <w:lastRenderedPageBreak/>
        <w:t>Radio</w:t>
      </w:r>
      <w:bookmarkEnd w:id="52"/>
      <w:bookmarkEnd w:id="66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481903" w:rsidRPr="00AA645C" w14:paraId="46C34F06" w14:textId="77777777" w:rsidTr="00315D15">
        <w:trPr>
          <w:trHeight w:val="317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3BED290E" w14:textId="5FF0AF7C" w:rsidR="00481903" w:rsidRPr="00AA645C" w:rsidRDefault="00481903" w:rsidP="00481903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Radio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44CC353" w14:textId="77777777" w:rsidR="00481903" w:rsidRPr="00481903" w:rsidRDefault="00481903" w:rsidP="00481903">
            <w:pPr>
              <w:jc w:val="center"/>
              <w:rPr>
                <w:b/>
                <w:bCs/>
              </w:rPr>
            </w:pPr>
            <w:r w:rsidRPr="00481903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FEDF455" w14:textId="77777777" w:rsidR="00481903" w:rsidRPr="00AA645C" w:rsidRDefault="00481903" w:rsidP="0048190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481903" w:rsidRPr="00481903" w14:paraId="4C7765EA" w14:textId="77777777" w:rsidTr="005D50E9">
        <w:trPr>
          <w:trHeight w:val="312"/>
          <w:tblHeader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2AED85" w14:textId="77777777" w:rsidR="00481903" w:rsidRPr="00481903" w:rsidRDefault="00481903" w:rsidP="00481903">
            <w:r w:rsidRPr="00481903">
              <w:t>Set Copilot Transmitter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6D33A" w14:textId="77777777" w:rsidR="00481903" w:rsidRPr="00481903" w:rsidRDefault="00481903" w:rsidP="00481903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1FC43" w14:textId="77777777" w:rsidR="00481903" w:rsidRPr="00481903" w:rsidRDefault="00481903" w:rsidP="00481903"/>
        </w:tc>
      </w:tr>
      <w:tr w:rsidR="00481903" w:rsidRPr="00481903" w14:paraId="7CA624B2" w14:textId="77777777" w:rsidTr="005D50E9">
        <w:trPr>
          <w:trHeight w:val="312"/>
          <w:tblHeader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D981A" w14:textId="77777777" w:rsidR="00481903" w:rsidRPr="00481903" w:rsidRDefault="00481903" w:rsidP="00481903">
            <w:r w:rsidRPr="00481903">
              <w:t>Frequency Swap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0EBF9" w14:textId="77777777" w:rsidR="00481903" w:rsidRPr="00481903" w:rsidRDefault="00481903" w:rsidP="00481903">
            <w:pPr>
              <w:rPr>
                <w:b/>
                <w:bCs/>
              </w:rPr>
            </w:pPr>
            <w:r w:rsidRPr="00481903">
              <w:rPr>
                <w:b/>
                <w:bCs/>
              </w:rPr>
              <w:t>X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970B7" w14:textId="77777777" w:rsidR="00481903" w:rsidRPr="00481903" w:rsidRDefault="00481903" w:rsidP="00481903"/>
        </w:tc>
      </w:tr>
      <w:tr w:rsidR="00481903" w:rsidRPr="00481903" w14:paraId="48F53159" w14:textId="77777777" w:rsidTr="005D50E9">
        <w:trPr>
          <w:trHeight w:val="312"/>
          <w:tblHeader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DAC990" w14:textId="4193F096" w:rsidR="00481903" w:rsidRPr="00481903" w:rsidRDefault="00481903" w:rsidP="00481903">
            <w:r w:rsidRPr="00481903">
              <w:t>Increase Wheel S</w:t>
            </w:r>
            <w:r>
              <w:t>p</w:t>
            </w:r>
            <w:r w:rsidRPr="00481903">
              <w:t>eed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34765" w14:textId="77777777" w:rsidR="00481903" w:rsidRPr="00481903" w:rsidRDefault="00481903" w:rsidP="00481903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6BC5E" w14:textId="77777777" w:rsidR="00481903" w:rsidRPr="00481903" w:rsidRDefault="00481903" w:rsidP="00481903"/>
        </w:tc>
      </w:tr>
      <w:tr w:rsidR="00481903" w:rsidRPr="00481903" w14:paraId="6495A85A" w14:textId="77777777" w:rsidTr="005D50E9">
        <w:trPr>
          <w:trHeight w:val="312"/>
          <w:tblHeader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72FCF3" w14:textId="77777777" w:rsidR="00481903" w:rsidRPr="00481903" w:rsidRDefault="00481903" w:rsidP="00481903">
            <w:r w:rsidRPr="00481903">
              <w:t>Mute Marker Beacon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EB30C" w14:textId="77777777" w:rsidR="00481903" w:rsidRPr="00481903" w:rsidRDefault="00481903" w:rsidP="00481903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792C0" w14:textId="77777777" w:rsidR="00481903" w:rsidRPr="00481903" w:rsidRDefault="00481903" w:rsidP="00481903"/>
        </w:tc>
      </w:tr>
      <w:tr w:rsidR="00481903" w:rsidRPr="00481903" w14:paraId="7067CA7C" w14:textId="77777777" w:rsidTr="005D50E9">
        <w:trPr>
          <w:trHeight w:val="312"/>
          <w:tblHeader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6869B2" w14:textId="77777777" w:rsidR="00481903" w:rsidRPr="00481903" w:rsidRDefault="00481903" w:rsidP="00481903">
            <w:r w:rsidRPr="00481903">
              <w:t>Set Pilot Transmitter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BCC2C" w14:textId="77777777" w:rsidR="00481903" w:rsidRPr="00481903" w:rsidRDefault="00481903" w:rsidP="00481903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48D26" w14:textId="77777777" w:rsidR="00481903" w:rsidRPr="00481903" w:rsidRDefault="00481903" w:rsidP="00481903"/>
        </w:tc>
      </w:tr>
      <w:tr w:rsidR="00481903" w:rsidRPr="00481903" w14:paraId="094BDB31" w14:textId="77777777" w:rsidTr="005D50E9">
        <w:trPr>
          <w:trHeight w:val="312"/>
          <w:tblHeader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CFF586" w14:textId="77777777" w:rsidR="00481903" w:rsidRPr="00481903" w:rsidRDefault="00481903" w:rsidP="00481903">
            <w:r w:rsidRPr="00481903">
              <w:t>Toggle Speaker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B06E6" w14:textId="77777777" w:rsidR="00481903" w:rsidRPr="00481903" w:rsidRDefault="00481903" w:rsidP="00481903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46AA3" w14:textId="77777777" w:rsidR="00481903" w:rsidRPr="00481903" w:rsidRDefault="00481903" w:rsidP="00481903"/>
        </w:tc>
      </w:tr>
      <w:tr w:rsidR="005D50E9" w:rsidRPr="00290F2A" w14:paraId="75136E50" w14:textId="77777777" w:rsidTr="005D50E9">
        <w:trPr>
          <w:trHeight w:val="312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7B57F8C" w14:textId="77777777" w:rsidR="005D50E9" w:rsidRPr="00290F2A" w:rsidRDefault="005D50E9" w:rsidP="005D50E9">
            <w:r w:rsidRPr="00290F2A">
              <w:t>Toggle Annunciator Switch</w:t>
            </w:r>
          </w:p>
        </w:tc>
        <w:tc>
          <w:tcPr>
            <w:tcW w:w="1701" w:type="dxa"/>
            <w:vAlign w:val="center"/>
          </w:tcPr>
          <w:p w14:paraId="58EAE544" w14:textId="77777777" w:rsidR="005D50E9" w:rsidRPr="00290F2A" w:rsidRDefault="005D50E9" w:rsidP="005D50E9"/>
        </w:tc>
        <w:tc>
          <w:tcPr>
            <w:tcW w:w="1701" w:type="dxa"/>
            <w:vAlign w:val="center"/>
          </w:tcPr>
          <w:p w14:paraId="466A3F83" w14:textId="77777777" w:rsidR="005D50E9" w:rsidRPr="00290F2A" w:rsidRDefault="005D50E9" w:rsidP="005D50E9"/>
        </w:tc>
      </w:tr>
      <w:tr w:rsidR="005D50E9" w:rsidRPr="00290F2A" w14:paraId="2EA1D6AA" w14:textId="77777777" w:rsidTr="005D50E9">
        <w:trPr>
          <w:trHeight w:val="312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57BD838" w14:textId="77777777" w:rsidR="005D50E9" w:rsidRPr="00290F2A" w:rsidRDefault="005D50E9" w:rsidP="005D50E9">
            <w:r w:rsidRPr="00290F2A">
              <w:t>Annunciator Switch On</w:t>
            </w:r>
          </w:p>
        </w:tc>
        <w:tc>
          <w:tcPr>
            <w:tcW w:w="1701" w:type="dxa"/>
            <w:vAlign w:val="center"/>
          </w:tcPr>
          <w:p w14:paraId="7B229835" w14:textId="77777777" w:rsidR="005D50E9" w:rsidRPr="00290F2A" w:rsidRDefault="005D50E9" w:rsidP="005D50E9"/>
        </w:tc>
        <w:tc>
          <w:tcPr>
            <w:tcW w:w="1701" w:type="dxa"/>
            <w:vAlign w:val="center"/>
          </w:tcPr>
          <w:p w14:paraId="79362E79" w14:textId="77777777" w:rsidR="005D50E9" w:rsidRPr="00290F2A" w:rsidRDefault="005D50E9" w:rsidP="005D50E9"/>
        </w:tc>
      </w:tr>
      <w:tr w:rsidR="005D50E9" w:rsidRPr="00290F2A" w14:paraId="40C9C3FE" w14:textId="77777777" w:rsidTr="005D50E9">
        <w:trPr>
          <w:trHeight w:val="312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1B4F13B" w14:textId="77777777" w:rsidR="005D50E9" w:rsidRPr="00290F2A" w:rsidRDefault="005D50E9" w:rsidP="005D50E9">
            <w:r w:rsidRPr="00290F2A">
              <w:t>Annunciator Switch Off</w:t>
            </w:r>
          </w:p>
        </w:tc>
        <w:tc>
          <w:tcPr>
            <w:tcW w:w="1701" w:type="dxa"/>
            <w:vAlign w:val="center"/>
          </w:tcPr>
          <w:p w14:paraId="6597241F" w14:textId="77777777" w:rsidR="005D50E9" w:rsidRPr="00290F2A" w:rsidRDefault="005D50E9" w:rsidP="005D50E9"/>
        </w:tc>
        <w:tc>
          <w:tcPr>
            <w:tcW w:w="1701" w:type="dxa"/>
            <w:vAlign w:val="center"/>
          </w:tcPr>
          <w:p w14:paraId="7251A23C" w14:textId="77777777" w:rsidR="005D50E9" w:rsidRPr="00290F2A" w:rsidRDefault="005D50E9" w:rsidP="005D50E9"/>
        </w:tc>
      </w:tr>
    </w:tbl>
    <w:p w14:paraId="482859EA" w14:textId="77777777" w:rsidR="00481903" w:rsidRPr="00481903" w:rsidRDefault="00481903" w:rsidP="00481903"/>
    <w:p w14:paraId="3422B142" w14:textId="127406B3" w:rsidR="00E03976" w:rsidRDefault="00E03976" w:rsidP="00785F54">
      <w:pPr>
        <w:pStyle w:val="Ttulo2"/>
        <w:tabs>
          <w:tab w:val="clear" w:pos="284"/>
          <w:tab w:val="left" w:pos="426"/>
        </w:tabs>
        <w:spacing w:before="0"/>
      </w:pPr>
      <w:bookmarkStart w:id="67" w:name="_Toc66292973"/>
      <w:bookmarkStart w:id="68" w:name="_Toc65859926"/>
      <w:bookmarkStart w:id="69" w:name="_Toc65859923"/>
      <w:r>
        <w:t>ATC</w:t>
      </w:r>
      <w:bookmarkEnd w:id="67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E03976" w:rsidRPr="00AA645C" w14:paraId="71AC68B9" w14:textId="77777777" w:rsidTr="00315D15">
        <w:trPr>
          <w:trHeight w:val="317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31F70486" w14:textId="791DC335" w:rsidR="00E03976" w:rsidRPr="00AA645C" w:rsidRDefault="00E03976" w:rsidP="00CF4006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Radio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ATC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C755075" w14:textId="77777777" w:rsidR="00E03976" w:rsidRPr="00481903" w:rsidRDefault="00E03976" w:rsidP="00CF4006">
            <w:pPr>
              <w:jc w:val="center"/>
              <w:rPr>
                <w:b/>
                <w:bCs/>
              </w:rPr>
            </w:pPr>
            <w:r w:rsidRPr="00481903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B9C9927" w14:textId="6B00D94A" w:rsidR="00E03976" w:rsidRPr="00AA645C" w:rsidRDefault="005824C4" w:rsidP="00CF400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E03976" w:rsidRPr="00290F2A" w14:paraId="681C435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E3A6F46" w14:textId="77777777" w:rsidR="00E03976" w:rsidRPr="00290F2A" w:rsidRDefault="00E03976" w:rsidP="00CF4006">
            <w:r w:rsidRPr="00290F2A">
              <w:t>Display ATC</w:t>
            </w:r>
          </w:p>
        </w:tc>
        <w:tc>
          <w:tcPr>
            <w:tcW w:w="1701" w:type="dxa"/>
            <w:vAlign w:val="center"/>
          </w:tcPr>
          <w:p w14:paraId="22CBCA31" w14:textId="17912D37" w:rsidR="00E03976" w:rsidRPr="00481903" w:rsidRDefault="00481903" w:rsidP="00CF4006">
            <w:pPr>
              <w:rPr>
                <w:b/>
                <w:bCs/>
              </w:rPr>
            </w:pPr>
            <w:r w:rsidRPr="00481903">
              <w:rPr>
                <w:b/>
                <w:bCs/>
              </w:rPr>
              <w:t>Scroll Lock</w:t>
            </w:r>
          </w:p>
        </w:tc>
        <w:tc>
          <w:tcPr>
            <w:tcW w:w="1701" w:type="dxa"/>
            <w:vAlign w:val="center"/>
          </w:tcPr>
          <w:p w14:paraId="7F1873B8" w14:textId="77777777" w:rsidR="00E03976" w:rsidRPr="00290F2A" w:rsidRDefault="00E03976" w:rsidP="00CF4006"/>
        </w:tc>
      </w:tr>
      <w:tr w:rsidR="00E03976" w:rsidRPr="00290F2A" w14:paraId="16D5BDB1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F505738" w14:textId="77777777" w:rsidR="00E03976" w:rsidRPr="00290F2A" w:rsidRDefault="00E03976" w:rsidP="00CF4006">
            <w:r w:rsidRPr="00290F2A">
              <w:t>ATC Panel Choice 0</w:t>
            </w:r>
          </w:p>
        </w:tc>
        <w:tc>
          <w:tcPr>
            <w:tcW w:w="1701" w:type="dxa"/>
            <w:vAlign w:val="center"/>
          </w:tcPr>
          <w:p w14:paraId="682EC76C" w14:textId="584978E1" w:rsidR="00E03976" w:rsidRPr="00481903" w:rsidRDefault="00481903" w:rsidP="00CF4006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701" w:type="dxa"/>
            <w:vAlign w:val="center"/>
          </w:tcPr>
          <w:p w14:paraId="65A57065" w14:textId="77777777" w:rsidR="00E03976" w:rsidRPr="00290F2A" w:rsidRDefault="00E03976" w:rsidP="00CF4006"/>
        </w:tc>
      </w:tr>
      <w:tr w:rsidR="00E03976" w:rsidRPr="00290F2A" w14:paraId="4011893B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0DAF177" w14:textId="77777777" w:rsidR="00E03976" w:rsidRPr="00290F2A" w:rsidRDefault="00E03976" w:rsidP="00CF4006">
            <w:r w:rsidRPr="00290F2A">
              <w:t>ATC Panel Choice 1</w:t>
            </w:r>
          </w:p>
        </w:tc>
        <w:tc>
          <w:tcPr>
            <w:tcW w:w="1701" w:type="dxa"/>
            <w:vAlign w:val="center"/>
          </w:tcPr>
          <w:p w14:paraId="0A6E249F" w14:textId="19A20DB2" w:rsidR="00E03976" w:rsidRPr="00481903" w:rsidRDefault="00481903" w:rsidP="00CF4006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14:paraId="3E7F98B1" w14:textId="77777777" w:rsidR="00E03976" w:rsidRPr="00290F2A" w:rsidRDefault="00E03976" w:rsidP="00CF4006"/>
        </w:tc>
      </w:tr>
      <w:tr w:rsidR="00E03976" w:rsidRPr="00290F2A" w14:paraId="52665566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BCA687C" w14:textId="77777777" w:rsidR="00E03976" w:rsidRPr="00290F2A" w:rsidRDefault="00E03976" w:rsidP="00CF4006">
            <w:r w:rsidRPr="00290F2A">
              <w:t>ATC Panel Choice 2</w:t>
            </w:r>
          </w:p>
        </w:tc>
        <w:tc>
          <w:tcPr>
            <w:tcW w:w="1701" w:type="dxa"/>
            <w:vAlign w:val="center"/>
          </w:tcPr>
          <w:p w14:paraId="1F1744E6" w14:textId="28B9D57F" w:rsidR="00E03976" w:rsidRPr="00481903" w:rsidRDefault="00481903" w:rsidP="00CF4006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701" w:type="dxa"/>
            <w:vAlign w:val="center"/>
          </w:tcPr>
          <w:p w14:paraId="5ABAFC1A" w14:textId="77777777" w:rsidR="00E03976" w:rsidRPr="00290F2A" w:rsidRDefault="00E03976" w:rsidP="00CF4006"/>
        </w:tc>
      </w:tr>
      <w:tr w:rsidR="00E03976" w:rsidRPr="00290F2A" w14:paraId="7293B71B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AE70FBC" w14:textId="77777777" w:rsidR="00E03976" w:rsidRPr="00290F2A" w:rsidRDefault="00E03976" w:rsidP="00CF4006">
            <w:r w:rsidRPr="00290F2A">
              <w:t>ATC Panel Choice 3</w:t>
            </w:r>
          </w:p>
        </w:tc>
        <w:tc>
          <w:tcPr>
            <w:tcW w:w="1701" w:type="dxa"/>
            <w:vAlign w:val="center"/>
          </w:tcPr>
          <w:p w14:paraId="4D53656E" w14:textId="16424DD1" w:rsidR="00E03976" w:rsidRPr="00481903" w:rsidRDefault="00481903" w:rsidP="00CF4006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  <w:vAlign w:val="center"/>
          </w:tcPr>
          <w:p w14:paraId="13670767" w14:textId="77777777" w:rsidR="00E03976" w:rsidRPr="00290F2A" w:rsidRDefault="00E03976" w:rsidP="00CF4006"/>
        </w:tc>
      </w:tr>
      <w:tr w:rsidR="00E03976" w:rsidRPr="00290F2A" w14:paraId="5A8A4DEE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7E48BF5" w14:textId="77777777" w:rsidR="00E03976" w:rsidRPr="00290F2A" w:rsidRDefault="00E03976" w:rsidP="00CF4006">
            <w:r w:rsidRPr="00290F2A">
              <w:t>ATC Panel Choice 4</w:t>
            </w:r>
          </w:p>
        </w:tc>
        <w:tc>
          <w:tcPr>
            <w:tcW w:w="1701" w:type="dxa"/>
            <w:vAlign w:val="center"/>
          </w:tcPr>
          <w:p w14:paraId="05DA074E" w14:textId="6EA944D9" w:rsidR="00E03976" w:rsidRPr="00481903" w:rsidRDefault="00481903" w:rsidP="00CF4006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01" w:type="dxa"/>
            <w:vAlign w:val="center"/>
          </w:tcPr>
          <w:p w14:paraId="1856F1E3" w14:textId="77777777" w:rsidR="00E03976" w:rsidRPr="00290F2A" w:rsidRDefault="00E03976" w:rsidP="00CF4006"/>
        </w:tc>
      </w:tr>
      <w:tr w:rsidR="00E03976" w:rsidRPr="00290F2A" w14:paraId="76F882BA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6DC93B5" w14:textId="77777777" w:rsidR="00E03976" w:rsidRPr="00290F2A" w:rsidRDefault="00E03976" w:rsidP="00CF4006">
            <w:r w:rsidRPr="00290F2A">
              <w:t>ATC Panel Choice 5</w:t>
            </w:r>
          </w:p>
        </w:tc>
        <w:tc>
          <w:tcPr>
            <w:tcW w:w="1701" w:type="dxa"/>
            <w:vAlign w:val="center"/>
          </w:tcPr>
          <w:p w14:paraId="571B3DFA" w14:textId="64121692" w:rsidR="00E03976" w:rsidRPr="00481903" w:rsidRDefault="00481903" w:rsidP="00CF4006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01" w:type="dxa"/>
            <w:vAlign w:val="center"/>
          </w:tcPr>
          <w:p w14:paraId="4B2574A4" w14:textId="77777777" w:rsidR="00E03976" w:rsidRPr="00290F2A" w:rsidRDefault="00E03976" w:rsidP="00CF4006"/>
        </w:tc>
      </w:tr>
      <w:tr w:rsidR="00E03976" w:rsidRPr="00290F2A" w14:paraId="780D0382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6BC20E4" w14:textId="77777777" w:rsidR="00E03976" w:rsidRPr="00290F2A" w:rsidRDefault="00E03976" w:rsidP="00CF4006">
            <w:r w:rsidRPr="00290F2A">
              <w:t>ATC Panel Choice 6</w:t>
            </w:r>
          </w:p>
        </w:tc>
        <w:tc>
          <w:tcPr>
            <w:tcW w:w="1701" w:type="dxa"/>
            <w:vAlign w:val="center"/>
          </w:tcPr>
          <w:p w14:paraId="6A46A677" w14:textId="2B835B0F" w:rsidR="00E03976" w:rsidRPr="00481903" w:rsidRDefault="00481903" w:rsidP="00CF4006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701" w:type="dxa"/>
            <w:vAlign w:val="center"/>
          </w:tcPr>
          <w:p w14:paraId="336D02B1" w14:textId="77777777" w:rsidR="00E03976" w:rsidRPr="00290F2A" w:rsidRDefault="00E03976" w:rsidP="00CF4006"/>
        </w:tc>
      </w:tr>
      <w:tr w:rsidR="00E03976" w:rsidRPr="00290F2A" w14:paraId="4D4D10A7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64C8FCF" w14:textId="77777777" w:rsidR="00E03976" w:rsidRPr="00290F2A" w:rsidRDefault="00E03976" w:rsidP="00CF4006">
            <w:r w:rsidRPr="00290F2A">
              <w:t>ATC Panel Choice 7</w:t>
            </w:r>
          </w:p>
        </w:tc>
        <w:tc>
          <w:tcPr>
            <w:tcW w:w="1701" w:type="dxa"/>
            <w:vAlign w:val="center"/>
          </w:tcPr>
          <w:p w14:paraId="6235BC28" w14:textId="6A121237" w:rsidR="00E03976" w:rsidRPr="00481903" w:rsidRDefault="00481903" w:rsidP="00CF4006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701" w:type="dxa"/>
            <w:vAlign w:val="center"/>
          </w:tcPr>
          <w:p w14:paraId="42804111" w14:textId="77777777" w:rsidR="00E03976" w:rsidRPr="00290F2A" w:rsidRDefault="00E03976" w:rsidP="00CF4006"/>
        </w:tc>
      </w:tr>
      <w:tr w:rsidR="00E03976" w:rsidRPr="00290F2A" w14:paraId="31437E1F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084AA97" w14:textId="77777777" w:rsidR="00E03976" w:rsidRPr="00290F2A" w:rsidRDefault="00E03976" w:rsidP="00CF4006">
            <w:r w:rsidRPr="00290F2A">
              <w:t>ATC Panel Choice 8</w:t>
            </w:r>
          </w:p>
        </w:tc>
        <w:tc>
          <w:tcPr>
            <w:tcW w:w="1701" w:type="dxa"/>
            <w:vAlign w:val="center"/>
          </w:tcPr>
          <w:p w14:paraId="1C91271E" w14:textId="5378F83B" w:rsidR="00E03976" w:rsidRPr="00481903" w:rsidRDefault="00481903" w:rsidP="00CF4006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701" w:type="dxa"/>
            <w:vAlign w:val="center"/>
          </w:tcPr>
          <w:p w14:paraId="07966F96" w14:textId="77777777" w:rsidR="00E03976" w:rsidRPr="00290F2A" w:rsidRDefault="00E03976" w:rsidP="00CF4006"/>
        </w:tc>
      </w:tr>
      <w:tr w:rsidR="00E03976" w:rsidRPr="00290F2A" w14:paraId="60746925" w14:textId="77777777" w:rsidTr="003D2FF1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54A40AF" w14:textId="77777777" w:rsidR="00E03976" w:rsidRPr="00290F2A" w:rsidRDefault="00E03976" w:rsidP="00CF4006">
            <w:r w:rsidRPr="00290F2A">
              <w:t>ATC Panel Choice 9</w:t>
            </w:r>
          </w:p>
        </w:tc>
        <w:tc>
          <w:tcPr>
            <w:tcW w:w="1701" w:type="dxa"/>
            <w:vAlign w:val="center"/>
          </w:tcPr>
          <w:p w14:paraId="0CA02FC0" w14:textId="0E3461F5" w:rsidR="00E03976" w:rsidRPr="00481903" w:rsidRDefault="00481903" w:rsidP="00CF4006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701" w:type="dxa"/>
            <w:vAlign w:val="center"/>
          </w:tcPr>
          <w:p w14:paraId="785498BC" w14:textId="77777777" w:rsidR="00E03976" w:rsidRPr="00290F2A" w:rsidRDefault="00E03976" w:rsidP="00CF4006"/>
        </w:tc>
      </w:tr>
    </w:tbl>
    <w:p w14:paraId="1A4ACE97" w14:textId="77777777" w:rsidR="00CF4006" w:rsidRDefault="00CF4006" w:rsidP="00207AEF">
      <w:pPr>
        <w:pStyle w:val="Ttulo2"/>
        <w:pageBreakBefore/>
        <w:tabs>
          <w:tab w:val="clear" w:pos="284"/>
          <w:tab w:val="left" w:pos="426"/>
        </w:tabs>
      </w:pPr>
      <w:bookmarkStart w:id="70" w:name="_Toc66292974"/>
      <w:r w:rsidRPr="00290F2A">
        <w:lastRenderedPageBreak/>
        <w:t>COMMS</w:t>
      </w:r>
      <w:bookmarkEnd w:id="70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CF4006" w:rsidRPr="00AA645C" w14:paraId="4EB1BEA2" w14:textId="77777777" w:rsidTr="006A0E97">
        <w:trPr>
          <w:trHeight w:val="315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42E444B5" w14:textId="71487658" w:rsidR="00CF4006" w:rsidRPr="00AA645C" w:rsidRDefault="00CF4006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Radio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COMMS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A2CA307" w14:textId="77777777" w:rsidR="00CF4006" w:rsidRPr="00120EC7" w:rsidRDefault="00CF4006" w:rsidP="006A0E97">
            <w:pPr>
              <w:jc w:val="center"/>
              <w:rPr>
                <w:b/>
                <w:bCs/>
              </w:rPr>
            </w:pPr>
            <w:r w:rsidRPr="00120EC7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D772421" w14:textId="10A6DEEA" w:rsidR="00CF4006" w:rsidRPr="00AA645C" w:rsidRDefault="005824C4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481903" w:rsidRPr="00290F2A" w14:paraId="77D99F6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18FF0D9" w14:textId="77777777" w:rsidR="00481903" w:rsidRPr="00290F2A" w:rsidRDefault="00481903" w:rsidP="00242A09">
            <w:bookmarkStart w:id="71" w:name="_Toc65859927"/>
            <w:bookmarkEnd w:id="71"/>
            <w:r w:rsidRPr="00290F2A">
              <w:t>Com Radio</w:t>
            </w:r>
          </w:p>
        </w:tc>
        <w:tc>
          <w:tcPr>
            <w:tcW w:w="1701" w:type="dxa"/>
            <w:vAlign w:val="center"/>
          </w:tcPr>
          <w:p w14:paraId="2A177E90" w14:textId="74844DA3" w:rsidR="00481903" w:rsidRPr="00120EC7" w:rsidRDefault="00120EC7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701" w:type="dxa"/>
            <w:vAlign w:val="center"/>
          </w:tcPr>
          <w:p w14:paraId="625F29F6" w14:textId="77777777" w:rsidR="00481903" w:rsidRPr="00290F2A" w:rsidRDefault="00481903" w:rsidP="00242A09"/>
        </w:tc>
      </w:tr>
      <w:tr w:rsidR="00481903" w:rsidRPr="00290F2A" w14:paraId="308AFCBA" w14:textId="77777777" w:rsidTr="00481903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B886800" w14:textId="77777777" w:rsidR="00481903" w:rsidRPr="00290F2A" w:rsidRDefault="00481903" w:rsidP="00481903">
            <w:r w:rsidRPr="00290F2A">
              <w:t>Set Com Radio</w:t>
            </w:r>
          </w:p>
        </w:tc>
        <w:tc>
          <w:tcPr>
            <w:tcW w:w="1701" w:type="dxa"/>
            <w:vAlign w:val="center"/>
          </w:tcPr>
          <w:p w14:paraId="0B0A7962" w14:textId="77777777" w:rsidR="00481903" w:rsidRPr="00120EC7" w:rsidRDefault="00481903" w:rsidP="00481903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BDF4C9D" w14:textId="77777777" w:rsidR="00481903" w:rsidRPr="00290F2A" w:rsidRDefault="00481903" w:rsidP="00481903"/>
        </w:tc>
      </w:tr>
      <w:tr w:rsidR="00481903" w:rsidRPr="00290F2A" w14:paraId="30B1BA87" w14:textId="77777777" w:rsidTr="00481903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6CE8791" w14:textId="77777777" w:rsidR="00481903" w:rsidRPr="00290F2A" w:rsidRDefault="00481903" w:rsidP="00481903">
            <w:r w:rsidRPr="00290F2A">
              <w:t>Set All Com Receive</w:t>
            </w:r>
          </w:p>
        </w:tc>
        <w:tc>
          <w:tcPr>
            <w:tcW w:w="1701" w:type="dxa"/>
            <w:vAlign w:val="center"/>
          </w:tcPr>
          <w:p w14:paraId="6C33CD4B" w14:textId="77777777" w:rsidR="00481903" w:rsidRPr="00120EC7" w:rsidRDefault="00481903" w:rsidP="00481903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A57ADC2" w14:textId="77777777" w:rsidR="00481903" w:rsidRPr="00290F2A" w:rsidRDefault="00481903" w:rsidP="00481903"/>
        </w:tc>
      </w:tr>
      <w:tr w:rsidR="00481903" w:rsidRPr="00290F2A" w14:paraId="2B439F9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2C6095D" w14:textId="77777777" w:rsidR="00481903" w:rsidRPr="00290F2A" w:rsidRDefault="00481903" w:rsidP="00242A09">
            <w:r w:rsidRPr="00290F2A">
              <w:t>Set Com1 Standby</w:t>
            </w:r>
          </w:p>
        </w:tc>
        <w:tc>
          <w:tcPr>
            <w:tcW w:w="1701" w:type="dxa"/>
            <w:vAlign w:val="center"/>
          </w:tcPr>
          <w:p w14:paraId="32621CDD" w14:textId="41F284F8" w:rsidR="00481903" w:rsidRPr="00120EC7" w:rsidRDefault="00120EC7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Shift + Alt + X</w:t>
            </w:r>
          </w:p>
        </w:tc>
        <w:tc>
          <w:tcPr>
            <w:tcW w:w="1701" w:type="dxa"/>
            <w:vAlign w:val="center"/>
          </w:tcPr>
          <w:p w14:paraId="78FA094C" w14:textId="77777777" w:rsidR="00481903" w:rsidRPr="00290F2A" w:rsidRDefault="00481903" w:rsidP="00242A09"/>
        </w:tc>
      </w:tr>
      <w:tr w:rsidR="00481903" w:rsidRPr="00290F2A" w14:paraId="7E35561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C4E7524" w14:textId="77777777" w:rsidR="00481903" w:rsidRPr="00290F2A" w:rsidRDefault="00481903" w:rsidP="00242A09">
            <w:r w:rsidRPr="00290F2A">
              <w:t>Com1 Switch to Standby</w:t>
            </w:r>
          </w:p>
        </w:tc>
        <w:tc>
          <w:tcPr>
            <w:tcW w:w="1701" w:type="dxa"/>
            <w:vAlign w:val="center"/>
          </w:tcPr>
          <w:p w14:paraId="48F0C7A2" w14:textId="49C20ADD" w:rsidR="00481903" w:rsidRPr="00120EC7" w:rsidRDefault="00120EC7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Alt + U</w:t>
            </w:r>
          </w:p>
        </w:tc>
        <w:tc>
          <w:tcPr>
            <w:tcW w:w="1701" w:type="dxa"/>
            <w:vAlign w:val="center"/>
          </w:tcPr>
          <w:p w14:paraId="58277EB9" w14:textId="77777777" w:rsidR="00481903" w:rsidRPr="00290F2A" w:rsidRDefault="00481903" w:rsidP="00242A09"/>
        </w:tc>
      </w:tr>
      <w:tr w:rsidR="001C00D8" w:rsidRPr="00290F2A" w14:paraId="1787156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7F61EDDD" w14:textId="53C36056" w:rsidR="001C00D8" w:rsidRPr="00290F2A" w:rsidRDefault="001C00D8" w:rsidP="00242A09">
            <w:r>
              <w:t>Set Com1</w:t>
            </w:r>
          </w:p>
        </w:tc>
        <w:tc>
          <w:tcPr>
            <w:tcW w:w="1701" w:type="dxa"/>
            <w:vAlign w:val="center"/>
          </w:tcPr>
          <w:p w14:paraId="6AEF371C" w14:textId="77777777" w:rsidR="001C00D8" w:rsidRPr="00120EC7" w:rsidRDefault="001C00D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62228E0" w14:textId="77777777" w:rsidR="001C00D8" w:rsidRPr="00290F2A" w:rsidRDefault="001C00D8" w:rsidP="00242A09"/>
        </w:tc>
      </w:tr>
      <w:tr w:rsidR="00CF4006" w:rsidRPr="00290F2A" w14:paraId="3CC5A65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3EB32FB" w14:textId="77777777" w:rsidR="00CF4006" w:rsidRPr="00290F2A" w:rsidRDefault="00CF4006" w:rsidP="00242A09">
            <w:r w:rsidRPr="00290F2A">
              <w:t>Com1 Swap</w:t>
            </w:r>
          </w:p>
        </w:tc>
        <w:tc>
          <w:tcPr>
            <w:tcW w:w="1701" w:type="dxa"/>
            <w:vAlign w:val="center"/>
          </w:tcPr>
          <w:p w14:paraId="410F90C3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D3170EB" w14:textId="77777777" w:rsidR="00CF4006" w:rsidRPr="00290F2A" w:rsidRDefault="00CF4006" w:rsidP="00242A09"/>
        </w:tc>
      </w:tr>
      <w:tr w:rsidR="001C00D8" w:rsidRPr="00290F2A" w14:paraId="667A082B" w14:textId="77777777" w:rsidTr="004A542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63A686D" w14:textId="77777777" w:rsidR="001C00D8" w:rsidRPr="00290F2A" w:rsidRDefault="001C00D8" w:rsidP="004A5420">
            <w:r w:rsidRPr="00290F2A">
              <w:t>Increase Com1 (WHOLE)</w:t>
            </w:r>
          </w:p>
        </w:tc>
        <w:tc>
          <w:tcPr>
            <w:tcW w:w="1701" w:type="dxa"/>
            <w:vAlign w:val="center"/>
          </w:tcPr>
          <w:p w14:paraId="39C5035A" w14:textId="77777777" w:rsidR="001C00D8" w:rsidRPr="00120EC7" w:rsidRDefault="001C00D8" w:rsidP="004A5420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61E60F2" w14:textId="77777777" w:rsidR="001C00D8" w:rsidRPr="00290F2A" w:rsidRDefault="001C00D8" w:rsidP="004A5420"/>
        </w:tc>
      </w:tr>
      <w:tr w:rsidR="00315D15" w:rsidRPr="00290F2A" w14:paraId="1499A39A" w14:textId="77777777" w:rsidTr="004A542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88A494D" w14:textId="77777777" w:rsidR="00315D15" w:rsidRPr="00290F2A" w:rsidRDefault="00315D15" w:rsidP="004A5420">
            <w:r w:rsidRPr="00290F2A">
              <w:t>Decrease Com1 (WHOLE)</w:t>
            </w:r>
          </w:p>
        </w:tc>
        <w:tc>
          <w:tcPr>
            <w:tcW w:w="1701" w:type="dxa"/>
            <w:vAlign w:val="center"/>
          </w:tcPr>
          <w:p w14:paraId="2C2AD4A8" w14:textId="77777777" w:rsidR="00315D15" w:rsidRPr="00120EC7" w:rsidRDefault="00315D15" w:rsidP="004A5420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22D0807" w14:textId="77777777" w:rsidR="00315D15" w:rsidRPr="00290F2A" w:rsidRDefault="00315D15" w:rsidP="004A5420"/>
        </w:tc>
      </w:tr>
      <w:tr w:rsidR="00CF4006" w:rsidRPr="00290F2A" w14:paraId="54B5C05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58A14B9" w14:textId="77777777" w:rsidR="00CF4006" w:rsidRPr="00290F2A" w:rsidRDefault="00CF4006" w:rsidP="00242A09">
            <w:r w:rsidRPr="00290F2A">
              <w:t>Select Com1 Receive</w:t>
            </w:r>
          </w:p>
        </w:tc>
        <w:tc>
          <w:tcPr>
            <w:tcW w:w="1701" w:type="dxa"/>
            <w:vAlign w:val="center"/>
          </w:tcPr>
          <w:p w14:paraId="1D499F87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C79B8DD" w14:textId="77777777" w:rsidR="00CF4006" w:rsidRPr="00290F2A" w:rsidRDefault="00CF4006" w:rsidP="00242A09"/>
        </w:tc>
      </w:tr>
      <w:tr w:rsidR="00CF4006" w:rsidRPr="005C7532" w14:paraId="0CEE95F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B9FA895" w14:textId="77777777" w:rsidR="00CF4006" w:rsidRPr="00290F2A" w:rsidRDefault="00CF400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Com1 Stored Frequency Index</w:t>
            </w:r>
          </w:p>
        </w:tc>
        <w:tc>
          <w:tcPr>
            <w:tcW w:w="1701" w:type="dxa"/>
            <w:vAlign w:val="center"/>
          </w:tcPr>
          <w:p w14:paraId="17134F12" w14:textId="77777777" w:rsidR="00CF4006" w:rsidRPr="00120EC7" w:rsidRDefault="00CF4006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ACD3171" w14:textId="77777777" w:rsidR="00CF4006" w:rsidRPr="00290F2A" w:rsidRDefault="00CF4006" w:rsidP="00242A09">
            <w:pPr>
              <w:rPr>
                <w:lang w:val="en-US"/>
              </w:rPr>
            </w:pPr>
          </w:p>
        </w:tc>
      </w:tr>
      <w:tr w:rsidR="00CF4006" w:rsidRPr="00290F2A" w14:paraId="428C413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7FBFD5F" w14:textId="77777777" w:rsidR="00CF4006" w:rsidRPr="00290F2A" w:rsidRDefault="00CF4006" w:rsidP="00242A09">
            <w:r w:rsidRPr="00290F2A">
              <w:t>Set Com1 Stored Frequency</w:t>
            </w:r>
          </w:p>
        </w:tc>
        <w:tc>
          <w:tcPr>
            <w:tcW w:w="1701" w:type="dxa"/>
            <w:vAlign w:val="center"/>
          </w:tcPr>
          <w:p w14:paraId="5933FAC7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A289942" w14:textId="77777777" w:rsidR="00CF4006" w:rsidRPr="00290F2A" w:rsidRDefault="00CF4006" w:rsidP="00242A09"/>
        </w:tc>
      </w:tr>
      <w:tr w:rsidR="00CF4006" w:rsidRPr="00290F2A" w14:paraId="2F304E9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9AE6BFE" w14:textId="77777777" w:rsidR="00CF4006" w:rsidRPr="00290F2A" w:rsidRDefault="00CF4006" w:rsidP="00242A09">
            <w:r w:rsidRPr="00290F2A">
              <w:t>Select Com1 Transmit</w:t>
            </w:r>
          </w:p>
        </w:tc>
        <w:tc>
          <w:tcPr>
            <w:tcW w:w="1701" w:type="dxa"/>
            <w:vAlign w:val="center"/>
          </w:tcPr>
          <w:p w14:paraId="5371ABAA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AD38208" w14:textId="77777777" w:rsidR="00CF4006" w:rsidRPr="00290F2A" w:rsidRDefault="00CF4006" w:rsidP="00242A09"/>
        </w:tc>
      </w:tr>
      <w:tr w:rsidR="00CF4006" w:rsidRPr="00290F2A" w14:paraId="1F66313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451FCCA" w14:textId="77777777" w:rsidR="00CF4006" w:rsidRPr="00290F2A" w:rsidRDefault="00CF4006" w:rsidP="00242A09">
            <w:r w:rsidRPr="00290F2A">
              <w:t>Increase Com1 Volume</w:t>
            </w:r>
          </w:p>
        </w:tc>
        <w:tc>
          <w:tcPr>
            <w:tcW w:w="1701" w:type="dxa"/>
            <w:vAlign w:val="center"/>
          </w:tcPr>
          <w:p w14:paraId="785B9185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BEA87BC" w14:textId="77777777" w:rsidR="00CF4006" w:rsidRPr="00290F2A" w:rsidRDefault="00CF4006" w:rsidP="00242A09"/>
        </w:tc>
      </w:tr>
      <w:tr w:rsidR="00315D15" w:rsidRPr="00290F2A" w14:paraId="76EC262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13D9B99" w14:textId="77777777" w:rsidR="00315D15" w:rsidRPr="00290F2A" w:rsidRDefault="00315D15" w:rsidP="00242A09">
            <w:r w:rsidRPr="00290F2A">
              <w:t>Decrease Com1 Volume</w:t>
            </w:r>
          </w:p>
        </w:tc>
        <w:tc>
          <w:tcPr>
            <w:tcW w:w="1701" w:type="dxa"/>
            <w:vAlign w:val="center"/>
          </w:tcPr>
          <w:p w14:paraId="0386ECFD" w14:textId="77777777" w:rsidR="00315D15" w:rsidRPr="00120EC7" w:rsidRDefault="00315D1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A3E666C" w14:textId="77777777" w:rsidR="00315D15" w:rsidRPr="00290F2A" w:rsidRDefault="00315D15" w:rsidP="00242A09"/>
        </w:tc>
      </w:tr>
      <w:tr w:rsidR="00CF4006" w:rsidRPr="00290F2A" w14:paraId="69A1C36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E7A861D" w14:textId="77777777" w:rsidR="00CF4006" w:rsidRPr="00290F2A" w:rsidRDefault="00CF4006" w:rsidP="00242A09">
            <w:r w:rsidRPr="00290F2A">
              <w:t>Set Com1 Volume</w:t>
            </w:r>
          </w:p>
        </w:tc>
        <w:tc>
          <w:tcPr>
            <w:tcW w:w="1701" w:type="dxa"/>
            <w:vAlign w:val="center"/>
          </w:tcPr>
          <w:p w14:paraId="2D77C16E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64469F5" w14:textId="77777777" w:rsidR="00CF4006" w:rsidRPr="00290F2A" w:rsidRDefault="00CF4006" w:rsidP="00242A09"/>
        </w:tc>
      </w:tr>
      <w:tr w:rsidR="00481903" w:rsidRPr="00290F2A" w14:paraId="366448D7" w14:textId="77777777" w:rsidTr="00481903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147B14C" w14:textId="6C1952B1" w:rsidR="00481903" w:rsidRPr="00290F2A" w:rsidRDefault="00CF7606" w:rsidP="00481903">
            <w:r w:rsidRPr="00290F2A">
              <w:t>Increase Com1 (Fract)</w:t>
            </w:r>
          </w:p>
        </w:tc>
        <w:tc>
          <w:tcPr>
            <w:tcW w:w="1701" w:type="dxa"/>
            <w:vAlign w:val="center"/>
          </w:tcPr>
          <w:p w14:paraId="26696E94" w14:textId="77777777" w:rsidR="00481903" w:rsidRPr="00120EC7" w:rsidRDefault="00481903" w:rsidP="00481903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5C3DF8F" w14:textId="77777777" w:rsidR="00481903" w:rsidRPr="00290F2A" w:rsidRDefault="00481903" w:rsidP="00481903"/>
        </w:tc>
      </w:tr>
      <w:tr w:rsidR="00481903" w:rsidRPr="005C7532" w14:paraId="6436C404" w14:textId="77777777" w:rsidTr="00481903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04B3C6B" w14:textId="30003F2A" w:rsidR="00481903" w:rsidRPr="00290F2A" w:rsidRDefault="00CF7606" w:rsidP="00481903">
            <w:pPr>
              <w:rPr>
                <w:lang w:val="en-US"/>
              </w:rPr>
            </w:pPr>
            <w:r w:rsidRPr="00290F2A">
              <w:rPr>
                <w:lang w:val="en-US"/>
              </w:rPr>
              <w:t>Increase Com1 Frequency (Fract, Carry)</w:t>
            </w:r>
          </w:p>
        </w:tc>
        <w:tc>
          <w:tcPr>
            <w:tcW w:w="1701" w:type="dxa"/>
            <w:vAlign w:val="center"/>
          </w:tcPr>
          <w:p w14:paraId="2159A652" w14:textId="77777777" w:rsidR="00481903" w:rsidRPr="00120EC7" w:rsidRDefault="00481903" w:rsidP="00481903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74E5C47" w14:textId="77777777" w:rsidR="00481903" w:rsidRPr="00290F2A" w:rsidRDefault="00481903" w:rsidP="00481903">
            <w:pPr>
              <w:rPr>
                <w:lang w:val="en-US"/>
              </w:rPr>
            </w:pPr>
          </w:p>
        </w:tc>
      </w:tr>
      <w:tr w:rsidR="00315D15" w:rsidRPr="00290F2A" w14:paraId="3E4286F2" w14:textId="77777777" w:rsidTr="00481903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265E2CE" w14:textId="256BB8F5" w:rsidR="00315D15" w:rsidRPr="00290F2A" w:rsidRDefault="00CF7606" w:rsidP="00481903">
            <w:r w:rsidRPr="00290F2A">
              <w:t>Decrease Com1 (Fract)</w:t>
            </w:r>
          </w:p>
        </w:tc>
        <w:tc>
          <w:tcPr>
            <w:tcW w:w="1701" w:type="dxa"/>
            <w:vAlign w:val="center"/>
          </w:tcPr>
          <w:p w14:paraId="29BADCCB" w14:textId="77777777" w:rsidR="00315D15" w:rsidRPr="00120EC7" w:rsidRDefault="00315D15" w:rsidP="00481903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0B51711" w14:textId="77777777" w:rsidR="00315D15" w:rsidRPr="00290F2A" w:rsidRDefault="00315D15" w:rsidP="00481903"/>
        </w:tc>
      </w:tr>
      <w:tr w:rsidR="00315D15" w:rsidRPr="005C7532" w14:paraId="2A25C944" w14:textId="77777777" w:rsidTr="00481903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93FCC5B" w14:textId="0675E99A" w:rsidR="00315D15" w:rsidRPr="00290F2A" w:rsidRDefault="00CF7606" w:rsidP="00481903">
            <w:pPr>
              <w:rPr>
                <w:lang w:val="en-US"/>
              </w:rPr>
            </w:pPr>
            <w:r w:rsidRPr="00290F2A">
              <w:rPr>
                <w:lang w:val="en-US"/>
              </w:rPr>
              <w:t>Decrease Com1 Frequency (Fract, Carry)</w:t>
            </w:r>
          </w:p>
        </w:tc>
        <w:tc>
          <w:tcPr>
            <w:tcW w:w="1701" w:type="dxa"/>
            <w:vAlign w:val="center"/>
          </w:tcPr>
          <w:p w14:paraId="3F8F8737" w14:textId="77777777" w:rsidR="00315D15" w:rsidRPr="00120EC7" w:rsidRDefault="00315D15" w:rsidP="00481903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0431FC0" w14:textId="77777777" w:rsidR="00315D15" w:rsidRPr="00290F2A" w:rsidRDefault="00315D15" w:rsidP="00481903">
            <w:pPr>
              <w:rPr>
                <w:lang w:val="en-US"/>
              </w:rPr>
            </w:pPr>
          </w:p>
        </w:tc>
      </w:tr>
      <w:tr w:rsidR="00CF4006" w:rsidRPr="00290F2A" w14:paraId="6B61459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0E57180" w14:textId="4010BC72" w:rsidR="00CF4006" w:rsidRPr="00290F2A" w:rsidRDefault="00CF7606" w:rsidP="00242A09">
            <w:r w:rsidRPr="00290F2A">
              <w:t>Increase Com2 Frequency (Fract)</w:t>
            </w:r>
          </w:p>
        </w:tc>
        <w:tc>
          <w:tcPr>
            <w:tcW w:w="1701" w:type="dxa"/>
            <w:vAlign w:val="center"/>
          </w:tcPr>
          <w:p w14:paraId="5D403076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2900D77" w14:textId="77777777" w:rsidR="00CF4006" w:rsidRPr="00290F2A" w:rsidRDefault="00CF4006" w:rsidP="00242A09"/>
        </w:tc>
      </w:tr>
      <w:tr w:rsidR="00CF4006" w:rsidRPr="005C7532" w14:paraId="7AADEBF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DB807B5" w14:textId="52883C79" w:rsidR="00CF4006" w:rsidRPr="00290F2A" w:rsidRDefault="00CF760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Increase Com2 Frequency (Fract, Carry)</w:t>
            </w:r>
          </w:p>
        </w:tc>
        <w:tc>
          <w:tcPr>
            <w:tcW w:w="1701" w:type="dxa"/>
            <w:vAlign w:val="center"/>
          </w:tcPr>
          <w:p w14:paraId="680C5E61" w14:textId="77777777" w:rsidR="00CF4006" w:rsidRPr="00120EC7" w:rsidRDefault="00CF4006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D8D8ED9" w14:textId="77777777" w:rsidR="00CF4006" w:rsidRPr="00290F2A" w:rsidRDefault="00CF4006" w:rsidP="00242A09">
            <w:pPr>
              <w:rPr>
                <w:lang w:val="en-US"/>
              </w:rPr>
            </w:pPr>
          </w:p>
        </w:tc>
      </w:tr>
      <w:tr w:rsidR="00315D15" w:rsidRPr="00290F2A" w14:paraId="360B0F7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51D0D63" w14:textId="36BA8EB6" w:rsidR="00315D15" w:rsidRPr="00290F2A" w:rsidRDefault="00CF7606" w:rsidP="00242A09">
            <w:r w:rsidRPr="00290F2A">
              <w:t>Decrease Com2 Frequency (Fract)</w:t>
            </w:r>
          </w:p>
        </w:tc>
        <w:tc>
          <w:tcPr>
            <w:tcW w:w="1701" w:type="dxa"/>
            <w:vAlign w:val="center"/>
          </w:tcPr>
          <w:p w14:paraId="26977A0A" w14:textId="77777777" w:rsidR="00315D15" w:rsidRPr="00120EC7" w:rsidRDefault="00315D1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C319AC4" w14:textId="77777777" w:rsidR="00315D15" w:rsidRPr="00290F2A" w:rsidRDefault="00315D15" w:rsidP="00242A09"/>
        </w:tc>
      </w:tr>
      <w:tr w:rsidR="00315D15" w:rsidRPr="005C7532" w14:paraId="256E47E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15D4642" w14:textId="0EEE34E0" w:rsidR="00315D15" w:rsidRPr="00290F2A" w:rsidRDefault="00CF760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Decrease Com2 Frequency (Fract, Carry)</w:t>
            </w:r>
          </w:p>
        </w:tc>
        <w:tc>
          <w:tcPr>
            <w:tcW w:w="1701" w:type="dxa"/>
            <w:vAlign w:val="center"/>
          </w:tcPr>
          <w:p w14:paraId="525D3FBF" w14:textId="77777777" w:rsidR="00315D15" w:rsidRPr="00120EC7" w:rsidRDefault="00315D15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E636032" w14:textId="77777777" w:rsidR="00315D15" w:rsidRPr="00290F2A" w:rsidRDefault="00315D15" w:rsidP="00242A09">
            <w:pPr>
              <w:rPr>
                <w:lang w:val="en-US"/>
              </w:rPr>
            </w:pPr>
          </w:p>
        </w:tc>
      </w:tr>
      <w:tr w:rsidR="00CF4006" w:rsidRPr="00290F2A" w14:paraId="2CF85FF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D42CB28" w14:textId="39BB8DA9" w:rsidR="00CF4006" w:rsidRPr="00290F2A" w:rsidRDefault="00CF7606" w:rsidP="00242A09">
            <w:r w:rsidRPr="00290F2A">
              <w:t>Set Com2</w:t>
            </w:r>
          </w:p>
        </w:tc>
        <w:tc>
          <w:tcPr>
            <w:tcW w:w="1701" w:type="dxa"/>
            <w:vAlign w:val="center"/>
          </w:tcPr>
          <w:p w14:paraId="0678A8C2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DEECB41" w14:textId="77777777" w:rsidR="00CF4006" w:rsidRPr="00290F2A" w:rsidRDefault="00CF4006" w:rsidP="00242A09"/>
        </w:tc>
      </w:tr>
      <w:tr w:rsidR="00CF4006" w:rsidRPr="00290F2A" w14:paraId="7426675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F868163" w14:textId="22AC0A12" w:rsidR="00CF4006" w:rsidRPr="00290F2A" w:rsidRDefault="00CF7606" w:rsidP="00242A09">
            <w:r w:rsidRPr="00290F2A">
              <w:t>Com2 Swap</w:t>
            </w:r>
          </w:p>
        </w:tc>
        <w:tc>
          <w:tcPr>
            <w:tcW w:w="1701" w:type="dxa"/>
            <w:vAlign w:val="center"/>
          </w:tcPr>
          <w:p w14:paraId="761E9A10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F09559F" w14:textId="77777777" w:rsidR="00CF4006" w:rsidRPr="00290F2A" w:rsidRDefault="00CF4006" w:rsidP="00242A09"/>
        </w:tc>
      </w:tr>
      <w:tr w:rsidR="00CF4006" w:rsidRPr="00290F2A" w14:paraId="4CCB0C8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3E2A62E" w14:textId="7047192F" w:rsidR="00CF4006" w:rsidRPr="00290F2A" w:rsidRDefault="00CF7606" w:rsidP="00242A09">
            <w:r w:rsidRPr="00290F2A">
              <w:t>Increase Com2 Frequency (Whole)</w:t>
            </w:r>
          </w:p>
        </w:tc>
        <w:tc>
          <w:tcPr>
            <w:tcW w:w="1701" w:type="dxa"/>
            <w:vAlign w:val="center"/>
          </w:tcPr>
          <w:p w14:paraId="790DDE17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40E1F14" w14:textId="77777777" w:rsidR="00CF4006" w:rsidRPr="00290F2A" w:rsidRDefault="00CF4006" w:rsidP="00242A09"/>
        </w:tc>
      </w:tr>
      <w:tr w:rsidR="00315D15" w:rsidRPr="00290F2A" w14:paraId="20262E7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B0B8A44" w14:textId="367FDE98" w:rsidR="00315D15" w:rsidRPr="00290F2A" w:rsidRDefault="00CF7606" w:rsidP="00242A09">
            <w:r w:rsidRPr="00290F2A">
              <w:t>Decrease Com2 Frequency (Whole)</w:t>
            </w:r>
          </w:p>
        </w:tc>
        <w:tc>
          <w:tcPr>
            <w:tcW w:w="1701" w:type="dxa"/>
            <w:vAlign w:val="center"/>
          </w:tcPr>
          <w:p w14:paraId="74C42BA4" w14:textId="77777777" w:rsidR="00315D15" w:rsidRPr="00120EC7" w:rsidRDefault="00315D1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4CB23B9" w14:textId="77777777" w:rsidR="00315D15" w:rsidRPr="00290F2A" w:rsidRDefault="00315D15" w:rsidP="00242A09"/>
        </w:tc>
      </w:tr>
      <w:tr w:rsidR="00CF4006" w:rsidRPr="00290F2A" w14:paraId="40A620F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4AC2462" w14:textId="126BB08F" w:rsidR="00CF4006" w:rsidRPr="00290F2A" w:rsidRDefault="00CF7606" w:rsidP="00242A09">
            <w:r w:rsidRPr="00290F2A">
              <w:t>Select Com2 Recieve</w:t>
            </w:r>
          </w:p>
        </w:tc>
        <w:tc>
          <w:tcPr>
            <w:tcW w:w="1701" w:type="dxa"/>
            <w:vAlign w:val="center"/>
          </w:tcPr>
          <w:p w14:paraId="7AFC83D0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459B5F4" w14:textId="77777777" w:rsidR="00CF4006" w:rsidRPr="00290F2A" w:rsidRDefault="00CF4006" w:rsidP="00242A09"/>
        </w:tc>
      </w:tr>
      <w:tr w:rsidR="00CF4006" w:rsidRPr="00290F2A" w14:paraId="5866837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04C7176" w14:textId="77777777" w:rsidR="00CF4006" w:rsidRPr="00290F2A" w:rsidRDefault="00CF4006" w:rsidP="00242A09">
            <w:r w:rsidRPr="00290F2A">
              <w:t>Set Com2 Standby</w:t>
            </w:r>
          </w:p>
        </w:tc>
        <w:tc>
          <w:tcPr>
            <w:tcW w:w="1701" w:type="dxa"/>
            <w:vAlign w:val="center"/>
          </w:tcPr>
          <w:p w14:paraId="4FA996C1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809509E" w14:textId="77777777" w:rsidR="00CF4006" w:rsidRPr="00290F2A" w:rsidRDefault="00CF4006" w:rsidP="00242A09"/>
        </w:tc>
      </w:tr>
      <w:tr w:rsidR="00CF4006" w:rsidRPr="005C7532" w14:paraId="7B3418F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FCDF2F9" w14:textId="77777777" w:rsidR="00CF4006" w:rsidRPr="00290F2A" w:rsidRDefault="00CF400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Com2 Stored Frequency Index</w:t>
            </w:r>
          </w:p>
        </w:tc>
        <w:tc>
          <w:tcPr>
            <w:tcW w:w="1701" w:type="dxa"/>
            <w:vAlign w:val="center"/>
          </w:tcPr>
          <w:p w14:paraId="4AEF21A2" w14:textId="77777777" w:rsidR="00CF4006" w:rsidRPr="00120EC7" w:rsidRDefault="00CF4006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2EA2256" w14:textId="77777777" w:rsidR="00CF4006" w:rsidRPr="00290F2A" w:rsidRDefault="00CF4006" w:rsidP="00242A09">
            <w:pPr>
              <w:rPr>
                <w:lang w:val="en-US"/>
              </w:rPr>
            </w:pPr>
          </w:p>
        </w:tc>
      </w:tr>
      <w:tr w:rsidR="00CF4006" w:rsidRPr="00290F2A" w14:paraId="24400C1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8AE2F12" w14:textId="77777777" w:rsidR="00CF4006" w:rsidRPr="00290F2A" w:rsidRDefault="00CF4006" w:rsidP="00242A09">
            <w:r w:rsidRPr="00290F2A">
              <w:lastRenderedPageBreak/>
              <w:t>Set Com2 Stored Frequency</w:t>
            </w:r>
          </w:p>
        </w:tc>
        <w:tc>
          <w:tcPr>
            <w:tcW w:w="1701" w:type="dxa"/>
            <w:vAlign w:val="center"/>
          </w:tcPr>
          <w:p w14:paraId="6D5084B4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4FFCBF3" w14:textId="77777777" w:rsidR="00CF4006" w:rsidRPr="00290F2A" w:rsidRDefault="00CF4006" w:rsidP="00242A09"/>
        </w:tc>
      </w:tr>
      <w:tr w:rsidR="00CF4006" w:rsidRPr="00290F2A" w14:paraId="57FCE07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81D580D" w14:textId="77777777" w:rsidR="00CF4006" w:rsidRPr="00290F2A" w:rsidRDefault="00CF4006" w:rsidP="00242A09">
            <w:r w:rsidRPr="00290F2A">
              <w:t>Select Com2 Transmit</w:t>
            </w:r>
          </w:p>
        </w:tc>
        <w:tc>
          <w:tcPr>
            <w:tcW w:w="1701" w:type="dxa"/>
            <w:vAlign w:val="center"/>
          </w:tcPr>
          <w:p w14:paraId="28C7C84F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35C5385" w14:textId="77777777" w:rsidR="00CF4006" w:rsidRPr="00290F2A" w:rsidRDefault="00CF4006" w:rsidP="00242A09"/>
        </w:tc>
      </w:tr>
      <w:tr w:rsidR="00CF4006" w:rsidRPr="00290F2A" w14:paraId="03AEFC3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90B835F" w14:textId="77777777" w:rsidR="00CF4006" w:rsidRPr="00290F2A" w:rsidRDefault="00CF4006" w:rsidP="00242A09">
            <w:r w:rsidRPr="00290F2A">
              <w:t>Increase Com2 Volume</w:t>
            </w:r>
          </w:p>
        </w:tc>
        <w:tc>
          <w:tcPr>
            <w:tcW w:w="1701" w:type="dxa"/>
            <w:vAlign w:val="center"/>
          </w:tcPr>
          <w:p w14:paraId="29BBC4E1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37CBEC3" w14:textId="77777777" w:rsidR="00CF4006" w:rsidRPr="00290F2A" w:rsidRDefault="00CF4006" w:rsidP="00242A09"/>
        </w:tc>
      </w:tr>
      <w:tr w:rsidR="00315D15" w:rsidRPr="00290F2A" w14:paraId="784AFF7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EB74968" w14:textId="77777777" w:rsidR="00315D15" w:rsidRPr="00290F2A" w:rsidRDefault="00315D15" w:rsidP="00242A09">
            <w:r w:rsidRPr="00290F2A">
              <w:t>Decrease Com2 Volume</w:t>
            </w:r>
          </w:p>
        </w:tc>
        <w:tc>
          <w:tcPr>
            <w:tcW w:w="1701" w:type="dxa"/>
            <w:vAlign w:val="center"/>
          </w:tcPr>
          <w:p w14:paraId="38880747" w14:textId="77777777" w:rsidR="00315D15" w:rsidRPr="00120EC7" w:rsidRDefault="00315D1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58C093B" w14:textId="77777777" w:rsidR="00315D15" w:rsidRPr="00290F2A" w:rsidRDefault="00315D15" w:rsidP="00242A09"/>
        </w:tc>
      </w:tr>
      <w:tr w:rsidR="00CF4006" w:rsidRPr="00290F2A" w14:paraId="7B38A66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B0E4E06" w14:textId="77777777" w:rsidR="00CF4006" w:rsidRPr="00290F2A" w:rsidRDefault="00CF4006" w:rsidP="00242A09">
            <w:r w:rsidRPr="00290F2A">
              <w:t>Set Com2 Volume</w:t>
            </w:r>
          </w:p>
        </w:tc>
        <w:tc>
          <w:tcPr>
            <w:tcW w:w="1701" w:type="dxa"/>
            <w:vAlign w:val="center"/>
          </w:tcPr>
          <w:p w14:paraId="1ED4350B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E039A06" w14:textId="77777777" w:rsidR="00CF4006" w:rsidRPr="00290F2A" w:rsidRDefault="00CF4006" w:rsidP="00242A09"/>
        </w:tc>
      </w:tr>
      <w:tr w:rsidR="00CF4006" w:rsidRPr="00290F2A" w14:paraId="438DD75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7AE3F48" w14:textId="56EDD4E0" w:rsidR="00CF4006" w:rsidRPr="00290F2A" w:rsidRDefault="00CF7606" w:rsidP="00242A09">
            <w:r w:rsidRPr="00290F2A">
              <w:t>Increase Com3 Frequency (Fract)</w:t>
            </w:r>
          </w:p>
        </w:tc>
        <w:tc>
          <w:tcPr>
            <w:tcW w:w="1701" w:type="dxa"/>
            <w:vAlign w:val="center"/>
          </w:tcPr>
          <w:p w14:paraId="52BE9694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4A39B68" w14:textId="77777777" w:rsidR="00CF4006" w:rsidRPr="00290F2A" w:rsidRDefault="00CF4006" w:rsidP="00242A09"/>
        </w:tc>
      </w:tr>
      <w:tr w:rsidR="00CF4006" w:rsidRPr="005C7532" w14:paraId="68C0D77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38B40D5" w14:textId="60DFA4FA" w:rsidR="00CF4006" w:rsidRPr="00290F2A" w:rsidRDefault="00CF760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Increase Com3 Frequency (Fract, Carry)</w:t>
            </w:r>
          </w:p>
        </w:tc>
        <w:tc>
          <w:tcPr>
            <w:tcW w:w="1701" w:type="dxa"/>
            <w:vAlign w:val="center"/>
          </w:tcPr>
          <w:p w14:paraId="0042FA82" w14:textId="77777777" w:rsidR="00CF4006" w:rsidRPr="00120EC7" w:rsidRDefault="00CF4006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490F983" w14:textId="77777777" w:rsidR="00CF4006" w:rsidRPr="00290F2A" w:rsidRDefault="00CF4006" w:rsidP="00242A09">
            <w:pPr>
              <w:rPr>
                <w:lang w:val="en-US"/>
              </w:rPr>
            </w:pPr>
          </w:p>
        </w:tc>
      </w:tr>
      <w:tr w:rsidR="00315D15" w:rsidRPr="00290F2A" w14:paraId="45EF818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B2FBE9F" w14:textId="0145BC07" w:rsidR="00315D15" w:rsidRPr="00290F2A" w:rsidRDefault="00CF7606" w:rsidP="00242A09">
            <w:r w:rsidRPr="00290F2A">
              <w:t>Decrease Com3 Frequency (Fract)</w:t>
            </w:r>
          </w:p>
        </w:tc>
        <w:tc>
          <w:tcPr>
            <w:tcW w:w="1701" w:type="dxa"/>
            <w:vAlign w:val="center"/>
          </w:tcPr>
          <w:p w14:paraId="51B0D29F" w14:textId="77777777" w:rsidR="00315D15" w:rsidRPr="00120EC7" w:rsidRDefault="00315D1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78CF714" w14:textId="77777777" w:rsidR="00315D15" w:rsidRPr="00290F2A" w:rsidRDefault="00315D15" w:rsidP="00242A09"/>
        </w:tc>
      </w:tr>
      <w:tr w:rsidR="00315D15" w:rsidRPr="005C7532" w14:paraId="4A92723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048C18E" w14:textId="3AC25A5A" w:rsidR="00315D15" w:rsidRPr="00290F2A" w:rsidRDefault="00CF760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Decrease Com3 Frequency (Fract, Carry)</w:t>
            </w:r>
          </w:p>
        </w:tc>
        <w:tc>
          <w:tcPr>
            <w:tcW w:w="1701" w:type="dxa"/>
            <w:vAlign w:val="center"/>
          </w:tcPr>
          <w:p w14:paraId="52363030" w14:textId="77777777" w:rsidR="00315D15" w:rsidRPr="00120EC7" w:rsidRDefault="00315D15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3E385D8" w14:textId="77777777" w:rsidR="00315D15" w:rsidRPr="00290F2A" w:rsidRDefault="00315D15" w:rsidP="00242A09">
            <w:pPr>
              <w:rPr>
                <w:lang w:val="en-US"/>
              </w:rPr>
            </w:pPr>
          </w:p>
        </w:tc>
      </w:tr>
      <w:tr w:rsidR="00CF4006" w:rsidRPr="00290F2A" w14:paraId="3558DB8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9175716" w14:textId="1E0069CB" w:rsidR="00CF4006" w:rsidRPr="00290F2A" w:rsidRDefault="00CF7606" w:rsidP="00242A09">
            <w:r w:rsidRPr="00290F2A">
              <w:t>Set Com2</w:t>
            </w:r>
          </w:p>
        </w:tc>
        <w:tc>
          <w:tcPr>
            <w:tcW w:w="1701" w:type="dxa"/>
            <w:vAlign w:val="center"/>
          </w:tcPr>
          <w:p w14:paraId="1F74B2D2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AFCF53C" w14:textId="77777777" w:rsidR="00CF4006" w:rsidRPr="00290F2A" w:rsidRDefault="00CF4006" w:rsidP="00242A09"/>
        </w:tc>
      </w:tr>
      <w:tr w:rsidR="00CF4006" w:rsidRPr="00290F2A" w14:paraId="1D67903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CEBD1D8" w14:textId="1616AF04" w:rsidR="00CF4006" w:rsidRPr="00290F2A" w:rsidRDefault="00CF7606" w:rsidP="00242A09">
            <w:r w:rsidRPr="00290F2A">
              <w:t>Com3 Swap</w:t>
            </w:r>
          </w:p>
        </w:tc>
        <w:tc>
          <w:tcPr>
            <w:tcW w:w="1701" w:type="dxa"/>
            <w:vAlign w:val="center"/>
          </w:tcPr>
          <w:p w14:paraId="6DDE1D96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D2206B0" w14:textId="77777777" w:rsidR="00CF4006" w:rsidRPr="00290F2A" w:rsidRDefault="00CF4006" w:rsidP="00242A09"/>
        </w:tc>
      </w:tr>
      <w:tr w:rsidR="00CF4006" w:rsidRPr="00290F2A" w14:paraId="07D6586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4E52515" w14:textId="11E1ED08" w:rsidR="00CF4006" w:rsidRPr="00290F2A" w:rsidRDefault="00CF7606" w:rsidP="00242A09">
            <w:r w:rsidRPr="00290F2A">
              <w:t>Increase Com3 Frequency (Whole)</w:t>
            </w:r>
          </w:p>
        </w:tc>
        <w:tc>
          <w:tcPr>
            <w:tcW w:w="1701" w:type="dxa"/>
            <w:vAlign w:val="center"/>
          </w:tcPr>
          <w:p w14:paraId="75CC70FD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F179C5C" w14:textId="77777777" w:rsidR="00CF4006" w:rsidRPr="00290F2A" w:rsidRDefault="00CF4006" w:rsidP="00242A09"/>
        </w:tc>
      </w:tr>
      <w:tr w:rsidR="00315D15" w:rsidRPr="00290F2A" w14:paraId="2271045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9C9EC20" w14:textId="04DB43A7" w:rsidR="00315D15" w:rsidRPr="00290F2A" w:rsidRDefault="00CF7606" w:rsidP="00242A09">
            <w:r w:rsidRPr="00290F2A">
              <w:t>Decrease Com3 Frequency (Whole)</w:t>
            </w:r>
          </w:p>
        </w:tc>
        <w:tc>
          <w:tcPr>
            <w:tcW w:w="1701" w:type="dxa"/>
            <w:vAlign w:val="center"/>
          </w:tcPr>
          <w:p w14:paraId="32747A1E" w14:textId="77777777" w:rsidR="00315D15" w:rsidRPr="00120EC7" w:rsidRDefault="00315D1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97D995B" w14:textId="77777777" w:rsidR="00315D15" w:rsidRPr="00290F2A" w:rsidRDefault="00315D15" w:rsidP="00242A09"/>
        </w:tc>
      </w:tr>
      <w:tr w:rsidR="00CF4006" w:rsidRPr="00290F2A" w14:paraId="3AB59C6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50A3F3C" w14:textId="77777777" w:rsidR="00CF4006" w:rsidRPr="00290F2A" w:rsidRDefault="00CF4006" w:rsidP="00242A09">
            <w:r w:rsidRPr="00290F2A">
              <w:t>Select Com3 Receive</w:t>
            </w:r>
          </w:p>
        </w:tc>
        <w:tc>
          <w:tcPr>
            <w:tcW w:w="1701" w:type="dxa"/>
            <w:vAlign w:val="center"/>
          </w:tcPr>
          <w:p w14:paraId="3528B624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5E058A5" w14:textId="77777777" w:rsidR="00CF4006" w:rsidRPr="00290F2A" w:rsidRDefault="00CF4006" w:rsidP="00242A09"/>
        </w:tc>
      </w:tr>
      <w:tr w:rsidR="00CF4006" w:rsidRPr="00290F2A" w14:paraId="798FF91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43E6CB1" w14:textId="77777777" w:rsidR="00CF4006" w:rsidRPr="00290F2A" w:rsidRDefault="00CF4006" w:rsidP="00242A09">
            <w:r w:rsidRPr="00290F2A">
              <w:t>Set Com2 Standby</w:t>
            </w:r>
          </w:p>
        </w:tc>
        <w:tc>
          <w:tcPr>
            <w:tcW w:w="1701" w:type="dxa"/>
            <w:vAlign w:val="center"/>
          </w:tcPr>
          <w:p w14:paraId="49DCA881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1392D6A" w14:textId="77777777" w:rsidR="00CF4006" w:rsidRPr="00290F2A" w:rsidRDefault="00CF4006" w:rsidP="00242A09"/>
        </w:tc>
      </w:tr>
      <w:tr w:rsidR="00CF4006" w:rsidRPr="005C7532" w14:paraId="3295CB2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35419C3" w14:textId="77777777" w:rsidR="00CF4006" w:rsidRPr="00290F2A" w:rsidRDefault="00CF400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Set Com3 Stored Frequency Index</w:t>
            </w:r>
          </w:p>
        </w:tc>
        <w:tc>
          <w:tcPr>
            <w:tcW w:w="1701" w:type="dxa"/>
            <w:vAlign w:val="center"/>
          </w:tcPr>
          <w:p w14:paraId="6C6D140C" w14:textId="77777777" w:rsidR="00CF4006" w:rsidRPr="00120EC7" w:rsidRDefault="00CF4006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FA6F1C4" w14:textId="77777777" w:rsidR="00CF4006" w:rsidRPr="00290F2A" w:rsidRDefault="00CF4006" w:rsidP="00242A09">
            <w:pPr>
              <w:rPr>
                <w:lang w:val="en-US"/>
              </w:rPr>
            </w:pPr>
          </w:p>
        </w:tc>
      </w:tr>
      <w:tr w:rsidR="00CF4006" w:rsidRPr="00290F2A" w14:paraId="40E29FC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79EDCE0" w14:textId="77777777" w:rsidR="00CF4006" w:rsidRPr="00290F2A" w:rsidRDefault="00CF4006" w:rsidP="00242A09">
            <w:r w:rsidRPr="00290F2A">
              <w:t>Set Com3 Stored Frequency</w:t>
            </w:r>
          </w:p>
        </w:tc>
        <w:tc>
          <w:tcPr>
            <w:tcW w:w="1701" w:type="dxa"/>
            <w:vAlign w:val="center"/>
          </w:tcPr>
          <w:p w14:paraId="648C4B13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528FF9A" w14:textId="77777777" w:rsidR="00CF4006" w:rsidRPr="00290F2A" w:rsidRDefault="00CF4006" w:rsidP="00242A09"/>
        </w:tc>
      </w:tr>
      <w:tr w:rsidR="00CF4006" w:rsidRPr="00290F2A" w14:paraId="67359F6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992B7BE" w14:textId="77777777" w:rsidR="00CF4006" w:rsidRPr="00290F2A" w:rsidRDefault="00CF4006" w:rsidP="00242A09">
            <w:r w:rsidRPr="00290F2A">
              <w:t>Increase Com3 Volume</w:t>
            </w:r>
          </w:p>
        </w:tc>
        <w:tc>
          <w:tcPr>
            <w:tcW w:w="1701" w:type="dxa"/>
            <w:vAlign w:val="center"/>
          </w:tcPr>
          <w:p w14:paraId="6C9FDDAC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C07EDAB" w14:textId="77777777" w:rsidR="00CF4006" w:rsidRPr="00290F2A" w:rsidRDefault="00CF4006" w:rsidP="00242A09"/>
        </w:tc>
      </w:tr>
      <w:tr w:rsidR="00315D15" w:rsidRPr="00290F2A" w14:paraId="5A8D978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70EA798" w14:textId="77777777" w:rsidR="00315D15" w:rsidRPr="00290F2A" w:rsidRDefault="00315D15" w:rsidP="00242A09">
            <w:r w:rsidRPr="00290F2A">
              <w:t>Decrease Com3 Volume</w:t>
            </w:r>
          </w:p>
        </w:tc>
        <w:tc>
          <w:tcPr>
            <w:tcW w:w="1701" w:type="dxa"/>
            <w:vAlign w:val="center"/>
          </w:tcPr>
          <w:p w14:paraId="384068E8" w14:textId="77777777" w:rsidR="00315D15" w:rsidRPr="00120EC7" w:rsidRDefault="00315D1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A055B55" w14:textId="77777777" w:rsidR="00315D15" w:rsidRPr="00290F2A" w:rsidRDefault="00315D15" w:rsidP="00242A09"/>
        </w:tc>
      </w:tr>
      <w:tr w:rsidR="00CF4006" w:rsidRPr="00290F2A" w14:paraId="273DEAC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F30E393" w14:textId="77777777" w:rsidR="00CF4006" w:rsidRPr="00290F2A" w:rsidRDefault="00CF4006" w:rsidP="00242A09">
            <w:r w:rsidRPr="00290F2A">
              <w:t>Set Com3 Volume</w:t>
            </w:r>
          </w:p>
        </w:tc>
        <w:tc>
          <w:tcPr>
            <w:tcW w:w="1701" w:type="dxa"/>
            <w:vAlign w:val="center"/>
          </w:tcPr>
          <w:p w14:paraId="619737DF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1474C11" w14:textId="77777777" w:rsidR="00CF4006" w:rsidRPr="00290F2A" w:rsidRDefault="00CF4006" w:rsidP="00242A09"/>
        </w:tc>
      </w:tr>
      <w:tr w:rsidR="00CF4006" w:rsidRPr="00290F2A" w14:paraId="15F2739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A57D165" w14:textId="77777777" w:rsidR="00CF4006" w:rsidRPr="00290F2A" w:rsidRDefault="00CF4006" w:rsidP="00242A09">
            <w:r w:rsidRPr="00290F2A">
              <w:t>Toggle Comm1 Autoswitch</w:t>
            </w:r>
          </w:p>
        </w:tc>
        <w:tc>
          <w:tcPr>
            <w:tcW w:w="1701" w:type="dxa"/>
            <w:vAlign w:val="center"/>
          </w:tcPr>
          <w:p w14:paraId="0608D9CD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C98333D" w14:textId="77777777" w:rsidR="00CF4006" w:rsidRPr="00290F2A" w:rsidRDefault="00CF4006" w:rsidP="00242A09"/>
        </w:tc>
      </w:tr>
      <w:tr w:rsidR="00CF4006" w:rsidRPr="00290F2A" w14:paraId="3D12B61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14A40AE" w14:textId="77777777" w:rsidR="00CF4006" w:rsidRPr="00290F2A" w:rsidRDefault="00CF4006" w:rsidP="00242A09">
            <w:r w:rsidRPr="00290F2A">
              <w:t>Toggle Comm2 Autoswitch</w:t>
            </w:r>
          </w:p>
        </w:tc>
        <w:tc>
          <w:tcPr>
            <w:tcW w:w="1701" w:type="dxa"/>
            <w:vAlign w:val="center"/>
          </w:tcPr>
          <w:p w14:paraId="68A0033D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DA9258F" w14:textId="77777777" w:rsidR="00CF4006" w:rsidRPr="00290F2A" w:rsidRDefault="00CF4006" w:rsidP="00242A09"/>
        </w:tc>
      </w:tr>
      <w:tr w:rsidR="00CF4006" w:rsidRPr="00290F2A" w14:paraId="0498285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1E073B7" w14:textId="77777777" w:rsidR="00CF4006" w:rsidRPr="00290F2A" w:rsidRDefault="00CF4006" w:rsidP="00242A09">
            <w:r w:rsidRPr="00290F2A">
              <w:t>Toggle Comm Nav1 Test</w:t>
            </w:r>
          </w:p>
        </w:tc>
        <w:tc>
          <w:tcPr>
            <w:tcW w:w="1701" w:type="dxa"/>
            <w:vAlign w:val="center"/>
          </w:tcPr>
          <w:p w14:paraId="6AC3E169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7AB603E" w14:textId="77777777" w:rsidR="00CF4006" w:rsidRPr="00290F2A" w:rsidRDefault="00CF4006" w:rsidP="00242A09"/>
        </w:tc>
      </w:tr>
      <w:tr w:rsidR="00CF4006" w:rsidRPr="00290F2A" w14:paraId="6D316AF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C4FF774" w14:textId="77777777" w:rsidR="00CF4006" w:rsidRPr="00290F2A" w:rsidRDefault="00CF4006" w:rsidP="00242A09">
            <w:r w:rsidRPr="00290F2A">
              <w:t>Toggle Comm Nav2 Test</w:t>
            </w:r>
          </w:p>
        </w:tc>
        <w:tc>
          <w:tcPr>
            <w:tcW w:w="1701" w:type="dxa"/>
            <w:vAlign w:val="center"/>
          </w:tcPr>
          <w:p w14:paraId="02D50E49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291C4A3" w14:textId="77777777" w:rsidR="00CF4006" w:rsidRPr="00290F2A" w:rsidRDefault="00CF4006" w:rsidP="00242A09"/>
        </w:tc>
      </w:tr>
      <w:tr w:rsidR="00CF4006" w:rsidRPr="00290F2A" w14:paraId="26F888D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BE0AC92" w14:textId="77777777" w:rsidR="00CF4006" w:rsidRPr="00290F2A" w:rsidRDefault="00CF4006" w:rsidP="00242A09">
            <w:r w:rsidRPr="00290F2A">
              <w:t>Toggle Comm Nav3 Test</w:t>
            </w:r>
          </w:p>
        </w:tc>
        <w:tc>
          <w:tcPr>
            <w:tcW w:w="1701" w:type="dxa"/>
            <w:vAlign w:val="center"/>
          </w:tcPr>
          <w:p w14:paraId="15490AD3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E30F375" w14:textId="77777777" w:rsidR="00CF4006" w:rsidRPr="00290F2A" w:rsidRDefault="00CF4006" w:rsidP="00242A09"/>
        </w:tc>
      </w:tr>
    </w:tbl>
    <w:p w14:paraId="48CB0267" w14:textId="77777777" w:rsidR="00CF4006" w:rsidRDefault="00CF4006" w:rsidP="00207AEF">
      <w:pPr>
        <w:pStyle w:val="Ttulo2"/>
        <w:keepNext w:val="0"/>
        <w:pageBreakBefore/>
        <w:tabs>
          <w:tab w:val="clear" w:pos="284"/>
          <w:tab w:val="left" w:pos="426"/>
        </w:tabs>
      </w:pPr>
      <w:bookmarkStart w:id="72" w:name="_Toc65859932"/>
      <w:bookmarkStart w:id="73" w:name="_Toc66292975"/>
      <w:r w:rsidRPr="00290F2A">
        <w:lastRenderedPageBreak/>
        <w:t>NAV</w:t>
      </w:r>
      <w:bookmarkEnd w:id="72"/>
      <w:bookmarkEnd w:id="73"/>
    </w:p>
    <w:tbl>
      <w:tblPr>
        <w:tblW w:w="67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980"/>
        <w:gridCol w:w="1417"/>
      </w:tblGrid>
      <w:tr w:rsidR="00CF4006" w:rsidRPr="00AA645C" w14:paraId="3D49F299" w14:textId="77777777" w:rsidTr="00120EC7">
        <w:trPr>
          <w:trHeight w:val="315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2F280BA6" w14:textId="66FA01FF" w:rsidR="00CF4006" w:rsidRPr="00AA645C" w:rsidRDefault="00CF4006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Radio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NAV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2E53BE2A" w14:textId="77777777" w:rsidR="00CF4006" w:rsidRPr="00120EC7" w:rsidRDefault="00CF4006" w:rsidP="006A0E97">
            <w:pPr>
              <w:jc w:val="center"/>
              <w:rPr>
                <w:b/>
                <w:bCs/>
              </w:rPr>
            </w:pPr>
            <w:r w:rsidRPr="00120EC7">
              <w:rPr>
                <w:b/>
                <w:bCs/>
              </w:rPr>
              <w:t>Keyboard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DB32972" w14:textId="7C2AE9CE" w:rsidR="00CF4006" w:rsidRPr="00AA645C" w:rsidRDefault="005824C4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120EC7" w:rsidRPr="00290F2A" w14:paraId="58A090B2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7FF8139" w14:textId="6ABD66F9" w:rsidR="00120EC7" w:rsidRPr="00290F2A" w:rsidRDefault="00120EC7" w:rsidP="00242A09">
            <w:bookmarkStart w:id="74" w:name="_Toc65859933"/>
            <w:bookmarkEnd w:id="74"/>
            <w:r w:rsidRPr="00290F2A">
              <w:t>N</w:t>
            </w:r>
            <w:r>
              <w:t>AV</w:t>
            </w:r>
            <w:r w:rsidRPr="00290F2A">
              <w:t xml:space="preserve"> Radio</w:t>
            </w:r>
          </w:p>
        </w:tc>
        <w:tc>
          <w:tcPr>
            <w:tcW w:w="1980" w:type="dxa"/>
            <w:vAlign w:val="center"/>
          </w:tcPr>
          <w:p w14:paraId="600D38B4" w14:textId="29EC4B81" w:rsidR="00120EC7" w:rsidRPr="00120EC7" w:rsidRDefault="00120EC7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N</w:t>
            </w:r>
          </w:p>
        </w:tc>
        <w:tc>
          <w:tcPr>
            <w:tcW w:w="1417" w:type="dxa"/>
            <w:vAlign w:val="center"/>
          </w:tcPr>
          <w:p w14:paraId="764538CA" w14:textId="77777777" w:rsidR="00120EC7" w:rsidRPr="00290F2A" w:rsidRDefault="00120EC7" w:rsidP="00242A09"/>
        </w:tc>
      </w:tr>
      <w:tr w:rsidR="00120EC7" w:rsidRPr="00290F2A" w14:paraId="16F71D00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3861C420" w14:textId="34D07B86" w:rsidR="00120EC7" w:rsidRPr="00290F2A" w:rsidRDefault="00120EC7" w:rsidP="00242A09">
            <w:r>
              <w:t>NAV1 Swap</w:t>
            </w:r>
          </w:p>
        </w:tc>
        <w:tc>
          <w:tcPr>
            <w:tcW w:w="1980" w:type="dxa"/>
            <w:vAlign w:val="center"/>
          </w:tcPr>
          <w:p w14:paraId="19ADDA5E" w14:textId="4CE59956" w:rsidR="00120EC7" w:rsidRPr="00120EC7" w:rsidRDefault="00120EC7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Shift + Ctrl + N</w:t>
            </w:r>
          </w:p>
        </w:tc>
        <w:tc>
          <w:tcPr>
            <w:tcW w:w="1417" w:type="dxa"/>
            <w:vAlign w:val="center"/>
          </w:tcPr>
          <w:p w14:paraId="3D9EFA5A" w14:textId="77777777" w:rsidR="00120EC7" w:rsidRPr="00290F2A" w:rsidRDefault="00120EC7" w:rsidP="00242A09"/>
        </w:tc>
      </w:tr>
      <w:tr w:rsidR="00120EC7" w:rsidRPr="00290F2A" w14:paraId="22D74915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4083448" w14:textId="7EA38A23" w:rsidR="00120EC7" w:rsidRPr="00290F2A" w:rsidRDefault="00CF7606" w:rsidP="00242A09">
            <w:r w:rsidRPr="00290F2A">
              <w:t>Increase Nav1 (Fract)</w:t>
            </w:r>
          </w:p>
        </w:tc>
        <w:tc>
          <w:tcPr>
            <w:tcW w:w="1980" w:type="dxa"/>
            <w:vAlign w:val="center"/>
          </w:tcPr>
          <w:p w14:paraId="59CA95B5" w14:textId="77777777" w:rsidR="00120EC7" w:rsidRPr="00120EC7" w:rsidRDefault="00120EC7" w:rsidP="00242A09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4BDE1BA4" w14:textId="77777777" w:rsidR="00120EC7" w:rsidRPr="00290F2A" w:rsidRDefault="00120EC7" w:rsidP="00242A09"/>
        </w:tc>
      </w:tr>
      <w:tr w:rsidR="00120EC7" w:rsidRPr="00A71CBB" w14:paraId="5669DC6A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81B70B0" w14:textId="453A211E" w:rsidR="00120EC7" w:rsidRPr="00290F2A" w:rsidRDefault="00CF760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Increase Nav1 Frequency (Fract, Carry)</w:t>
            </w:r>
          </w:p>
        </w:tc>
        <w:tc>
          <w:tcPr>
            <w:tcW w:w="1980" w:type="dxa"/>
            <w:vAlign w:val="center"/>
          </w:tcPr>
          <w:p w14:paraId="0FBEE369" w14:textId="77777777" w:rsidR="00120EC7" w:rsidRPr="00120EC7" w:rsidRDefault="00120EC7" w:rsidP="00242A0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Shift + Ctrl + Page Up</w:t>
            </w:r>
          </w:p>
        </w:tc>
        <w:tc>
          <w:tcPr>
            <w:tcW w:w="1417" w:type="dxa"/>
            <w:vAlign w:val="center"/>
          </w:tcPr>
          <w:p w14:paraId="2926F3F6" w14:textId="77777777" w:rsidR="00120EC7" w:rsidRPr="00290F2A" w:rsidRDefault="00120EC7" w:rsidP="00242A09">
            <w:pPr>
              <w:rPr>
                <w:lang w:val="en-US"/>
              </w:rPr>
            </w:pPr>
          </w:p>
        </w:tc>
      </w:tr>
      <w:tr w:rsidR="00CF4006" w:rsidRPr="00290F2A" w14:paraId="1B157736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8ECBEE8" w14:textId="68D19675" w:rsidR="00CF4006" w:rsidRPr="00290F2A" w:rsidRDefault="00CF7606" w:rsidP="00242A09">
            <w:r w:rsidRPr="00290F2A">
              <w:t>Decrease Nav1 (Fract)</w:t>
            </w:r>
          </w:p>
        </w:tc>
        <w:tc>
          <w:tcPr>
            <w:tcW w:w="1980" w:type="dxa"/>
            <w:vAlign w:val="center"/>
          </w:tcPr>
          <w:p w14:paraId="0D64B6A2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6BBF0AFD" w14:textId="77777777" w:rsidR="00CF4006" w:rsidRPr="00290F2A" w:rsidRDefault="00CF4006" w:rsidP="00242A09"/>
        </w:tc>
      </w:tr>
      <w:tr w:rsidR="00CF4006" w:rsidRPr="00A71CBB" w14:paraId="7920A57F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18B0A4B" w14:textId="6DA2979B" w:rsidR="00CF4006" w:rsidRPr="00290F2A" w:rsidRDefault="00CF760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Decrease Nav1 Frequency (Fract, Carry)</w:t>
            </w:r>
          </w:p>
        </w:tc>
        <w:tc>
          <w:tcPr>
            <w:tcW w:w="1980" w:type="dxa"/>
            <w:vAlign w:val="center"/>
          </w:tcPr>
          <w:p w14:paraId="6E169125" w14:textId="48213AC9" w:rsidR="00CF4006" w:rsidRPr="00120EC7" w:rsidRDefault="00120EC7" w:rsidP="00242A0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Shift + Ctrl + Page Down</w:t>
            </w:r>
          </w:p>
        </w:tc>
        <w:tc>
          <w:tcPr>
            <w:tcW w:w="1417" w:type="dxa"/>
            <w:vAlign w:val="center"/>
          </w:tcPr>
          <w:p w14:paraId="72CB3798" w14:textId="77777777" w:rsidR="00CF4006" w:rsidRPr="00290F2A" w:rsidRDefault="00CF4006" w:rsidP="00242A09">
            <w:pPr>
              <w:rPr>
                <w:lang w:val="en-US"/>
              </w:rPr>
            </w:pPr>
          </w:p>
        </w:tc>
      </w:tr>
      <w:tr w:rsidR="00CF4006" w:rsidRPr="00290F2A" w14:paraId="765629EB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7D81A6E" w14:textId="1F792F5F" w:rsidR="00CF4006" w:rsidRPr="00290F2A" w:rsidRDefault="00CF7606" w:rsidP="00242A09">
            <w:r w:rsidRPr="00290F2A">
              <w:t>Set Nav1</w:t>
            </w:r>
          </w:p>
        </w:tc>
        <w:tc>
          <w:tcPr>
            <w:tcW w:w="1980" w:type="dxa"/>
            <w:vAlign w:val="center"/>
          </w:tcPr>
          <w:p w14:paraId="287AC242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087B1EB8" w14:textId="77777777" w:rsidR="00CF4006" w:rsidRPr="00290F2A" w:rsidRDefault="00CF4006" w:rsidP="00242A09"/>
        </w:tc>
      </w:tr>
      <w:tr w:rsidR="00CF4006" w:rsidRPr="00290F2A" w14:paraId="53FCEAFA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F3B7865" w14:textId="333D0AD9" w:rsidR="00CF4006" w:rsidRPr="00290F2A" w:rsidRDefault="00CF7606" w:rsidP="00242A09">
            <w:r w:rsidRPr="00290F2A">
              <w:t>Increase Nav1 (Whole)</w:t>
            </w:r>
          </w:p>
        </w:tc>
        <w:tc>
          <w:tcPr>
            <w:tcW w:w="1980" w:type="dxa"/>
            <w:vAlign w:val="center"/>
          </w:tcPr>
          <w:p w14:paraId="478685EB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0ECC704D" w14:textId="77777777" w:rsidR="00CF4006" w:rsidRPr="00290F2A" w:rsidRDefault="00CF4006" w:rsidP="00242A09"/>
        </w:tc>
      </w:tr>
      <w:tr w:rsidR="00120EC7" w:rsidRPr="00290F2A" w14:paraId="1419FBBD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F2670BB" w14:textId="784EF35E" w:rsidR="00120EC7" w:rsidRPr="00290F2A" w:rsidRDefault="00CF7606" w:rsidP="00242A09">
            <w:r w:rsidRPr="00290F2A">
              <w:t>Decrease Nav1 (Whole)</w:t>
            </w:r>
          </w:p>
        </w:tc>
        <w:tc>
          <w:tcPr>
            <w:tcW w:w="1980" w:type="dxa"/>
            <w:vAlign w:val="center"/>
          </w:tcPr>
          <w:p w14:paraId="50BF63A4" w14:textId="77777777" w:rsidR="00120EC7" w:rsidRPr="00120EC7" w:rsidRDefault="00120EC7" w:rsidP="00242A09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595E5CC6" w14:textId="77777777" w:rsidR="00120EC7" w:rsidRPr="00290F2A" w:rsidRDefault="00120EC7" w:rsidP="00242A09"/>
        </w:tc>
      </w:tr>
      <w:tr w:rsidR="00CF4006" w:rsidRPr="00290F2A" w14:paraId="4A7FAB68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8CF4AB8" w14:textId="05AD369E" w:rsidR="00CF4006" w:rsidRPr="00290F2A" w:rsidRDefault="00CF7606" w:rsidP="00242A09">
            <w:r w:rsidRPr="00290F2A">
              <w:t>Set Nav1 Standby</w:t>
            </w:r>
          </w:p>
        </w:tc>
        <w:tc>
          <w:tcPr>
            <w:tcW w:w="1980" w:type="dxa"/>
            <w:vAlign w:val="center"/>
          </w:tcPr>
          <w:p w14:paraId="33723CC7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40926028" w14:textId="77777777" w:rsidR="00CF4006" w:rsidRPr="00290F2A" w:rsidRDefault="00CF4006" w:rsidP="00242A09"/>
        </w:tc>
      </w:tr>
      <w:tr w:rsidR="00CF4006" w:rsidRPr="00290F2A" w14:paraId="1D73FF0A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3763224" w14:textId="7B35638E" w:rsidR="00CF4006" w:rsidRPr="00290F2A" w:rsidRDefault="00CF7606" w:rsidP="00242A09">
            <w:r w:rsidRPr="00290F2A">
              <w:t>Increase Nav1 Volume</w:t>
            </w:r>
          </w:p>
        </w:tc>
        <w:tc>
          <w:tcPr>
            <w:tcW w:w="1980" w:type="dxa"/>
            <w:vAlign w:val="center"/>
          </w:tcPr>
          <w:p w14:paraId="086E5EE1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0D3AA260" w14:textId="77777777" w:rsidR="00CF4006" w:rsidRPr="00290F2A" w:rsidRDefault="00CF4006" w:rsidP="00242A09"/>
        </w:tc>
      </w:tr>
      <w:tr w:rsidR="00120EC7" w:rsidRPr="00290F2A" w14:paraId="18F39393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5284E33" w14:textId="1138FC69" w:rsidR="00120EC7" w:rsidRPr="00290F2A" w:rsidRDefault="00CF7606" w:rsidP="00242A09">
            <w:r w:rsidRPr="00290F2A">
              <w:t>Decrease Nav1 Volume</w:t>
            </w:r>
          </w:p>
        </w:tc>
        <w:tc>
          <w:tcPr>
            <w:tcW w:w="1980" w:type="dxa"/>
            <w:vAlign w:val="center"/>
          </w:tcPr>
          <w:p w14:paraId="564CD93C" w14:textId="77777777" w:rsidR="00120EC7" w:rsidRPr="00120EC7" w:rsidRDefault="00120EC7" w:rsidP="00242A09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5D36C36A" w14:textId="77777777" w:rsidR="00120EC7" w:rsidRPr="00290F2A" w:rsidRDefault="00120EC7" w:rsidP="00242A09"/>
        </w:tc>
      </w:tr>
      <w:tr w:rsidR="00CF4006" w:rsidRPr="00290F2A" w14:paraId="0D14A280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60BE506" w14:textId="4B54D68F" w:rsidR="00CF4006" w:rsidRPr="00290F2A" w:rsidRDefault="00CF7606" w:rsidP="00242A09">
            <w:r w:rsidRPr="00290F2A">
              <w:t>Set Nav1 Volume</w:t>
            </w:r>
          </w:p>
        </w:tc>
        <w:tc>
          <w:tcPr>
            <w:tcW w:w="1980" w:type="dxa"/>
            <w:vAlign w:val="center"/>
          </w:tcPr>
          <w:p w14:paraId="115DC81C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55D2A519" w14:textId="77777777" w:rsidR="00CF4006" w:rsidRPr="00290F2A" w:rsidRDefault="00CF4006" w:rsidP="00242A09"/>
        </w:tc>
      </w:tr>
      <w:tr w:rsidR="00CF4006" w:rsidRPr="00290F2A" w14:paraId="5C575795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9E08900" w14:textId="7FC2BC8B" w:rsidR="00CF4006" w:rsidRPr="00290F2A" w:rsidRDefault="00CF7606" w:rsidP="00242A09">
            <w:r w:rsidRPr="00290F2A">
              <w:t>Increase Nav2 (Fract)</w:t>
            </w:r>
          </w:p>
        </w:tc>
        <w:tc>
          <w:tcPr>
            <w:tcW w:w="1980" w:type="dxa"/>
            <w:vAlign w:val="center"/>
          </w:tcPr>
          <w:p w14:paraId="55F49793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2367B354" w14:textId="77777777" w:rsidR="00CF4006" w:rsidRPr="00290F2A" w:rsidRDefault="00CF4006" w:rsidP="00242A09"/>
        </w:tc>
      </w:tr>
      <w:tr w:rsidR="00CF4006" w:rsidRPr="005C7532" w14:paraId="5B3DA889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DC7E691" w14:textId="51510ABE" w:rsidR="00CF4006" w:rsidRPr="00290F2A" w:rsidRDefault="00CF760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Increase Nav2 Frequency (Fract, Carry)</w:t>
            </w:r>
          </w:p>
        </w:tc>
        <w:tc>
          <w:tcPr>
            <w:tcW w:w="1980" w:type="dxa"/>
            <w:vAlign w:val="center"/>
          </w:tcPr>
          <w:p w14:paraId="18E510AF" w14:textId="77777777" w:rsidR="00CF4006" w:rsidRPr="00120EC7" w:rsidRDefault="00CF4006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26BDD268" w14:textId="77777777" w:rsidR="00CF4006" w:rsidRPr="00290F2A" w:rsidRDefault="00CF4006" w:rsidP="00242A09">
            <w:pPr>
              <w:rPr>
                <w:lang w:val="en-US"/>
              </w:rPr>
            </w:pPr>
          </w:p>
        </w:tc>
      </w:tr>
      <w:tr w:rsidR="00120EC7" w:rsidRPr="00290F2A" w14:paraId="4ED33AF0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C95076E" w14:textId="3D629F57" w:rsidR="00120EC7" w:rsidRPr="00290F2A" w:rsidRDefault="00CF7606" w:rsidP="00242A09">
            <w:r w:rsidRPr="00290F2A">
              <w:t>Decrease Nav2 (Fract)</w:t>
            </w:r>
          </w:p>
        </w:tc>
        <w:tc>
          <w:tcPr>
            <w:tcW w:w="1980" w:type="dxa"/>
            <w:vAlign w:val="center"/>
          </w:tcPr>
          <w:p w14:paraId="2C4B0704" w14:textId="77777777" w:rsidR="00120EC7" w:rsidRPr="00120EC7" w:rsidRDefault="00120EC7" w:rsidP="00242A09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5558E843" w14:textId="77777777" w:rsidR="00120EC7" w:rsidRPr="00290F2A" w:rsidRDefault="00120EC7" w:rsidP="00242A09"/>
        </w:tc>
      </w:tr>
      <w:tr w:rsidR="00120EC7" w:rsidRPr="005C7532" w14:paraId="78079DF1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888F8E9" w14:textId="6AD31A12" w:rsidR="00120EC7" w:rsidRPr="00290F2A" w:rsidRDefault="00CF760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Decrease Nav2 Frequency (Fract, Carry)</w:t>
            </w:r>
          </w:p>
        </w:tc>
        <w:tc>
          <w:tcPr>
            <w:tcW w:w="1980" w:type="dxa"/>
            <w:vAlign w:val="center"/>
          </w:tcPr>
          <w:p w14:paraId="59C1AF73" w14:textId="77777777" w:rsidR="00120EC7" w:rsidRPr="00120EC7" w:rsidRDefault="00120EC7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7674C071" w14:textId="77777777" w:rsidR="00120EC7" w:rsidRPr="00290F2A" w:rsidRDefault="00120EC7" w:rsidP="00242A09">
            <w:pPr>
              <w:rPr>
                <w:lang w:val="en-US"/>
              </w:rPr>
            </w:pPr>
          </w:p>
        </w:tc>
      </w:tr>
      <w:tr w:rsidR="00CF4006" w:rsidRPr="00290F2A" w14:paraId="7788025F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77777EB" w14:textId="6290F1E9" w:rsidR="00CF4006" w:rsidRPr="00290F2A" w:rsidRDefault="00CF7606" w:rsidP="00242A09">
            <w:r w:rsidRPr="00290F2A">
              <w:t>Set Nav2</w:t>
            </w:r>
          </w:p>
        </w:tc>
        <w:tc>
          <w:tcPr>
            <w:tcW w:w="1980" w:type="dxa"/>
            <w:vAlign w:val="center"/>
          </w:tcPr>
          <w:p w14:paraId="6D405EA4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597BA579" w14:textId="77777777" w:rsidR="00CF4006" w:rsidRPr="00290F2A" w:rsidRDefault="00CF4006" w:rsidP="00242A09"/>
        </w:tc>
      </w:tr>
      <w:tr w:rsidR="00CF4006" w:rsidRPr="00290F2A" w14:paraId="5791D34C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7CFFA89" w14:textId="47B06F31" w:rsidR="00CF4006" w:rsidRPr="00290F2A" w:rsidRDefault="00CF7606" w:rsidP="00242A09">
            <w:r w:rsidRPr="00290F2A">
              <w:t>Nav2 Swap</w:t>
            </w:r>
          </w:p>
        </w:tc>
        <w:tc>
          <w:tcPr>
            <w:tcW w:w="1980" w:type="dxa"/>
            <w:vAlign w:val="center"/>
          </w:tcPr>
          <w:p w14:paraId="40CB35B5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4ED835B9" w14:textId="77777777" w:rsidR="00CF4006" w:rsidRPr="00290F2A" w:rsidRDefault="00CF4006" w:rsidP="00242A09"/>
        </w:tc>
      </w:tr>
      <w:tr w:rsidR="00CF4006" w:rsidRPr="00290F2A" w14:paraId="443645FE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F3F770C" w14:textId="4E8E89FD" w:rsidR="00CF4006" w:rsidRPr="00290F2A" w:rsidRDefault="00CF7606" w:rsidP="00242A09">
            <w:r w:rsidRPr="00290F2A">
              <w:t>Increase Nav2 (Whole)</w:t>
            </w:r>
          </w:p>
        </w:tc>
        <w:tc>
          <w:tcPr>
            <w:tcW w:w="1980" w:type="dxa"/>
            <w:vAlign w:val="center"/>
          </w:tcPr>
          <w:p w14:paraId="20C6FBE0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0CB9852A" w14:textId="77777777" w:rsidR="00CF4006" w:rsidRPr="00290F2A" w:rsidRDefault="00CF4006" w:rsidP="00242A09"/>
        </w:tc>
      </w:tr>
      <w:tr w:rsidR="00120EC7" w:rsidRPr="00290F2A" w14:paraId="43AF5FD6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F531BFD" w14:textId="2766EABB" w:rsidR="00120EC7" w:rsidRPr="00290F2A" w:rsidRDefault="00CF7606" w:rsidP="00242A09">
            <w:r w:rsidRPr="00290F2A">
              <w:t>Decrease Nav2 (Whole)</w:t>
            </w:r>
          </w:p>
        </w:tc>
        <w:tc>
          <w:tcPr>
            <w:tcW w:w="1980" w:type="dxa"/>
            <w:vAlign w:val="center"/>
          </w:tcPr>
          <w:p w14:paraId="0265601B" w14:textId="77777777" w:rsidR="00120EC7" w:rsidRPr="00120EC7" w:rsidRDefault="00120EC7" w:rsidP="00242A09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06248FDA" w14:textId="77777777" w:rsidR="00120EC7" w:rsidRPr="00290F2A" w:rsidRDefault="00120EC7" w:rsidP="00242A09"/>
        </w:tc>
      </w:tr>
      <w:tr w:rsidR="00CF4006" w:rsidRPr="00290F2A" w14:paraId="42958D15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12801C7" w14:textId="77777777" w:rsidR="00CF4006" w:rsidRPr="00290F2A" w:rsidRDefault="00CF4006" w:rsidP="00242A09">
            <w:r w:rsidRPr="00290F2A">
              <w:t>Set Nav2 Standby</w:t>
            </w:r>
          </w:p>
        </w:tc>
        <w:tc>
          <w:tcPr>
            <w:tcW w:w="1980" w:type="dxa"/>
            <w:vAlign w:val="center"/>
          </w:tcPr>
          <w:p w14:paraId="26D92DB3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74BAEFFC" w14:textId="77777777" w:rsidR="00CF4006" w:rsidRPr="00290F2A" w:rsidRDefault="00CF4006" w:rsidP="00242A09"/>
        </w:tc>
      </w:tr>
      <w:tr w:rsidR="00CF4006" w:rsidRPr="00290F2A" w14:paraId="14C552D3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154507F" w14:textId="77777777" w:rsidR="00CF4006" w:rsidRPr="00290F2A" w:rsidRDefault="00CF4006" w:rsidP="00242A09">
            <w:r w:rsidRPr="00290F2A">
              <w:t>Increase Nav2 Volume</w:t>
            </w:r>
          </w:p>
        </w:tc>
        <w:tc>
          <w:tcPr>
            <w:tcW w:w="1980" w:type="dxa"/>
            <w:vAlign w:val="center"/>
          </w:tcPr>
          <w:p w14:paraId="1AA0D308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26CCAAE8" w14:textId="77777777" w:rsidR="00CF4006" w:rsidRPr="00290F2A" w:rsidRDefault="00CF4006" w:rsidP="00242A09"/>
        </w:tc>
      </w:tr>
      <w:tr w:rsidR="00120EC7" w:rsidRPr="00290F2A" w14:paraId="6B2235EC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F66F61A" w14:textId="77777777" w:rsidR="00120EC7" w:rsidRPr="00290F2A" w:rsidRDefault="00120EC7" w:rsidP="00242A09">
            <w:r w:rsidRPr="00290F2A">
              <w:t>Decrease Nav2 Volume</w:t>
            </w:r>
          </w:p>
        </w:tc>
        <w:tc>
          <w:tcPr>
            <w:tcW w:w="1980" w:type="dxa"/>
            <w:vAlign w:val="center"/>
          </w:tcPr>
          <w:p w14:paraId="0BFC3783" w14:textId="77777777" w:rsidR="00120EC7" w:rsidRPr="00120EC7" w:rsidRDefault="00120EC7" w:rsidP="00242A09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65EA5DED" w14:textId="77777777" w:rsidR="00120EC7" w:rsidRPr="00290F2A" w:rsidRDefault="00120EC7" w:rsidP="00242A09"/>
        </w:tc>
      </w:tr>
      <w:tr w:rsidR="00CF4006" w:rsidRPr="00290F2A" w14:paraId="62005CF1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1071DE3" w14:textId="77777777" w:rsidR="00CF4006" w:rsidRPr="00290F2A" w:rsidRDefault="00CF4006" w:rsidP="00242A09">
            <w:r w:rsidRPr="00290F2A">
              <w:t>Set Nav2 Volume</w:t>
            </w:r>
          </w:p>
        </w:tc>
        <w:tc>
          <w:tcPr>
            <w:tcW w:w="1980" w:type="dxa"/>
            <w:vAlign w:val="center"/>
          </w:tcPr>
          <w:p w14:paraId="39127C9F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1543B841" w14:textId="77777777" w:rsidR="00CF4006" w:rsidRPr="00290F2A" w:rsidRDefault="00CF4006" w:rsidP="00242A09"/>
        </w:tc>
      </w:tr>
      <w:tr w:rsidR="00CF4006" w:rsidRPr="00290F2A" w14:paraId="26536E35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3C9C581" w14:textId="77777777" w:rsidR="00CF4006" w:rsidRPr="00290F2A" w:rsidRDefault="00CF4006" w:rsidP="00242A09">
            <w:r w:rsidRPr="00290F2A">
              <w:t>Toggle Nav1 Autoswitch</w:t>
            </w:r>
          </w:p>
        </w:tc>
        <w:tc>
          <w:tcPr>
            <w:tcW w:w="1980" w:type="dxa"/>
            <w:vAlign w:val="center"/>
          </w:tcPr>
          <w:p w14:paraId="2EAAC480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684125C9" w14:textId="77777777" w:rsidR="00CF4006" w:rsidRPr="00290F2A" w:rsidRDefault="00CF4006" w:rsidP="00242A09"/>
        </w:tc>
      </w:tr>
      <w:tr w:rsidR="00CF4006" w:rsidRPr="00290F2A" w14:paraId="43F60AB6" w14:textId="77777777" w:rsidTr="00120EC7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9B7A717" w14:textId="77777777" w:rsidR="00CF4006" w:rsidRPr="00290F2A" w:rsidRDefault="00CF4006" w:rsidP="00242A09">
            <w:r w:rsidRPr="00290F2A">
              <w:t>Toggle Nav2 Autoswitch</w:t>
            </w:r>
          </w:p>
        </w:tc>
        <w:tc>
          <w:tcPr>
            <w:tcW w:w="1980" w:type="dxa"/>
            <w:vAlign w:val="center"/>
          </w:tcPr>
          <w:p w14:paraId="45921444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102058A9" w14:textId="77777777" w:rsidR="00CF4006" w:rsidRPr="00290F2A" w:rsidRDefault="00CF4006" w:rsidP="00242A09"/>
        </w:tc>
      </w:tr>
    </w:tbl>
    <w:p w14:paraId="2611194E" w14:textId="77777777" w:rsidR="00CF4006" w:rsidRPr="00034D05" w:rsidRDefault="00CF4006" w:rsidP="00CF4006">
      <w:pPr>
        <w:rPr>
          <w:rStyle w:val="Textoennegrita"/>
          <w:b w:val="0"/>
          <w:bCs w:val="0"/>
        </w:rPr>
      </w:pPr>
    </w:p>
    <w:p w14:paraId="1B5C639B" w14:textId="77777777" w:rsidR="00DB0FFF" w:rsidRDefault="00DB0FFF" w:rsidP="00207AEF">
      <w:pPr>
        <w:pStyle w:val="Ttulo2"/>
        <w:pageBreakBefore/>
        <w:tabs>
          <w:tab w:val="clear" w:pos="284"/>
          <w:tab w:val="left" w:pos="426"/>
        </w:tabs>
        <w:spacing w:before="0"/>
      </w:pPr>
      <w:bookmarkStart w:id="75" w:name="_Toc65859936"/>
      <w:bookmarkStart w:id="76" w:name="_Toc66292976"/>
      <w:bookmarkStart w:id="77" w:name="_Toc65859928"/>
      <w:bookmarkEnd w:id="68"/>
      <w:r w:rsidRPr="00290F2A">
        <w:lastRenderedPageBreak/>
        <w:t>VOR</w:t>
      </w:r>
      <w:bookmarkEnd w:id="75"/>
      <w:bookmarkEnd w:id="76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DB0FFF" w:rsidRPr="00AA645C" w14:paraId="237C8A1C" w14:textId="77777777" w:rsidTr="006A0E97">
        <w:trPr>
          <w:trHeight w:val="315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4265E443" w14:textId="1E737A65" w:rsidR="00DB0FFF" w:rsidRPr="00AA645C" w:rsidRDefault="00DB0FFF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Radio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VOR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9F2A598" w14:textId="77777777" w:rsidR="00DB0FFF" w:rsidRPr="00806C1B" w:rsidRDefault="00DB0FFF" w:rsidP="006A0E97">
            <w:pPr>
              <w:jc w:val="center"/>
              <w:rPr>
                <w:b/>
                <w:bCs/>
              </w:rPr>
            </w:pPr>
            <w:r w:rsidRPr="00806C1B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CC7AE75" w14:textId="019FF06F" w:rsidR="00DB0FFF" w:rsidRPr="00AA645C" w:rsidRDefault="005824C4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B05F67" w:rsidRPr="00290F2A" w14:paraId="31DBA40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115F077" w14:textId="77777777" w:rsidR="00B05F67" w:rsidRPr="00290F2A" w:rsidRDefault="00B05F67" w:rsidP="00242A09">
            <w:bookmarkStart w:id="78" w:name="_Toc65859937"/>
            <w:bookmarkEnd w:id="78"/>
            <w:r w:rsidRPr="00290F2A">
              <w:t>VOR OBS</w:t>
            </w:r>
          </w:p>
        </w:tc>
        <w:tc>
          <w:tcPr>
            <w:tcW w:w="1701" w:type="dxa"/>
            <w:vAlign w:val="center"/>
          </w:tcPr>
          <w:p w14:paraId="71B6F4F2" w14:textId="77777777" w:rsidR="00B05F67" w:rsidRPr="00806C1B" w:rsidRDefault="00B05F67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Shift + V</w:t>
            </w:r>
          </w:p>
        </w:tc>
        <w:tc>
          <w:tcPr>
            <w:tcW w:w="1701" w:type="dxa"/>
            <w:vAlign w:val="center"/>
          </w:tcPr>
          <w:p w14:paraId="12DFE187" w14:textId="77777777" w:rsidR="00B05F67" w:rsidRPr="00290F2A" w:rsidRDefault="00B05F67" w:rsidP="00242A09"/>
        </w:tc>
      </w:tr>
      <w:tr w:rsidR="00B05F67" w:rsidRPr="00290F2A" w14:paraId="2E6BFFB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A9BA037" w14:textId="77777777" w:rsidR="00B05F67" w:rsidRPr="00290F2A" w:rsidRDefault="00B05F67" w:rsidP="00242A09">
            <w:r w:rsidRPr="00290F2A">
              <w:t>Increase VOR1 OBS</w:t>
            </w:r>
          </w:p>
        </w:tc>
        <w:tc>
          <w:tcPr>
            <w:tcW w:w="1701" w:type="dxa"/>
            <w:vAlign w:val="center"/>
          </w:tcPr>
          <w:p w14:paraId="6F5E5AE2" w14:textId="77777777" w:rsidR="00B05F67" w:rsidRPr="00806C1B" w:rsidRDefault="00B05F67" w:rsidP="00242A09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Shift + Ctrl + Home</w:t>
            </w:r>
          </w:p>
        </w:tc>
        <w:tc>
          <w:tcPr>
            <w:tcW w:w="1701" w:type="dxa"/>
            <w:vAlign w:val="center"/>
          </w:tcPr>
          <w:p w14:paraId="11D18871" w14:textId="77777777" w:rsidR="00B05F67" w:rsidRPr="00290F2A" w:rsidRDefault="00B05F67" w:rsidP="00242A09"/>
        </w:tc>
      </w:tr>
      <w:tr w:rsidR="00B05F67" w:rsidRPr="00290F2A" w14:paraId="00AC212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03EC158" w14:textId="77777777" w:rsidR="00B05F67" w:rsidRPr="00290F2A" w:rsidRDefault="00B05F67" w:rsidP="00242A09">
            <w:r w:rsidRPr="00290F2A">
              <w:t>Decrease VOR1 OBS</w:t>
            </w:r>
          </w:p>
        </w:tc>
        <w:tc>
          <w:tcPr>
            <w:tcW w:w="1701" w:type="dxa"/>
            <w:vAlign w:val="center"/>
          </w:tcPr>
          <w:p w14:paraId="028BEB9E" w14:textId="77777777" w:rsidR="00B05F67" w:rsidRPr="00806C1B" w:rsidRDefault="00B05F67" w:rsidP="00242A09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Shift + Ctrl + End</w:t>
            </w:r>
          </w:p>
        </w:tc>
        <w:tc>
          <w:tcPr>
            <w:tcW w:w="1701" w:type="dxa"/>
            <w:vAlign w:val="center"/>
          </w:tcPr>
          <w:p w14:paraId="4CDACB0A" w14:textId="77777777" w:rsidR="00B05F67" w:rsidRPr="00290F2A" w:rsidRDefault="00B05F67" w:rsidP="00242A09"/>
        </w:tc>
      </w:tr>
      <w:tr w:rsidR="00B05F67" w:rsidRPr="00290F2A" w14:paraId="31775DD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BF0CB24" w14:textId="77777777" w:rsidR="00B05F67" w:rsidRPr="00290F2A" w:rsidRDefault="00B05F67" w:rsidP="00242A09">
            <w:r w:rsidRPr="00290F2A">
              <w:t>Set VOR1</w:t>
            </w:r>
          </w:p>
        </w:tc>
        <w:tc>
          <w:tcPr>
            <w:tcW w:w="1701" w:type="dxa"/>
            <w:vAlign w:val="center"/>
          </w:tcPr>
          <w:p w14:paraId="7FADE231" w14:textId="77777777" w:rsidR="00B05F67" w:rsidRPr="00806C1B" w:rsidRDefault="00B05F67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CCB61E5" w14:textId="77777777" w:rsidR="00B05F67" w:rsidRPr="00290F2A" w:rsidRDefault="00B05F67" w:rsidP="00242A09"/>
        </w:tc>
      </w:tr>
      <w:tr w:rsidR="00DB0FFF" w:rsidRPr="00290F2A" w14:paraId="45FB1E4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BCB1236" w14:textId="77777777" w:rsidR="00DB0FFF" w:rsidRPr="00290F2A" w:rsidRDefault="00DB0FFF" w:rsidP="00242A09">
            <w:r w:rsidRPr="00290F2A">
              <w:t>Disable VOR1 Identifier</w:t>
            </w:r>
          </w:p>
        </w:tc>
        <w:tc>
          <w:tcPr>
            <w:tcW w:w="1701" w:type="dxa"/>
            <w:vAlign w:val="center"/>
          </w:tcPr>
          <w:p w14:paraId="38868ABE" w14:textId="77777777" w:rsidR="00DB0FFF" w:rsidRPr="00806C1B" w:rsidRDefault="00DB0FF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C856EDF" w14:textId="77777777" w:rsidR="00DB0FFF" w:rsidRPr="00290F2A" w:rsidRDefault="00DB0FFF" w:rsidP="00242A09"/>
        </w:tc>
      </w:tr>
      <w:tr w:rsidR="00DB0FFF" w:rsidRPr="00290F2A" w14:paraId="31FC891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DC66024" w14:textId="77777777" w:rsidR="00DB0FFF" w:rsidRPr="00290F2A" w:rsidRDefault="00DB0FFF" w:rsidP="00242A09">
            <w:r w:rsidRPr="00290F2A">
              <w:t>Enable VOR1 Identifier</w:t>
            </w:r>
          </w:p>
        </w:tc>
        <w:tc>
          <w:tcPr>
            <w:tcW w:w="1701" w:type="dxa"/>
            <w:vAlign w:val="center"/>
          </w:tcPr>
          <w:p w14:paraId="4E631BB2" w14:textId="77777777" w:rsidR="00DB0FFF" w:rsidRPr="00806C1B" w:rsidRDefault="00DB0FF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B2A549B" w14:textId="77777777" w:rsidR="00DB0FFF" w:rsidRPr="00290F2A" w:rsidRDefault="00DB0FFF" w:rsidP="00242A09"/>
        </w:tc>
      </w:tr>
      <w:tr w:rsidR="00DB0FFF" w:rsidRPr="00290F2A" w14:paraId="043AB68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023F579" w14:textId="77777777" w:rsidR="00DB0FFF" w:rsidRPr="00290F2A" w:rsidRDefault="00DB0FFF" w:rsidP="00242A09">
            <w:r w:rsidRPr="00290F2A">
              <w:t>Set VOR1 Identifier</w:t>
            </w:r>
          </w:p>
        </w:tc>
        <w:tc>
          <w:tcPr>
            <w:tcW w:w="1701" w:type="dxa"/>
            <w:vAlign w:val="center"/>
          </w:tcPr>
          <w:p w14:paraId="3E8CECB0" w14:textId="77777777" w:rsidR="00DB0FFF" w:rsidRPr="00806C1B" w:rsidRDefault="00DB0FF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F60EB96" w14:textId="77777777" w:rsidR="00DB0FFF" w:rsidRPr="00290F2A" w:rsidRDefault="00DB0FFF" w:rsidP="00242A09"/>
        </w:tc>
      </w:tr>
      <w:tr w:rsidR="00DB0FFF" w:rsidRPr="00290F2A" w14:paraId="5C8C170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B7A2FFD" w14:textId="77777777" w:rsidR="00DB0FFF" w:rsidRPr="00290F2A" w:rsidRDefault="00DB0FFF" w:rsidP="00242A09">
            <w:r w:rsidRPr="00290F2A">
              <w:t>Toggle VOR1 Identifier</w:t>
            </w:r>
          </w:p>
        </w:tc>
        <w:tc>
          <w:tcPr>
            <w:tcW w:w="1701" w:type="dxa"/>
            <w:vAlign w:val="center"/>
          </w:tcPr>
          <w:p w14:paraId="798FE4E8" w14:textId="77777777" w:rsidR="00DB0FFF" w:rsidRPr="00806C1B" w:rsidRDefault="00DB0FF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04D9CFB" w14:textId="77777777" w:rsidR="00DB0FFF" w:rsidRPr="00290F2A" w:rsidRDefault="00DB0FFF" w:rsidP="00242A09"/>
        </w:tc>
      </w:tr>
      <w:tr w:rsidR="00B05F67" w:rsidRPr="00290F2A" w14:paraId="668AA59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E89ECD5" w14:textId="77777777" w:rsidR="00B05F67" w:rsidRPr="00290F2A" w:rsidRDefault="00B05F67" w:rsidP="00242A09">
            <w:r w:rsidRPr="00290F2A">
              <w:t>Increase VOR2 OBS</w:t>
            </w:r>
          </w:p>
        </w:tc>
        <w:tc>
          <w:tcPr>
            <w:tcW w:w="1701" w:type="dxa"/>
            <w:vAlign w:val="center"/>
          </w:tcPr>
          <w:p w14:paraId="5C4F675E" w14:textId="77777777" w:rsidR="00B05F67" w:rsidRPr="00806C1B" w:rsidRDefault="00B05F67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D3D5FA1" w14:textId="77777777" w:rsidR="00B05F67" w:rsidRPr="00290F2A" w:rsidRDefault="00B05F67" w:rsidP="00242A09"/>
        </w:tc>
      </w:tr>
      <w:tr w:rsidR="00B05F67" w:rsidRPr="00290F2A" w14:paraId="2BBAF12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FFE6BBD" w14:textId="77777777" w:rsidR="00B05F67" w:rsidRPr="00290F2A" w:rsidRDefault="00B05F67" w:rsidP="00242A09">
            <w:r w:rsidRPr="00290F2A">
              <w:t>Decrease VOR2 OBS</w:t>
            </w:r>
          </w:p>
        </w:tc>
        <w:tc>
          <w:tcPr>
            <w:tcW w:w="1701" w:type="dxa"/>
            <w:vAlign w:val="center"/>
          </w:tcPr>
          <w:p w14:paraId="0E78171E" w14:textId="77777777" w:rsidR="00B05F67" w:rsidRPr="00806C1B" w:rsidRDefault="00B05F67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01B8B47" w14:textId="77777777" w:rsidR="00B05F67" w:rsidRPr="00290F2A" w:rsidRDefault="00B05F67" w:rsidP="00242A09"/>
        </w:tc>
      </w:tr>
      <w:tr w:rsidR="00B05F67" w:rsidRPr="00290F2A" w14:paraId="2EC1059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DC2D850" w14:textId="77777777" w:rsidR="00B05F67" w:rsidRPr="00290F2A" w:rsidRDefault="00B05F67" w:rsidP="00242A09">
            <w:r w:rsidRPr="00290F2A">
              <w:t>Set VOR2</w:t>
            </w:r>
          </w:p>
        </w:tc>
        <w:tc>
          <w:tcPr>
            <w:tcW w:w="1701" w:type="dxa"/>
            <w:vAlign w:val="center"/>
          </w:tcPr>
          <w:p w14:paraId="76F138CB" w14:textId="77777777" w:rsidR="00B05F67" w:rsidRPr="00806C1B" w:rsidRDefault="00B05F67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F1CCBBE" w14:textId="77777777" w:rsidR="00B05F67" w:rsidRPr="00290F2A" w:rsidRDefault="00B05F67" w:rsidP="00242A09"/>
        </w:tc>
      </w:tr>
      <w:tr w:rsidR="00DB0FFF" w:rsidRPr="00290F2A" w14:paraId="600DB58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55C838C" w14:textId="77777777" w:rsidR="00DB0FFF" w:rsidRPr="00290F2A" w:rsidRDefault="00DB0FFF" w:rsidP="00242A09">
            <w:r w:rsidRPr="00290F2A">
              <w:t>Disable VOR2 Identifier</w:t>
            </w:r>
          </w:p>
        </w:tc>
        <w:tc>
          <w:tcPr>
            <w:tcW w:w="1701" w:type="dxa"/>
            <w:vAlign w:val="center"/>
          </w:tcPr>
          <w:p w14:paraId="492F4C14" w14:textId="77777777" w:rsidR="00DB0FFF" w:rsidRPr="00806C1B" w:rsidRDefault="00DB0FF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6867A47" w14:textId="77777777" w:rsidR="00DB0FFF" w:rsidRPr="00290F2A" w:rsidRDefault="00DB0FFF" w:rsidP="00242A09"/>
        </w:tc>
      </w:tr>
      <w:tr w:rsidR="00DB0FFF" w:rsidRPr="00290F2A" w14:paraId="0CC03B8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8FAF888" w14:textId="77777777" w:rsidR="00DB0FFF" w:rsidRPr="00290F2A" w:rsidRDefault="00DB0FFF" w:rsidP="00242A09">
            <w:r w:rsidRPr="00290F2A">
              <w:t>Enable VOR2 Identifier</w:t>
            </w:r>
          </w:p>
        </w:tc>
        <w:tc>
          <w:tcPr>
            <w:tcW w:w="1701" w:type="dxa"/>
            <w:vAlign w:val="center"/>
          </w:tcPr>
          <w:p w14:paraId="1F1D3B1F" w14:textId="77777777" w:rsidR="00DB0FFF" w:rsidRPr="00806C1B" w:rsidRDefault="00DB0FF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F71D334" w14:textId="77777777" w:rsidR="00DB0FFF" w:rsidRPr="00290F2A" w:rsidRDefault="00DB0FFF" w:rsidP="00242A09"/>
        </w:tc>
      </w:tr>
      <w:tr w:rsidR="00DB0FFF" w:rsidRPr="00290F2A" w14:paraId="2CF4A7A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5B9328A" w14:textId="77777777" w:rsidR="00DB0FFF" w:rsidRPr="00290F2A" w:rsidRDefault="00DB0FFF" w:rsidP="00242A09">
            <w:r w:rsidRPr="00290F2A">
              <w:t>Set VOR2 Identifier</w:t>
            </w:r>
          </w:p>
        </w:tc>
        <w:tc>
          <w:tcPr>
            <w:tcW w:w="1701" w:type="dxa"/>
            <w:vAlign w:val="center"/>
          </w:tcPr>
          <w:p w14:paraId="6CD4B950" w14:textId="77777777" w:rsidR="00DB0FFF" w:rsidRPr="00806C1B" w:rsidRDefault="00DB0FF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7D62275" w14:textId="77777777" w:rsidR="00DB0FFF" w:rsidRPr="00290F2A" w:rsidRDefault="00DB0FFF" w:rsidP="00242A09"/>
        </w:tc>
      </w:tr>
      <w:tr w:rsidR="00DB0FFF" w:rsidRPr="00290F2A" w14:paraId="1D8148B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0D0F156" w14:textId="77777777" w:rsidR="00DB0FFF" w:rsidRPr="00290F2A" w:rsidRDefault="00DB0FFF" w:rsidP="00242A09">
            <w:r w:rsidRPr="00290F2A">
              <w:t>Toggle VOR2 Identifier</w:t>
            </w:r>
          </w:p>
        </w:tc>
        <w:tc>
          <w:tcPr>
            <w:tcW w:w="1701" w:type="dxa"/>
            <w:vAlign w:val="center"/>
          </w:tcPr>
          <w:p w14:paraId="2AC73C25" w14:textId="77777777" w:rsidR="00DB0FFF" w:rsidRPr="00806C1B" w:rsidRDefault="00DB0FFF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85B315B" w14:textId="77777777" w:rsidR="00DB0FFF" w:rsidRPr="00290F2A" w:rsidRDefault="00DB0FFF" w:rsidP="00242A09"/>
        </w:tc>
      </w:tr>
    </w:tbl>
    <w:p w14:paraId="4F9BF577" w14:textId="77777777" w:rsidR="00DB0FFF" w:rsidRDefault="00DB0FFF" w:rsidP="00207AEF">
      <w:pPr>
        <w:pStyle w:val="Ttulo2"/>
        <w:tabs>
          <w:tab w:val="clear" w:pos="284"/>
          <w:tab w:val="left" w:pos="426"/>
        </w:tabs>
      </w:pPr>
      <w:bookmarkStart w:id="79" w:name="_Toc65859934"/>
      <w:bookmarkStart w:id="80" w:name="_Toc66292977"/>
      <w:r w:rsidRPr="00290F2A">
        <w:t>OBI</w:t>
      </w:r>
      <w:bookmarkEnd w:id="79"/>
      <w:bookmarkEnd w:id="80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DB0FFF" w:rsidRPr="00AA645C" w14:paraId="5848BC07" w14:textId="77777777" w:rsidTr="006A0E97">
        <w:trPr>
          <w:trHeight w:val="315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2D24B012" w14:textId="17860917" w:rsidR="00DB0FFF" w:rsidRPr="00AA645C" w:rsidRDefault="00DB0FFF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Radio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OBI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3837435" w14:textId="77777777" w:rsidR="00DB0FFF" w:rsidRPr="00AA645C" w:rsidRDefault="00DB0FFF" w:rsidP="006A0E97">
            <w:pPr>
              <w:jc w:val="center"/>
              <w:rPr>
                <w:b/>
                <w:bCs/>
              </w:rPr>
            </w:pPr>
            <w:r w:rsidRPr="00AA645C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50E1502" w14:textId="38DECA89" w:rsidR="00DB0FFF" w:rsidRPr="00AA645C" w:rsidRDefault="005824C4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DB0FFF" w:rsidRPr="00290F2A" w14:paraId="6D1FA4A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19B5C8A" w14:textId="762C94B9" w:rsidR="00DB0FFF" w:rsidRPr="00290F2A" w:rsidRDefault="00DB0FFF" w:rsidP="00242A09">
            <w:bookmarkStart w:id="81" w:name="_Toc65859935"/>
            <w:bookmarkEnd w:id="81"/>
            <w:r w:rsidRPr="00290F2A">
              <w:t>Increase VOR1 OBS (</w:t>
            </w:r>
            <w:r w:rsidR="00CF7606" w:rsidRPr="00290F2A">
              <w:t>Fast</w:t>
            </w:r>
            <w:r w:rsidRPr="00290F2A">
              <w:t>)</w:t>
            </w:r>
          </w:p>
        </w:tc>
        <w:tc>
          <w:tcPr>
            <w:tcW w:w="1701" w:type="dxa"/>
            <w:vAlign w:val="center"/>
          </w:tcPr>
          <w:p w14:paraId="203A0DD3" w14:textId="77777777" w:rsidR="00DB0FFF" w:rsidRPr="00290F2A" w:rsidRDefault="00DB0FFF" w:rsidP="00242A09"/>
        </w:tc>
        <w:tc>
          <w:tcPr>
            <w:tcW w:w="1701" w:type="dxa"/>
            <w:vAlign w:val="center"/>
          </w:tcPr>
          <w:p w14:paraId="6E311C82" w14:textId="77777777" w:rsidR="00DB0FFF" w:rsidRPr="00290F2A" w:rsidRDefault="00DB0FFF" w:rsidP="00242A09"/>
        </w:tc>
      </w:tr>
      <w:tr w:rsidR="00806C1B" w:rsidRPr="00290F2A" w14:paraId="6339EE4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12BDDE7" w14:textId="16E26C44" w:rsidR="00806C1B" w:rsidRPr="00290F2A" w:rsidRDefault="00806C1B" w:rsidP="00242A09">
            <w:r w:rsidRPr="00290F2A">
              <w:t>Decrease VOR1 OBS (</w:t>
            </w:r>
            <w:r w:rsidR="00CF7606" w:rsidRPr="00290F2A">
              <w:t>Fast</w:t>
            </w:r>
            <w:r w:rsidRPr="00290F2A">
              <w:t>)</w:t>
            </w:r>
          </w:p>
        </w:tc>
        <w:tc>
          <w:tcPr>
            <w:tcW w:w="1701" w:type="dxa"/>
            <w:vAlign w:val="center"/>
          </w:tcPr>
          <w:p w14:paraId="4AECC999" w14:textId="77777777" w:rsidR="00806C1B" w:rsidRPr="00290F2A" w:rsidRDefault="00806C1B" w:rsidP="00242A09"/>
        </w:tc>
        <w:tc>
          <w:tcPr>
            <w:tcW w:w="1701" w:type="dxa"/>
            <w:vAlign w:val="center"/>
          </w:tcPr>
          <w:p w14:paraId="78FED4E3" w14:textId="77777777" w:rsidR="00806C1B" w:rsidRPr="00290F2A" w:rsidRDefault="00806C1B" w:rsidP="00242A09"/>
        </w:tc>
      </w:tr>
      <w:tr w:rsidR="00DB0FFF" w:rsidRPr="00290F2A" w14:paraId="1427353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56F9222" w14:textId="3F0B0A4D" w:rsidR="00DB0FFF" w:rsidRPr="00290F2A" w:rsidRDefault="00DB0FFF" w:rsidP="00242A09">
            <w:r w:rsidRPr="00290F2A">
              <w:t>Increase VOR2 OBS (</w:t>
            </w:r>
            <w:r w:rsidR="00CF7606" w:rsidRPr="00290F2A">
              <w:t>Fast</w:t>
            </w:r>
            <w:r w:rsidRPr="00290F2A">
              <w:t>)</w:t>
            </w:r>
          </w:p>
        </w:tc>
        <w:tc>
          <w:tcPr>
            <w:tcW w:w="1701" w:type="dxa"/>
            <w:vAlign w:val="center"/>
          </w:tcPr>
          <w:p w14:paraId="044621F5" w14:textId="77777777" w:rsidR="00DB0FFF" w:rsidRPr="00290F2A" w:rsidRDefault="00DB0FFF" w:rsidP="00242A09"/>
        </w:tc>
        <w:tc>
          <w:tcPr>
            <w:tcW w:w="1701" w:type="dxa"/>
            <w:vAlign w:val="center"/>
          </w:tcPr>
          <w:p w14:paraId="1191744C" w14:textId="77777777" w:rsidR="00DB0FFF" w:rsidRPr="00290F2A" w:rsidRDefault="00DB0FFF" w:rsidP="00242A09"/>
        </w:tc>
      </w:tr>
      <w:tr w:rsidR="00806C1B" w:rsidRPr="00290F2A" w14:paraId="51CEFB2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FAE4D39" w14:textId="2D91CC45" w:rsidR="00806C1B" w:rsidRPr="00290F2A" w:rsidRDefault="00806C1B" w:rsidP="00242A09">
            <w:bookmarkStart w:id="82" w:name="_Toc65859930"/>
            <w:r w:rsidRPr="00290F2A">
              <w:t>Decrease VOR2 OBS (</w:t>
            </w:r>
            <w:r w:rsidR="00CF7606" w:rsidRPr="00290F2A">
              <w:t>Fast</w:t>
            </w:r>
            <w:r w:rsidRPr="00290F2A">
              <w:t>)</w:t>
            </w:r>
          </w:p>
        </w:tc>
        <w:tc>
          <w:tcPr>
            <w:tcW w:w="1701" w:type="dxa"/>
            <w:vAlign w:val="center"/>
          </w:tcPr>
          <w:p w14:paraId="3CD56D0F" w14:textId="77777777" w:rsidR="00806C1B" w:rsidRPr="00290F2A" w:rsidRDefault="00806C1B" w:rsidP="00242A09"/>
        </w:tc>
        <w:tc>
          <w:tcPr>
            <w:tcW w:w="1701" w:type="dxa"/>
            <w:vAlign w:val="center"/>
          </w:tcPr>
          <w:p w14:paraId="62C59AC2" w14:textId="77777777" w:rsidR="00806C1B" w:rsidRPr="00290F2A" w:rsidRDefault="00806C1B" w:rsidP="00242A09"/>
        </w:tc>
      </w:tr>
    </w:tbl>
    <w:p w14:paraId="5E4A3D9F" w14:textId="77777777" w:rsidR="00B1216D" w:rsidRDefault="00B1216D" w:rsidP="00726229">
      <w:pPr>
        <w:pStyle w:val="Ttulo2"/>
        <w:tabs>
          <w:tab w:val="clear" w:pos="284"/>
          <w:tab w:val="left" w:pos="426"/>
        </w:tabs>
      </w:pPr>
      <w:bookmarkStart w:id="83" w:name="_Toc66292978"/>
      <w:r w:rsidRPr="00290F2A">
        <w:t>KOLLSMAN</w:t>
      </w:r>
      <w:bookmarkEnd w:id="82"/>
      <w:bookmarkEnd w:id="83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B1216D" w:rsidRPr="00AA645C" w14:paraId="1E42211C" w14:textId="77777777" w:rsidTr="006A0E97">
        <w:trPr>
          <w:trHeight w:val="315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612AE416" w14:textId="7E1DB358" w:rsidR="00B1216D" w:rsidRPr="00AA645C" w:rsidRDefault="00B1216D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Radio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KOLLSMAN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57D0C57" w14:textId="77777777" w:rsidR="00B1216D" w:rsidRPr="00AA645C" w:rsidRDefault="00B1216D" w:rsidP="006A0E97">
            <w:pPr>
              <w:jc w:val="center"/>
              <w:rPr>
                <w:b/>
                <w:bCs/>
              </w:rPr>
            </w:pPr>
            <w:r w:rsidRPr="00AA645C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94F321B" w14:textId="4326446E" w:rsidR="00B1216D" w:rsidRPr="00AA645C" w:rsidRDefault="005824C4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BF12BA" w:rsidRPr="00290F2A" w14:paraId="03FF013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96C465C" w14:textId="77777777" w:rsidR="00BF12BA" w:rsidRPr="00290F2A" w:rsidRDefault="00BF12BA" w:rsidP="00242A09">
            <w:bookmarkStart w:id="84" w:name="_Toc65859931"/>
            <w:bookmarkEnd w:id="84"/>
            <w:r w:rsidRPr="00290F2A">
              <w:t>Set Altimeter</w:t>
            </w:r>
          </w:p>
        </w:tc>
        <w:tc>
          <w:tcPr>
            <w:tcW w:w="1701" w:type="dxa"/>
            <w:vAlign w:val="center"/>
          </w:tcPr>
          <w:p w14:paraId="79D437EC" w14:textId="77777777" w:rsidR="00BF12BA" w:rsidRPr="00290F2A" w:rsidRDefault="00BF12BA" w:rsidP="00242A09"/>
        </w:tc>
        <w:tc>
          <w:tcPr>
            <w:tcW w:w="1701" w:type="dxa"/>
            <w:vAlign w:val="center"/>
          </w:tcPr>
          <w:p w14:paraId="5D724647" w14:textId="77777777" w:rsidR="00BF12BA" w:rsidRPr="00290F2A" w:rsidRDefault="00BF12BA" w:rsidP="00242A09"/>
        </w:tc>
      </w:tr>
      <w:tr w:rsidR="00B1216D" w:rsidRPr="00290F2A" w14:paraId="6A0DD2B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1E93EE3" w14:textId="77777777" w:rsidR="00B1216D" w:rsidRPr="00290F2A" w:rsidRDefault="00B1216D" w:rsidP="00242A09">
            <w:r w:rsidRPr="00290F2A">
              <w:t>Increase Altimeter</w:t>
            </w:r>
          </w:p>
        </w:tc>
        <w:tc>
          <w:tcPr>
            <w:tcW w:w="1701" w:type="dxa"/>
            <w:vAlign w:val="center"/>
          </w:tcPr>
          <w:p w14:paraId="3C1E5372" w14:textId="77777777" w:rsidR="00B1216D" w:rsidRPr="00290F2A" w:rsidRDefault="00B1216D" w:rsidP="00242A09"/>
        </w:tc>
        <w:tc>
          <w:tcPr>
            <w:tcW w:w="1701" w:type="dxa"/>
            <w:vAlign w:val="center"/>
          </w:tcPr>
          <w:p w14:paraId="7274131A" w14:textId="77777777" w:rsidR="00B1216D" w:rsidRPr="00290F2A" w:rsidRDefault="00B1216D" w:rsidP="00242A09"/>
        </w:tc>
      </w:tr>
      <w:tr w:rsidR="00806C1B" w:rsidRPr="00290F2A" w14:paraId="797D54A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CE91FE5" w14:textId="77777777" w:rsidR="00806C1B" w:rsidRPr="00290F2A" w:rsidRDefault="00806C1B" w:rsidP="00242A09">
            <w:r w:rsidRPr="00290F2A">
              <w:t>Decrease Altimeter</w:t>
            </w:r>
          </w:p>
        </w:tc>
        <w:tc>
          <w:tcPr>
            <w:tcW w:w="1701" w:type="dxa"/>
            <w:vAlign w:val="center"/>
          </w:tcPr>
          <w:p w14:paraId="66793D06" w14:textId="77777777" w:rsidR="00806C1B" w:rsidRPr="00290F2A" w:rsidRDefault="00806C1B" w:rsidP="00242A09"/>
        </w:tc>
        <w:tc>
          <w:tcPr>
            <w:tcW w:w="1701" w:type="dxa"/>
            <w:vAlign w:val="center"/>
          </w:tcPr>
          <w:p w14:paraId="54270F28" w14:textId="77777777" w:rsidR="00806C1B" w:rsidRPr="00290F2A" w:rsidRDefault="00806C1B" w:rsidP="00242A09"/>
        </w:tc>
      </w:tr>
    </w:tbl>
    <w:p w14:paraId="226F8006" w14:textId="77777777" w:rsidR="00CF4006" w:rsidRDefault="00CF4006" w:rsidP="00207AEF">
      <w:pPr>
        <w:pStyle w:val="Ttulo2"/>
        <w:pageBreakBefore/>
        <w:tabs>
          <w:tab w:val="clear" w:pos="284"/>
          <w:tab w:val="left" w:pos="426"/>
        </w:tabs>
      </w:pPr>
      <w:bookmarkStart w:id="85" w:name="_Toc66292979"/>
      <w:r w:rsidRPr="00290F2A">
        <w:lastRenderedPageBreak/>
        <w:t>DME</w:t>
      </w:r>
      <w:bookmarkEnd w:id="77"/>
      <w:bookmarkEnd w:id="85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CF4006" w:rsidRPr="00AA645C" w14:paraId="2AA85EB9" w14:textId="77777777" w:rsidTr="00B1216D">
        <w:trPr>
          <w:trHeight w:val="255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2A8F1AB5" w14:textId="3DFEE5B5" w:rsidR="00CF4006" w:rsidRPr="00AA645C" w:rsidRDefault="00CF4006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Radio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DME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F0051E4" w14:textId="77777777" w:rsidR="00CF4006" w:rsidRPr="00120EC7" w:rsidRDefault="00CF4006" w:rsidP="006A0E97">
            <w:pPr>
              <w:jc w:val="center"/>
              <w:rPr>
                <w:b/>
                <w:bCs/>
              </w:rPr>
            </w:pPr>
            <w:r w:rsidRPr="00120EC7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A528440" w14:textId="0426D55B" w:rsidR="00CF4006" w:rsidRPr="00AA645C" w:rsidRDefault="005824C4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CF4006" w:rsidRPr="00290F2A" w14:paraId="5773951C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846A006" w14:textId="77777777" w:rsidR="00CF4006" w:rsidRPr="00290F2A" w:rsidRDefault="00CF4006" w:rsidP="00242A09">
            <w:bookmarkStart w:id="86" w:name="_Toc65859929"/>
            <w:bookmarkEnd w:id="86"/>
            <w:r w:rsidRPr="00290F2A">
              <w:t>DME</w:t>
            </w:r>
          </w:p>
        </w:tc>
        <w:tc>
          <w:tcPr>
            <w:tcW w:w="1701" w:type="dxa"/>
            <w:vAlign w:val="center"/>
          </w:tcPr>
          <w:p w14:paraId="6875BE39" w14:textId="47CBE962" w:rsidR="00CF4006" w:rsidRPr="00120EC7" w:rsidRDefault="00120EC7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1701" w:type="dxa"/>
            <w:vAlign w:val="center"/>
          </w:tcPr>
          <w:p w14:paraId="080F8BD1" w14:textId="77777777" w:rsidR="00CF4006" w:rsidRPr="00290F2A" w:rsidRDefault="00CF4006" w:rsidP="00242A09"/>
        </w:tc>
      </w:tr>
      <w:tr w:rsidR="00CF4006" w:rsidRPr="00290F2A" w14:paraId="2E647313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82C3841" w14:textId="77777777" w:rsidR="00CF4006" w:rsidRPr="00290F2A" w:rsidRDefault="00CF4006" w:rsidP="00242A09">
            <w:r w:rsidRPr="00290F2A">
              <w:t>Toggle DME 1</w:t>
            </w:r>
          </w:p>
        </w:tc>
        <w:tc>
          <w:tcPr>
            <w:tcW w:w="1701" w:type="dxa"/>
            <w:vAlign w:val="center"/>
          </w:tcPr>
          <w:p w14:paraId="2376CA5D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F3E26D5" w14:textId="77777777" w:rsidR="00CF4006" w:rsidRPr="00290F2A" w:rsidRDefault="00CF4006" w:rsidP="00242A09"/>
        </w:tc>
      </w:tr>
      <w:tr w:rsidR="00CF4006" w:rsidRPr="00290F2A" w14:paraId="1F231E1F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E9F747F" w14:textId="77777777" w:rsidR="00CF4006" w:rsidRPr="00290F2A" w:rsidRDefault="00CF4006" w:rsidP="00242A09">
            <w:r w:rsidRPr="00290F2A">
              <w:t>Toggle DME 2</w:t>
            </w:r>
          </w:p>
        </w:tc>
        <w:tc>
          <w:tcPr>
            <w:tcW w:w="1701" w:type="dxa"/>
            <w:vAlign w:val="center"/>
          </w:tcPr>
          <w:p w14:paraId="264508C0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16D74B5" w14:textId="77777777" w:rsidR="00CF4006" w:rsidRPr="00290F2A" w:rsidRDefault="00CF4006" w:rsidP="00242A09"/>
        </w:tc>
      </w:tr>
      <w:tr w:rsidR="00CF4006" w:rsidRPr="00290F2A" w14:paraId="1A4D8361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14740FD" w14:textId="77777777" w:rsidR="00CF4006" w:rsidRPr="00290F2A" w:rsidRDefault="00CF4006" w:rsidP="00242A09">
            <w:r w:rsidRPr="00290F2A">
              <w:t>Select DME</w:t>
            </w:r>
          </w:p>
        </w:tc>
        <w:tc>
          <w:tcPr>
            <w:tcW w:w="1701" w:type="dxa"/>
            <w:vAlign w:val="center"/>
          </w:tcPr>
          <w:p w14:paraId="4594E674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C59C0FC" w14:textId="77777777" w:rsidR="00CF4006" w:rsidRPr="00290F2A" w:rsidRDefault="00CF4006" w:rsidP="00242A09"/>
        </w:tc>
      </w:tr>
      <w:tr w:rsidR="00CF4006" w:rsidRPr="00290F2A" w14:paraId="07138A03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AB5CF38" w14:textId="77777777" w:rsidR="00CF4006" w:rsidRPr="00290F2A" w:rsidRDefault="00CF4006" w:rsidP="00242A09">
            <w:r w:rsidRPr="00290F2A">
              <w:t>Toggle DME</w:t>
            </w:r>
          </w:p>
        </w:tc>
        <w:tc>
          <w:tcPr>
            <w:tcW w:w="1701" w:type="dxa"/>
            <w:vAlign w:val="center"/>
          </w:tcPr>
          <w:p w14:paraId="1BDB6CEA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BEE111E" w14:textId="77777777" w:rsidR="00CF4006" w:rsidRPr="00290F2A" w:rsidRDefault="00CF4006" w:rsidP="00242A09"/>
        </w:tc>
      </w:tr>
      <w:tr w:rsidR="00CF4006" w:rsidRPr="00290F2A" w14:paraId="0A037D09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3A24DF7" w14:textId="77777777" w:rsidR="00CF4006" w:rsidRPr="00290F2A" w:rsidRDefault="00CF4006" w:rsidP="00242A09">
            <w:r w:rsidRPr="00290F2A">
              <w:t>Disable DME 1 Identifier</w:t>
            </w:r>
          </w:p>
        </w:tc>
        <w:tc>
          <w:tcPr>
            <w:tcW w:w="1701" w:type="dxa"/>
            <w:vAlign w:val="center"/>
          </w:tcPr>
          <w:p w14:paraId="5495AB09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CCF5BDA" w14:textId="77777777" w:rsidR="00CF4006" w:rsidRPr="00290F2A" w:rsidRDefault="00CF4006" w:rsidP="00242A09"/>
        </w:tc>
      </w:tr>
      <w:tr w:rsidR="00CF4006" w:rsidRPr="00290F2A" w14:paraId="288D82C4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2E076A5" w14:textId="77777777" w:rsidR="00CF4006" w:rsidRPr="00290F2A" w:rsidRDefault="00CF4006" w:rsidP="00242A09">
            <w:r w:rsidRPr="00290F2A">
              <w:t>Enable DME 1 Identifier</w:t>
            </w:r>
          </w:p>
        </w:tc>
        <w:tc>
          <w:tcPr>
            <w:tcW w:w="1701" w:type="dxa"/>
            <w:vAlign w:val="center"/>
          </w:tcPr>
          <w:p w14:paraId="38347082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ECCF987" w14:textId="77777777" w:rsidR="00CF4006" w:rsidRPr="00290F2A" w:rsidRDefault="00CF4006" w:rsidP="00242A09"/>
        </w:tc>
      </w:tr>
      <w:tr w:rsidR="00CF4006" w:rsidRPr="00290F2A" w14:paraId="15EBE227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7DE610F" w14:textId="77777777" w:rsidR="00CF4006" w:rsidRPr="00290F2A" w:rsidRDefault="00CF4006" w:rsidP="00242A09">
            <w:r w:rsidRPr="00290F2A">
              <w:t>Set DME 1 Identifier</w:t>
            </w:r>
          </w:p>
        </w:tc>
        <w:tc>
          <w:tcPr>
            <w:tcW w:w="1701" w:type="dxa"/>
            <w:vAlign w:val="center"/>
          </w:tcPr>
          <w:p w14:paraId="093E5DB6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89DB9C1" w14:textId="77777777" w:rsidR="00CF4006" w:rsidRPr="00290F2A" w:rsidRDefault="00CF4006" w:rsidP="00242A09"/>
        </w:tc>
      </w:tr>
      <w:tr w:rsidR="00CF4006" w:rsidRPr="00290F2A" w14:paraId="1E7DE4C4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54FBF1F" w14:textId="77777777" w:rsidR="00CF4006" w:rsidRPr="00290F2A" w:rsidRDefault="00CF4006" w:rsidP="00242A09">
            <w:r w:rsidRPr="00290F2A">
              <w:t>Toggle DME 1 Identifier</w:t>
            </w:r>
          </w:p>
        </w:tc>
        <w:tc>
          <w:tcPr>
            <w:tcW w:w="1701" w:type="dxa"/>
            <w:vAlign w:val="center"/>
          </w:tcPr>
          <w:p w14:paraId="2F63D0A5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3480F41" w14:textId="77777777" w:rsidR="00CF4006" w:rsidRPr="00290F2A" w:rsidRDefault="00CF4006" w:rsidP="00242A09"/>
        </w:tc>
      </w:tr>
      <w:tr w:rsidR="00CF4006" w:rsidRPr="00290F2A" w14:paraId="1DE858CC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EBDF6DD" w14:textId="77777777" w:rsidR="00CF4006" w:rsidRPr="00290F2A" w:rsidRDefault="00CF4006" w:rsidP="00242A09">
            <w:r w:rsidRPr="00290F2A">
              <w:t>Disable DME 2 Identifier</w:t>
            </w:r>
          </w:p>
        </w:tc>
        <w:tc>
          <w:tcPr>
            <w:tcW w:w="1701" w:type="dxa"/>
            <w:vAlign w:val="center"/>
          </w:tcPr>
          <w:p w14:paraId="38B456F3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97879DF" w14:textId="77777777" w:rsidR="00CF4006" w:rsidRPr="00290F2A" w:rsidRDefault="00CF4006" w:rsidP="00242A09"/>
        </w:tc>
      </w:tr>
      <w:tr w:rsidR="00CF4006" w:rsidRPr="00290F2A" w14:paraId="43F372D0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5A35C74" w14:textId="77777777" w:rsidR="00CF4006" w:rsidRPr="00290F2A" w:rsidRDefault="00CF4006" w:rsidP="00242A09">
            <w:r w:rsidRPr="00290F2A">
              <w:t>Enable DME 2 Identifier</w:t>
            </w:r>
          </w:p>
        </w:tc>
        <w:tc>
          <w:tcPr>
            <w:tcW w:w="1701" w:type="dxa"/>
            <w:vAlign w:val="center"/>
          </w:tcPr>
          <w:p w14:paraId="171EBFE2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1B410C1" w14:textId="77777777" w:rsidR="00CF4006" w:rsidRPr="00290F2A" w:rsidRDefault="00CF4006" w:rsidP="00242A09"/>
        </w:tc>
      </w:tr>
      <w:tr w:rsidR="00CF4006" w:rsidRPr="00290F2A" w14:paraId="0F5C56D8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D885FF7" w14:textId="77777777" w:rsidR="00CF4006" w:rsidRPr="00290F2A" w:rsidRDefault="00CF4006" w:rsidP="00242A09">
            <w:r w:rsidRPr="00290F2A">
              <w:t>Set DME 2 Identifier</w:t>
            </w:r>
          </w:p>
        </w:tc>
        <w:tc>
          <w:tcPr>
            <w:tcW w:w="1701" w:type="dxa"/>
            <w:vAlign w:val="center"/>
          </w:tcPr>
          <w:p w14:paraId="23D66EBC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462DA44" w14:textId="77777777" w:rsidR="00CF4006" w:rsidRPr="00290F2A" w:rsidRDefault="00CF4006" w:rsidP="00242A09"/>
        </w:tc>
      </w:tr>
      <w:tr w:rsidR="00CF4006" w:rsidRPr="00290F2A" w14:paraId="42FD941A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47C64EC" w14:textId="77777777" w:rsidR="00CF4006" w:rsidRPr="00290F2A" w:rsidRDefault="00CF4006" w:rsidP="00242A09">
            <w:r w:rsidRPr="00290F2A">
              <w:t>Toggle DME 2 Identifier</w:t>
            </w:r>
          </w:p>
        </w:tc>
        <w:tc>
          <w:tcPr>
            <w:tcW w:w="1701" w:type="dxa"/>
            <w:vAlign w:val="center"/>
          </w:tcPr>
          <w:p w14:paraId="1338A461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F06CD44" w14:textId="77777777" w:rsidR="00CF4006" w:rsidRPr="00290F2A" w:rsidRDefault="00CF4006" w:rsidP="00242A09"/>
        </w:tc>
      </w:tr>
      <w:tr w:rsidR="00CF4006" w:rsidRPr="00290F2A" w14:paraId="48F38CBA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5278097" w14:textId="77777777" w:rsidR="00CF4006" w:rsidRPr="00290F2A" w:rsidRDefault="00CF4006" w:rsidP="00242A09">
            <w:r w:rsidRPr="00290F2A">
              <w:t>Disable DME Identifier</w:t>
            </w:r>
          </w:p>
        </w:tc>
        <w:tc>
          <w:tcPr>
            <w:tcW w:w="1701" w:type="dxa"/>
            <w:vAlign w:val="center"/>
          </w:tcPr>
          <w:p w14:paraId="277CDDD9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C57A21F" w14:textId="77777777" w:rsidR="00CF4006" w:rsidRPr="00290F2A" w:rsidRDefault="00CF4006" w:rsidP="00242A09"/>
        </w:tc>
      </w:tr>
      <w:tr w:rsidR="00CF4006" w:rsidRPr="00290F2A" w14:paraId="0EFD282A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26A9303" w14:textId="77777777" w:rsidR="00CF4006" w:rsidRPr="00290F2A" w:rsidRDefault="00CF4006" w:rsidP="00242A09">
            <w:r w:rsidRPr="00290F2A">
              <w:t>Enable DME Identifier</w:t>
            </w:r>
          </w:p>
        </w:tc>
        <w:tc>
          <w:tcPr>
            <w:tcW w:w="1701" w:type="dxa"/>
            <w:vAlign w:val="center"/>
          </w:tcPr>
          <w:p w14:paraId="0D96B2F5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95C24D0" w14:textId="77777777" w:rsidR="00CF4006" w:rsidRPr="00290F2A" w:rsidRDefault="00CF4006" w:rsidP="00242A09"/>
        </w:tc>
      </w:tr>
      <w:tr w:rsidR="00CF4006" w:rsidRPr="00290F2A" w14:paraId="5454387B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0FA9C9D" w14:textId="77777777" w:rsidR="00CF4006" w:rsidRPr="00290F2A" w:rsidRDefault="00CF4006" w:rsidP="00242A09">
            <w:r w:rsidRPr="00290F2A">
              <w:t>Set DME Identifier</w:t>
            </w:r>
          </w:p>
        </w:tc>
        <w:tc>
          <w:tcPr>
            <w:tcW w:w="1701" w:type="dxa"/>
            <w:vAlign w:val="center"/>
          </w:tcPr>
          <w:p w14:paraId="49570635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A95EA8F" w14:textId="77777777" w:rsidR="00CF4006" w:rsidRPr="00290F2A" w:rsidRDefault="00CF4006" w:rsidP="00242A09"/>
        </w:tc>
      </w:tr>
      <w:tr w:rsidR="00CF4006" w:rsidRPr="00290F2A" w14:paraId="75F27C5F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E0799EE" w14:textId="77777777" w:rsidR="00CF4006" w:rsidRPr="00290F2A" w:rsidRDefault="00CF4006" w:rsidP="00242A09">
            <w:r w:rsidRPr="00290F2A">
              <w:t>Toggle DME Identifier</w:t>
            </w:r>
          </w:p>
        </w:tc>
        <w:tc>
          <w:tcPr>
            <w:tcW w:w="1701" w:type="dxa"/>
            <w:vAlign w:val="center"/>
          </w:tcPr>
          <w:p w14:paraId="44A911BB" w14:textId="77777777" w:rsidR="00CF4006" w:rsidRPr="00120EC7" w:rsidRDefault="00CF4006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51A1DB5" w14:textId="77777777" w:rsidR="00CF4006" w:rsidRPr="00290F2A" w:rsidRDefault="00CF4006" w:rsidP="00242A09"/>
        </w:tc>
      </w:tr>
    </w:tbl>
    <w:p w14:paraId="656F905F" w14:textId="77777777" w:rsidR="00B1216D" w:rsidRDefault="00B1216D" w:rsidP="00207AEF">
      <w:pPr>
        <w:pStyle w:val="Ttulo2"/>
        <w:tabs>
          <w:tab w:val="clear" w:pos="284"/>
          <w:tab w:val="left" w:pos="426"/>
        </w:tabs>
      </w:pPr>
      <w:bookmarkStart w:id="87" w:name="_Toc65859938"/>
      <w:bookmarkStart w:id="88" w:name="_Toc66292980"/>
      <w:r w:rsidRPr="00290F2A">
        <w:t>XPNDR</w:t>
      </w:r>
      <w:bookmarkEnd w:id="87"/>
      <w:bookmarkEnd w:id="88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B1216D" w:rsidRPr="00AA645C" w14:paraId="2E6F0ECA" w14:textId="77777777" w:rsidTr="00B1216D">
        <w:trPr>
          <w:trHeight w:val="255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04028B12" w14:textId="27E55EA7" w:rsidR="00B1216D" w:rsidRPr="00AA645C" w:rsidRDefault="00B1216D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Radio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XPNDR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09DDCFF" w14:textId="77777777" w:rsidR="00B1216D" w:rsidRPr="00AA645C" w:rsidRDefault="00B1216D" w:rsidP="006A0E97">
            <w:pPr>
              <w:jc w:val="center"/>
              <w:rPr>
                <w:b/>
                <w:bCs/>
              </w:rPr>
            </w:pPr>
            <w:r w:rsidRPr="00AA645C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33409F6" w14:textId="36098ADF" w:rsidR="00B1216D" w:rsidRPr="00AA645C" w:rsidRDefault="005824C4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B1216D" w:rsidRPr="00290F2A" w14:paraId="38AC3C6C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5972EED" w14:textId="77777777" w:rsidR="00B1216D" w:rsidRPr="00290F2A" w:rsidRDefault="00B1216D" w:rsidP="00242A09">
            <w:bookmarkStart w:id="89" w:name="_Toc65859939"/>
            <w:bookmarkEnd w:id="89"/>
            <w:r w:rsidRPr="00290F2A">
              <w:t>Transponder</w:t>
            </w:r>
          </w:p>
        </w:tc>
        <w:tc>
          <w:tcPr>
            <w:tcW w:w="1701" w:type="dxa"/>
            <w:vAlign w:val="center"/>
          </w:tcPr>
          <w:p w14:paraId="43F0283E" w14:textId="77777777" w:rsidR="00B1216D" w:rsidRPr="00290F2A" w:rsidRDefault="00B1216D" w:rsidP="00242A09"/>
        </w:tc>
        <w:tc>
          <w:tcPr>
            <w:tcW w:w="1701" w:type="dxa"/>
            <w:vAlign w:val="center"/>
          </w:tcPr>
          <w:p w14:paraId="6F44ACF6" w14:textId="77777777" w:rsidR="00B1216D" w:rsidRPr="00290F2A" w:rsidRDefault="00B1216D" w:rsidP="00242A09"/>
        </w:tc>
      </w:tr>
      <w:tr w:rsidR="002940B2" w:rsidRPr="00290F2A" w14:paraId="0819A98F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5AFE442" w14:textId="77777777" w:rsidR="002940B2" w:rsidRPr="00290F2A" w:rsidRDefault="002940B2" w:rsidP="00242A09">
            <w:r w:rsidRPr="00290F2A">
              <w:t>Set Transponder</w:t>
            </w:r>
          </w:p>
        </w:tc>
        <w:tc>
          <w:tcPr>
            <w:tcW w:w="1701" w:type="dxa"/>
            <w:vAlign w:val="center"/>
          </w:tcPr>
          <w:p w14:paraId="07D49C62" w14:textId="77777777" w:rsidR="002940B2" w:rsidRPr="00290F2A" w:rsidRDefault="002940B2" w:rsidP="00242A09"/>
        </w:tc>
        <w:tc>
          <w:tcPr>
            <w:tcW w:w="1701" w:type="dxa"/>
            <w:vAlign w:val="center"/>
          </w:tcPr>
          <w:p w14:paraId="02801E5E" w14:textId="77777777" w:rsidR="002940B2" w:rsidRPr="00290F2A" w:rsidRDefault="002940B2" w:rsidP="00242A09"/>
        </w:tc>
      </w:tr>
      <w:tr w:rsidR="00B1216D" w:rsidRPr="00290F2A" w14:paraId="60BA73BC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3CC1D4D" w14:textId="77777777" w:rsidR="00B1216D" w:rsidRPr="00290F2A" w:rsidRDefault="00B1216D" w:rsidP="00242A09">
            <w:r w:rsidRPr="00290F2A">
              <w:t>Increase Transponder (1000)</w:t>
            </w:r>
          </w:p>
        </w:tc>
        <w:tc>
          <w:tcPr>
            <w:tcW w:w="1701" w:type="dxa"/>
            <w:vAlign w:val="center"/>
          </w:tcPr>
          <w:p w14:paraId="288CF13C" w14:textId="77777777" w:rsidR="00B1216D" w:rsidRPr="00290F2A" w:rsidRDefault="00B1216D" w:rsidP="00242A09"/>
        </w:tc>
        <w:tc>
          <w:tcPr>
            <w:tcW w:w="1701" w:type="dxa"/>
            <w:vAlign w:val="center"/>
          </w:tcPr>
          <w:p w14:paraId="420F519B" w14:textId="77777777" w:rsidR="00B1216D" w:rsidRPr="00290F2A" w:rsidRDefault="00B1216D" w:rsidP="00242A09"/>
        </w:tc>
      </w:tr>
      <w:tr w:rsidR="00806C1B" w:rsidRPr="00290F2A" w14:paraId="690998B1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418F720" w14:textId="77777777" w:rsidR="00806C1B" w:rsidRPr="00290F2A" w:rsidRDefault="00806C1B" w:rsidP="00242A09">
            <w:r w:rsidRPr="00290F2A">
              <w:t>Decrease Transponder (1000)</w:t>
            </w:r>
          </w:p>
        </w:tc>
        <w:tc>
          <w:tcPr>
            <w:tcW w:w="1701" w:type="dxa"/>
            <w:vAlign w:val="center"/>
          </w:tcPr>
          <w:p w14:paraId="6CCD3EAB" w14:textId="77777777" w:rsidR="00806C1B" w:rsidRPr="00290F2A" w:rsidRDefault="00806C1B" w:rsidP="00242A09"/>
        </w:tc>
        <w:tc>
          <w:tcPr>
            <w:tcW w:w="1701" w:type="dxa"/>
            <w:vAlign w:val="center"/>
          </w:tcPr>
          <w:p w14:paraId="18EA213B" w14:textId="77777777" w:rsidR="00806C1B" w:rsidRPr="00290F2A" w:rsidRDefault="00806C1B" w:rsidP="00242A09"/>
        </w:tc>
      </w:tr>
      <w:tr w:rsidR="00B1216D" w:rsidRPr="00290F2A" w14:paraId="2EFCBCB2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BC05896" w14:textId="77777777" w:rsidR="00B1216D" w:rsidRPr="00290F2A" w:rsidRDefault="00B1216D" w:rsidP="00242A09">
            <w:r w:rsidRPr="00290F2A">
              <w:t>Increase Transponder (100)</w:t>
            </w:r>
          </w:p>
        </w:tc>
        <w:tc>
          <w:tcPr>
            <w:tcW w:w="1701" w:type="dxa"/>
            <w:vAlign w:val="center"/>
          </w:tcPr>
          <w:p w14:paraId="6D13339A" w14:textId="77777777" w:rsidR="00B1216D" w:rsidRPr="00290F2A" w:rsidRDefault="00B1216D" w:rsidP="00242A09"/>
        </w:tc>
        <w:tc>
          <w:tcPr>
            <w:tcW w:w="1701" w:type="dxa"/>
            <w:vAlign w:val="center"/>
          </w:tcPr>
          <w:p w14:paraId="14AF953B" w14:textId="77777777" w:rsidR="00B1216D" w:rsidRPr="00290F2A" w:rsidRDefault="00B1216D" w:rsidP="00242A09"/>
        </w:tc>
      </w:tr>
      <w:tr w:rsidR="00806C1B" w:rsidRPr="00290F2A" w14:paraId="37D20AE5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230A1C1" w14:textId="77777777" w:rsidR="00806C1B" w:rsidRPr="00290F2A" w:rsidRDefault="00806C1B" w:rsidP="00242A09">
            <w:r w:rsidRPr="00290F2A">
              <w:t>Decrease Transponder (100)</w:t>
            </w:r>
          </w:p>
        </w:tc>
        <w:tc>
          <w:tcPr>
            <w:tcW w:w="1701" w:type="dxa"/>
            <w:vAlign w:val="center"/>
          </w:tcPr>
          <w:p w14:paraId="6EBA16E4" w14:textId="77777777" w:rsidR="00806C1B" w:rsidRPr="00290F2A" w:rsidRDefault="00806C1B" w:rsidP="00242A09"/>
        </w:tc>
        <w:tc>
          <w:tcPr>
            <w:tcW w:w="1701" w:type="dxa"/>
            <w:vAlign w:val="center"/>
          </w:tcPr>
          <w:p w14:paraId="740D285A" w14:textId="77777777" w:rsidR="00806C1B" w:rsidRPr="00290F2A" w:rsidRDefault="00806C1B" w:rsidP="00242A09"/>
        </w:tc>
      </w:tr>
      <w:tr w:rsidR="00B1216D" w:rsidRPr="00290F2A" w14:paraId="78498CAC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65EC2C1" w14:textId="77777777" w:rsidR="00B1216D" w:rsidRPr="00290F2A" w:rsidRDefault="00B1216D" w:rsidP="00242A09">
            <w:r w:rsidRPr="00290F2A">
              <w:t>Increase Transponder (10)</w:t>
            </w:r>
          </w:p>
        </w:tc>
        <w:tc>
          <w:tcPr>
            <w:tcW w:w="1701" w:type="dxa"/>
            <w:vAlign w:val="center"/>
          </w:tcPr>
          <w:p w14:paraId="3C624499" w14:textId="77777777" w:rsidR="00B1216D" w:rsidRPr="00290F2A" w:rsidRDefault="00B1216D" w:rsidP="00242A09"/>
        </w:tc>
        <w:tc>
          <w:tcPr>
            <w:tcW w:w="1701" w:type="dxa"/>
            <w:vAlign w:val="center"/>
          </w:tcPr>
          <w:p w14:paraId="20EE7D4C" w14:textId="77777777" w:rsidR="00B1216D" w:rsidRPr="00290F2A" w:rsidRDefault="00B1216D" w:rsidP="00242A09"/>
        </w:tc>
      </w:tr>
      <w:tr w:rsidR="00806C1B" w:rsidRPr="00290F2A" w14:paraId="0DBF9818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2BEDC36" w14:textId="77777777" w:rsidR="00806C1B" w:rsidRPr="00290F2A" w:rsidRDefault="00806C1B" w:rsidP="00242A09">
            <w:r w:rsidRPr="00290F2A">
              <w:t>Decrease Transponder (10)</w:t>
            </w:r>
          </w:p>
        </w:tc>
        <w:tc>
          <w:tcPr>
            <w:tcW w:w="1701" w:type="dxa"/>
            <w:vAlign w:val="center"/>
          </w:tcPr>
          <w:p w14:paraId="3F12D032" w14:textId="77777777" w:rsidR="00806C1B" w:rsidRPr="00290F2A" w:rsidRDefault="00806C1B" w:rsidP="00242A09"/>
        </w:tc>
        <w:tc>
          <w:tcPr>
            <w:tcW w:w="1701" w:type="dxa"/>
            <w:vAlign w:val="center"/>
          </w:tcPr>
          <w:p w14:paraId="4FC9DA11" w14:textId="77777777" w:rsidR="00806C1B" w:rsidRPr="00290F2A" w:rsidRDefault="00806C1B" w:rsidP="00242A09"/>
        </w:tc>
      </w:tr>
      <w:tr w:rsidR="00B1216D" w:rsidRPr="00290F2A" w14:paraId="3D1D309B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2203A0F" w14:textId="77777777" w:rsidR="00B1216D" w:rsidRPr="00290F2A" w:rsidRDefault="00B1216D" w:rsidP="00242A09">
            <w:r w:rsidRPr="00290F2A">
              <w:t>Increase Transponder (1)</w:t>
            </w:r>
          </w:p>
        </w:tc>
        <w:tc>
          <w:tcPr>
            <w:tcW w:w="1701" w:type="dxa"/>
            <w:vAlign w:val="center"/>
          </w:tcPr>
          <w:p w14:paraId="09603316" w14:textId="77777777" w:rsidR="00B1216D" w:rsidRPr="00290F2A" w:rsidRDefault="00B1216D" w:rsidP="00242A09"/>
        </w:tc>
        <w:tc>
          <w:tcPr>
            <w:tcW w:w="1701" w:type="dxa"/>
            <w:vAlign w:val="center"/>
          </w:tcPr>
          <w:p w14:paraId="4A947A1B" w14:textId="77777777" w:rsidR="00B1216D" w:rsidRPr="00290F2A" w:rsidRDefault="00B1216D" w:rsidP="00242A09"/>
        </w:tc>
      </w:tr>
      <w:tr w:rsidR="00806C1B" w:rsidRPr="00290F2A" w14:paraId="6E33DCE3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2907DD9" w14:textId="77777777" w:rsidR="00806C1B" w:rsidRPr="00290F2A" w:rsidRDefault="00806C1B" w:rsidP="00242A09">
            <w:r w:rsidRPr="00290F2A">
              <w:t>Decrease Transponder (1)</w:t>
            </w:r>
          </w:p>
        </w:tc>
        <w:tc>
          <w:tcPr>
            <w:tcW w:w="1701" w:type="dxa"/>
            <w:vAlign w:val="center"/>
          </w:tcPr>
          <w:p w14:paraId="0C38C653" w14:textId="77777777" w:rsidR="00806C1B" w:rsidRPr="00290F2A" w:rsidRDefault="00806C1B" w:rsidP="00242A09"/>
        </w:tc>
        <w:tc>
          <w:tcPr>
            <w:tcW w:w="1701" w:type="dxa"/>
            <w:vAlign w:val="center"/>
          </w:tcPr>
          <w:p w14:paraId="791D257B" w14:textId="77777777" w:rsidR="00806C1B" w:rsidRPr="00290F2A" w:rsidRDefault="00806C1B" w:rsidP="00242A09"/>
        </w:tc>
      </w:tr>
      <w:tr w:rsidR="00B1216D" w:rsidRPr="00290F2A" w14:paraId="04F872D5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98DD07B" w14:textId="77777777" w:rsidR="00B1216D" w:rsidRPr="00290F2A" w:rsidRDefault="00B1216D" w:rsidP="00242A09">
            <w:r w:rsidRPr="00290F2A">
              <w:t>Increase Transponder (1,CARRY)</w:t>
            </w:r>
          </w:p>
        </w:tc>
        <w:tc>
          <w:tcPr>
            <w:tcW w:w="1701" w:type="dxa"/>
            <w:vAlign w:val="center"/>
          </w:tcPr>
          <w:p w14:paraId="6083C8F0" w14:textId="77777777" w:rsidR="00B1216D" w:rsidRPr="00290F2A" w:rsidRDefault="00B1216D" w:rsidP="00242A09"/>
        </w:tc>
        <w:tc>
          <w:tcPr>
            <w:tcW w:w="1701" w:type="dxa"/>
            <w:vAlign w:val="center"/>
          </w:tcPr>
          <w:p w14:paraId="3AC07940" w14:textId="77777777" w:rsidR="00B1216D" w:rsidRPr="00290F2A" w:rsidRDefault="00B1216D" w:rsidP="00242A09"/>
        </w:tc>
      </w:tr>
      <w:tr w:rsidR="00806C1B" w:rsidRPr="00290F2A" w14:paraId="40188FC1" w14:textId="77777777" w:rsidTr="00B1216D">
        <w:trPr>
          <w:trHeight w:val="25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A7D60E9" w14:textId="77777777" w:rsidR="00806C1B" w:rsidRPr="00290F2A" w:rsidRDefault="00806C1B" w:rsidP="00242A09">
            <w:r w:rsidRPr="00290F2A">
              <w:t>Decrease Transponder (1,CARRY)</w:t>
            </w:r>
          </w:p>
        </w:tc>
        <w:tc>
          <w:tcPr>
            <w:tcW w:w="1701" w:type="dxa"/>
            <w:vAlign w:val="center"/>
          </w:tcPr>
          <w:p w14:paraId="56FB9040" w14:textId="77777777" w:rsidR="00806C1B" w:rsidRPr="00290F2A" w:rsidRDefault="00806C1B" w:rsidP="00242A09"/>
        </w:tc>
        <w:tc>
          <w:tcPr>
            <w:tcW w:w="1701" w:type="dxa"/>
            <w:vAlign w:val="center"/>
          </w:tcPr>
          <w:p w14:paraId="0BD9DDA4" w14:textId="77777777" w:rsidR="00806C1B" w:rsidRPr="00290F2A" w:rsidRDefault="00806C1B" w:rsidP="00242A09"/>
        </w:tc>
      </w:tr>
    </w:tbl>
    <w:p w14:paraId="146E65C8" w14:textId="77777777" w:rsidR="008B1864" w:rsidRPr="0088727F" w:rsidRDefault="008B1864" w:rsidP="00207AEF">
      <w:pPr>
        <w:pStyle w:val="Ttulo2"/>
        <w:pageBreakBefore/>
        <w:tabs>
          <w:tab w:val="clear" w:pos="284"/>
          <w:tab w:val="left" w:pos="426"/>
        </w:tabs>
      </w:pPr>
      <w:bookmarkStart w:id="90" w:name="_Toc66292981"/>
      <w:r w:rsidRPr="00290F2A">
        <w:lastRenderedPageBreak/>
        <w:t>ADF</w:t>
      </w:r>
      <w:bookmarkEnd w:id="69"/>
      <w:bookmarkEnd w:id="90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8B1864" w:rsidRPr="00AA645C" w14:paraId="21194029" w14:textId="77777777" w:rsidTr="006A0E97">
        <w:trPr>
          <w:trHeight w:val="315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6A436FF0" w14:textId="32497C53" w:rsidR="008B1864" w:rsidRPr="00AA645C" w:rsidRDefault="008B1864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Radio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ADF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82A3290" w14:textId="77777777" w:rsidR="008B1864" w:rsidRPr="00481903" w:rsidRDefault="008B1864" w:rsidP="006A0E97">
            <w:pPr>
              <w:jc w:val="center"/>
              <w:rPr>
                <w:b/>
                <w:bCs/>
              </w:rPr>
            </w:pPr>
            <w:r w:rsidRPr="00481903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5E29920" w14:textId="47AD0848" w:rsidR="008B1864" w:rsidRPr="00AA645C" w:rsidRDefault="005824C4" w:rsidP="006A0E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Device</w:t>
            </w:r>
          </w:p>
        </w:tc>
      </w:tr>
      <w:tr w:rsidR="008B1864" w:rsidRPr="00290F2A" w14:paraId="7692DAE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60BF2F12" w14:textId="77777777" w:rsidR="008B1864" w:rsidRPr="00290F2A" w:rsidRDefault="008B1864" w:rsidP="00242A09">
            <w:r>
              <w:t>ADF</w:t>
            </w:r>
          </w:p>
        </w:tc>
        <w:tc>
          <w:tcPr>
            <w:tcW w:w="1701" w:type="dxa"/>
            <w:vAlign w:val="center"/>
          </w:tcPr>
          <w:p w14:paraId="217DBF00" w14:textId="1872891B" w:rsidR="008B1864" w:rsidRPr="00481903" w:rsidRDefault="00481903" w:rsidP="00242A09">
            <w:pPr>
              <w:rPr>
                <w:b/>
                <w:bCs/>
              </w:rPr>
            </w:pPr>
            <w:r w:rsidRPr="00481903">
              <w:rPr>
                <w:b/>
                <w:bCs/>
              </w:rPr>
              <w:t>S</w:t>
            </w:r>
            <w:r>
              <w:rPr>
                <w:b/>
                <w:bCs/>
              </w:rPr>
              <w:t>hift + Ctl + A</w:t>
            </w:r>
          </w:p>
        </w:tc>
        <w:tc>
          <w:tcPr>
            <w:tcW w:w="1701" w:type="dxa"/>
            <w:vAlign w:val="center"/>
          </w:tcPr>
          <w:p w14:paraId="70152755" w14:textId="77777777" w:rsidR="008B1864" w:rsidRPr="00290F2A" w:rsidRDefault="008B1864" w:rsidP="00242A09"/>
        </w:tc>
      </w:tr>
      <w:tr w:rsidR="008B1864" w:rsidRPr="00290F2A" w14:paraId="71C5C3D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AE45622" w14:textId="77777777" w:rsidR="008B1864" w:rsidRPr="00290F2A" w:rsidRDefault="008B1864" w:rsidP="00242A09">
            <w:bookmarkStart w:id="91" w:name="_Toc65859924"/>
            <w:bookmarkEnd w:id="91"/>
            <w:r w:rsidRPr="00290F2A">
              <w:t>ADF1 Swap</w:t>
            </w:r>
          </w:p>
        </w:tc>
        <w:tc>
          <w:tcPr>
            <w:tcW w:w="1701" w:type="dxa"/>
            <w:vAlign w:val="center"/>
          </w:tcPr>
          <w:p w14:paraId="24C9598E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B7D5229" w14:textId="77777777" w:rsidR="008B1864" w:rsidRPr="00290F2A" w:rsidRDefault="008B1864" w:rsidP="00242A09"/>
        </w:tc>
      </w:tr>
      <w:tr w:rsidR="008B1864" w:rsidRPr="00290F2A" w14:paraId="0C02BD1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DFE2E56" w14:textId="77777777" w:rsidR="008B1864" w:rsidRPr="00290F2A" w:rsidRDefault="008B1864" w:rsidP="00242A09">
            <w:r w:rsidRPr="00290F2A">
              <w:t>Increase ADF1 (0.1)</w:t>
            </w:r>
          </w:p>
        </w:tc>
        <w:tc>
          <w:tcPr>
            <w:tcW w:w="1701" w:type="dxa"/>
            <w:vAlign w:val="center"/>
          </w:tcPr>
          <w:p w14:paraId="5B447B79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D41AFD0" w14:textId="77777777" w:rsidR="008B1864" w:rsidRPr="00290F2A" w:rsidRDefault="008B1864" w:rsidP="00242A09"/>
        </w:tc>
      </w:tr>
      <w:tr w:rsidR="00806C1B" w:rsidRPr="00290F2A" w14:paraId="4466DCD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A273956" w14:textId="77777777" w:rsidR="00806C1B" w:rsidRPr="00290F2A" w:rsidRDefault="00806C1B" w:rsidP="00242A09">
            <w:r w:rsidRPr="00290F2A">
              <w:t>Decrease ADF1 (0.1)</w:t>
            </w:r>
          </w:p>
        </w:tc>
        <w:tc>
          <w:tcPr>
            <w:tcW w:w="1701" w:type="dxa"/>
            <w:vAlign w:val="center"/>
          </w:tcPr>
          <w:p w14:paraId="2DCF747B" w14:textId="77777777" w:rsidR="00806C1B" w:rsidRPr="00481903" w:rsidRDefault="00806C1B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AB45D2A" w14:textId="77777777" w:rsidR="00806C1B" w:rsidRPr="00290F2A" w:rsidRDefault="00806C1B" w:rsidP="00242A09"/>
        </w:tc>
      </w:tr>
      <w:tr w:rsidR="008B1864" w:rsidRPr="00290F2A" w14:paraId="1492E26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B1077C2" w14:textId="77777777" w:rsidR="008B1864" w:rsidRPr="00290F2A" w:rsidRDefault="008B1864" w:rsidP="00242A09">
            <w:r w:rsidRPr="00290F2A">
              <w:t>Increase ADF2 (100)</w:t>
            </w:r>
          </w:p>
        </w:tc>
        <w:tc>
          <w:tcPr>
            <w:tcW w:w="1701" w:type="dxa"/>
            <w:vAlign w:val="center"/>
          </w:tcPr>
          <w:p w14:paraId="01CF12CA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010838A" w14:textId="77777777" w:rsidR="008B1864" w:rsidRPr="00290F2A" w:rsidRDefault="008B1864" w:rsidP="00242A09"/>
        </w:tc>
      </w:tr>
      <w:tr w:rsidR="00806C1B" w:rsidRPr="00290F2A" w14:paraId="076406A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D294D16" w14:textId="77777777" w:rsidR="00806C1B" w:rsidRPr="00290F2A" w:rsidRDefault="00806C1B" w:rsidP="00242A09">
            <w:r w:rsidRPr="00290F2A">
              <w:t>Decrease ADF2 (100)</w:t>
            </w:r>
          </w:p>
        </w:tc>
        <w:tc>
          <w:tcPr>
            <w:tcW w:w="1701" w:type="dxa"/>
            <w:vAlign w:val="center"/>
          </w:tcPr>
          <w:p w14:paraId="247F1851" w14:textId="77777777" w:rsidR="00806C1B" w:rsidRPr="00481903" w:rsidRDefault="00806C1B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AD48E4E" w14:textId="77777777" w:rsidR="00806C1B" w:rsidRPr="00290F2A" w:rsidRDefault="00806C1B" w:rsidP="00242A09"/>
        </w:tc>
      </w:tr>
      <w:tr w:rsidR="008B1864" w:rsidRPr="00290F2A" w14:paraId="574BF64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FE304B7" w14:textId="77777777" w:rsidR="008B1864" w:rsidRPr="00290F2A" w:rsidRDefault="008B1864" w:rsidP="00242A09">
            <w:r w:rsidRPr="00290F2A">
              <w:t>Increase ADF2 (10)</w:t>
            </w:r>
          </w:p>
        </w:tc>
        <w:tc>
          <w:tcPr>
            <w:tcW w:w="1701" w:type="dxa"/>
            <w:vAlign w:val="center"/>
          </w:tcPr>
          <w:p w14:paraId="3338ABEF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028C64B" w14:textId="77777777" w:rsidR="008B1864" w:rsidRPr="00290F2A" w:rsidRDefault="008B1864" w:rsidP="00242A09"/>
        </w:tc>
      </w:tr>
      <w:tr w:rsidR="00806C1B" w:rsidRPr="00290F2A" w14:paraId="19BAD39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9EFD580" w14:textId="77777777" w:rsidR="00806C1B" w:rsidRPr="00290F2A" w:rsidRDefault="00806C1B" w:rsidP="00242A09">
            <w:r w:rsidRPr="00290F2A">
              <w:t>Decrease ADF2 (10)</w:t>
            </w:r>
          </w:p>
        </w:tc>
        <w:tc>
          <w:tcPr>
            <w:tcW w:w="1701" w:type="dxa"/>
            <w:vAlign w:val="center"/>
          </w:tcPr>
          <w:p w14:paraId="00DE9374" w14:textId="77777777" w:rsidR="00806C1B" w:rsidRPr="00481903" w:rsidRDefault="00806C1B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5CB77AB" w14:textId="77777777" w:rsidR="00806C1B" w:rsidRPr="00290F2A" w:rsidRDefault="00806C1B" w:rsidP="00242A09"/>
        </w:tc>
      </w:tr>
      <w:tr w:rsidR="008B1864" w:rsidRPr="00290F2A" w14:paraId="1D327A0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E5AD2A4" w14:textId="77777777" w:rsidR="008B1864" w:rsidRPr="00290F2A" w:rsidRDefault="008B1864" w:rsidP="00242A09">
            <w:r w:rsidRPr="00290F2A">
              <w:t>Increase ADF2 (1)</w:t>
            </w:r>
          </w:p>
        </w:tc>
        <w:tc>
          <w:tcPr>
            <w:tcW w:w="1701" w:type="dxa"/>
            <w:vAlign w:val="center"/>
          </w:tcPr>
          <w:p w14:paraId="4D4F9C98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23743D8" w14:textId="77777777" w:rsidR="008B1864" w:rsidRPr="00290F2A" w:rsidRDefault="008B1864" w:rsidP="00242A09"/>
        </w:tc>
      </w:tr>
      <w:tr w:rsidR="00806C1B" w:rsidRPr="00290F2A" w14:paraId="4BA8C66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6D1B31B" w14:textId="77777777" w:rsidR="00806C1B" w:rsidRPr="00290F2A" w:rsidRDefault="00806C1B" w:rsidP="00242A09">
            <w:r w:rsidRPr="00290F2A">
              <w:t>Decrease ADF2 (1)</w:t>
            </w:r>
          </w:p>
        </w:tc>
        <w:tc>
          <w:tcPr>
            <w:tcW w:w="1701" w:type="dxa"/>
            <w:vAlign w:val="center"/>
          </w:tcPr>
          <w:p w14:paraId="35D0CAEE" w14:textId="77777777" w:rsidR="00806C1B" w:rsidRPr="00481903" w:rsidRDefault="00806C1B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605E82D" w14:textId="77777777" w:rsidR="00806C1B" w:rsidRPr="00290F2A" w:rsidRDefault="00806C1B" w:rsidP="00242A09"/>
        </w:tc>
      </w:tr>
      <w:tr w:rsidR="008B1864" w:rsidRPr="00290F2A" w14:paraId="2BA626D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480401A" w14:textId="77777777" w:rsidR="008B1864" w:rsidRPr="00290F2A" w:rsidRDefault="008B1864" w:rsidP="00242A09">
            <w:r w:rsidRPr="00290F2A">
              <w:t>Set ADF2 Complete</w:t>
            </w:r>
          </w:p>
        </w:tc>
        <w:tc>
          <w:tcPr>
            <w:tcW w:w="1701" w:type="dxa"/>
            <w:vAlign w:val="center"/>
          </w:tcPr>
          <w:p w14:paraId="372802F5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5063EDB" w14:textId="77777777" w:rsidR="008B1864" w:rsidRPr="00290F2A" w:rsidRDefault="008B1864" w:rsidP="00242A09"/>
        </w:tc>
      </w:tr>
      <w:tr w:rsidR="008B1864" w:rsidRPr="00290F2A" w14:paraId="6A0C0DF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02C99F7" w14:textId="1D2ED8C6" w:rsidR="008B1864" w:rsidRPr="00290F2A" w:rsidRDefault="008B1864" w:rsidP="00242A09">
            <w:r w:rsidRPr="00290F2A">
              <w:t>Increase ADF2 Frequency (</w:t>
            </w:r>
            <w:r w:rsidR="00CF7606" w:rsidRPr="00290F2A">
              <w:t>Fract</w:t>
            </w:r>
            <w:r w:rsidRPr="00290F2A">
              <w:t>)</w:t>
            </w:r>
          </w:p>
        </w:tc>
        <w:tc>
          <w:tcPr>
            <w:tcW w:w="1701" w:type="dxa"/>
            <w:vAlign w:val="center"/>
          </w:tcPr>
          <w:p w14:paraId="6A1B5160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50DB601" w14:textId="77777777" w:rsidR="008B1864" w:rsidRPr="00290F2A" w:rsidRDefault="008B1864" w:rsidP="00242A09"/>
        </w:tc>
      </w:tr>
      <w:tr w:rsidR="008B1864" w:rsidRPr="00290F2A" w14:paraId="3689541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B7FBEA0" w14:textId="349B0E80" w:rsidR="008B1864" w:rsidRPr="00290F2A" w:rsidRDefault="008B1864" w:rsidP="00242A09">
            <w:r w:rsidRPr="00290F2A">
              <w:t>Decrease ADF2 Frequency (</w:t>
            </w:r>
            <w:r w:rsidR="00CF7606" w:rsidRPr="00290F2A">
              <w:t>Fract</w:t>
            </w:r>
            <w:r w:rsidRPr="00290F2A">
              <w:t>)</w:t>
            </w:r>
          </w:p>
        </w:tc>
        <w:tc>
          <w:tcPr>
            <w:tcW w:w="1701" w:type="dxa"/>
            <w:vAlign w:val="center"/>
          </w:tcPr>
          <w:p w14:paraId="1EC0E56E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92E769D" w14:textId="77777777" w:rsidR="008B1864" w:rsidRPr="00290F2A" w:rsidRDefault="008B1864" w:rsidP="00242A09"/>
        </w:tc>
      </w:tr>
      <w:tr w:rsidR="008B1864" w:rsidRPr="00290F2A" w14:paraId="7E7AD8F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D6B6472" w14:textId="77777777" w:rsidR="008B1864" w:rsidRPr="00290F2A" w:rsidRDefault="008B1864" w:rsidP="00242A09">
            <w:r w:rsidRPr="00290F2A">
              <w:t>ADF2 Swap</w:t>
            </w:r>
          </w:p>
        </w:tc>
        <w:tc>
          <w:tcPr>
            <w:tcW w:w="1701" w:type="dxa"/>
            <w:vAlign w:val="center"/>
          </w:tcPr>
          <w:p w14:paraId="2BF959CF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7F71F5C" w14:textId="77777777" w:rsidR="008B1864" w:rsidRPr="00290F2A" w:rsidRDefault="008B1864" w:rsidP="00242A09"/>
        </w:tc>
      </w:tr>
      <w:tr w:rsidR="008B1864" w:rsidRPr="00290F2A" w14:paraId="7C0F4AB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F5E62DF" w14:textId="77777777" w:rsidR="008B1864" w:rsidRPr="00290F2A" w:rsidRDefault="008B1864" w:rsidP="00242A09">
            <w:r w:rsidRPr="00290F2A">
              <w:t>Increase ADF2 (0.1)</w:t>
            </w:r>
          </w:p>
        </w:tc>
        <w:tc>
          <w:tcPr>
            <w:tcW w:w="1701" w:type="dxa"/>
            <w:vAlign w:val="center"/>
          </w:tcPr>
          <w:p w14:paraId="5303D0B0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469DB4F" w14:textId="77777777" w:rsidR="008B1864" w:rsidRPr="00290F2A" w:rsidRDefault="008B1864" w:rsidP="00242A09"/>
        </w:tc>
      </w:tr>
      <w:tr w:rsidR="00315D15" w:rsidRPr="00290F2A" w14:paraId="26A9D72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864ABE8" w14:textId="77777777" w:rsidR="00315D15" w:rsidRPr="00290F2A" w:rsidRDefault="00315D15" w:rsidP="00242A09">
            <w:r w:rsidRPr="00290F2A">
              <w:t>Decrease ADF2 (0.1)</w:t>
            </w:r>
          </w:p>
        </w:tc>
        <w:tc>
          <w:tcPr>
            <w:tcW w:w="1701" w:type="dxa"/>
            <w:vAlign w:val="center"/>
          </w:tcPr>
          <w:p w14:paraId="0923B4F5" w14:textId="77777777" w:rsidR="00315D15" w:rsidRPr="00481903" w:rsidRDefault="00315D1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9E1CE08" w14:textId="77777777" w:rsidR="00315D15" w:rsidRPr="00290F2A" w:rsidRDefault="00315D15" w:rsidP="00242A09"/>
        </w:tc>
      </w:tr>
      <w:tr w:rsidR="008B1864" w:rsidRPr="00290F2A" w14:paraId="7B7E581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1B1AF88" w14:textId="3B811D98" w:rsidR="008B1864" w:rsidRPr="00290F2A" w:rsidRDefault="008B1864" w:rsidP="00242A09">
            <w:r w:rsidRPr="00290F2A">
              <w:t>Increase ADF2 Frequency (</w:t>
            </w:r>
            <w:r w:rsidR="00CF7606" w:rsidRPr="00290F2A">
              <w:t>Whole</w:t>
            </w:r>
            <w:r w:rsidRPr="00290F2A">
              <w:t>)</w:t>
            </w:r>
          </w:p>
        </w:tc>
        <w:tc>
          <w:tcPr>
            <w:tcW w:w="1701" w:type="dxa"/>
            <w:vAlign w:val="center"/>
          </w:tcPr>
          <w:p w14:paraId="48A7F402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E48D773" w14:textId="77777777" w:rsidR="008B1864" w:rsidRPr="00290F2A" w:rsidRDefault="008B1864" w:rsidP="00242A09"/>
        </w:tc>
      </w:tr>
      <w:tr w:rsidR="008B1864" w:rsidRPr="00290F2A" w14:paraId="04A3F77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906CB11" w14:textId="213D8FA9" w:rsidR="008B1864" w:rsidRPr="00290F2A" w:rsidRDefault="008B1864" w:rsidP="00242A09">
            <w:r w:rsidRPr="00290F2A">
              <w:t>Decrease ADF2 Frequency (</w:t>
            </w:r>
            <w:r w:rsidR="00CF7606" w:rsidRPr="00290F2A">
              <w:t>Whole</w:t>
            </w:r>
            <w:r w:rsidRPr="00290F2A">
              <w:t>)</w:t>
            </w:r>
          </w:p>
        </w:tc>
        <w:tc>
          <w:tcPr>
            <w:tcW w:w="1701" w:type="dxa"/>
            <w:vAlign w:val="center"/>
          </w:tcPr>
          <w:p w14:paraId="54A91B20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6826D31" w14:textId="77777777" w:rsidR="008B1864" w:rsidRPr="00290F2A" w:rsidRDefault="008B1864" w:rsidP="00242A09"/>
        </w:tc>
      </w:tr>
      <w:tr w:rsidR="008B1864" w:rsidRPr="00290F2A" w14:paraId="0F1C0DA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6C82040" w14:textId="77777777" w:rsidR="008B1864" w:rsidRPr="00290F2A" w:rsidRDefault="008B1864" w:rsidP="00242A09">
            <w:r w:rsidRPr="00290F2A">
              <w:t>Increase ADF1 (100)</w:t>
            </w:r>
          </w:p>
        </w:tc>
        <w:tc>
          <w:tcPr>
            <w:tcW w:w="1701" w:type="dxa"/>
            <w:vAlign w:val="center"/>
          </w:tcPr>
          <w:p w14:paraId="768A3188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E9B1908" w14:textId="77777777" w:rsidR="008B1864" w:rsidRPr="00290F2A" w:rsidRDefault="008B1864" w:rsidP="00242A09"/>
        </w:tc>
      </w:tr>
      <w:tr w:rsidR="00315D15" w:rsidRPr="00290F2A" w14:paraId="3A00E82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9B0C273" w14:textId="77777777" w:rsidR="00315D15" w:rsidRPr="00290F2A" w:rsidRDefault="00315D15" w:rsidP="00242A09">
            <w:r w:rsidRPr="00290F2A">
              <w:t>Decrease ADF1 (100)</w:t>
            </w:r>
          </w:p>
        </w:tc>
        <w:tc>
          <w:tcPr>
            <w:tcW w:w="1701" w:type="dxa"/>
            <w:vAlign w:val="center"/>
          </w:tcPr>
          <w:p w14:paraId="7D2088B8" w14:textId="77777777" w:rsidR="00315D15" w:rsidRPr="00481903" w:rsidRDefault="00315D1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429FDF7" w14:textId="77777777" w:rsidR="00315D15" w:rsidRPr="00290F2A" w:rsidRDefault="00315D15" w:rsidP="00242A09"/>
        </w:tc>
      </w:tr>
      <w:tr w:rsidR="008B1864" w:rsidRPr="00290F2A" w14:paraId="09A7E3E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6F36BFB" w14:textId="77777777" w:rsidR="008B1864" w:rsidRPr="00290F2A" w:rsidRDefault="008B1864" w:rsidP="00242A09">
            <w:r w:rsidRPr="00290F2A">
              <w:t>Increase ADF1 (10)</w:t>
            </w:r>
          </w:p>
        </w:tc>
        <w:tc>
          <w:tcPr>
            <w:tcW w:w="1701" w:type="dxa"/>
            <w:vAlign w:val="center"/>
          </w:tcPr>
          <w:p w14:paraId="63823A5F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6064593" w14:textId="77777777" w:rsidR="008B1864" w:rsidRPr="00290F2A" w:rsidRDefault="008B1864" w:rsidP="00242A09"/>
        </w:tc>
      </w:tr>
      <w:tr w:rsidR="00315D15" w:rsidRPr="00290F2A" w14:paraId="6ABB9A7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588BA75" w14:textId="77777777" w:rsidR="00315D15" w:rsidRPr="00290F2A" w:rsidRDefault="00315D15" w:rsidP="00242A09">
            <w:r w:rsidRPr="00290F2A">
              <w:t>Decrease ADF1 (10)</w:t>
            </w:r>
          </w:p>
        </w:tc>
        <w:tc>
          <w:tcPr>
            <w:tcW w:w="1701" w:type="dxa"/>
            <w:vAlign w:val="center"/>
          </w:tcPr>
          <w:p w14:paraId="2965F6BE" w14:textId="77777777" w:rsidR="00315D15" w:rsidRPr="00481903" w:rsidRDefault="00315D1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7B7A181" w14:textId="77777777" w:rsidR="00315D15" w:rsidRPr="00290F2A" w:rsidRDefault="00315D15" w:rsidP="00242A09"/>
        </w:tc>
      </w:tr>
      <w:tr w:rsidR="008B1864" w:rsidRPr="00290F2A" w14:paraId="414CFA1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394D547" w14:textId="77777777" w:rsidR="008B1864" w:rsidRPr="00290F2A" w:rsidRDefault="008B1864" w:rsidP="00242A09">
            <w:r w:rsidRPr="00290F2A">
              <w:t>Increase ADF1 (1)</w:t>
            </w:r>
          </w:p>
        </w:tc>
        <w:tc>
          <w:tcPr>
            <w:tcW w:w="1701" w:type="dxa"/>
            <w:vAlign w:val="center"/>
          </w:tcPr>
          <w:p w14:paraId="7FC6B2CC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4C62A2F" w14:textId="77777777" w:rsidR="008B1864" w:rsidRPr="00290F2A" w:rsidRDefault="008B1864" w:rsidP="00242A09"/>
        </w:tc>
      </w:tr>
      <w:tr w:rsidR="00315D15" w:rsidRPr="00290F2A" w14:paraId="5036DFD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CF70B4D" w14:textId="77777777" w:rsidR="00315D15" w:rsidRPr="00290F2A" w:rsidRDefault="00315D15" w:rsidP="00242A09">
            <w:r w:rsidRPr="00290F2A">
              <w:t>Decrease ADF1 (1)</w:t>
            </w:r>
          </w:p>
        </w:tc>
        <w:tc>
          <w:tcPr>
            <w:tcW w:w="1701" w:type="dxa"/>
            <w:vAlign w:val="center"/>
          </w:tcPr>
          <w:p w14:paraId="7C792F08" w14:textId="77777777" w:rsidR="00315D15" w:rsidRPr="00481903" w:rsidRDefault="00315D1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00E5099" w14:textId="77777777" w:rsidR="00315D15" w:rsidRPr="00290F2A" w:rsidRDefault="00315D15" w:rsidP="00242A09"/>
        </w:tc>
      </w:tr>
      <w:tr w:rsidR="008B1864" w:rsidRPr="00290F2A" w14:paraId="0CBEE27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8888996" w14:textId="77777777" w:rsidR="008B1864" w:rsidRPr="00290F2A" w:rsidRDefault="008B1864" w:rsidP="00242A09">
            <w:r w:rsidRPr="00290F2A">
              <w:t>Increase ADF Card</w:t>
            </w:r>
          </w:p>
        </w:tc>
        <w:tc>
          <w:tcPr>
            <w:tcW w:w="1701" w:type="dxa"/>
            <w:vAlign w:val="center"/>
          </w:tcPr>
          <w:p w14:paraId="691318BB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CA8A496" w14:textId="77777777" w:rsidR="008B1864" w:rsidRPr="00290F2A" w:rsidRDefault="008B1864" w:rsidP="00242A09"/>
        </w:tc>
      </w:tr>
      <w:tr w:rsidR="00315D15" w:rsidRPr="00290F2A" w14:paraId="39ADD9E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E2DAB45" w14:textId="77777777" w:rsidR="00315D15" w:rsidRPr="00290F2A" w:rsidRDefault="00315D15" w:rsidP="00242A09">
            <w:r w:rsidRPr="00290F2A">
              <w:t>Decrease ADF Card</w:t>
            </w:r>
          </w:p>
        </w:tc>
        <w:tc>
          <w:tcPr>
            <w:tcW w:w="1701" w:type="dxa"/>
            <w:vAlign w:val="center"/>
          </w:tcPr>
          <w:p w14:paraId="6910596B" w14:textId="77777777" w:rsidR="00315D15" w:rsidRPr="00481903" w:rsidRDefault="00315D1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34358AE" w14:textId="77777777" w:rsidR="00315D15" w:rsidRPr="00290F2A" w:rsidRDefault="00315D15" w:rsidP="00242A09"/>
        </w:tc>
      </w:tr>
      <w:tr w:rsidR="008B1864" w:rsidRPr="00290F2A" w14:paraId="7FC8904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203A0A4" w14:textId="77777777" w:rsidR="008B1864" w:rsidRPr="00290F2A" w:rsidRDefault="008B1864" w:rsidP="00242A09">
            <w:r w:rsidRPr="00290F2A">
              <w:t>Set ADF Card</w:t>
            </w:r>
          </w:p>
        </w:tc>
        <w:tc>
          <w:tcPr>
            <w:tcW w:w="1701" w:type="dxa"/>
            <w:vAlign w:val="center"/>
          </w:tcPr>
          <w:p w14:paraId="30367524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438BD72" w14:textId="77777777" w:rsidR="008B1864" w:rsidRPr="00290F2A" w:rsidRDefault="008B1864" w:rsidP="00242A09"/>
        </w:tc>
      </w:tr>
      <w:tr w:rsidR="008B1864" w:rsidRPr="00290F2A" w14:paraId="2A6195C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C5514FE" w14:textId="77777777" w:rsidR="008B1864" w:rsidRPr="00290F2A" w:rsidRDefault="008B1864" w:rsidP="00242A09">
            <w:r w:rsidRPr="00290F2A">
              <w:t>Set ADF1 Complete</w:t>
            </w:r>
          </w:p>
        </w:tc>
        <w:tc>
          <w:tcPr>
            <w:tcW w:w="1701" w:type="dxa"/>
            <w:vAlign w:val="center"/>
          </w:tcPr>
          <w:p w14:paraId="77133C7F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804C761" w14:textId="77777777" w:rsidR="008B1864" w:rsidRPr="00290F2A" w:rsidRDefault="008B1864" w:rsidP="00242A09"/>
        </w:tc>
      </w:tr>
      <w:tr w:rsidR="008B1864" w:rsidRPr="005C7532" w14:paraId="6AC262C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8156999" w14:textId="58D55C41" w:rsidR="008B1864" w:rsidRPr="00290F2A" w:rsidRDefault="00CF760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Increase Adf1 Frequency (Fract, Carry)</w:t>
            </w:r>
          </w:p>
        </w:tc>
        <w:tc>
          <w:tcPr>
            <w:tcW w:w="1701" w:type="dxa"/>
            <w:vAlign w:val="center"/>
          </w:tcPr>
          <w:p w14:paraId="3880D040" w14:textId="77777777" w:rsidR="008B1864" w:rsidRPr="00481903" w:rsidRDefault="008B1864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0C1ED88" w14:textId="77777777" w:rsidR="008B1864" w:rsidRPr="00290F2A" w:rsidRDefault="008B1864" w:rsidP="00242A09">
            <w:pPr>
              <w:rPr>
                <w:lang w:val="en-US"/>
              </w:rPr>
            </w:pPr>
          </w:p>
        </w:tc>
      </w:tr>
      <w:tr w:rsidR="00315D15" w:rsidRPr="005C7532" w14:paraId="4C9FBDF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F316B88" w14:textId="372DF3CB" w:rsidR="00315D15" w:rsidRPr="00290F2A" w:rsidRDefault="00CF7606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Decrease Adf1 Frequency (Fract, Carry)</w:t>
            </w:r>
          </w:p>
        </w:tc>
        <w:tc>
          <w:tcPr>
            <w:tcW w:w="1701" w:type="dxa"/>
            <w:vAlign w:val="center"/>
          </w:tcPr>
          <w:p w14:paraId="65F71872" w14:textId="77777777" w:rsidR="00315D15" w:rsidRPr="00481903" w:rsidRDefault="00315D15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371B7A9" w14:textId="77777777" w:rsidR="00315D15" w:rsidRPr="00290F2A" w:rsidRDefault="00315D15" w:rsidP="00242A09">
            <w:pPr>
              <w:rPr>
                <w:lang w:val="en-US"/>
              </w:rPr>
            </w:pPr>
          </w:p>
        </w:tc>
      </w:tr>
      <w:tr w:rsidR="008B1864" w:rsidRPr="00290F2A" w14:paraId="0E23A4B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E546D78" w14:textId="77777777" w:rsidR="008B1864" w:rsidRPr="00290F2A" w:rsidRDefault="008B1864" w:rsidP="00242A09">
            <w:r w:rsidRPr="00290F2A">
              <w:t>Set ADF Highrange</w:t>
            </w:r>
          </w:p>
        </w:tc>
        <w:tc>
          <w:tcPr>
            <w:tcW w:w="1701" w:type="dxa"/>
            <w:vAlign w:val="center"/>
          </w:tcPr>
          <w:p w14:paraId="47F87421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18BE02B" w14:textId="77777777" w:rsidR="008B1864" w:rsidRPr="00290F2A" w:rsidRDefault="008B1864" w:rsidP="00242A09"/>
        </w:tc>
      </w:tr>
      <w:tr w:rsidR="008B1864" w:rsidRPr="00290F2A" w14:paraId="6AA40CD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872EB2F" w14:textId="77777777" w:rsidR="008B1864" w:rsidRPr="00290F2A" w:rsidRDefault="008B1864" w:rsidP="00242A09">
            <w:r w:rsidRPr="00290F2A">
              <w:lastRenderedPageBreak/>
              <w:t>Set ADF Lowrange</w:t>
            </w:r>
          </w:p>
        </w:tc>
        <w:tc>
          <w:tcPr>
            <w:tcW w:w="1701" w:type="dxa"/>
            <w:vAlign w:val="center"/>
          </w:tcPr>
          <w:p w14:paraId="3BB5105D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C4192A8" w14:textId="77777777" w:rsidR="008B1864" w:rsidRPr="00290F2A" w:rsidRDefault="008B1864" w:rsidP="00242A09"/>
        </w:tc>
      </w:tr>
      <w:tr w:rsidR="008B1864" w:rsidRPr="00290F2A" w14:paraId="40825FD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28CD3AB" w14:textId="77777777" w:rsidR="008B1864" w:rsidRPr="00290F2A" w:rsidRDefault="008B1864" w:rsidP="00242A09">
            <w:r w:rsidRPr="00290F2A">
              <w:t>Set ADF1 Needle</w:t>
            </w:r>
          </w:p>
        </w:tc>
        <w:tc>
          <w:tcPr>
            <w:tcW w:w="1701" w:type="dxa"/>
            <w:vAlign w:val="center"/>
          </w:tcPr>
          <w:p w14:paraId="5FA118DE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243DD02" w14:textId="77777777" w:rsidR="008B1864" w:rsidRPr="00290F2A" w:rsidRDefault="008B1864" w:rsidP="00242A09"/>
        </w:tc>
      </w:tr>
      <w:tr w:rsidR="008B1864" w:rsidRPr="00290F2A" w14:paraId="28640F9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4A33A81" w14:textId="77777777" w:rsidR="008B1864" w:rsidRPr="00290F2A" w:rsidRDefault="008B1864" w:rsidP="00242A09">
            <w:r w:rsidRPr="00290F2A">
              <w:t>ADF1 Outside Source</w:t>
            </w:r>
          </w:p>
        </w:tc>
        <w:tc>
          <w:tcPr>
            <w:tcW w:w="1701" w:type="dxa"/>
            <w:vAlign w:val="center"/>
          </w:tcPr>
          <w:p w14:paraId="650855AE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BCBE6DB" w14:textId="77777777" w:rsidR="008B1864" w:rsidRPr="00290F2A" w:rsidRDefault="008B1864" w:rsidP="00242A09"/>
        </w:tc>
      </w:tr>
      <w:tr w:rsidR="008B1864" w:rsidRPr="00290F2A" w14:paraId="6A69C53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1B6D7E4" w14:textId="77777777" w:rsidR="008B1864" w:rsidRPr="00290F2A" w:rsidRDefault="008B1864" w:rsidP="00242A09">
            <w:r w:rsidRPr="00290F2A">
              <w:t>Set ADF</w:t>
            </w:r>
          </w:p>
        </w:tc>
        <w:tc>
          <w:tcPr>
            <w:tcW w:w="1701" w:type="dxa"/>
            <w:vAlign w:val="center"/>
          </w:tcPr>
          <w:p w14:paraId="7E851CF7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3B53973" w14:textId="77777777" w:rsidR="008B1864" w:rsidRPr="00290F2A" w:rsidRDefault="008B1864" w:rsidP="00242A09"/>
        </w:tc>
      </w:tr>
      <w:tr w:rsidR="008B1864" w:rsidRPr="00290F2A" w14:paraId="1EC1E2F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90029E7" w14:textId="77777777" w:rsidR="008B1864" w:rsidRPr="00290F2A" w:rsidRDefault="008B1864" w:rsidP="00242A09">
            <w:r w:rsidRPr="00290F2A">
              <w:t>Increase ADF Volume</w:t>
            </w:r>
          </w:p>
        </w:tc>
        <w:tc>
          <w:tcPr>
            <w:tcW w:w="1701" w:type="dxa"/>
            <w:vAlign w:val="center"/>
          </w:tcPr>
          <w:p w14:paraId="165476C3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15CC36C" w14:textId="77777777" w:rsidR="008B1864" w:rsidRPr="00290F2A" w:rsidRDefault="008B1864" w:rsidP="00242A09"/>
        </w:tc>
      </w:tr>
      <w:tr w:rsidR="00315D15" w:rsidRPr="00290F2A" w14:paraId="2413AB6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1F8E8D3" w14:textId="77777777" w:rsidR="00315D15" w:rsidRPr="00290F2A" w:rsidRDefault="00315D15" w:rsidP="00242A09">
            <w:r w:rsidRPr="00290F2A">
              <w:t>Decrease ADF Volume</w:t>
            </w:r>
          </w:p>
        </w:tc>
        <w:tc>
          <w:tcPr>
            <w:tcW w:w="1701" w:type="dxa"/>
            <w:vAlign w:val="center"/>
          </w:tcPr>
          <w:p w14:paraId="3508A299" w14:textId="77777777" w:rsidR="00315D15" w:rsidRPr="00481903" w:rsidRDefault="00315D1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752870C" w14:textId="77777777" w:rsidR="00315D15" w:rsidRPr="00290F2A" w:rsidRDefault="00315D15" w:rsidP="00242A09"/>
        </w:tc>
      </w:tr>
      <w:tr w:rsidR="008B1864" w:rsidRPr="00290F2A" w14:paraId="1424B2A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F2E2589" w14:textId="77777777" w:rsidR="008B1864" w:rsidRPr="00290F2A" w:rsidRDefault="008B1864" w:rsidP="00242A09">
            <w:r w:rsidRPr="00290F2A">
              <w:t>Set ADF Volume</w:t>
            </w:r>
          </w:p>
        </w:tc>
        <w:tc>
          <w:tcPr>
            <w:tcW w:w="1701" w:type="dxa"/>
            <w:vAlign w:val="center"/>
          </w:tcPr>
          <w:p w14:paraId="7862A486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B4EABE0" w14:textId="77777777" w:rsidR="008B1864" w:rsidRPr="00290F2A" w:rsidRDefault="008B1864" w:rsidP="00242A09"/>
        </w:tc>
      </w:tr>
      <w:tr w:rsidR="00315D15" w:rsidRPr="00290F2A" w14:paraId="33F9917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5C31380" w14:textId="0BC994D4" w:rsidR="00315D15" w:rsidRPr="00290F2A" w:rsidRDefault="00315D15" w:rsidP="00242A09">
            <w:r w:rsidRPr="00290F2A">
              <w:t>Increase ADF1 Frequency (</w:t>
            </w:r>
            <w:r w:rsidR="00CF7606" w:rsidRPr="00290F2A">
              <w:t>Whole</w:t>
            </w:r>
            <w:r w:rsidRPr="00290F2A">
              <w:t>)</w:t>
            </w:r>
          </w:p>
        </w:tc>
        <w:tc>
          <w:tcPr>
            <w:tcW w:w="1701" w:type="dxa"/>
            <w:vAlign w:val="center"/>
          </w:tcPr>
          <w:p w14:paraId="47CFEC6B" w14:textId="77777777" w:rsidR="00315D15" w:rsidRPr="00481903" w:rsidRDefault="00315D15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EAD9353" w14:textId="77777777" w:rsidR="00315D15" w:rsidRPr="00290F2A" w:rsidRDefault="00315D15" w:rsidP="00242A09"/>
        </w:tc>
      </w:tr>
      <w:tr w:rsidR="008B1864" w:rsidRPr="00290F2A" w14:paraId="596B380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F6B26A3" w14:textId="7DD5F110" w:rsidR="008B1864" w:rsidRPr="00290F2A" w:rsidRDefault="008B1864" w:rsidP="00242A09">
            <w:r w:rsidRPr="00290F2A">
              <w:t>Decrease ADF1 Frequency (</w:t>
            </w:r>
            <w:r w:rsidR="00CF7606" w:rsidRPr="00290F2A">
              <w:t>Whole</w:t>
            </w:r>
            <w:r w:rsidRPr="00290F2A">
              <w:t>)</w:t>
            </w:r>
          </w:p>
        </w:tc>
        <w:tc>
          <w:tcPr>
            <w:tcW w:w="1701" w:type="dxa"/>
            <w:vAlign w:val="center"/>
          </w:tcPr>
          <w:p w14:paraId="4CB637D2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5884FD4" w14:textId="77777777" w:rsidR="008B1864" w:rsidRPr="00290F2A" w:rsidRDefault="008B1864" w:rsidP="00242A09"/>
        </w:tc>
      </w:tr>
      <w:tr w:rsidR="008B1864" w:rsidRPr="00290F2A" w14:paraId="10FF0CB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1505CDA" w14:textId="77777777" w:rsidR="008B1864" w:rsidRPr="00290F2A" w:rsidRDefault="008B1864" w:rsidP="00242A09">
            <w:r w:rsidRPr="00290F2A">
              <w:t>Disable ADF2 Identifier</w:t>
            </w:r>
          </w:p>
        </w:tc>
        <w:tc>
          <w:tcPr>
            <w:tcW w:w="1701" w:type="dxa"/>
            <w:vAlign w:val="center"/>
          </w:tcPr>
          <w:p w14:paraId="0306CC8C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6E1D6ED" w14:textId="77777777" w:rsidR="008B1864" w:rsidRPr="00290F2A" w:rsidRDefault="008B1864" w:rsidP="00242A09"/>
        </w:tc>
      </w:tr>
      <w:tr w:rsidR="008B1864" w:rsidRPr="00290F2A" w14:paraId="231E73E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3968B37" w14:textId="77777777" w:rsidR="008B1864" w:rsidRPr="00290F2A" w:rsidRDefault="008B1864" w:rsidP="00242A09">
            <w:r w:rsidRPr="00290F2A">
              <w:t>Enable ADF2 Identifier</w:t>
            </w:r>
          </w:p>
        </w:tc>
        <w:tc>
          <w:tcPr>
            <w:tcW w:w="1701" w:type="dxa"/>
            <w:vAlign w:val="center"/>
          </w:tcPr>
          <w:p w14:paraId="61677733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954BE89" w14:textId="77777777" w:rsidR="008B1864" w:rsidRPr="00290F2A" w:rsidRDefault="008B1864" w:rsidP="00242A09"/>
        </w:tc>
      </w:tr>
      <w:tr w:rsidR="008B1864" w:rsidRPr="00290F2A" w14:paraId="2860A19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2510822" w14:textId="77777777" w:rsidR="008B1864" w:rsidRPr="00290F2A" w:rsidRDefault="008B1864" w:rsidP="00242A09">
            <w:r w:rsidRPr="00290F2A">
              <w:t>Set ADF2 Identifier</w:t>
            </w:r>
          </w:p>
        </w:tc>
        <w:tc>
          <w:tcPr>
            <w:tcW w:w="1701" w:type="dxa"/>
            <w:vAlign w:val="center"/>
          </w:tcPr>
          <w:p w14:paraId="59B1E86D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92E82E7" w14:textId="77777777" w:rsidR="008B1864" w:rsidRPr="00290F2A" w:rsidRDefault="008B1864" w:rsidP="00242A09"/>
        </w:tc>
      </w:tr>
      <w:tr w:rsidR="008B1864" w:rsidRPr="00290F2A" w14:paraId="3054C46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E234D16" w14:textId="77777777" w:rsidR="008B1864" w:rsidRPr="00290F2A" w:rsidRDefault="008B1864" w:rsidP="00242A09">
            <w:r w:rsidRPr="00290F2A">
              <w:t>Toggle ADF2 Identifier</w:t>
            </w:r>
          </w:p>
        </w:tc>
        <w:tc>
          <w:tcPr>
            <w:tcW w:w="1701" w:type="dxa"/>
            <w:vAlign w:val="center"/>
          </w:tcPr>
          <w:p w14:paraId="4B50FFCF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D729897" w14:textId="77777777" w:rsidR="008B1864" w:rsidRPr="00290F2A" w:rsidRDefault="008B1864" w:rsidP="00242A09"/>
        </w:tc>
      </w:tr>
      <w:tr w:rsidR="008B1864" w:rsidRPr="00290F2A" w14:paraId="2832AB4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EFE89E4" w14:textId="77777777" w:rsidR="008B1864" w:rsidRPr="00290F2A" w:rsidRDefault="008B1864" w:rsidP="00242A09">
            <w:r w:rsidRPr="00290F2A">
              <w:t>Disable ADF Identifier</w:t>
            </w:r>
          </w:p>
        </w:tc>
        <w:tc>
          <w:tcPr>
            <w:tcW w:w="1701" w:type="dxa"/>
            <w:vAlign w:val="center"/>
          </w:tcPr>
          <w:p w14:paraId="45FCC2B3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CC622D3" w14:textId="77777777" w:rsidR="008B1864" w:rsidRPr="00290F2A" w:rsidRDefault="008B1864" w:rsidP="00242A09"/>
        </w:tc>
      </w:tr>
      <w:tr w:rsidR="008B1864" w:rsidRPr="00290F2A" w14:paraId="38AADB9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AE2A115" w14:textId="77777777" w:rsidR="008B1864" w:rsidRPr="00290F2A" w:rsidRDefault="008B1864" w:rsidP="00242A09">
            <w:r w:rsidRPr="00290F2A">
              <w:t>Enable ADF Identifier</w:t>
            </w:r>
          </w:p>
        </w:tc>
        <w:tc>
          <w:tcPr>
            <w:tcW w:w="1701" w:type="dxa"/>
            <w:vAlign w:val="center"/>
          </w:tcPr>
          <w:p w14:paraId="234A82FD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C8FEE03" w14:textId="77777777" w:rsidR="008B1864" w:rsidRPr="00290F2A" w:rsidRDefault="008B1864" w:rsidP="00242A09"/>
        </w:tc>
      </w:tr>
      <w:tr w:rsidR="008B1864" w:rsidRPr="00290F2A" w14:paraId="419FFD6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DB6AB97" w14:textId="77777777" w:rsidR="008B1864" w:rsidRPr="00290F2A" w:rsidRDefault="008B1864" w:rsidP="00242A09">
            <w:r w:rsidRPr="00290F2A">
              <w:t>Set ADF Identifier</w:t>
            </w:r>
          </w:p>
        </w:tc>
        <w:tc>
          <w:tcPr>
            <w:tcW w:w="1701" w:type="dxa"/>
            <w:vAlign w:val="center"/>
          </w:tcPr>
          <w:p w14:paraId="33E165C5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90A0CF5" w14:textId="77777777" w:rsidR="008B1864" w:rsidRPr="00290F2A" w:rsidRDefault="008B1864" w:rsidP="00242A09"/>
        </w:tc>
      </w:tr>
      <w:tr w:rsidR="008B1864" w:rsidRPr="00290F2A" w14:paraId="0C097F9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1C92F90" w14:textId="77777777" w:rsidR="008B1864" w:rsidRPr="00290F2A" w:rsidRDefault="008B1864" w:rsidP="00242A09">
            <w:r w:rsidRPr="00290F2A">
              <w:t>Toggle ADF Identifier</w:t>
            </w:r>
          </w:p>
        </w:tc>
        <w:tc>
          <w:tcPr>
            <w:tcW w:w="1701" w:type="dxa"/>
            <w:vAlign w:val="center"/>
          </w:tcPr>
          <w:p w14:paraId="0E32644F" w14:textId="77777777" w:rsidR="008B1864" w:rsidRPr="00481903" w:rsidRDefault="008B1864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E3ED8A1" w14:textId="77777777" w:rsidR="008B1864" w:rsidRPr="00290F2A" w:rsidRDefault="008B1864" w:rsidP="00242A09"/>
        </w:tc>
      </w:tr>
    </w:tbl>
    <w:p w14:paraId="3839FD69" w14:textId="7150C80B" w:rsidR="005F05F9" w:rsidRDefault="00994560" w:rsidP="00E25238">
      <w:pPr>
        <w:pStyle w:val="Ttulo1"/>
        <w:pageBreakBefore/>
        <w:rPr>
          <w:rStyle w:val="Textoennegrita"/>
          <w:b/>
          <w:bCs/>
        </w:rPr>
      </w:pPr>
      <w:bookmarkStart w:id="92" w:name="_Toc66292982"/>
      <w:bookmarkEnd w:id="41"/>
      <w:r>
        <w:rPr>
          <w:rStyle w:val="Textoennegrita"/>
          <w:b/>
          <w:bCs/>
        </w:rPr>
        <w:lastRenderedPageBreak/>
        <w:t>VR</w:t>
      </w:r>
      <w:bookmarkEnd w:id="92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994560" w:rsidRPr="00AA645C" w14:paraId="37D178FC" w14:textId="77777777" w:rsidTr="008903CA">
        <w:trPr>
          <w:trHeight w:val="283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41F79EFB" w14:textId="664E1A6F" w:rsidR="00994560" w:rsidRPr="00AA645C" w:rsidRDefault="00994560" w:rsidP="008903CA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VR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39AD1C8" w14:textId="77777777" w:rsidR="00994560" w:rsidRPr="00F530DB" w:rsidRDefault="00994560" w:rsidP="008903CA">
            <w:pPr>
              <w:jc w:val="center"/>
              <w:rPr>
                <w:b/>
                <w:bCs/>
              </w:rPr>
            </w:pPr>
            <w:r w:rsidRPr="00F530DB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56ED43F" w14:textId="77777777" w:rsidR="00994560" w:rsidRPr="00F530DB" w:rsidRDefault="00994560" w:rsidP="008903CA">
            <w:pPr>
              <w:jc w:val="center"/>
              <w:rPr>
                <w:b/>
                <w:bCs/>
              </w:rPr>
            </w:pPr>
            <w:r w:rsidRPr="00F530DB">
              <w:rPr>
                <w:b/>
                <w:bCs/>
              </w:rPr>
              <w:t>Device</w:t>
            </w:r>
          </w:p>
        </w:tc>
      </w:tr>
      <w:tr w:rsidR="00994560" w:rsidRPr="00290F2A" w14:paraId="2ACEF69C" w14:textId="77777777" w:rsidTr="008903CA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A1B3E60" w14:textId="602F3D50" w:rsidR="00994560" w:rsidRPr="00290F2A" w:rsidRDefault="00994560" w:rsidP="008903CA">
            <w:r>
              <w:t>VR - Toolbar Toogle</w:t>
            </w:r>
          </w:p>
        </w:tc>
        <w:tc>
          <w:tcPr>
            <w:tcW w:w="1701" w:type="dxa"/>
            <w:vAlign w:val="center"/>
          </w:tcPr>
          <w:p w14:paraId="0234D91F" w14:textId="304B5E9C" w:rsidR="00994560" w:rsidRPr="00F530DB" w:rsidRDefault="00994560" w:rsidP="008903CA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07A31A2" w14:textId="77777777" w:rsidR="00994560" w:rsidRPr="00F530DB" w:rsidRDefault="00994560" w:rsidP="008903CA">
            <w:pPr>
              <w:rPr>
                <w:b/>
                <w:bCs/>
              </w:rPr>
            </w:pPr>
          </w:p>
        </w:tc>
      </w:tr>
      <w:tr w:rsidR="00994560" w:rsidRPr="005C7532" w14:paraId="04CEDE5E" w14:textId="77777777" w:rsidTr="008903CA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0D79896" w14:textId="2EBB84E0" w:rsidR="00994560" w:rsidRPr="00994560" w:rsidRDefault="00994560" w:rsidP="008903CA">
            <w:pPr>
              <w:rPr>
                <w:lang w:val="en-US"/>
              </w:rPr>
            </w:pPr>
            <w:r w:rsidRPr="00994560">
              <w:rPr>
                <w:lang w:val="en-US"/>
              </w:rPr>
              <w:t>VR - Activate / Deactivate VR M</w:t>
            </w:r>
            <w:r>
              <w:rPr>
                <w:lang w:val="en-US"/>
              </w:rPr>
              <w:t>ode</w:t>
            </w:r>
          </w:p>
        </w:tc>
        <w:tc>
          <w:tcPr>
            <w:tcW w:w="1701" w:type="dxa"/>
            <w:vAlign w:val="center"/>
          </w:tcPr>
          <w:p w14:paraId="4A058B22" w14:textId="77777777" w:rsidR="00994560" w:rsidRPr="00994560" w:rsidRDefault="00994560" w:rsidP="008903CA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1B76C9F" w14:textId="77777777" w:rsidR="00994560" w:rsidRPr="00994560" w:rsidRDefault="00994560" w:rsidP="008903CA">
            <w:pPr>
              <w:rPr>
                <w:b/>
                <w:bCs/>
                <w:lang w:val="en-US"/>
              </w:rPr>
            </w:pPr>
          </w:p>
        </w:tc>
      </w:tr>
      <w:tr w:rsidR="007B3730" w:rsidRPr="007C0F72" w14:paraId="7392BF2F" w14:textId="77777777" w:rsidTr="008903CA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</w:tcPr>
          <w:p w14:paraId="425075FF" w14:textId="4C5714AD" w:rsidR="007B3730" w:rsidRPr="00994560" w:rsidRDefault="007B3730" w:rsidP="008903CA">
            <w:pPr>
              <w:rPr>
                <w:lang w:val="en-US"/>
              </w:rPr>
            </w:pPr>
            <w:r>
              <w:rPr>
                <w:lang w:val="en-US"/>
              </w:rPr>
              <w:t>VR - Cockpit Focus</w:t>
            </w:r>
          </w:p>
        </w:tc>
        <w:tc>
          <w:tcPr>
            <w:tcW w:w="1701" w:type="dxa"/>
            <w:vAlign w:val="center"/>
          </w:tcPr>
          <w:p w14:paraId="23CB9E24" w14:textId="77777777" w:rsidR="007B3730" w:rsidRPr="00994560" w:rsidRDefault="007B3730" w:rsidP="008903CA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57E9123" w14:textId="77777777" w:rsidR="007B3730" w:rsidRPr="00994560" w:rsidRDefault="007B3730" w:rsidP="008903CA">
            <w:pPr>
              <w:rPr>
                <w:b/>
                <w:bCs/>
                <w:lang w:val="en-US"/>
              </w:rPr>
            </w:pPr>
          </w:p>
        </w:tc>
      </w:tr>
      <w:tr w:rsidR="007B3730" w:rsidRPr="007C0F72" w14:paraId="0720CF4B" w14:textId="77777777" w:rsidTr="008903CA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</w:tcPr>
          <w:p w14:paraId="503ABD9F" w14:textId="67421AE7" w:rsidR="007B3730" w:rsidRDefault="007B3730" w:rsidP="008903CA">
            <w:pPr>
              <w:rPr>
                <w:lang w:val="en-US"/>
              </w:rPr>
            </w:pPr>
            <w:r>
              <w:rPr>
                <w:lang w:val="en-US"/>
              </w:rPr>
              <w:t>VR - Camera Reset</w:t>
            </w:r>
          </w:p>
        </w:tc>
        <w:tc>
          <w:tcPr>
            <w:tcW w:w="1701" w:type="dxa"/>
            <w:vAlign w:val="center"/>
          </w:tcPr>
          <w:p w14:paraId="78895F37" w14:textId="77777777" w:rsidR="007B3730" w:rsidRPr="00994560" w:rsidRDefault="007B3730" w:rsidP="008903CA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916B4BF" w14:textId="77777777" w:rsidR="007B3730" w:rsidRPr="00994560" w:rsidRDefault="007B3730" w:rsidP="008903CA">
            <w:pPr>
              <w:rPr>
                <w:b/>
                <w:bCs/>
                <w:lang w:val="en-US"/>
              </w:rPr>
            </w:pPr>
          </w:p>
        </w:tc>
      </w:tr>
    </w:tbl>
    <w:p w14:paraId="51CA8833" w14:textId="4350810F" w:rsidR="005E35B8" w:rsidRDefault="005E35B8" w:rsidP="007B3730">
      <w:pPr>
        <w:pStyle w:val="Ttulo1"/>
        <w:tabs>
          <w:tab w:val="left" w:pos="284"/>
        </w:tabs>
        <w:spacing w:after="60"/>
        <w:ind w:left="0" w:firstLine="0"/>
      </w:pPr>
      <w:bookmarkStart w:id="93" w:name="_Toc66292983"/>
      <w:r w:rsidRPr="00290F2A">
        <w:t>Camera</w:t>
      </w:r>
      <w:bookmarkEnd w:id="93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8903CA" w:rsidRPr="00AA645C" w14:paraId="10E7CCF9" w14:textId="77777777" w:rsidTr="008903CA">
        <w:trPr>
          <w:trHeight w:val="315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1BE018A9" w14:textId="3A9851B2" w:rsidR="008903CA" w:rsidRPr="00AA645C" w:rsidRDefault="008903CA" w:rsidP="008903CA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Camera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F1ED379" w14:textId="77777777" w:rsidR="008903CA" w:rsidRPr="00F530DB" w:rsidRDefault="008903CA" w:rsidP="008903CA">
            <w:pPr>
              <w:jc w:val="center"/>
              <w:rPr>
                <w:b/>
                <w:bCs/>
              </w:rPr>
            </w:pPr>
            <w:r w:rsidRPr="00F530DB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CA3BF1E" w14:textId="77777777" w:rsidR="008903CA" w:rsidRPr="00F530DB" w:rsidRDefault="008903CA" w:rsidP="008903CA">
            <w:pPr>
              <w:jc w:val="center"/>
              <w:rPr>
                <w:b/>
                <w:bCs/>
              </w:rPr>
            </w:pPr>
            <w:r w:rsidRPr="00F530DB">
              <w:rPr>
                <w:b/>
                <w:bCs/>
              </w:rPr>
              <w:t>Device</w:t>
            </w:r>
          </w:p>
        </w:tc>
      </w:tr>
      <w:tr w:rsidR="008903CA" w:rsidRPr="00290F2A" w14:paraId="250DC371" w14:textId="77777777" w:rsidTr="008903C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4F83488" w14:textId="77777777" w:rsidR="008903CA" w:rsidRPr="00290F2A" w:rsidRDefault="008903CA" w:rsidP="008903CA">
            <w:r w:rsidRPr="00290F2A">
              <w:t>Toggle Camera Lock</w:t>
            </w:r>
          </w:p>
        </w:tc>
        <w:tc>
          <w:tcPr>
            <w:tcW w:w="1701" w:type="dxa"/>
            <w:vAlign w:val="center"/>
          </w:tcPr>
          <w:p w14:paraId="110410CA" w14:textId="77777777" w:rsidR="008903CA" w:rsidRPr="00F530DB" w:rsidRDefault="008903CA" w:rsidP="008903CA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404BE84" w14:textId="77777777" w:rsidR="008903CA" w:rsidRPr="00F530DB" w:rsidRDefault="008903CA" w:rsidP="008903CA">
            <w:pPr>
              <w:rPr>
                <w:b/>
                <w:bCs/>
              </w:rPr>
            </w:pPr>
          </w:p>
        </w:tc>
      </w:tr>
      <w:tr w:rsidR="008903CA" w:rsidRPr="00290F2A" w14:paraId="53B36796" w14:textId="77777777" w:rsidTr="008903C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C0F98B3" w14:textId="77777777" w:rsidR="008903CA" w:rsidRPr="00290F2A" w:rsidRDefault="008903CA" w:rsidP="008903CA">
            <w:r w:rsidRPr="00290F2A">
              <w:t>Camera AI Player</w:t>
            </w:r>
          </w:p>
        </w:tc>
        <w:tc>
          <w:tcPr>
            <w:tcW w:w="1701" w:type="dxa"/>
            <w:vAlign w:val="center"/>
          </w:tcPr>
          <w:p w14:paraId="1D61CBEB" w14:textId="77777777" w:rsidR="008903CA" w:rsidRPr="00F530DB" w:rsidRDefault="008903CA" w:rsidP="008903CA">
            <w:pPr>
              <w:rPr>
                <w:b/>
                <w:bCs/>
              </w:rPr>
            </w:pPr>
            <w:r>
              <w:rPr>
                <w:b/>
                <w:bCs/>
              </w:rPr>
              <w:t>Home + Ctrl</w:t>
            </w:r>
          </w:p>
        </w:tc>
        <w:tc>
          <w:tcPr>
            <w:tcW w:w="1701" w:type="dxa"/>
            <w:vAlign w:val="center"/>
          </w:tcPr>
          <w:p w14:paraId="4BD8B563" w14:textId="77777777" w:rsidR="008903CA" w:rsidRPr="00F530DB" w:rsidRDefault="008903CA" w:rsidP="008903CA">
            <w:pPr>
              <w:rPr>
                <w:b/>
                <w:bCs/>
              </w:rPr>
            </w:pPr>
          </w:p>
        </w:tc>
      </w:tr>
      <w:tr w:rsidR="007B3730" w:rsidRPr="00290F2A" w14:paraId="21D69559" w14:textId="77777777" w:rsidTr="008903C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94E3FD1" w14:textId="77777777" w:rsidR="007B3730" w:rsidRPr="00290F2A" w:rsidRDefault="007B3730" w:rsidP="008903CA">
            <w:r w:rsidRPr="00290F2A">
              <w:t>Select Next POI</w:t>
            </w:r>
          </w:p>
        </w:tc>
        <w:tc>
          <w:tcPr>
            <w:tcW w:w="1701" w:type="dxa"/>
            <w:vAlign w:val="center"/>
          </w:tcPr>
          <w:p w14:paraId="19F2F870" w14:textId="77777777" w:rsidR="007B3730" w:rsidRPr="00F530DB" w:rsidRDefault="007B3730" w:rsidP="008903CA">
            <w:pPr>
              <w:rPr>
                <w:b/>
                <w:bCs/>
              </w:rPr>
            </w:pPr>
            <w:r>
              <w:rPr>
                <w:b/>
                <w:bCs/>
              </w:rPr>
              <w:t>Page Up</w:t>
            </w:r>
          </w:p>
        </w:tc>
        <w:tc>
          <w:tcPr>
            <w:tcW w:w="1701" w:type="dxa"/>
            <w:vAlign w:val="center"/>
          </w:tcPr>
          <w:p w14:paraId="1931AD6B" w14:textId="77777777" w:rsidR="007B3730" w:rsidRPr="00F530DB" w:rsidRDefault="007B3730" w:rsidP="008903CA">
            <w:pPr>
              <w:rPr>
                <w:b/>
                <w:bCs/>
              </w:rPr>
            </w:pPr>
          </w:p>
        </w:tc>
      </w:tr>
      <w:tr w:rsidR="007B3730" w:rsidRPr="00290F2A" w14:paraId="6E387D41" w14:textId="77777777" w:rsidTr="008903C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4777830" w14:textId="77777777" w:rsidR="007B3730" w:rsidRPr="00290F2A" w:rsidRDefault="007B3730" w:rsidP="008903CA">
            <w:r w:rsidRPr="00290F2A">
              <w:t>Toggle Follow Smartcam Target</w:t>
            </w:r>
          </w:p>
        </w:tc>
        <w:tc>
          <w:tcPr>
            <w:tcW w:w="1701" w:type="dxa"/>
            <w:vAlign w:val="center"/>
          </w:tcPr>
          <w:p w14:paraId="664A9D5B" w14:textId="77777777" w:rsidR="007B3730" w:rsidRPr="00F530DB" w:rsidRDefault="007B3730" w:rsidP="008903CA">
            <w:pPr>
              <w:rPr>
                <w:b/>
                <w:bCs/>
              </w:rPr>
            </w:pPr>
            <w:r>
              <w:rPr>
                <w:b/>
                <w:bCs/>
              </w:rPr>
              <w:t>Page Down</w:t>
            </w:r>
          </w:p>
        </w:tc>
        <w:tc>
          <w:tcPr>
            <w:tcW w:w="1701" w:type="dxa"/>
            <w:vAlign w:val="center"/>
          </w:tcPr>
          <w:p w14:paraId="578396AE" w14:textId="77777777" w:rsidR="007B3730" w:rsidRPr="00F530DB" w:rsidRDefault="007B3730" w:rsidP="008903CA">
            <w:pPr>
              <w:rPr>
                <w:b/>
                <w:bCs/>
              </w:rPr>
            </w:pPr>
          </w:p>
        </w:tc>
      </w:tr>
      <w:tr w:rsidR="007B3730" w:rsidRPr="00290F2A" w14:paraId="2888C7DF" w14:textId="77777777" w:rsidTr="008903C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82A23F9" w14:textId="77777777" w:rsidR="007B3730" w:rsidRPr="00290F2A" w:rsidRDefault="007B3730" w:rsidP="008903CA">
            <w:r w:rsidRPr="00290F2A">
              <w:t>Next Smartcam Target</w:t>
            </w:r>
          </w:p>
        </w:tc>
        <w:tc>
          <w:tcPr>
            <w:tcW w:w="1701" w:type="dxa"/>
            <w:vAlign w:val="center"/>
          </w:tcPr>
          <w:p w14:paraId="53B2B696" w14:textId="77777777" w:rsidR="007B3730" w:rsidRPr="00F530DB" w:rsidRDefault="007B3730" w:rsidP="008903CA">
            <w:pPr>
              <w:rPr>
                <w:b/>
                <w:bCs/>
              </w:rPr>
            </w:pPr>
            <w:r>
              <w:rPr>
                <w:b/>
                <w:bCs/>
              </w:rPr>
              <w:t>Page Up + Ctrl</w:t>
            </w:r>
          </w:p>
        </w:tc>
        <w:tc>
          <w:tcPr>
            <w:tcW w:w="1701" w:type="dxa"/>
            <w:vAlign w:val="center"/>
          </w:tcPr>
          <w:p w14:paraId="0A137C00" w14:textId="77777777" w:rsidR="007B3730" w:rsidRPr="00F530DB" w:rsidRDefault="007B3730" w:rsidP="008903CA">
            <w:pPr>
              <w:rPr>
                <w:b/>
                <w:bCs/>
              </w:rPr>
            </w:pPr>
          </w:p>
        </w:tc>
      </w:tr>
      <w:tr w:rsidR="007B3730" w:rsidRPr="00290F2A" w14:paraId="3FA0F0A1" w14:textId="77777777" w:rsidTr="008903C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2686E83" w14:textId="77777777" w:rsidR="007B3730" w:rsidRPr="00290F2A" w:rsidRDefault="007B3730" w:rsidP="008903CA">
            <w:r w:rsidRPr="00290F2A">
              <w:t>Previous Smartcam Target</w:t>
            </w:r>
          </w:p>
        </w:tc>
        <w:tc>
          <w:tcPr>
            <w:tcW w:w="1701" w:type="dxa"/>
            <w:vAlign w:val="center"/>
          </w:tcPr>
          <w:p w14:paraId="1B64496B" w14:textId="77777777" w:rsidR="007B3730" w:rsidRPr="00F530DB" w:rsidRDefault="007B3730" w:rsidP="008903CA">
            <w:pPr>
              <w:rPr>
                <w:b/>
                <w:bCs/>
              </w:rPr>
            </w:pPr>
            <w:r>
              <w:rPr>
                <w:b/>
                <w:bCs/>
              </w:rPr>
              <w:t>Page Down + Ctrl</w:t>
            </w:r>
          </w:p>
        </w:tc>
        <w:tc>
          <w:tcPr>
            <w:tcW w:w="1701" w:type="dxa"/>
            <w:vAlign w:val="center"/>
          </w:tcPr>
          <w:p w14:paraId="71615FB1" w14:textId="77777777" w:rsidR="007B3730" w:rsidRPr="00F530DB" w:rsidRDefault="007B3730" w:rsidP="008903CA">
            <w:pPr>
              <w:rPr>
                <w:b/>
                <w:bCs/>
              </w:rPr>
            </w:pPr>
          </w:p>
        </w:tc>
      </w:tr>
      <w:tr w:rsidR="008903CA" w:rsidRPr="00290F2A" w14:paraId="6E0E1CD8" w14:textId="77777777" w:rsidTr="008903C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2348639" w14:textId="77777777" w:rsidR="008903CA" w:rsidRPr="00290F2A" w:rsidRDefault="008903CA" w:rsidP="008903CA">
            <w:r w:rsidRPr="00290F2A">
              <w:t>Set Custom Smartcam Target</w:t>
            </w:r>
          </w:p>
        </w:tc>
        <w:tc>
          <w:tcPr>
            <w:tcW w:w="1701" w:type="dxa"/>
            <w:vAlign w:val="center"/>
          </w:tcPr>
          <w:p w14:paraId="440E195D" w14:textId="77777777" w:rsidR="008903CA" w:rsidRPr="00F530DB" w:rsidRDefault="008903CA" w:rsidP="008903CA">
            <w:pPr>
              <w:rPr>
                <w:b/>
                <w:bCs/>
              </w:rPr>
            </w:pPr>
            <w:r>
              <w:rPr>
                <w:b/>
                <w:bCs/>
              </w:rPr>
              <w:t>T</w:t>
            </w:r>
          </w:p>
        </w:tc>
        <w:tc>
          <w:tcPr>
            <w:tcW w:w="1701" w:type="dxa"/>
            <w:vAlign w:val="center"/>
          </w:tcPr>
          <w:p w14:paraId="6BEFEAC3" w14:textId="77777777" w:rsidR="008903CA" w:rsidRPr="00F530DB" w:rsidRDefault="008903CA" w:rsidP="008903CA">
            <w:pPr>
              <w:rPr>
                <w:b/>
                <w:bCs/>
              </w:rPr>
            </w:pPr>
          </w:p>
        </w:tc>
      </w:tr>
      <w:tr w:rsidR="008903CA" w:rsidRPr="00290F2A" w14:paraId="21A75004" w14:textId="77777777" w:rsidTr="008903C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E757ACA" w14:textId="77777777" w:rsidR="008903CA" w:rsidRPr="00290F2A" w:rsidRDefault="008903CA" w:rsidP="008903CA">
            <w:r w:rsidRPr="00290F2A">
              <w:t>Unset Custom Smartcam Target</w:t>
            </w:r>
          </w:p>
        </w:tc>
        <w:tc>
          <w:tcPr>
            <w:tcW w:w="1701" w:type="dxa"/>
            <w:vAlign w:val="center"/>
          </w:tcPr>
          <w:p w14:paraId="6BF455A5" w14:textId="77777777" w:rsidR="008903CA" w:rsidRPr="00F530DB" w:rsidRDefault="008903CA" w:rsidP="008903CA">
            <w:pPr>
              <w:rPr>
                <w:b/>
                <w:bCs/>
              </w:rPr>
            </w:pPr>
            <w:r>
              <w:rPr>
                <w:b/>
                <w:bCs/>
              </w:rPr>
              <w:t>Shift + T</w:t>
            </w:r>
          </w:p>
        </w:tc>
        <w:tc>
          <w:tcPr>
            <w:tcW w:w="1701" w:type="dxa"/>
            <w:vAlign w:val="center"/>
          </w:tcPr>
          <w:p w14:paraId="178698F9" w14:textId="77777777" w:rsidR="008903CA" w:rsidRPr="00F530DB" w:rsidRDefault="008903CA" w:rsidP="008903CA">
            <w:pPr>
              <w:rPr>
                <w:b/>
                <w:bCs/>
              </w:rPr>
            </w:pPr>
          </w:p>
        </w:tc>
      </w:tr>
      <w:tr w:rsidR="007B3730" w:rsidRPr="00290F2A" w14:paraId="04123E40" w14:textId="77777777" w:rsidTr="008903C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74EEC19" w14:textId="77777777" w:rsidR="007B3730" w:rsidRPr="00290F2A" w:rsidRDefault="007B3730" w:rsidP="008903CA">
            <w:r w:rsidRPr="00290F2A">
              <w:t>Reset Smartcam</w:t>
            </w:r>
          </w:p>
        </w:tc>
        <w:tc>
          <w:tcPr>
            <w:tcW w:w="1701" w:type="dxa"/>
            <w:vAlign w:val="center"/>
          </w:tcPr>
          <w:p w14:paraId="59C46ACD" w14:textId="77777777" w:rsidR="007B3730" w:rsidRPr="00F530DB" w:rsidRDefault="007B3730" w:rsidP="008903CA">
            <w:pPr>
              <w:rPr>
                <w:b/>
                <w:bCs/>
              </w:rPr>
            </w:pPr>
            <w:r>
              <w:rPr>
                <w:b/>
                <w:bCs/>
              </w:rPr>
              <w:t>Ctrl + F</w:t>
            </w:r>
          </w:p>
        </w:tc>
        <w:tc>
          <w:tcPr>
            <w:tcW w:w="1701" w:type="dxa"/>
            <w:vAlign w:val="center"/>
          </w:tcPr>
          <w:p w14:paraId="5F420DA4" w14:textId="77777777" w:rsidR="007B3730" w:rsidRPr="00F530DB" w:rsidRDefault="007B3730" w:rsidP="008903CA">
            <w:pPr>
              <w:rPr>
                <w:b/>
                <w:bCs/>
              </w:rPr>
            </w:pPr>
          </w:p>
        </w:tc>
      </w:tr>
    </w:tbl>
    <w:p w14:paraId="61D7E325" w14:textId="77777777" w:rsidR="005E35B8" w:rsidRDefault="005E35B8" w:rsidP="007B3730">
      <w:pPr>
        <w:pStyle w:val="Ttulo2"/>
        <w:tabs>
          <w:tab w:val="clear" w:pos="284"/>
          <w:tab w:val="left" w:pos="426"/>
        </w:tabs>
      </w:pPr>
      <w:bookmarkStart w:id="94" w:name="_Toc65859877"/>
      <w:bookmarkStart w:id="95" w:name="_Toc66292984"/>
      <w:bookmarkStart w:id="96" w:name="_Toc65859874"/>
      <w:r w:rsidRPr="00290F2A">
        <w:t>Camera Mode Switches</w:t>
      </w:r>
      <w:bookmarkEnd w:id="94"/>
      <w:bookmarkEnd w:id="95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5E35B8" w:rsidRPr="00AA645C" w14:paraId="0D030694" w14:textId="77777777" w:rsidTr="006A0E97">
        <w:trPr>
          <w:trHeight w:val="315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3231DB62" w14:textId="50CC804E" w:rsidR="005E35B8" w:rsidRPr="00AA645C" w:rsidRDefault="005E35B8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Camera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Camera Mode Switches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DBA0961" w14:textId="77777777" w:rsidR="005E35B8" w:rsidRPr="00F530DB" w:rsidRDefault="005E35B8" w:rsidP="006A0E97">
            <w:pPr>
              <w:jc w:val="center"/>
              <w:rPr>
                <w:b/>
                <w:bCs/>
              </w:rPr>
            </w:pPr>
            <w:r w:rsidRPr="00F530DB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506B2B8" w14:textId="77777777" w:rsidR="005E35B8" w:rsidRPr="00F530DB" w:rsidRDefault="005E35B8" w:rsidP="006A0E97">
            <w:pPr>
              <w:jc w:val="center"/>
              <w:rPr>
                <w:b/>
                <w:bCs/>
              </w:rPr>
            </w:pPr>
            <w:r w:rsidRPr="00F530DB">
              <w:rPr>
                <w:b/>
                <w:bCs/>
              </w:rPr>
              <w:t>Device</w:t>
            </w:r>
          </w:p>
        </w:tc>
      </w:tr>
      <w:tr w:rsidR="005E35B8" w:rsidRPr="00290F2A" w14:paraId="02455C3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820050D" w14:textId="77777777" w:rsidR="005E35B8" w:rsidRPr="00290F2A" w:rsidRDefault="005E35B8" w:rsidP="00242A09">
            <w:bookmarkStart w:id="97" w:name="_Toc65859878"/>
            <w:bookmarkEnd w:id="97"/>
            <w:r w:rsidRPr="00290F2A">
              <w:t>Cockpit</w:t>
            </w:r>
            <w:r>
              <w:t xml:space="preserve"> </w:t>
            </w:r>
            <w:r w:rsidRPr="00290F2A">
              <w:t>/</w:t>
            </w:r>
            <w:r>
              <w:t xml:space="preserve"> </w:t>
            </w:r>
            <w:r w:rsidRPr="00290F2A">
              <w:t>External View Mode</w:t>
            </w:r>
          </w:p>
        </w:tc>
        <w:tc>
          <w:tcPr>
            <w:tcW w:w="1701" w:type="dxa"/>
            <w:vAlign w:val="center"/>
          </w:tcPr>
          <w:p w14:paraId="0F6EA0C9" w14:textId="77777777" w:rsidR="005E35B8" w:rsidRPr="00F530DB" w:rsidRDefault="005E35B8" w:rsidP="00242A09">
            <w:pPr>
              <w:rPr>
                <w:b/>
                <w:bCs/>
              </w:rPr>
            </w:pPr>
            <w:r w:rsidRPr="00F530DB">
              <w:rPr>
                <w:b/>
                <w:bCs/>
              </w:rPr>
              <w:t>End</w:t>
            </w:r>
          </w:p>
        </w:tc>
        <w:tc>
          <w:tcPr>
            <w:tcW w:w="1701" w:type="dxa"/>
            <w:vAlign w:val="center"/>
          </w:tcPr>
          <w:p w14:paraId="221B096D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59642A3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9F04822" w14:textId="77777777" w:rsidR="005E35B8" w:rsidRPr="00290F2A" w:rsidRDefault="005E35B8" w:rsidP="00242A09">
            <w:r w:rsidRPr="00290F2A">
              <w:t>Toggle Drone</w:t>
            </w:r>
          </w:p>
        </w:tc>
        <w:tc>
          <w:tcPr>
            <w:tcW w:w="1701" w:type="dxa"/>
            <w:vAlign w:val="center"/>
          </w:tcPr>
          <w:p w14:paraId="520C0E21" w14:textId="77777777" w:rsidR="005E35B8" w:rsidRPr="00F530DB" w:rsidRDefault="005E35B8" w:rsidP="00242A09">
            <w:pPr>
              <w:rPr>
                <w:b/>
                <w:bCs/>
              </w:rPr>
            </w:pPr>
            <w:r w:rsidRPr="00F530DB">
              <w:rPr>
                <w:b/>
                <w:bCs/>
              </w:rPr>
              <w:t>Insert</w:t>
            </w:r>
          </w:p>
        </w:tc>
        <w:tc>
          <w:tcPr>
            <w:tcW w:w="1701" w:type="dxa"/>
            <w:vAlign w:val="center"/>
          </w:tcPr>
          <w:p w14:paraId="3386E74C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</w:tbl>
    <w:p w14:paraId="72B59258" w14:textId="77777777" w:rsidR="005E35B8" w:rsidRDefault="005E35B8" w:rsidP="00481570">
      <w:pPr>
        <w:pStyle w:val="Ttulo2"/>
        <w:pageBreakBefore/>
        <w:tabs>
          <w:tab w:val="clear" w:pos="284"/>
          <w:tab w:val="left" w:pos="426"/>
        </w:tabs>
      </w:pPr>
      <w:bookmarkStart w:id="98" w:name="_Toc65859879"/>
      <w:bookmarkStart w:id="99" w:name="_Toc66292985"/>
      <w:bookmarkEnd w:id="96"/>
      <w:r w:rsidRPr="00290F2A">
        <w:lastRenderedPageBreak/>
        <w:t>Cockpit Camera</w:t>
      </w:r>
      <w:bookmarkEnd w:id="98"/>
      <w:bookmarkEnd w:id="99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5E35B8" w:rsidRPr="00AA645C" w14:paraId="15D08B1E" w14:textId="77777777" w:rsidTr="006A0E97">
        <w:trPr>
          <w:trHeight w:val="315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3ABC238B" w14:textId="0ACFB48C" w:rsidR="005E35B8" w:rsidRPr="00AA645C" w:rsidRDefault="005E35B8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Camera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Cockpit Camera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EAC62C9" w14:textId="77777777" w:rsidR="005E35B8" w:rsidRPr="00920DBC" w:rsidRDefault="005E35B8" w:rsidP="006A0E97">
            <w:pPr>
              <w:jc w:val="center"/>
              <w:rPr>
                <w:b/>
                <w:bCs/>
              </w:rPr>
            </w:pPr>
            <w:r w:rsidRPr="00920DBC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656AA50" w14:textId="77777777" w:rsidR="005E35B8" w:rsidRPr="00920DBC" w:rsidRDefault="005E35B8" w:rsidP="006A0E97">
            <w:pPr>
              <w:jc w:val="center"/>
              <w:rPr>
                <w:b/>
                <w:bCs/>
              </w:rPr>
            </w:pPr>
            <w:r w:rsidRPr="00920DBC">
              <w:rPr>
                <w:b/>
                <w:bCs/>
              </w:rPr>
              <w:t>Device</w:t>
            </w:r>
          </w:p>
        </w:tc>
      </w:tr>
      <w:tr w:rsidR="007B3730" w:rsidRPr="00290F2A" w14:paraId="56A634E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B28F716" w14:textId="77777777" w:rsidR="007B3730" w:rsidRPr="00290F2A" w:rsidRDefault="007B3730" w:rsidP="00242A09">
            <w:r w:rsidRPr="00290F2A">
              <w:t>Toggle IFR Cockpit Mode</w:t>
            </w:r>
          </w:p>
        </w:tc>
        <w:tc>
          <w:tcPr>
            <w:tcW w:w="1701" w:type="dxa"/>
            <w:vAlign w:val="center"/>
          </w:tcPr>
          <w:p w14:paraId="1D9BF151" w14:textId="77777777" w:rsidR="007B3730" w:rsidRPr="00920DBC" w:rsidRDefault="007B3730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28580AE" w14:textId="77777777" w:rsidR="007B3730" w:rsidRPr="00920DBC" w:rsidRDefault="007B3730" w:rsidP="00242A09">
            <w:pPr>
              <w:rPr>
                <w:b/>
                <w:bCs/>
              </w:rPr>
            </w:pPr>
          </w:p>
        </w:tc>
      </w:tr>
      <w:tr w:rsidR="007B3730" w:rsidRPr="005C7532" w14:paraId="0E0E6E5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1495E43" w14:textId="77777777" w:rsidR="007B3730" w:rsidRPr="00290F2A" w:rsidRDefault="007B3730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Toggle IFR Cockpit Mode (Hold)</w:t>
            </w:r>
          </w:p>
        </w:tc>
        <w:tc>
          <w:tcPr>
            <w:tcW w:w="1701" w:type="dxa"/>
            <w:vAlign w:val="center"/>
          </w:tcPr>
          <w:p w14:paraId="36B20BFA" w14:textId="77777777" w:rsidR="007B3730" w:rsidRPr="00920DBC" w:rsidRDefault="007B3730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7825547" w14:textId="77777777" w:rsidR="007B3730" w:rsidRPr="00920DBC" w:rsidRDefault="007B3730" w:rsidP="00242A09">
            <w:pPr>
              <w:rPr>
                <w:b/>
                <w:bCs/>
                <w:lang w:val="en-US"/>
              </w:rPr>
            </w:pPr>
          </w:p>
        </w:tc>
      </w:tr>
      <w:tr w:rsidR="007B3730" w:rsidRPr="007B3730" w14:paraId="47D8A86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7A489E1F" w14:textId="3E189D22" w:rsidR="007B3730" w:rsidRPr="007B3730" w:rsidRDefault="007B3730" w:rsidP="00242A09">
            <w:pPr>
              <w:rPr>
                <w:lang w:val="en-US"/>
              </w:rPr>
            </w:pPr>
            <w:r>
              <w:rPr>
                <w:lang w:val="en-US"/>
              </w:rPr>
              <w:t>Reset Home Cockpit Camera</w:t>
            </w:r>
          </w:p>
        </w:tc>
        <w:tc>
          <w:tcPr>
            <w:tcW w:w="1701" w:type="dxa"/>
            <w:vAlign w:val="center"/>
          </w:tcPr>
          <w:p w14:paraId="4EE6F6DC" w14:textId="77777777" w:rsidR="007B3730" w:rsidRPr="007B3730" w:rsidRDefault="007B3730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D992978" w14:textId="77777777" w:rsidR="007B3730" w:rsidRPr="007B3730" w:rsidRDefault="007B3730" w:rsidP="00242A09">
            <w:pPr>
              <w:rPr>
                <w:b/>
                <w:bCs/>
                <w:lang w:val="en-US"/>
              </w:rPr>
            </w:pPr>
          </w:p>
        </w:tc>
      </w:tr>
      <w:tr w:rsidR="007B3730" w:rsidRPr="007B3730" w14:paraId="483043F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229F2C24" w14:textId="5780DD3A" w:rsidR="007B3730" w:rsidRPr="007B3730" w:rsidRDefault="007B3730" w:rsidP="00242A09">
            <w:pPr>
              <w:rPr>
                <w:lang w:val="en-US"/>
              </w:rPr>
            </w:pPr>
            <w:r>
              <w:rPr>
                <w:lang w:val="en-US"/>
              </w:rPr>
              <w:t>Save Home Cockpit Camera</w:t>
            </w:r>
          </w:p>
        </w:tc>
        <w:tc>
          <w:tcPr>
            <w:tcW w:w="1701" w:type="dxa"/>
            <w:vAlign w:val="center"/>
          </w:tcPr>
          <w:p w14:paraId="4F6D2D81" w14:textId="77777777" w:rsidR="007B3730" w:rsidRPr="007B3730" w:rsidRDefault="007B3730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A779232" w14:textId="77777777" w:rsidR="007B3730" w:rsidRPr="007B3730" w:rsidRDefault="007B3730" w:rsidP="00242A09">
            <w:pPr>
              <w:rPr>
                <w:b/>
                <w:bCs/>
                <w:lang w:val="en-US"/>
              </w:rPr>
            </w:pPr>
          </w:p>
        </w:tc>
      </w:tr>
      <w:tr w:rsidR="00B9068D" w:rsidRPr="00290F2A" w14:paraId="51A7B24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346DC5DA" w14:textId="148BBC02" w:rsidR="00B9068D" w:rsidRPr="00290F2A" w:rsidRDefault="00B9068D" w:rsidP="00242A09">
            <w:r>
              <w:t>IFR Pilot View Reset</w:t>
            </w:r>
          </w:p>
        </w:tc>
        <w:tc>
          <w:tcPr>
            <w:tcW w:w="1701" w:type="dxa"/>
            <w:vAlign w:val="center"/>
          </w:tcPr>
          <w:p w14:paraId="724C1954" w14:textId="77777777" w:rsidR="00B9068D" w:rsidRDefault="00B9068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C74A340" w14:textId="77777777" w:rsidR="00B9068D" w:rsidRPr="00920DBC" w:rsidRDefault="00B9068D" w:rsidP="00242A09">
            <w:pPr>
              <w:rPr>
                <w:b/>
                <w:bCs/>
              </w:rPr>
            </w:pPr>
          </w:p>
        </w:tc>
      </w:tr>
      <w:tr w:rsidR="00B9068D" w:rsidRPr="00290F2A" w14:paraId="63860B5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5CD3DE15" w14:textId="0F875666" w:rsidR="00B9068D" w:rsidRPr="00290F2A" w:rsidRDefault="00B9068D" w:rsidP="00242A09">
            <w:r>
              <w:t>IFR Pilot View Save</w:t>
            </w:r>
          </w:p>
        </w:tc>
        <w:tc>
          <w:tcPr>
            <w:tcW w:w="1701" w:type="dxa"/>
            <w:vAlign w:val="center"/>
          </w:tcPr>
          <w:p w14:paraId="46FBBEA5" w14:textId="77777777" w:rsidR="00B9068D" w:rsidRDefault="00B9068D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2CD92D0" w14:textId="77777777" w:rsidR="00B9068D" w:rsidRPr="00920DBC" w:rsidRDefault="00B9068D" w:rsidP="00242A09">
            <w:pPr>
              <w:rPr>
                <w:b/>
                <w:bCs/>
              </w:rPr>
            </w:pPr>
          </w:p>
        </w:tc>
      </w:tr>
      <w:tr w:rsidR="00B9068D" w:rsidRPr="00290F2A" w14:paraId="42ECF38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5693B908" w14:textId="37A602F7" w:rsidR="00B9068D" w:rsidRPr="00290F2A" w:rsidRDefault="00B9068D" w:rsidP="00B9068D">
            <w:r>
              <w:t>Landing Pilot View Reset</w:t>
            </w:r>
          </w:p>
        </w:tc>
        <w:tc>
          <w:tcPr>
            <w:tcW w:w="1701" w:type="dxa"/>
            <w:vAlign w:val="center"/>
          </w:tcPr>
          <w:p w14:paraId="7C2E4DA8" w14:textId="77777777" w:rsidR="00B9068D" w:rsidRDefault="00B9068D" w:rsidP="00B9068D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7661980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00104D6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395F8DFE" w14:textId="6DDE07E1" w:rsidR="00B9068D" w:rsidRPr="00290F2A" w:rsidRDefault="00B9068D" w:rsidP="00B9068D">
            <w:r>
              <w:t>Landing Pilot View Save</w:t>
            </w:r>
          </w:p>
        </w:tc>
        <w:tc>
          <w:tcPr>
            <w:tcW w:w="1701" w:type="dxa"/>
            <w:vAlign w:val="center"/>
          </w:tcPr>
          <w:p w14:paraId="21D72CDB" w14:textId="77777777" w:rsidR="00B9068D" w:rsidRDefault="00B9068D" w:rsidP="00B9068D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6E09065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227BF62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63E7BE4A" w14:textId="6E1EEF71" w:rsidR="00B9068D" w:rsidRPr="00290F2A" w:rsidRDefault="00B9068D" w:rsidP="00B9068D">
            <w:r>
              <w:t>VFR Pilot View Reset</w:t>
            </w:r>
          </w:p>
        </w:tc>
        <w:tc>
          <w:tcPr>
            <w:tcW w:w="1701" w:type="dxa"/>
            <w:vAlign w:val="center"/>
          </w:tcPr>
          <w:p w14:paraId="4C7C12D2" w14:textId="77777777" w:rsidR="00B9068D" w:rsidRDefault="00B9068D" w:rsidP="00B9068D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EEAD862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79B6722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2EACD32C" w14:textId="26D7F772" w:rsidR="00B9068D" w:rsidRPr="00290F2A" w:rsidRDefault="00B9068D" w:rsidP="00B9068D">
            <w:r>
              <w:t>VFR Pilot View Save</w:t>
            </w:r>
          </w:p>
        </w:tc>
        <w:tc>
          <w:tcPr>
            <w:tcW w:w="1701" w:type="dxa"/>
            <w:vAlign w:val="center"/>
          </w:tcPr>
          <w:p w14:paraId="372E0531" w14:textId="77777777" w:rsidR="00B9068D" w:rsidRDefault="00B9068D" w:rsidP="00B9068D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B8A0A34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6C06890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308EE27" w14:textId="77777777" w:rsidR="00B9068D" w:rsidRPr="00290F2A" w:rsidRDefault="00B9068D" w:rsidP="00B9068D">
            <w:r w:rsidRPr="00290F2A">
              <w:t>Increase Cockpit View Height</w:t>
            </w:r>
          </w:p>
        </w:tc>
        <w:tc>
          <w:tcPr>
            <w:tcW w:w="1701" w:type="dxa"/>
            <w:vAlign w:val="center"/>
          </w:tcPr>
          <w:p w14:paraId="58A4FA60" w14:textId="77777777" w:rsidR="00B9068D" w:rsidRPr="00920DBC" w:rsidRDefault="00B9068D" w:rsidP="00B9068D">
            <w:pPr>
              <w:rPr>
                <w:b/>
                <w:bCs/>
              </w:rPr>
            </w:pPr>
            <w:r>
              <w:rPr>
                <w:b/>
                <w:bCs/>
              </w:rPr>
              <w:t>Alt + Down</w:t>
            </w:r>
          </w:p>
        </w:tc>
        <w:tc>
          <w:tcPr>
            <w:tcW w:w="1701" w:type="dxa"/>
            <w:vAlign w:val="center"/>
          </w:tcPr>
          <w:p w14:paraId="4C261528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0768DC4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1C3C827" w14:textId="77777777" w:rsidR="00B9068D" w:rsidRPr="00290F2A" w:rsidRDefault="00B9068D" w:rsidP="00B9068D">
            <w:r w:rsidRPr="00290F2A">
              <w:t>Decrease Cockpit View Height</w:t>
            </w:r>
          </w:p>
        </w:tc>
        <w:tc>
          <w:tcPr>
            <w:tcW w:w="1701" w:type="dxa"/>
            <w:vAlign w:val="center"/>
          </w:tcPr>
          <w:p w14:paraId="5EE26EB0" w14:textId="77777777" w:rsidR="00B9068D" w:rsidRPr="00920DBC" w:rsidRDefault="00B9068D" w:rsidP="00B9068D">
            <w:pPr>
              <w:rPr>
                <w:b/>
                <w:bCs/>
              </w:rPr>
            </w:pPr>
            <w:r>
              <w:rPr>
                <w:b/>
                <w:bCs/>
              </w:rPr>
              <w:t>Alt + Up</w:t>
            </w:r>
          </w:p>
        </w:tc>
        <w:tc>
          <w:tcPr>
            <w:tcW w:w="1701" w:type="dxa"/>
            <w:vAlign w:val="center"/>
          </w:tcPr>
          <w:p w14:paraId="2FBD2CB5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66789D1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CD7059A" w14:textId="77777777" w:rsidR="00B9068D" w:rsidRPr="00290F2A" w:rsidRDefault="00B9068D" w:rsidP="00B9068D">
            <w:r w:rsidRPr="00290F2A">
              <w:t>Translate Cockpit View Backward</w:t>
            </w:r>
          </w:p>
        </w:tc>
        <w:tc>
          <w:tcPr>
            <w:tcW w:w="1701" w:type="dxa"/>
            <w:vAlign w:val="center"/>
          </w:tcPr>
          <w:p w14:paraId="3FFECA2C" w14:textId="77777777" w:rsidR="00B9068D" w:rsidRPr="00920DBC" w:rsidRDefault="00B9068D" w:rsidP="00B9068D">
            <w:pPr>
              <w:rPr>
                <w:b/>
                <w:bCs/>
              </w:rPr>
            </w:pPr>
            <w:r>
              <w:rPr>
                <w:b/>
                <w:bCs/>
              </w:rPr>
              <w:t>Down</w:t>
            </w:r>
          </w:p>
        </w:tc>
        <w:tc>
          <w:tcPr>
            <w:tcW w:w="1701" w:type="dxa"/>
            <w:vAlign w:val="center"/>
          </w:tcPr>
          <w:p w14:paraId="2C9EE309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4576115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C2E9C59" w14:textId="77777777" w:rsidR="00B9068D" w:rsidRPr="00290F2A" w:rsidRDefault="00B9068D" w:rsidP="00B9068D">
            <w:r w:rsidRPr="00290F2A">
              <w:t>Translate Cockpit View Forward</w:t>
            </w:r>
          </w:p>
        </w:tc>
        <w:tc>
          <w:tcPr>
            <w:tcW w:w="1701" w:type="dxa"/>
            <w:vAlign w:val="center"/>
          </w:tcPr>
          <w:p w14:paraId="6330CFE2" w14:textId="77777777" w:rsidR="00B9068D" w:rsidRPr="00920DBC" w:rsidRDefault="00B9068D" w:rsidP="00B9068D">
            <w:pPr>
              <w:rPr>
                <w:b/>
                <w:bCs/>
              </w:rPr>
            </w:pPr>
            <w:r>
              <w:rPr>
                <w:b/>
                <w:bCs/>
              </w:rPr>
              <w:t>Up</w:t>
            </w:r>
          </w:p>
        </w:tc>
        <w:tc>
          <w:tcPr>
            <w:tcW w:w="1701" w:type="dxa"/>
            <w:vAlign w:val="center"/>
          </w:tcPr>
          <w:p w14:paraId="62A3EADD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280D2F3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D848734" w14:textId="77777777" w:rsidR="00B9068D" w:rsidRPr="00290F2A" w:rsidRDefault="00B9068D" w:rsidP="00B9068D">
            <w:r w:rsidRPr="00290F2A">
              <w:t>Translate Cockpit View Left</w:t>
            </w:r>
          </w:p>
        </w:tc>
        <w:tc>
          <w:tcPr>
            <w:tcW w:w="1701" w:type="dxa"/>
            <w:vAlign w:val="center"/>
          </w:tcPr>
          <w:p w14:paraId="4043CA1B" w14:textId="77777777" w:rsidR="00B9068D" w:rsidRPr="00920DBC" w:rsidRDefault="00B9068D" w:rsidP="00B9068D">
            <w:pPr>
              <w:rPr>
                <w:b/>
                <w:bCs/>
              </w:rPr>
            </w:pPr>
            <w:r>
              <w:rPr>
                <w:b/>
                <w:bCs/>
              </w:rPr>
              <w:t>Left</w:t>
            </w:r>
          </w:p>
        </w:tc>
        <w:tc>
          <w:tcPr>
            <w:tcW w:w="1701" w:type="dxa"/>
            <w:vAlign w:val="center"/>
          </w:tcPr>
          <w:p w14:paraId="03AD3D16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7DE657D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CD909A1" w14:textId="77777777" w:rsidR="00B9068D" w:rsidRPr="00290F2A" w:rsidRDefault="00B9068D" w:rsidP="00B9068D">
            <w:r w:rsidRPr="00290F2A">
              <w:t>Translate Cockpit View Right</w:t>
            </w:r>
          </w:p>
        </w:tc>
        <w:tc>
          <w:tcPr>
            <w:tcW w:w="1701" w:type="dxa"/>
            <w:vAlign w:val="center"/>
          </w:tcPr>
          <w:p w14:paraId="4D532540" w14:textId="77777777" w:rsidR="00B9068D" w:rsidRPr="00920DBC" w:rsidRDefault="00B9068D" w:rsidP="00B9068D">
            <w:pPr>
              <w:rPr>
                <w:b/>
                <w:bCs/>
              </w:rPr>
            </w:pPr>
            <w:r>
              <w:rPr>
                <w:b/>
                <w:bCs/>
              </w:rPr>
              <w:t>Right</w:t>
            </w:r>
          </w:p>
        </w:tc>
        <w:tc>
          <w:tcPr>
            <w:tcW w:w="1701" w:type="dxa"/>
            <w:vAlign w:val="center"/>
          </w:tcPr>
          <w:p w14:paraId="09C8F832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62D741B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8C611AF" w14:textId="77777777" w:rsidR="00B9068D" w:rsidRPr="00290F2A" w:rsidRDefault="00B9068D" w:rsidP="00B9068D">
            <w:r w:rsidRPr="00290F2A">
              <w:t>Toggle Copilot View</w:t>
            </w:r>
          </w:p>
        </w:tc>
        <w:tc>
          <w:tcPr>
            <w:tcW w:w="1701" w:type="dxa"/>
            <w:vAlign w:val="center"/>
          </w:tcPr>
          <w:p w14:paraId="31A109DE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A045255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74FAE20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7003A0E" w14:textId="77777777" w:rsidR="00B9068D" w:rsidRPr="00290F2A" w:rsidRDefault="00B9068D" w:rsidP="00B9068D">
            <w:r w:rsidRPr="00290F2A">
              <w:t>Toggle Cockpit Focus Mode</w:t>
            </w:r>
          </w:p>
        </w:tc>
        <w:tc>
          <w:tcPr>
            <w:tcW w:w="1701" w:type="dxa"/>
            <w:vAlign w:val="center"/>
          </w:tcPr>
          <w:p w14:paraId="5EC0169B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A302B54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0982E4A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7BDD5F9" w14:textId="77777777" w:rsidR="00B9068D" w:rsidRPr="00290F2A" w:rsidRDefault="00B9068D" w:rsidP="00B9068D">
            <w:r w:rsidRPr="00290F2A">
              <w:t>Cockpit View Quickview Cycle</w:t>
            </w:r>
          </w:p>
        </w:tc>
        <w:tc>
          <w:tcPr>
            <w:tcW w:w="1701" w:type="dxa"/>
            <w:vAlign w:val="center"/>
          </w:tcPr>
          <w:p w14:paraId="28C68A8C" w14:textId="77777777" w:rsidR="00B9068D" w:rsidRPr="00920DBC" w:rsidRDefault="00B9068D" w:rsidP="00B9068D">
            <w:pPr>
              <w:rPr>
                <w:b/>
                <w:bCs/>
              </w:rPr>
            </w:pPr>
            <w:r>
              <w:rPr>
                <w:b/>
                <w:bCs/>
              </w:rPr>
              <w:t>Q</w:t>
            </w:r>
          </w:p>
        </w:tc>
        <w:tc>
          <w:tcPr>
            <w:tcW w:w="1701" w:type="dxa"/>
            <w:vAlign w:val="center"/>
          </w:tcPr>
          <w:p w14:paraId="63BDF593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1813C0F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D8A320E" w14:textId="77777777" w:rsidR="00B9068D" w:rsidRPr="00290F2A" w:rsidRDefault="00B9068D" w:rsidP="00B9068D">
            <w:r w:rsidRPr="00290F2A">
              <w:t>Reset Cockpit View</w:t>
            </w:r>
          </w:p>
        </w:tc>
        <w:tc>
          <w:tcPr>
            <w:tcW w:w="1701" w:type="dxa"/>
            <w:vAlign w:val="center"/>
          </w:tcPr>
          <w:p w14:paraId="39AF320E" w14:textId="77777777" w:rsidR="00B9068D" w:rsidRPr="00920DBC" w:rsidRDefault="00B9068D" w:rsidP="00B9068D">
            <w:pPr>
              <w:rPr>
                <w:b/>
                <w:bCs/>
              </w:rPr>
            </w:pPr>
            <w:r>
              <w:rPr>
                <w:b/>
                <w:bCs/>
              </w:rPr>
              <w:t>Ctrl + Space</w:t>
            </w:r>
          </w:p>
        </w:tc>
        <w:tc>
          <w:tcPr>
            <w:tcW w:w="1701" w:type="dxa"/>
            <w:vAlign w:val="center"/>
          </w:tcPr>
          <w:p w14:paraId="11201D61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55D059D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8DFB74D" w14:textId="77777777" w:rsidR="00B9068D" w:rsidRPr="00290F2A" w:rsidRDefault="00B9068D" w:rsidP="00B9068D">
            <w:r w:rsidRPr="00290F2A">
              <w:t>Cockpit View Upper</w:t>
            </w:r>
          </w:p>
        </w:tc>
        <w:tc>
          <w:tcPr>
            <w:tcW w:w="1701" w:type="dxa"/>
            <w:vAlign w:val="center"/>
          </w:tcPr>
          <w:p w14:paraId="4987D572" w14:textId="77777777" w:rsidR="00B9068D" w:rsidRPr="00920DBC" w:rsidRDefault="00B9068D" w:rsidP="00B9068D">
            <w:pPr>
              <w:rPr>
                <w:b/>
                <w:bCs/>
              </w:rPr>
            </w:pPr>
            <w:r>
              <w:rPr>
                <w:b/>
                <w:bCs/>
              </w:rPr>
              <w:t>Space</w:t>
            </w:r>
          </w:p>
        </w:tc>
        <w:tc>
          <w:tcPr>
            <w:tcW w:w="1701" w:type="dxa"/>
            <w:vAlign w:val="center"/>
          </w:tcPr>
          <w:p w14:paraId="7B145366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280EF74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513EC51" w14:textId="77777777" w:rsidR="00B9068D" w:rsidRPr="00290F2A" w:rsidRDefault="00B9068D" w:rsidP="00B9068D">
            <w:r w:rsidRPr="00290F2A">
              <w:t>Previous Pilot Position</w:t>
            </w:r>
          </w:p>
        </w:tc>
        <w:tc>
          <w:tcPr>
            <w:tcW w:w="1701" w:type="dxa"/>
            <w:vAlign w:val="center"/>
          </w:tcPr>
          <w:p w14:paraId="585DBD62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F375044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554AA86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1303514" w14:textId="77777777" w:rsidR="00B9068D" w:rsidRPr="00290F2A" w:rsidRDefault="00B9068D" w:rsidP="00B9068D">
            <w:r w:rsidRPr="00290F2A">
              <w:t>Next Pilot Position</w:t>
            </w:r>
          </w:p>
        </w:tc>
        <w:tc>
          <w:tcPr>
            <w:tcW w:w="1701" w:type="dxa"/>
            <w:vAlign w:val="center"/>
          </w:tcPr>
          <w:p w14:paraId="11713083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E5EC8D0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5C7532" w14:paraId="1A57F324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C2A82C2" w14:textId="49E40531" w:rsidR="00B9068D" w:rsidRPr="00290F2A" w:rsidRDefault="00B9068D" w:rsidP="00B9068D">
            <w:pPr>
              <w:rPr>
                <w:lang w:val="en-US"/>
              </w:rPr>
            </w:pPr>
            <w:r w:rsidRPr="00290F2A">
              <w:rPr>
                <w:lang w:val="en-US"/>
              </w:rPr>
              <w:t>Toggle VFR Cockpit Mode (Hold)</w:t>
            </w:r>
          </w:p>
        </w:tc>
        <w:tc>
          <w:tcPr>
            <w:tcW w:w="1701" w:type="dxa"/>
            <w:vAlign w:val="center"/>
          </w:tcPr>
          <w:p w14:paraId="75E70711" w14:textId="77777777" w:rsidR="00B9068D" w:rsidRPr="00920DBC" w:rsidRDefault="00B9068D" w:rsidP="00B9068D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B071907" w14:textId="77777777" w:rsidR="00B9068D" w:rsidRPr="00920DBC" w:rsidRDefault="00B9068D" w:rsidP="00B9068D">
            <w:pPr>
              <w:rPr>
                <w:b/>
                <w:bCs/>
                <w:lang w:val="en-US"/>
              </w:rPr>
            </w:pPr>
          </w:p>
        </w:tc>
      </w:tr>
      <w:tr w:rsidR="00B9068D" w:rsidRPr="00290F2A" w14:paraId="7C706D1D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B177E80" w14:textId="77777777" w:rsidR="00B9068D" w:rsidRPr="00290F2A" w:rsidRDefault="00B9068D" w:rsidP="00B9068D">
            <w:r w:rsidRPr="00290F2A">
              <w:t>Toggle VFR Cockpit Mode</w:t>
            </w:r>
          </w:p>
        </w:tc>
        <w:tc>
          <w:tcPr>
            <w:tcW w:w="1701" w:type="dxa"/>
            <w:vAlign w:val="center"/>
          </w:tcPr>
          <w:p w14:paraId="0F5CC6D9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5453E35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5C7532" w14:paraId="7834970B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016E71A" w14:textId="1B1B7155" w:rsidR="00B9068D" w:rsidRPr="00290F2A" w:rsidRDefault="00B9068D" w:rsidP="00B9068D">
            <w:pPr>
              <w:rPr>
                <w:lang w:val="en-US"/>
              </w:rPr>
            </w:pPr>
            <w:r w:rsidRPr="00290F2A">
              <w:rPr>
                <w:lang w:val="en-US"/>
              </w:rPr>
              <w:t>Toggle Landing Cockpit Mode (Hold)</w:t>
            </w:r>
          </w:p>
        </w:tc>
        <w:tc>
          <w:tcPr>
            <w:tcW w:w="1701" w:type="dxa"/>
            <w:vAlign w:val="center"/>
          </w:tcPr>
          <w:p w14:paraId="09AC83C6" w14:textId="77777777" w:rsidR="00B9068D" w:rsidRPr="00920DBC" w:rsidRDefault="00B9068D" w:rsidP="00B9068D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A4806AB" w14:textId="77777777" w:rsidR="00B9068D" w:rsidRPr="00920DBC" w:rsidRDefault="00B9068D" w:rsidP="00B9068D">
            <w:pPr>
              <w:rPr>
                <w:b/>
                <w:bCs/>
                <w:lang w:val="en-US"/>
              </w:rPr>
            </w:pPr>
          </w:p>
        </w:tc>
      </w:tr>
      <w:tr w:rsidR="00B9068D" w:rsidRPr="00290F2A" w14:paraId="31C2D2F9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4936F38" w14:textId="77777777" w:rsidR="00B9068D" w:rsidRPr="00290F2A" w:rsidRDefault="00B9068D" w:rsidP="00B9068D">
            <w:r w:rsidRPr="00290F2A">
              <w:t>Toggle Landing Cockpit Mode</w:t>
            </w:r>
          </w:p>
        </w:tc>
        <w:tc>
          <w:tcPr>
            <w:tcW w:w="1701" w:type="dxa"/>
            <w:vAlign w:val="center"/>
          </w:tcPr>
          <w:p w14:paraId="771E724F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6143F07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7D0CD4EF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A2475B9" w14:textId="77777777" w:rsidR="00B9068D" w:rsidRPr="00290F2A" w:rsidRDefault="00B9068D" w:rsidP="00B9068D">
            <w:r w:rsidRPr="00290F2A">
              <w:t>Toggle Cockpit View</w:t>
            </w:r>
          </w:p>
        </w:tc>
        <w:tc>
          <w:tcPr>
            <w:tcW w:w="1701" w:type="dxa"/>
            <w:vAlign w:val="center"/>
          </w:tcPr>
          <w:p w14:paraId="03C4F6D4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63DD478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7F8AB4D4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051D0C1" w14:textId="77777777" w:rsidR="00B9068D" w:rsidRPr="00290F2A" w:rsidRDefault="00B9068D" w:rsidP="00B9068D">
            <w:r w:rsidRPr="00290F2A">
              <w:t>Toggle Smart Camera</w:t>
            </w:r>
          </w:p>
        </w:tc>
        <w:tc>
          <w:tcPr>
            <w:tcW w:w="1701" w:type="dxa"/>
            <w:vAlign w:val="center"/>
          </w:tcPr>
          <w:p w14:paraId="0DC266BD" w14:textId="77777777" w:rsidR="00B9068D" w:rsidRPr="00920DBC" w:rsidRDefault="00B9068D" w:rsidP="00B9068D">
            <w:pPr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  <w:tc>
          <w:tcPr>
            <w:tcW w:w="1701" w:type="dxa"/>
            <w:vAlign w:val="center"/>
          </w:tcPr>
          <w:p w14:paraId="75EC266A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70D51D06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74820D4" w14:textId="77777777" w:rsidR="00B9068D" w:rsidRPr="00290F2A" w:rsidRDefault="00B9068D" w:rsidP="00B9068D">
            <w:r w:rsidRPr="00290F2A">
              <w:t>Zoom Cockpit View</w:t>
            </w:r>
          </w:p>
        </w:tc>
        <w:tc>
          <w:tcPr>
            <w:tcW w:w="1701" w:type="dxa"/>
            <w:vAlign w:val="center"/>
          </w:tcPr>
          <w:p w14:paraId="75202992" w14:textId="77777777" w:rsidR="00B9068D" w:rsidRPr="00920DBC" w:rsidRDefault="00B9068D" w:rsidP="00B9068D">
            <w:pPr>
              <w:rPr>
                <w:b/>
                <w:bCs/>
              </w:rPr>
            </w:pPr>
            <w:r>
              <w:rPr>
                <w:b/>
                <w:bCs/>
              </w:rPr>
              <w:t>=</w:t>
            </w:r>
          </w:p>
        </w:tc>
        <w:tc>
          <w:tcPr>
            <w:tcW w:w="1701" w:type="dxa"/>
            <w:vAlign w:val="center"/>
          </w:tcPr>
          <w:p w14:paraId="6DE7CDF5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6EA15898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AC7541C" w14:textId="77777777" w:rsidR="00B9068D" w:rsidRPr="00290F2A" w:rsidRDefault="00B9068D" w:rsidP="00B9068D">
            <w:r w:rsidRPr="00290F2A">
              <w:t>Unzoom Cockpit View</w:t>
            </w:r>
          </w:p>
        </w:tc>
        <w:tc>
          <w:tcPr>
            <w:tcW w:w="1701" w:type="dxa"/>
            <w:vAlign w:val="center"/>
          </w:tcPr>
          <w:p w14:paraId="0BF2836D" w14:textId="77777777" w:rsidR="00B9068D" w:rsidRPr="00920DBC" w:rsidRDefault="00B9068D" w:rsidP="00B9068D">
            <w:pPr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701" w:type="dxa"/>
            <w:vAlign w:val="center"/>
          </w:tcPr>
          <w:p w14:paraId="71A8AA7C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4D0928AF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ED0C1AB" w14:textId="6C748E73" w:rsidR="00B9068D" w:rsidRPr="00290F2A" w:rsidRDefault="00B9068D" w:rsidP="00B9068D">
            <w:r w:rsidRPr="00290F2A">
              <w:lastRenderedPageBreak/>
              <w:t>Cockpit Look Down (Lockable)</w:t>
            </w:r>
          </w:p>
        </w:tc>
        <w:tc>
          <w:tcPr>
            <w:tcW w:w="1701" w:type="dxa"/>
            <w:vAlign w:val="center"/>
          </w:tcPr>
          <w:p w14:paraId="69A2A019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EE4DD43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5C7532" w14:paraId="351018FC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36A9724" w14:textId="17356859" w:rsidR="00B9068D" w:rsidRPr="00290F2A" w:rsidRDefault="00B9068D" w:rsidP="00B9068D">
            <w:pPr>
              <w:rPr>
                <w:lang w:val="en-US"/>
              </w:rPr>
            </w:pPr>
            <w:r w:rsidRPr="00290F2A">
              <w:rPr>
                <w:lang w:val="en-US"/>
              </w:rPr>
              <w:t>Cockpit Look Down Left (Lockable)</w:t>
            </w:r>
          </w:p>
        </w:tc>
        <w:tc>
          <w:tcPr>
            <w:tcW w:w="1701" w:type="dxa"/>
            <w:vAlign w:val="center"/>
          </w:tcPr>
          <w:p w14:paraId="5B352A8D" w14:textId="77777777" w:rsidR="00B9068D" w:rsidRPr="00920DBC" w:rsidRDefault="00B9068D" w:rsidP="00B9068D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1AE4169" w14:textId="77777777" w:rsidR="00B9068D" w:rsidRPr="00920DBC" w:rsidRDefault="00B9068D" w:rsidP="00B9068D">
            <w:pPr>
              <w:rPr>
                <w:b/>
                <w:bCs/>
                <w:lang w:val="en-US"/>
              </w:rPr>
            </w:pPr>
          </w:p>
        </w:tc>
      </w:tr>
      <w:tr w:rsidR="00B9068D" w:rsidRPr="005C7532" w14:paraId="788D6576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59B4C18" w14:textId="1273C3EE" w:rsidR="00B9068D" w:rsidRPr="00290F2A" w:rsidRDefault="00B9068D" w:rsidP="00B9068D">
            <w:pPr>
              <w:rPr>
                <w:lang w:val="en-US"/>
              </w:rPr>
            </w:pPr>
            <w:r w:rsidRPr="00290F2A">
              <w:rPr>
                <w:lang w:val="en-US"/>
              </w:rPr>
              <w:t>Cockpit Look Down Right (Lockable)</w:t>
            </w:r>
          </w:p>
        </w:tc>
        <w:tc>
          <w:tcPr>
            <w:tcW w:w="1701" w:type="dxa"/>
            <w:vAlign w:val="center"/>
          </w:tcPr>
          <w:p w14:paraId="71C318AC" w14:textId="77777777" w:rsidR="00B9068D" w:rsidRPr="00920DBC" w:rsidRDefault="00B9068D" w:rsidP="00B9068D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4966429" w14:textId="77777777" w:rsidR="00B9068D" w:rsidRPr="00920DBC" w:rsidRDefault="00B9068D" w:rsidP="00B9068D">
            <w:pPr>
              <w:rPr>
                <w:b/>
                <w:bCs/>
                <w:lang w:val="en-US"/>
              </w:rPr>
            </w:pPr>
          </w:p>
        </w:tc>
      </w:tr>
      <w:tr w:rsidR="00B9068D" w:rsidRPr="00290F2A" w14:paraId="3690D06F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37A67A3" w14:textId="1D0C4E99" w:rsidR="00B9068D" w:rsidRPr="00290F2A" w:rsidRDefault="00B9068D" w:rsidP="00B9068D">
            <w:r w:rsidRPr="00290F2A">
              <w:t>Cockpit Look Left (Lockable)</w:t>
            </w:r>
          </w:p>
        </w:tc>
        <w:tc>
          <w:tcPr>
            <w:tcW w:w="1701" w:type="dxa"/>
            <w:vAlign w:val="center"/>
          </w:tcPr>
          <w:p w14:paraId="69E6B726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30D0BF6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4ED1B5FC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C98F3A9" w14:textId="5C0B13BC" w:rsidR="00B9068D" w:rsidRPr="00290F2A" w:rsidRDefault="00B9068D" w:rsidP="00B9068D">
            <w:r w:rsidRPr="00290F2A">
              <w:t>Cockpit Look Right (Lockable)</w:t>
            </w:r>
          </w:p>
        </w:tc>
        <w:tc>
          <w:tcPr>
            <w:tcW w:w="1701" w:type="dxa"/>
            <w:vAlign w:val="center"/>
          </w:tcPr>
          <w:p w14:paraId="42C88338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15ED9AE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339F83E7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E3F7337" w14:textId="2F7C1F0B" w:rsidR="00B9068D" w:rsidRPr="00290F2A" w:rsidRDefault="00B9068D" w:rsidP="00B9068D">
            <w:r w:rsidRPr="00290F2A">
              <w:t>Cockpit Look Up (Lockable)</w:t>
            </w:r>
          </w:p>
        </w:tc>
        <w:tc>
          <w:tcPr>
            <w:tcW w:w="1701" w:type="dxa"/>
            <w:vAlign w:val="center"/>
          </w:tcPr>
          <w:p w14:paraId="4333E9AF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998BD36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5C7532" w14:paraId="32C94127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994131B" w14:textId="2D1C1AEC" w:rsidR="00B9068D" w:rsidRPr="00290F2A" w:rsidRDefault="00B9068D" w:rsidP="00B9068D">
            <w:pPr>
              <w:rPr>
                <w:lang w:val="en-US"/>
              </w:rPr>
            </w:pPr>
            <w:r w:rsidRPr="00290F2A">
              <w:rPr>
                <w:lang w:val="en-US"/>
              </w:rPr>
              <w:t>Cockpit Look Up Left (Lockable)</w:t>
            </w:r>
          </w:p>
        </w:tc>
        <w:tc>
          <w:tcPr>
            <w:tcW w:w="1701" w:type="dxa"/>
            <w:vAlign w:val="center"/>
          </w:tcPr>
          <w:p w14:paraId="10ADB2A7" w14:textId="77777777" w:rsidR="00B9068D" w:rsidRPr="00920DBC" w:rsidRDefault="00B9068D" w:rsidP="00B9068D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2AB5ADA" w14:textId="77777777" w:rsidR="00B9068D" w:rsidRPr="00920DBC" w:rsidRDefault="00B9068D" w:rsidP="00B9068D">
            <w:pPr>
              <w:rPr>
                <w:b/>
                <w:bCs/>
                <w:lang w:val="en-US"/>
              </w:rPr>
            </w:pPr>
          </w:p>
        </w:tc>
      </w:tr>
      <w:tr w:rsidR="00B9068D" w:rsidRPr="005C7532" w14:paraId="4ECECF02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DD534A1" w14:textId="34977820" w:rsidR="00B9068D" w:rsidRPr="00290F2A" w:rsidRDefault="00B9068D" w:rsidP="00B9068D">
            <w:pPr>
              <w:rPr>
                <w:lang w:val="en-US"/>
              </w:rPr>
            </w:pPr>
            <w:r w:rsidRPr="00290F2A">
              <w:rPr>
                <w:lang w:val="en-US"/>
              </w:rPr>
              <w:t>Cockpit Look Up Right (Lockable)</w:t>
            </w:r>
          </w:p>
        </w:tc>
        <w:tc>
          <w:tcPr>
            <w:tcW w:w="1701" w:type="dxa"/>
            <w:vAlign w:val="center"/>
          </w:tcPr>
          <w:p w14:paraId="2750FEEC" w14:textId="77777777" w:rsidR="00B9068D" w:rsidRPr="00920DBC" w:rsidRDefault="00B9068D" w:rsidP="00B9068D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9507614" w14:textId="77777777" w:rsidR="00B9068D" w:rsidRPr="00920DBC" w:rsidRDefault="00B9068D" w:rsidP="00B9068D">
            <w:pPr>
              <w:rPr>
                <w:b/>
                <w:bCs/>
                <w:lang w:val="en-US"/>
              </w:rPr>
            </w:pPr>
          </w:p>
        </w:tc>
      </w:tr>
      <w:tr w:rsidR="00B9068D" w:rsidRPr="00290F2A" w14:paraId="5E100773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EE84F39" w14:textId="77777777" w:rsidR="00B9068D" w:rsidRPr="00290F2A" w:rsidRDefault="00B9068D" w:rsidP="00B9068D">
            <w:r w:rsidRPr="00290F2A">
              <w:t>Cockpit Look Down</w:t>
            </w:r>
          </w:p>
        </w:tc>
        <w:tc>
          <w:tcPr>
            <w:tcW w:w="1701" w:type="dxa"/>
            <w:vAlign w:val="center"/>
          </w:tcPr>
          <w:p w14:paraId="61343331" w14:textId="77777777" w:rsidR="00B9068D" w:rsidRPr="00920DBC" w:rsidRDefault="00B9068D" w:rsidP="00B9068D">
            <w:pPr>
              <w:rPr>
                <w:b/>
                <w:bCs/>
              </w:rPr>
            </w:pPr>
            <w:r>
              <w:rPr>
                <w:b/>
                <w:bCs/>
              </w:rPr>
              <w:t>Shift + Down</w:t>
            </w:r>
          </w:p>
        </w:tc>
        <w:tc>
          <w:tcPr>
            <w:tcW w:w="1701" w:type="dxa"/>
            <w:vAlign w:val="center"/>
          </w:tcPr>
          <w:p w14:paraId="2A9CD7D0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31B00DEA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7FAAC28" w14:textId="77777777" w:rsidR="00B9068D" w:rsidRPr="00290F2A" w:rsidRDefault="00B9068D" w:rsidP="00B9068D">
            <w:r w:rsidRPr="00290F2A">
              <w:t>Cockpit Look Left</w:t>
            </w:r>
          </w:p>
        </w:tc>
        <w:tc>
          <w:tcPr>
            <w:tcW w:w="1701" w:type="dxa"/>
            <w:vAlign w:val="center"/>
          </w:tcPr>
          <w:p w14:paraId="56AB4B27" w14:textId="77777777" w:rsidR="00B9068D" w:rsidRPr="00920DBC" w:rsidRDefault="00B9068D" w:rsidP="00B9068D">
            <w:pPr>
              <w:rPr>
                <w:b/>
                <w:bCs/>
              </w:rPr>
            </w:pPr>
            <w:r>
              <w:rPr>
                <w:b/>
                <w:bCs/>
              </w:rPr>
              <w:t>Shift + Left</w:t>
            </w:r>
          </w:p>
        </w:tc>
        <w:tc>
          <w:tcPr>
            <w:tcW w:w="1701" w:type="dxa"/>
            <w:vAlign w:val="center"/>
          </w:tcPr>
          <w:p w14:paraId="046F0218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3D7E2286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A129084" w14:textId="77777777" w:rsidR="00B9068D" w:rsidRPr="00290F2A" w:rsidRDefault="00B9068D" w:rsidP="00B9068D">
            <w:r w:rsidRPr="00290F2A">
              <w:t>Cockpit Look Right</w:t>
            </w:r>
          </w:p>
        </w:tc>
        <w:tc>
          <w:tcPr>
            <w:tcW w:w="1701" w:type="dxa"/>
            <w:vAlign w:val="center"/>
          </w:tcPr>
          <w:p w14:paraId="453EEEDF" w14:textId="77777777" w:rsidR="00B9068D" w:rsidRPr="00920DBC" w:rsidRDefault="00B9068D" w:rsidP="00B9068D">
            <w:pPr>
              <w:rPr>
                <w:b/>
                <w:bCs/>
              </w:rPr>
            </w:pPr>
            <w:r>
              <w:rPr>
                <w:b/>
                <w:bCs/>
              </w:rPr>
              <w:t>Shift + Right</w:t>
            </w:r>
          </w:p>
        </w:tc>
        <w:tc>
          <w:tcPr>
            <w:tcW w:w="1701" w:type="dxa"/>
            <w:vAlign w:val="center"/>
          </w:tcPr>
          <w:p w14:paraId="1A5EAF77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35BB4F0C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AFF54A9" w14:textId="77777777" w:rsidR="00B9068D" w:rsidRPr="00290F2A" w:rsidRDefault="00B9068D" w:rsidP="00B9068D">
            <w:r w:rsidRPr="00290F2A">
              <w:t>Cockpit Look Up</w:t>
            </w:r>
          </w:p>
        </w:tc>
        <w:tc>
          <w:tcPr>
            <w:tcW w:w="1701" w:type="dxa"/>
            <w:vAlign w:val="center"/>
          </w:tcPr>
          <w:p w14:paraId="205F930A" w14:textId="77777777" w:rsidR="00B9068D" w:rsidRPr="00920DBC" w:rsidRDefault="00B9068D" w:rsidP="00B9068D">
            <w:pPr>
              <w:rPr>
                <w:b/>
                <w:bCs/>
              </w:rPr>
            </w:pPr>
            <w:r>
              <w:rPr>
                <w:b/>
                <w:bCs/>
              </w:rPr>
              <w:t>Shift + Up</w:t>
            </w:r>
          </w:p>
        </w:tc>
        <w:tc>
          <w:tcPr>
            <w:tcW w:w="1701" w:type="dxa"/>
            <w:vAlign w:val="center"/>
          </w:tcPr>
          <w:p w14:paraId="0D98B097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37AD98DC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DD4500E" w14:textId="77777777" w:rsidR="00B9068D" w:rsidRPr="00290F2A" w:rsidRDefault="00B9068D" w:rsidP="00B9068D">
            <w:r w:rsidRPr="00290F2A">
              <w:t>Cockpit Look Down Left</w:t>
            </w:r>
          </w:p>
        </w:tc>
        <w:tc>
          <w:tcPr>
            <w:tcW w:w="1701" w:type="dxa"/>
            <w:vAlign w:val="center"/>
          </w:tcPr>
          <w:p w14:paraId="05101AFB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5E7C641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62E9D2F8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9CE0352" w14:textId="77777777" w:rsidR="00B9068D" w:rsidRPr="00290F2A" w:rsidRDefault="00B9068D" w:rsidP="00B9068D">
            <w:r w:rsidRPr="00290F2A">
              <w:t>Cockpit Look Down Right</w:t>
            </w:r>
          </w:p>
        </w:tc>
        <w:tc>
          <w:tcPr>
            <w:tcW w:w="1701" w:type="dxa"/>
            <w:vAlign w:val="center"/>
          </w:tcPr>
          <w:p w14:paraId="0F621AA3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1A49B62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72161003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F4F622A" w14:textId="77777777" w:rsidR="00B9068D" w:rsidRPr="00290F2A" w:rsidRDefault="00B9068D" w:rsidP="00B9068D">
            <w:r w:rsidRPr="00290F2A">
              <w:t>Cockpit Look Up Left</w:t>
            </w:r>
          </w:p>
        </w:tc>
        <w:tc>
          <w:tcPr>
            <w:tcW w:w="1701" w:type="dxa"/>
            <w:vAlign w:val="center"/>
          </w:tcPr>
          <w:p w14:paraId="6375B894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636DF02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5BCD1E23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3713D72" w14:textId="77777777" w:rsidR="00B9068D" w:rsidRPr="00290F2A" w:rsidRDefault="00B9068D" w:rsidP="00B9068D">
            <w:r w:rsidRPr="00290F2A">
              <w:t>Cockpit Look Up Right</w:t>
            </w:r>
          </w:p>
        </w:tc>
        <w:tc>
          <w:tcPr>
            <w:tcW w:w="1701" w:type="dxa"/>
            <w:vAlign w:val="center"/>
          </w:tcPr>
          <w:p w14:paraId="3A4F3015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AF45E2A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6ACCE7B5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70A1D59" w14:textId="77777777" w:rsidR="00B9068D" w:rsidRPr="00290F2A" w:rsidRDefault="00B9068D" w:rsidP="00B9068D">
            <w:r w:rsidRPr="00290F2A">
              <w:t>Toggle Cockpit Freelook</w:t>
            </w:r>
          </w:p>
        </w:tc>
        <w:tc>
          <w:tcPr>
            <w:tcW w:w="1701" w:type="dxa"/>
            <w:vAlign w:val="center"/>
          </w:tcPr>
          <w:p w14:paraId="0A14CA1C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A9A416D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5C7532" w14:paraId="4707543B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1E20749" w14:textId="14CDA6D7" w:rsidR="00B9068D" w:rsidRPr="00290F2A" w:rsidRDefault="00B9068D" w:rsidP="00B9068D">
            <w:pPr>
              <w:rPr>
                <w:lang w:val="en-US"/>
              </w:rPr>
            </w:pPr>
            <w:r w:rsidRPr="00290F2A">
              <w:rPr>
                <w:lang w:val="en-US"/>
              </w:rPr>
              <w:t>Toggle Cockpit View Freelook (Hold)</w:t>
            </w:r>
          </w:p>
        </w:tc>
        <w:tc>
          <w:tcPr>
            <w:tcW w:w="1701" w:type="dxa"/>
            <w:vAlign w:val="center"/>
          </w:tcPr>
          <w:p w14:paraId="673E5129" w14:textId="77777777" w:rsidR="00B9068D" w:rsidRPr="00920DBC" w:rsidRDefault="00B9068D" w:rsidP="00B9068D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CBC8356" w14:textId="77777777" w:rsidR="00B9068D" w:rsidRPr="00920DBC" w:rsidRDefault="00B9068D" w:rsidP="00B9068D">
            <w:pPr>
              <w:rPr>
                <w:b/>
                <w:bCs/>
                <w:lang w:val="en-US"/>
              </w:rPr>
            </w:pPr>
          </w:p>
        </w:tc>
      </w:tr>
      <w:tr w:rsidR="00B9068D" w:rsidRPr="00290F2A" w14:paraId="2288F574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F373B0A" w14:textId="77777777" w:rsidR="00B9068D" w:rsidRPr="00290F2A" w:rsidRDefault="00B9068D" w:rsidP="00B9068D">
            <w:r w:rsidRPr="00290F2A">
              <w:t>Cockpit Quickview Up</w:t>
            </w:r>
          </w:p>
        </w:tc>
        <w:tc>
          <w:tcPr>
            <w:tcW w:w="1701" w:type="dxa"/>
            <w:vAlign w:val="center"/>
          </w:tcPr>
          <w:p w14:paraId="04E0E626" w14:textId="77777777" w:rsidR="00B9068D" w:rsidRPr="00920DBC" w:rsidRDefault="00B9068D" w:rsidP="00B9068D">
            <w:pPr>
              <w:rPr>
                <w:b/>
                <w:bCs/>
              </w:rPr>
            </w:pPr>
            <w:r>
              <w:rPr>
                <w:b/>
                <w:bCs/>
              </w:rPr>
              <w:t>Ctrl + Up</w:t>
            </w:r>
          </w:p>
        </w:tc>
        <w:tc>
          <w:tcPr>
            <w:tcW w:w="1701" w:type="dxa"/>
            <w:vAlign w:val="center"/>
          </w:tcPr>
          <w:p w14:paraId="42E9E87E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08056C36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B3D2825" w14:textId="77777777" w:rsidR="00B9068D" w:rsidRPr="00290F2A" w:rsidRDefault="00B9068D" w:rsidP="00B9068D">
            <w:r w:rsidRPr="00290F2A">
              <w:t>Cockpit Quickview Rear</w:t>
            </w:r>
          </w:p>
        </w:tc>
        <w:tc>
          <w:tcPr>
            <w:tcW w:w="1701" w:type="dxa"/>
            <w:vAlign w:val="center"/>
          </w:tcPr>
          <w:p w14:paraId="743A1ECE" w14:textId="77777777" w:rsidR="00B9068D" w:rsidRPr="00920DBC" w:rsidRDefault="00B9068D" w:rsidP="00B9068D">
            <w:pPr>
              <w:rPr>
                <w:b/>
                <w:bCs/>
              </w:rPr>
            </w:pPr>
            <w:r>
              <w:rPr>
                <w:b/>
                <w:bCs/>
              </w:rPr>
              <w:t>Ctrl + Down</w:t>
            </w:r>
          </w:p>
        </w:tc>
        <w:tc>
          <w:tcPr>
            <w:tcW w:w="1701" w:type="dxa"/>
            <w:vAlign w:val="center"/>
          </w:tcPr>
          <w:p w14:paraId="74BCBF57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132F01F3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31513FB" w14:textId="77777777" w:rsidR="00B9068D" w:rsidRPr="00290F2A" w:rsidRDefault="00B9068D" w:rsidP="00B9068D">
            <w:r w:rsidRPr="00290F2A">
              <w:t>Cockpit Quickview Right</w:t>
            </w:r>
          </w:p>
        </w:tc>
        <w:tc>
          <w:tcPr>
            <w:tcW w:w="1701" w:type="dxa"/>
            <w:vAlign w:val="center"/>
          </w:tcPr>
          <w:p w14:paraId="6AAC5F25" w14:textId="77777777" w:rsidR="00B9068D" w:rsidRPr="00920DBC" w:rsidRDefault="00B9068D" w:rsidP="00B9068D">
            <w:pPr>
              <w:rPr>
                <w:b/>
                <w:bCs/>
              </w:rPr>
            </w:pPr>
            <w:r>
              <w:rPr>
                <w:b/>
                <w:bCs/>
              </w:rPr>
              <w:t>Ctrl + Right</w:t>
            </w:r>
          </w:p>
        </w:tc>
        <w:tc>
          <w:tcPr>
            <w:tcW w:w="1701" w:type="dxa"/>
            <w:vAlign w:val="center"/>
          </w:tcPr>
          <w:p w14:paraId="71CAFBE9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7A625925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D6A74C3" w14:textId="77777777" w:rsidR="00B9068D" w:rsidRPr="00290F2A" w:rsidRDefault="00B9068D" w:rsidP="00B9068D">
            <w:r w:rsidRPr="00290F2A">
              <w:t>Cockpit Quickview Left</w:t>
            </w:r>
          </w:p>
        </w:tc>
        <w:tc>
          <w:tcPr>
            <w:tcW w:w="1701" w:type="dxa"/>
            <w:vAlign w:val="center"/>
          </w:tcPr>
          <w:p w14:paraId="480E1A22" w14:textId="77777777" w:rsidR="00B9068D" w:rsidRPr="00920DBC" w:rsidRDefault="00B9068D" w:rsidP="00B9068D">
            <w:pPr>
              <w:rPr>
                <w:b/>
                <w:bCs/>
              </w:rPr>
            </w:pPr>
            <w:r>
              <w:rPr>
                <w:b/>
                <w:bCs/>
              </w:rPr>
              <w:t>Ctrl + Left</w:t>
            </w:r>
          </w:p>
        </w:tc>
        <w:tc>
          <w:tcPr>
            <w:tcW w:w="1701" w:type="dxa"/>
            <w:vAlign w:val="center"/>
          </w:tcPr>
          <w:p w14:paraId="600D5428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126E2E49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A02DFBF" w14:textId="77777777" w:rsidR="00B9068D" w:rsidRPr="00290F2A" w:rsidRDefault="00B9068D" w:rsidP="00B9068D">
            <w:r w:rsidRPr="00290F2A">
              <w:t>Cockpit Quickview 45 Left</w:t>
            </w:r>
          </w:p>
        </w:tc>
        <w:tc>
          <w:tcPr>
            <w:tcW w:w="1701" w:type="dxa"/>
            <w:vAlign w:val="center"/>
          </w:tcPr>
          <w:p w14:paraId="4B4E6D3D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AC1A89C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65582B04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7F2502E" w14:textId="77777777" w:rsidR="00B9068D" w:rsidRPr="00290F2A" w:rsidRDefault="00B9068D" w:rsidP="00B9068D">
            <w:r w:rsidRPr="00290F2A">
              <w:t>Cockpit Quickview 120 Left</w:t>
            </w:r>
          </w:p>
        </w:tc>
        <w:tc>
          <w:tcPr>
            <w:tcW w:w="1701" w:type="dxa"/>
            <w:vAlign w:val="center"/>
          </w:tcPr>
          <w:p w14:paraId="15FACE41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1C74969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5811DA66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2772B8C" w14:textId="77777777" w:rsidR="00B9068D" w:rsidRPr="00290F2A" w:rsidRDefault="00B9068D" w:rsidP="00B9068D">
            <w:r w:rsidRPr="00290F2A">
              <w:t>Cockpit Quickview 45 Right</w:t>
            </w:r>
          </w:p>
        </w:tc>
        <w:tc>
          <w:tcPr>
            <w:tcW w:w="1701" w:type="dxa"/>
            <w:vAlign w:val="center"/>
          </w:tcPr>
          <w:p w14:paraId="30CE4D56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579ADEA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  <w:tr w:rsidR="00B9068D" w:rsidRPr="00290F2A" w14:paraId="375EBBED" w14:textId="77777777" w:rsidTr="00B9068D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FF46694" w14:textId="77777777" w:rsidR="00B9068D" w:rsidRPr="00290F2A" w:rsidRDefault="00B9068D" w:rsidP="00B9068D">
            <w:r w:rsidRPr="00290F2A">
              <w:t>Cockpit Quickview 120 Right</w:t>
            </w:r>
          </w:p>
        </w:tc>
        <w:tc>
          <w:tcPr>
            <w:tcW w:w="1701" w:type="dxa"/>
            <w:vAlign w:val="center"/>
          </w:tcPr>
          <w:p w14:paraId="1E100858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81CE3DE" w14:textId="77777777" w:rsidR="00B9068D" w:rsidRPr="00920DBC" w:rsidRDefault="00B9068D" w:rsidP="00B9068D">
            <w:pPr>
              <w:rPr>
                <w:b/>
                <w:bCs/>
              </w:rPr>
            </w:pPr>
          </w:p>
        </w:tc>
      </w:tr>
    </w:tbl>
    <w:p w14:paraId="485C4BBD" w14:textId="77777777" w:rsidR="005E35B8" w:rsidRDefault="005E35B8" w:rsidP="005E35B8">
      <w:pPr>
        <w:pStyle w:val="Ttulo2"/>
        <w:pageBreakBefore/>
        <w:tabs>
          <w:tab w:val="clear" w:pos="284"/>
          <w:tab w:val="left" w:pos="426"/>
        </w:tabs>
      </w:pPr>
      <w:bookmarkStart w:id="100" w:name="_Toc65859887"/>
      <w:bookmarkStart w:id="101" w:name="_Toc66292986"/>
      <w:bookmarkStart w:id="102" w:name="_Toc65859885"/>
      <w:bookmarkStart w:id="103" w:name="_Toc65859881"/>
      <w:r w:rsidRPr="00290F2A">
        <w:lastRenderedPageBreak/>
        <w:t>Instrument Views</w:t>
      </w:r>
      <w:bookmarkEnd w:id="100"/>
      <w:bookmarkEnd w:id="101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5E35B8" w:rsidRPr="00AA645C" w14:paraId="029638BC" w14:textId="77777777" w:rsidTr="006A0E97">
        <w:trPr>
          <w:trHeight w:val="315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17D266EE" w14:textId="17C3FBF2" w:rsidR="005E35B8" w:rsidRPr="00AA645C" w:rsidRDefault="005E35B8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Camera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Instrument Views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DC3870F" w14:textId="77777777" w:rsidR="005E35B8" w:rsidRPr="00F530DB" w:rsidRDefault="005E35B8" w:rsidP="006A0E97">
            <w:pPr>
              <w:jc w:val="center"/>
              <w:rPr>
                <w:b/>
                <w:bCs/>
              </w:rPr>
            </w:pPr>
            <w:r w:rsidRPr="00F530DB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121390B" w14:textId="77777777" w:rsidR="005E35B8" w:rsidRPr="00F530DB" w:rsidRDefault="005E35B8" w:rsidP="006A0E97">
            <w:pPr>
              <w:jc w:val="center"/>
              <w:rPr>
                <w:b/>
                <w:bCs/>
              </w:rPr>
            </w:pPr>
            <w:r w:rsidRPr="00F530DB">
              <w:rPr>
                <w:b/>
                <w:bCs/>
              </w:rPr>
              <w:t>Device</w:t>
            </w:r>
          </w:p>
        </w:tc>
      </w:tr>
      <w:tr w:rsidR="005E35B8" w:rsidRPr="00290F2A" w14:paraId="1E15C2E5" w14:textId="77777777" w:rsidTr="008A1E29">
        <w:trPr>
          <w:trHeight w:val="283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580B40B0" w14:textId="77777777" w:rsidR="005E35B8" w:rsidRPr="00290F2A" w:rsidRDefault="005E35B8" w:rsidP="008A1E29">
            <w:r w:rsidRPr="00290F2A">
              <w:t xml:space="preserve">Next </w:t>
            </w:r>
            <w:r>
              <w:t>Camera View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42BD8937" w14:textId="77777777" w:rsidR="005E35B8" w:rsidRPr="00F530DB" w:rsidRDefault="005E35B8" w:rsidP="008A1E29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7C45D553" w14:textId="77777777" w:rsidR="005E35B8" w:rsidRPr="00F530DB" w:rsidRDefault="005E35B8" w:rsidP="008A1E29">
            <w:pPr>
              <w:rPr>
                <w:b/>
                <w:bCs/>
              </w:rPr>
            </w:pPr>
          </w:p>
        </w:tc>
      </w:tr>
      <w:tr w:rsidR="005E35B8" w:rsidRPr="00290F2A" w14:paraId="5F96192E" w14:textId="77777777" w:rsidTr="008A1E29">
        <w:trPr>
          <w:trHeight w:val="283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43E29AD7" w14:textId="77777777" w:rsidR="005E35B8" w:rsidRPr="00290F2A" w:rsidRDefault="005E35B8" w:rsidP="008A1E29">
            <w:r w:rsidRPr="00290F2A">
              <w:t xml:space="preserve">Previous </w:t>
            </w:r>
            <w:r>
              <w:t>Camera View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675B072A" w14:textId="77777777" w:rsidR="005E35B8" w:rsidRPr="00F530DB" w:rsidRDefault="005E35B8" w:rsidP="008A1E29">
            <w:pPr>
              <w:rPr>
                <w:b/>
                <w:bCs/>
              </w:rPr>
            </w:pPr>
            <w:r>
              <w:rPr>
                <w:b/>
                <w:bCs/>
              </w:rPr>
              <w:t>Shift + A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2A2EC707" w14:textId="77777777" w:rsidR="005E35B8" w:rsidRPr="00F530DB" w:rsidRDefault="005E35B8" w:rsidP="008A1E29">
            <w:pPr>
              <w:rPr>
                <w:b/>
                <w:bCs/>
              </w:rPr>
            </w:pPr>
          </w:p>
        </w:tc>
      </w:tr>
      <w:tr w:rsidR="005E35B8" w:rsidRPr="00290F2A" w14:paraId="48215185" w14:textId="77777777" w:rsidTr="008A1E29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C50D80C" w14:textId="77777777" w:rsidR="005E35B8" w:rsidRPr="00290F2A" w:rsidRDefault="005E35B8" w:rsidP="008A1E29">
            <w:r w:rsidRPr="00290F2A">
              <w:t>Toggle Instrument View 1</w:t>
            </w:r>
            <w:r>
              <w:t>0</w:t>
            </w:r>
          </w:p>
        </w:tc>
        <w:tc>
          <w:tcPr>
            <w:tcW w:w="1701" w:type="dxa"/>
            <w:vAlign w:val="center"/>
          </w:tcPr>
          <w:p w14:paraId="647D1222" w14:textId="77777777" w:rsidR="005E35B8" w:rsidRPr="00F530DB" w:rsidRDefault="005E35B8" w:rsidP="008A1E29">
            <w:pPr>
              <w:rPr>
                <w:b/>
                <w:bCs/>
              </w:rPr>
            </w:pPr>
            <w:r>
              <w:rPr>
                <w:b/>
                <w:bCs/>
              </w:rPr>
              <w:t>Ctrl + 0</w:t>
            </w:r>
          </w:p>
        </w:tc>
        <w:tc>
          <w:tcPr>
            <w:tcW w:w="1701" w:type="dxa"/>
            <w:vAlign w:val="center"/>
          </w:tcPr>
          <w:p w14:paraId="2D2D9106" w14:textId="77777777" w:rsidR="005E35B8" w:rsidRPr="00F530DB" w:rsidRDefault="005E35B8" w:rsidP="008A1E29">
            <w:pPr>
              <w:rPr>
                <w:b/>
                <w:bCs/>
              </w:rPr>
            </w:pPr>
          </w:p>
        </w:tc>
      </w:tr>
      <w:tr w:rsidR="005E35B8" w:rsidRPr="00290F2A" w14:paraId="1106927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14139F3" w14:textId="77777777" w:rsidR="005E35B8" w:rsidRPr="00290F2A" w:rsidRDefault="005E35B8" w:rsidP="00C87C11">
            <w:bookmarkStart w:id="104" w:name="_Toc65859888"/>
            <w:bookmarkEnd w:id="104"/>
            <w:r w:rsidRPr="00290F2A">
              <w:t>Toggle Instrument View 1</w:t>
            </w:r>
          </w:p>
        </w:tc>
        <w:tc>
          <w:tcPr>
            <w:tcW w:w="1701" w:type="dxa"/>
            <w:vAlign w:val="center"/>
          </w:tcPr>
          <w:p w14:paraId="7E5908EC" w14:textId="77777777" w:rsidR="005E35B8" w:rsidRPr="00F530DB" w:rsidRDefault="005E35B8" w:rsidP="00C87C11">
            <w:pPr>
              <w:rPr>
                <w:b/>
                <w:bCs/>
              </w:rPr>
            </w:pPr>
            <w:r>
              <w:rPr>
                <w:b/>
                <w:bCs/>
              </w:rPr>
              <w:t>Ctrl + 1</w:t>
            </w:r>
          </w:p>
        </w:tc>
        <w:tc>
          <w:tcPr>
            <w:tcW w:w="1701" w:type="dxa"/>
            <w:vAlign w:val="center"/>
          </w:tcPr>
          <w:p w14:paraId="38B84A49" w14:textId="77777777" w:rsidR="005E35B8" w:rsidRPr="00F530DB" w:rsidRDefault="005E35B8" w:rsidP="00C87C11">
            <w:pPr>
              <w:rPr>
                <w:b/>
                <w:bCs/>
              </w:rPr>
            </w:pPr>
          </w:p>
        </w:tc>
      </w:tr>
      <w:tr w:rsidR="005E35B8" w:rsidRPr="00290F2A" w14:paraId="1A3CF44A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442C83D7" w14:textId="77777777" w:rsidR="005E35B8" w:rsidRPr="00290F2A" w:rsidRDefault="005E35B8" w:rsidP="00C87C11">
            <w:r w:rsidRPr="00290F2A">
              <w:t>Toggle Instrument View 2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7ACAAEEF" w14:textId="77777777" w:rsidR="005E35B8" w:rsidRPr="00F530DB" w:rsidRDefault="005E35B8" w:rsidP="00C87C11">
            <w:pPr>
              <w:rPr>
                <w:b/>
                <w:bCs/>
              </w:rPr>
            </w:pPr>
            <w:r>
              <w:rPr>
                <w:b/>
                <w:bCs/>
              </w:rPr>
              <w:t>Ctrl + 2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4CA6133D" w14:textId="77777777" w:rsidR="005E35B8" w:rsidRPr="00F530DB" w:rsidRDefault="005E35B8" w:rsidP="00C87C11">
            <w:pPr>
              <w:rPr>
                <w:b/>
                <w:bCs/>
              </w:rPr>
            </w:pPr>
          </w:p>
        </w:tc>
      </w:tr>
      <w:tr w:rsidR="005E35B8" w:rsidRPr="00290F2A" w14:paraId="7459E2F8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2F74684A" w14:textId="77777777" w:rsidR="005E35B8" w:rsidRPr="00290F2A" w:rsidRDefault="005E35B8" w:rsidP="00C87C11">
            <w:r w:rsidRPr="00290F2A">
              <w:t>Toggle Instrument View 3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1FD1BB92" w14:textId="77777777" w:rsidR="005E35B8" w:rsidRPr="00F530DB" w:rsidRDefault="005E35B8" w:rsidP="00C87C11">
            <w:pPr>
              <w:rPr>
                <w:b/>
                <w:bCs/>
              </w:rPr>
            </w:pPr>
            <w:r>
              <w:rPr>
                <w:b/>
                <w:bCs/>
              </w:rPr>
              <w:t>Ctrl + 3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4C159DF7" w14:textId="77777777" w:rsidR="005E35B8" w:rsidRPr="00F530DB" w:rsidRDefault="005E35B8" w:rsidP="00C87C11">
            <w:pPr>
              <w:rPr>
                <w:b/>
                <w:bCs/>
              </w:rPr>
            </w:pPr>
          </w:p>
        </w:tc>
      </w:tr>
      <w:tr w:rsidR="005E35B8" w:rsidRPr="00290F2A" w14:paraId="3322BBF7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376546EB" w14:textId="77777777" w:rsidR="005E35B8" w:rsidRPr="00290F2A" w:rsidRDefault="005E35B8" w:rsidP="00C87C11">
            <w:r w:rsidRPr="00290F2A">
              <w:t>Toggle Instrument View 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435E84E8" w14:textId="77777777" w:rsidR="005E35B8" w:rsidRPr="00F530DB" w:rsidRDefault="005E35B8" w:rsidP="00C87C11">
            <w:pPr>
              <w:rPr>
                <w:b/>
                <w:bCs/>
              </w:rPr>
            </w:pPr>
            <w:r>
              <w:rPr>
                <w:b/>
                <w:bCs/>
              </w:rPr>
              <w:t>Ctrl + 4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1C1D8276" w14:textId="77777777" w:rsidR="005E35B8" w:rsidRPr="00F530DB" w:rsidRDefault="005E35B8" w:rsidP="00C87C11">
            <w:pPr>
              <w:rPr>
                <w:b/>
                <w:bCs/>
              </w:rPr>
            </w:pPr>
          </w:p>
        </w:tc>
      </w:tr>
      <w:tr w:rsidR="005E35B8" w:rsidRPr="00290F2A" w14:paraId="30A06042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5691B710" w14:textId="77777777" w:rsidR="005E35B8" w:rsidRPr="00290F2A" w:rsidRDefault="005E35B8" w:rsidP="00C87C11">
            <w:r w:rsidRPr="00290F2A">
              <w:t>Toggle Instrument View 5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2F28D3D4" w14:textId="77777777" w:rsidR="005E35B8" w:rsidRPr="00F530DB" w:rsidRDefault="005E35B8" w:rsidP="00C87C11">
            <w:pPr>
              <w:rPr>
                <w:b/>
                <w:bCs/>
              </w:rPr>
            </w:pPr>
            <w:r>
              <w:rPr>
                <w:b/>
                <w:bCs/>
              </w:rPr>
              <w:t>Ctrl + 5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4C533EE3" w14:textId="77777777" w:rsidR="005E35B8" w:rsidRPr="00F530DB" w:rsidRDefault="005E35B8" w:rsidP="00C87C11">
            <w:pPr>
              <w:rPr>
                <w:b/>
                <w:bCs/>
              </w:rPr>
            </w:pPr>
          </w:p>
        </w:tc>
      </w:tr>
      <w:tr w:rsidR="005E35B8" w:rsidRPr="00290F2A" w14:paraId="76742673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13999CFF" w14:textId="77777777" w:rsidR="005E35B8" w:rsidRPr="00290F2A" w:rsidRDefault="005E35B8" w:rsidP="00C87C11">
            <w:r w:rsidRPr="00290F2A">
              <w:t>Toggle Instrument View 6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07288E06" w14:textId="77777777" w:rsidR="005E35B8" w:rsidRPr="00F530DB" w:rsidRDefault="005E35B8" w:rsidP="00C87C11">
            <w:pPr>
              <w:rPr>
                <w:b/>
                <w:bCs/>
              </w:rPr>
            </w:pPr>
            <w:r>
              <w:rPr>
                <w:b/>
                <w:bCs/>
              </w:rPr>
              <w:t>Ctrl + 6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39DD362D" w14:textId="77777777" w:rsidR="005E35B8" w:rsidRPr="00F530DB" w:rsidRDefault="005E35B8" w:rsidP="00C87C11">
            <w:pPr>
              <w:rPr>
                <w:b/>
                <w:bCs/>
              </w:rPr>
            </w:pPr>
          </w:p>
        </w:tc>
      </w:tr>
      <w:tr w:rsidR="005E35B8" w:rsidRPr="00290F2A" w14:paraId="05113066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60F3FC44" w14:textId="77777777" w:rsidR="005E35B8" w:rsidRPr="00290F2A" w:rsidRDefault="005E35B8" w:rsidP="00C87C11">
            <w:r w:rsidRPr="00290F2A">
              <w:t>Toggle Instrument View 7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0B21AB87" w14:textId="77777777" w:rsidR="005E35B8" w:rsidRPr="00F530DB" w:rsidRDefault="005E35B8" w:rsidP="00C87C11">
            <w:pPr>
              <w:rPr>
                <w:b/>
                <w:bCs/>
              </w:rPr>
            </w:pPr>
            <w:r>
              <w:rPr>
                <w:b/>
                <w:bCs/>
              </w:rPr>
              <w:t>Ctrl + 7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25BDFFF5" w14:textId="77777777" w:rsidR="005E35B8" w:rsidRPr="00F530DB" w:rsidRDefault="005E35B8" w:rsidP="00C87C11">
            <w:pPr>
              <w:rPr>
                <w:b/>
                <w:bCs/>
              </w:rPr>
            </w:pPr>
          </w:p>
        </w:tc>
      </w:tr>
      <w:tr w:rsidR="005E35B8" w:rsidRPr="00290F2A" w14:paraId="2557B6F1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7F7A7D16" w14:textId="77777777" w:rsidR="005E35B8" w:rsidRPr="00290F2A" w:rsidRDefault="005E35B8" w:rsidP="00C87C11">
            <w:r w:rsidRPr="00290F2A">
              <w:t>Toggle Instrument View 8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191DB280" w14:textId="77777777" w:rsidR="005E35B8" w:rsidRPr="00F530DB" w:rsidRDefault="005E35B8" w:rsidP="00C87C11">
            <w:pPr>
              <w:rPr>
                <w:b/>
                <w:bCs/>
              </w:rPr>
            </w:pPr>
            <w:r>
              <w:rPr>
                <w:b/>
                <w:bCs/>
              </w:rPr>
              <w:t>Ctrl + 8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23559592" w14:textId="77777777" w:rsidR="005E35B8" w:rsidRPr="00F530DB" w:rsidRDefault="005E35B8" w:rsidP="00C87C11">
            <w:pPr>
              <w:rPr>
                <w:b/>
                <w:bCs/>
              </w:rPr>
            </w:pPr>
          </w:p>
        </w:tc>
      </w:tr>
      <w:tr w:rsidR="005E35B8" w:rsidRPr="00290F2A" w14:paraId="3767977A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3111F82B" w14:textId="77777777" w:rsidR="005E35B8" w:rsidRPr="00290F2A" w:rsidRDefault="005E35B8" w:rsidP="00C87C11">
            <w:r w:rsidRPr="00290F2A">
              <w:t>Toggle Instrument View 9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196A6171" w14:textId="77777777" w:rsidR="005E35B8" w:rsidRPr="00F530DB" w:rsidRDefault="005E35B8" w:rsidP="00C87C11">
            <w:pPr>
              <w:rPr>
                <w:b/>
                <w:bCs/>
              </w:rPr>
            </w:pPr>
            <w:r>
              <w:rPr>
                <w:b/>
                <w:bCs/>
              </w:rPr>
              <w:t>Ctrl + 9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2128DB08" w14:textId="77777777" w:rsidR="005E35B8" w:rsidRPr="00F530DB" w:rsidRDefault="005E35B8" w:rsidP="00C87C11">
            <w:pPr>
              <w:rPr>
                <w:b/>
                <w:bCs/>
              </w:rPr>
            </w:pPr>
          </w:p>
        </w:tc>
      </w:tr>
      <w:tr w:rsidR="005E35B8" w:rsidRPr="00290F2A" w14:paraId="51245A99" w14:textId="77777777" w:rsidTr="006C5660">
        <w:trPr>
          <w:trHeight w:val="315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1C2AE76F" w14:textId="77777777" w:rsidR="005E35B8" w:rsidRPr="00290F2A" w:rsidRDefault="005E35B8" w:rsidP="00242A09">
            <w:r w:rsidRPr="00290F2A">
              <w:t xml:space="preserve">Toggle Instrument View Autoselect 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34FD4512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shd w:val="clear" w:color="FFFFFF" w:fill="FFFFFF"/>
            <w:vAlign w:val="center"/>
          </w:tcPr>
          <w:p w14:paraId="734FA2C5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11F3154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AB4834F" w14:textId="77777777" w:rsidR="005E35B8" w:rsidRPr="00290F2A" w:rsidRDefault="005E35B8" w:rsidP="00242A09">
            <w:r w:rsidRPr="00290F2A">
              <w:t>Instrument View Down</w:t>
            </w:r>
          </w:p>
        </w:tc>
        <w:tc>
          <w:tcPr>
            <w:tcW w:w="1701" w:type="dxa"/>
            <w:vAlign w:val="center"/>
          </w:tcPr>
          <w:p w14:paraId="7A1E64D5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Down</w:t>
            </w:r>
          </w:p>
        </w:tc>
        <w:tc>
          <w:tcPr>
            <w:tcW w:w="1701" w:type="dxa"/>
            <w:vAlign w:val="center"/>
          </w:tcPr>
          <w:p w14:paraId="7B0F3863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6D054E7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584A44E" w14:textId="77777777" w:rsidR="005E35B8" w:rsidRPr="00290F2A" w:rsidRDefault="005E35B8" w:rsidP="00242A09">
            <w:r w:rsidRPr="00290F2A">
              <w:t>Instrument View Left</w:t>
            </w:r>
          </w:p>
        </w:tc>
        <w:tc>
          <w:tcPr>
            <w:tcW w:w="1701" w:type="dxa"/>
            <w:vAlign w:val="center"/>
          </w:tcPr>
          <w:p w14:paraId="3CA017CE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Left</w:t>
            </w:r>
          </w:p>
        </w:tc>
        <w:tc>
          <w:tcPr>
            <w:tcW w:w="1701" w:type="dxa"/>
            <w:vAlign w:val="center"/>
          </w:tcPr>
          <w:p w14:paraId="64BE2103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49C1075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FA1593E" w14:textId="77777777" w:rsidR="005E35B8" w:rsidRPr="00290F2A" w:rsidRDefault="005E35B8" w:rsidP="00242A09">
            <w:r w:rsidRPr="00290F2A">
              <w:t>Instrument View Right</w:t>
            </w:r>
          </w:p>
        </w:tc>
        <w:tc>
          <w:tcPr>
            <w:tcW w:w="1701" w:type="dxa"/>
            <w:vAlign w:val="center"/>
          </w:tcPr>
          <w:p w14:paraId="6BE98A25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Right</w:t>
            </w:r>
          </w:p>
        </w:tc>
        <w:tc>
          <w:tcPr>
            <w:tcW w:w="1701" w:type="dxa"/>
            <w:vAlign w:val="center"/>
          </w:tcPr>
          <w:p w14:paraId="7965998F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1607FF7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D43B9AD" w14:textId="77777777" w:rsidR="005E35B8" w:rsidRPr="00290F2A" w:rsidRDefault="005E35B8" w:rsidP="00242A09">
            <w:r w:rsidRPr="00290F2A">
              <w:t>Instrument View Up</w:t>
            </w:r>
          </w:p>
        </w:tc>
        <w:tc>
          <w:tcPr>
            <w:tcW w:w="1701" w:type="dxa"/>
            <w:vAlign w:val="center"/>
          </w:tcPr>
          <w:p w14:paraId="7A36DB3D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Up</w:t>
            </w:r>
          </w:p>
        </w:tc>
        <w:tc>
          <w:tcPr>
            <w:tcW w:w="1701" w:type="dxa"/>
            <w:vAlign w:val="center"/>
          </w:tcPr>
          <w:p w14:paraId="2585B89C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22A870E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BE0DE1C" w14:textId="77777777" w:rsidR="005E35B8" w:rsidRPr="00290F2A" w:rsidRDefault="005E35B8" w:rsidP="00242A09">
            <w:r w:rsidRPr="00290F2A">
              <w:t>Toggle Instrument View Freelook</w:t>
            </w:r>
          </w:p>
        </w:tc>
        <w:tc>
          <w:tcPr>
            <w:tcW w:w="1701" w:type="dxa"/>
            <w:vAlign w:val="center"/>
          </w:tcPr>
          <w:p w14:paraId="0CB5BC81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30D5CA8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5C7532" w14:paraId="391BF02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300EA0C" w14:textId="31C27454" w:rsidR="005E35B8" w:rsidRPr="00290F2A" w:rsidRDefault="005E35B8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Toggle Instruments View Freelook (</w:t>
            </w:r>
            <w:r w:rsidR="008903CA" w:rsidRPr="00290F2A">
              <w:rPr>
                <w:lang w:val="en-US"/>
              </w:rPr>
              <w:t>Hold</w:t>
            </w:r>
            <w:r w:rsidRPr="00290F2A">
              <w:rPr>
                <w:lang w:val="en-US"/>
              </w:rPr>
              <w:t>)</w:t>
            </w:r>
          </w:p>
        </w:tc>
        <w:tc>
          <w:tcPr>
            <w:tcW w:w="1701" w:type="dxa"/>
            <w:vAlign w:val="center"/>
          </w:tcPr>
          <w:p w14:paraId="451F9FCE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69428CAE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</w:tbl>
    <w:p w14:paraId="1AC5347B" w14:textId="77777777" w:rsidR="005E35B8" w:rsidRDefault="005E35B8" w:rsidP="005E35B8">
      <w:pPr>
        <w:pStyle w:val="Ttulo2"/>
        <w:pageBreakBefore/>
        <w:tabs>
          <w:tab w:val="clear" w:pos="284"/>
          <w:tab w:val="left" w:pos="426"/>
        </w:tabs>
      </w:pPr>
      <w:bookmarkStart w:id="105" w:name="_Toc65859883"/>
      <w:bookmarkStart w:id="106" w:name="_Toc66292987"/>
      <w:r w:rsidRPr="00290F2A">
        <w:lastRenderedPageBreak/>
        <w:t>External Camera</w:t>
      </w:r>
      <w:bookmarkEnd w:id="105"/>
      <w:bookmarkEnd w:id="106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5E35B8" w:rsidRPr="00AA645C" w14:paraId="07568218" w14:textId="77777777" w:rsidTr="006A0E97">
        <w:trPr>
          <w:trHeight w:val="315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1A7B239C" w14:textId="61A74A31" w:rsidR="005E35B8" w:rsidRPr="00AA645C" w:rsidRDefault="005E35B8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Camera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External Camera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111D1BF" w14:textId="77777777" w:rsidR="005E35B8" w:rsidRPr="00F530DB" w:rsidRDefault="005E35B8" w:rsidP="006A0E97">
            <w:pPr>
              <w:jc w:val="center"/>
              <w:rPr>
                <w:b/>
                <w:bCs/>
              </w:rPr>
            </w:pPr>
            <w:r w:rsidRPr="00F530DB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3A83719" w14:textId="77777777" w:rsidR="005E35B8" w:rsidRPr="00F530DB" w:rsidRDefault="005E35B8" w:rsidP="006A0E97">
            <w:pPr>
              <w:jc w:val="center"/>
              <w:rPr>
                <w:b/>
                <w:bCs/>
              </w:rPr>
            </w:pPr>
            <w:r w:rsidRPr="00F530DB">
              <w:rPr>
                <w:b/>
                <w:bCs/>
              </w:rPr>
              <w:t>Device</w:t>
            </w:r>
          </w:p>
        </w:tc>
      </w:tr>
      <w:tr w:rsidR="005E35B8" w:rsidRPr="00290F2A" w14:paraId="17C0E3B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CC980B1" w14:textId="77777777" w:rsidR="005E35B8" w:rsidRPr="00290F2A" w:rsidRDefault="005E35B8" w:rsidP="00242A09">
            <w:bookmarkStart w:id="107" w:name="_Toc65859884"/>
            <w:bookmarkEnd w:id="107"/>
            <w:r w:rsidRPr="00290F2A">
              <w:t>Reset External View</w:t>
            </w:r>
          </w:p>
        </w:tc>
        <w:tc>
          <w:tcPr>
            <w:tcW w:w="1701" w:type="dxa"/>
            <w:vAlign w:val="center"/>
          </w:tcPr>
          <w:p w14:paraId="795AB757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Space</w:t>
            </w:r>
          </w:p>
        </w:tc>
        <w:tc>
          <w:tcPr>
            <w:tcW w:w="1701" w:type="dxa"/>
            <w:vAlign w:val="center"/>
          </w:tcPr>
          <w:p w14:paraId="28386D2B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3831E35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DEC95D5" w14:textId="77777777" w:rsidR="005E35B8" w:rsidRPr="00290F2A" w:rsidRDefault="005E35B8" w:rsidP="00242A09">
            <w:r w:rsidRPr="00290F2A">
              <w:t>Toggle External View Focus</w:t>
            </w:r>
          </w:p>
        </w:tc>
        <w:tc>
          <w:tcPr>
            <w:tcW w:w="1701" w:type="dxa"/>
            <w:vAlign w:val="center"/>
          </w:tcPr>
          <w:p w14:paraId="583CE89D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3B4BFE1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6285E88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CEB812E" w14:textId="77777777" w:rsidR="005E35B8" w:rsidRPr="00290F2A" w:rsidRDefault="005E35B8" w:rsidP="00242A09">
            <w:r w:rsidRPr="00290F2A">
              <w:t>Toggle External View</w:t>
            </w:r>
          </w:p>
        </w:tc>
        <w:tc>
          <w:tcPr>
            <w:tcW w:w="1701" w:type="dxa"/>
            <w:vAlign w:val="center"/>
          </w:tcPr>
          <w:p w14:paraId="21C7B63A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5A693EF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443642E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6365F6E" w14:textId="77777777" w:rsidR="005E35B8" w:rsidRPr="00290F2A" w:rsidRDefault="005E35B8" w:rsidP="00242A09">
            <w:r w:rsidRPr="00290F2A">
              <w:t>Zoom External View</w:t>
            </w:r>
          </w:p>
        </w:tc>
        <w:tc>
          <w:tcPr>
            <w:tcW w:w="1701" w:type="dxa"/>
            <w:vAlign w:val="center"/>
          </w:tcPr>
          <w:p w14:paraId="2EF7D761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=</w:t>
            </w:r>
          </w:p>
        </w:tc>
        <w:tc>
          <w:tcPr>
            <w:tcW w:w="1701" w:type="dxa"/>
            <w:vAlign w:val="center"/>
          </w:tcPr>
          <w:p w14:paraId="750E6499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04C2E18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0B1ABE6" w14:textId="77777777" w:rsidR="005E35B8" w:rsidRPr="00290F2A" w:rsidRDefault="005E35B8" w:rsidP="00242A09">
            <w:r w:rsidRPr="00290F2A">
              <w:t>Unzoom External View</w:t>
            </w:r>
          </w:p>
        </w:tc>
        <w:tc>
          <w:tcPr>
            <w:tcW w:w="1701" w:type="dxa"/>
            <w:vAlign w:val="center"/>
          </w:tcPr>
          <w:p w14:paraId="6B1C8CCA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1701" w:type="dxa"/>
            <w:vAlign w:val="center"/>
          </w:tcPr>
          <w:p w14:paraId="41521380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6C8AE9D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353C613" w14:textId="77777777" w:rsidR="005E35B8" w:rsidRPr="00290F2A" w:rsidRDefault="005E35B8" w:rsidP="00242A09">
            <w:r w:rsidRPr="00290F2A">
              <w:t>External View Freelook</w:t>
            </w:r>
          </w:p>
        </w:tc>
        <w:tc>
          <w:tcPr>
            <w:tcW w:w="1701" w:type="dxa"/>
            <w:vAlign w:val="center"/>
          </w:tcPr>
          <w:p w14:paraId="7FE2974C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2D33AFE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5C7532" w14:paraId="7E9B5B1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83955C4" w14:textId="6E56CBFB" w:rsidR="005E35B8" w:rsidRPr="00290F2A" w:rsidRDefault="001F6EDB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Toggle External View Freelook (Hold)</w:t>
            </w:r>
          </w:p>
        </w:tc>
        <w:tc>
          <w:tcPr>
            <w:tcW w:w="1701" w:type="dxa"/>
            <w:vAlign w:val="center"/>
          </w:tcPr>
          <w:p w14:paraId="3A9BFB79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0D0B1E70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  <w:tr w:rsidR="005E35B8" w:rsidRPr="00290F2A" w14:paraId="5CDF444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9038317" w14:textId="28F3E92E" w:rsidR="005E35B8" w:rsidRPr="00290F2A" w:rsidRDefault="001F6EDB" w:rsidP="00242A09">
            <w:r w:rsidRPr="00290F2A">
              <w:t>External Quickview Left</w:t>
            </w:r>
          </w:p>
        </w:tc>
        <w:tc>
          <w:tcPr>
            <w:tcW w:w="1701" w:type="dxa"/>
            <w:vAlign w:val="center"/>
          </w:tcPr>
          <w:p w14:paraId="06C8C022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Left</w:t>
            </w:r>
          </w:p>
        </w:tc>
        <w:tc>
          <w:tcPr>
            <w:tcW w:w="1701" w:type="dxa"/>
            <w:vAlign w:val="center"/>
          </w:tcPr>
          <w:p w14:paraId="5E7F835C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6D176FB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C4C1CAE" w14:textId="710BC9C3" w:rsidR="005E35B8" w:rsidRPr="00290F2A" w:rsidRDefault="001F6EDB" w:rsidP="00242A09">
            <w:r w:rsidRPr="00290F2A">
              <w:t>External Quickview Rear</w:t>
            </w:r>
          </w:p>
        </w:tc>
        <w:tc>
          <w:tcPr>
            <w:tcW w:w="1701" w:type="dxa"/>
            <w:vAlign w:val="center"/>
          </w:tcPr>
          <w:p w14:paraId="0EF52FD5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Down</w:t>
            </w:r>
          </w:p>
        </w:tc>
        <w:tc>
          <w:tcPr>
            <w:tcW w:w="1701" w:type="dxa"/>
            <w:vAlign w:val="center"/>
          </w:tcPr>
          <w:p w14:paraId="6F38B227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0BC786A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7258889" w14:textId="29D1A5B5" w:rsidR="005E35B8" w:rsidRPr="00290F2A" w:rsidRDefault="001F6EDB" w:rsidP="00242A09">
            <w:r w:rsidRPr="00290F2A">
              <w:t>External Quickview Right</w:t>
            </w:r>
          </w:p>
        </w:tc>
        <w:tc>
          <w:tcPr>
            <w:tcW w:w="1701" w:type="dxa"/>
            <w:vAlign w:val="center"/>
          </w:tcPr>
          <w:p w14:paraId="35F3CD81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Right</w:t>
            </w:r>
          </w:p>
        </w:tc>
        <w:tc>
          <w:tcPr>
            <w:tcW w:w="1701" w:type="dxa"/>
            <w:vAlign w:val="center"/>
          </w:tcPr>
          <w:p w14:paraId="651FB09E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12B38BF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0865632" w14:textId="1E80A11A" w:rsidR="005E35B8" w:rsidRPr="00290F2A" w:rsidRDefault="001F6EDB" w:rsidP="00242A09">
            <w:r w:rsidRPr="00290F2A">
              <w:t>External Quickview Top</w:t>
            </w:r>
          </w:p>
        </w:tc>
        <w:tc>
          <w:tcPr>
            <w:tcW w:w="1701" w:type="dxa"/>
            <w:vAlign w:val="center"/>
          </w:tcPr>
          <w:p w14:paraId="3CA56A3F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Up</w:t>
            </w:r>
          </w:p>
        </w:tc>
        <w:tc>
          <w:tcPr>
            <w:tcW w:w="1701" w:type="dxa"/>
            <w:vAlign w:val="center"/>
          </w:tcPr>
          <w:p w14:paraId="30E9C190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5C7532" w14:paraId="0B2EDB9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D0DC76C" w14:textId="707D4693" w:rsidR="005E35B8" w:rsidRPr="00290F2A" w:rsidRDefault="001F6EDB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External View Look Down (Lockable)</w:t>
            </w:r>
          </w:p>
        </w:tc>
        <w:tc>
          <w:tcPr>
            <w:tcW w:w="1701" w:type="dxa"/>
            <w:vAlign w:val="center"/>
          </w:tcPr>
          <w:p w14:paraId="64A8264A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1D1DD98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  <w:tr w:rsidR="005E35B8" w:rsidRPr="005C7532" w14:paraId="53EB0FB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FAB4C15" w14:textId="0770D746" w:rsidR="005E35B8" w:rsidRPr="00290F2A" w:rsidRDefault="001F6EDB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External View Look Down Left (Lockable)</w:t>
            </w:r>
          </w:p>
        </w:tc>
        <w:tc>
          <w:tcPr>
            <w:tcW w:w="1701" w:type="dxa"/>
            <w:vAlign w:val="center"/>
          </w:tcPr>
          <w:p w14:paraId="099290C2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6C80EC2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  <w:tr w:rsidR="005E35B8" w:rsidRPr="005C7532" w14:paraId="5E3660E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BC737F2" w14:textId="7282FB4A" w:rsidR="005E35B8" w:rsidRPr="00290F2A" w:rsidRDefault="001F6EDB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External View Look Down Right (Lockable)</w:t>
            </w:r>
          </w:p>
        </w:tc>
        <w:tc>
          <w:tcPr>
            <w:tcW w:w="1701" w:type="dxa"/>
            <w:vAlign w:val="center"/>
          </w:tcPr>
          <w:p w14:paraId="24BA35E7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6B2A37B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  <w:tr w:rsidR="005E35B8" w:rsidRPr="005C7532" w14:paraId="24E93F2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72F5E3E" w14:textId="63139D32" w:rsidR="005E35B8" w:rsidRPr="00290F2A" w:rsidRDefault="001F6EDB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External View Look Left (Lockable)</w:t>
            </w:r>
          </w:p>
        </w:tc>
        <w:tc>
          <w:tcPr>
            <w:tcW w:w="1701" w:type="dxa"/>
            <w:vAlign w:val="center"/>
          </w:tcPr>
          <w:p w14:paraId="1F3F6DCE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F644649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  <w:tr w:rsidR="005E35B8" w:rsidRPr="005C7532" w14:paraId="4D14E46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3298754" w14:textId="5F90CC5E" w:rsidR="005E35B8" w:rsidRPr="00290F2A" w:rsidRDefault="001F6EDB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External View Look Right (Lockable)</w:t>
            </w:r>
          </w:p>
        </w:tc>
        <w:tc>
          <w:tcPr>
            <w:tcW w:w="1701" w:type="dxa"/>
            <w:vAlign w:val="center"/>
          </w:tcPr>
          <w:p w14:paraId="0B395D29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32B7B7DA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  <w:tr w:rsidR="005E35B8" w:rsidRPr="005C7532" w14:paraId="514685E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58A7AAA" w14:textId="1B4DFD36" w:rsidR="005E35B8" w:rsidRPr="00290F2A" w:rsidRDefault="001F6EDB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External View Look Up (Lockable)</w:t>
            </w:r>
          </w:p>
        </w:tc>
        <w:tc>
          <w:tcPr>
            <w:tcW w:w="1701" w:type="dxa"/>
            <w:vAlign w:val="center"/>
          </w:tcPr>
          <w:p w14:paraId="1C90974A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7208A8F4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  <w:tr w:rsidR="005E35B8" w:rsidRPr="005C7532" w14:paraId="2319C71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98B2903" w14:textId="502EFE18" w:rsidR="005E35B8" w:rsidRPr="00290F2A" w:rsidRDefault="001F6EDB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External View Look Up Left (Lockable)</w:t>
            </w:r>
          </w:p>
        </w:tc>
        <w:tc>
          <w:tcPr>
            <w:tcW w:w="1701" w:type="dxa"/>
            <w:vAlign w:val="center"/>
          </w:tcPr>
          <w:p w14:paraId="0AB11FE0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4820884D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  <w:tr w:rsidR="005E35B8" w:rsidRPr="005C7532" w14:paraId="69CF635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EF7A462" w14:textId="72943D6F" w:rsidR="005E35B8" w:rsidRPr="00290F2A" w:rsidRDefault="001F6EDB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External View Look Up Right (Lockable)</w:t>
            </w:r>
          </w:p>
        </w:tc>
        <w:tc>
          <w:tcPr>
            <w:tcW w:w="1701" w:type="dxa"/>
            <w:vAlign w:val="center"/>
          </w:tcPr>
          <w:p w14:paraId="6D6A1412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990F9E4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  <w:tr w:rsidR="005E35B8" w:rsidRPr="00290F2A" w14:paraId="584FBC5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422CD55" w14:textId="418C77C3" w:rsidR="005E35B8" w:rsidRPr="00290F2A" w:rsidRDefault="001F6EDB" w:rsidP="00242A09">
            <w:r w:rsidRPr="00290F2A">
              <w:t>External View Look Down</w:t>
            </w:r>
          </w:p>
        </w:tc>
        <w:tc>
          <w:tcPr>
            <w:tcW w:w="1701" w:type="dxa"/>
            <w:vAlign w:val="center"/>
          </w:tcPr>
          <w:p w14:paraId="562C0FB8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363D783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5C7532" w14:paraId="30CA616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5F94A46" w14:textId="77777777" w:rsidR="005E35B8" w:rsidRPr="00290F2A" w:rsidRDefault="005E35B8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External View Look Down Left</w:t>
            </w:r>
          </w:p>
        </w:tc>
        <w:tc>
          <w:tcPr>
            <w:tcW w:w="1701" w:type="dxa"/>
            <w:vAlign w:val="center"/>
          </w:tcPr>
          <w:p w14:paraId="47A30BC9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5080C3D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  <w:tr w:rsidR="005E35B8" w:rsidRPr="005C7532" w14:paraId="2FF1123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F0816DE" w14:textId="77777777" w:rsidR="005E35B8" w:rsidRPr="00290F2A" w:rsidRDefault="005E35B8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External View Look Down Right</w:t>
            </w:r>
          </w:p>
        </w:tc>
        <w:tc>
          <w:tcPr>
            <w:tcW w:w="1701" w:type="dxa"/>
            <w:vAlign w:val="center"/>
          </w:tcPr>
          <w:p w14:paraId="54622A0C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54F401AC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  <w:tr w:rsidR="005E35B8" w:rsidRPr="00290F2A" w14:paraId="0F2A3C6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E5526BE" w14:textId="77777777" w:rsidR="005E35B8" w:rsidRPr="00290F2A" w:rsidRDefault="005E35B8" w:rsidP="00242A09">
            <w:r w:rsidRPr="00290F2A">
              <w:t>External View Look Left</w:t>
            </w:r>
          </w:p>
        </w:tc>
        <w:tc>
          <w:tcPr>
            <w:tcW w:w="1701" w:type="dxa"/>
            <w:vAlign w:val="center"/>
          </w:tcPr>
          <w:p w14:paraId="33BC218A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35F6ECB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16718F3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25C59BD" w14:textId="77777777" w:rsidR="005E35B8" w:rsidRPr="00290F2A" w:rsidRDefault="005E35B8" w:rsidP="00242A09">
            <w:r w:rsidRPr="00290F2A">
              <w:t>External View Look Right</w:t>
            </w:r>
          </w:p>
        </w:tc>
        <w:tc>
          <w:tcPr>
            <w:tcW w:w="1701" w:type="dxa"/>
            <w:vAlign w:val="center"/>
          </w:tcPr>
          <w:p w14:paraId="0BEBA073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97707C2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5C7532" w14:paraId="0704AD8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D9026D8" w14:textId="77777777" w:rsidR="005E35B8" w:rsidRPr="00290F2A" w:rsidRDefault="005E35B8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External View Look Up Right</w:t>
            </w:r>
          </w:p>
        </w:tc>
        <w:tc>
          <w:tcPr>
            <w:tcW w:w="1701" w:type="dxa"/>
            <w:vAlign w:val="center"/>
          </w:tcPr>
          <w:p w14:paraId="3E2EFB98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B76C8DE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  <w:tr w:rsidR="005E35B8" w:rsidRPr="00290F2A" w14:paraId="6DFE7FF2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9824625" w14:textId="77777777" w:rsidR="005E35B8" w:rsidRPr="00290F2A" w:rsidRDefault="005E35B8" w:rsidP="00242A09">
            <w:r w:rsidRPr="00290F2A">
              <w:t>External Quickview 45 Left</w:t>
            </w:r>
          </w:p>
        </w:tc>
        <w:tc>
          <w:tcPr>
            <w:tcW w:w="1701" w:type="dxa"/>
            <w:vAlign w:val="center"/>
          </w:tcPr>
          <w:p w14:paraId="75C9F06D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F197085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3650D18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77F5AC1" w14:textId="77777777" w:rsidR="005E35B8" w:rsidRPr="00290F2A" w:rsidRDefault="005E35B8" w:rsidP="00242A09">
            <w:r w:rsidRPr="00290F2A">
              <w:t>External Quickview 120 Left</w:t>
            </w:r>
          </w:p>
        </w:tc>
        <w:tc>
          <w:tcPr>
            <w:tcW w:w="1701" w:type="dxa"/>
            <w:vAlign w:val="center"/>
          </w:tcPr>
          <w:p w14:paraId="4BC9710F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A032937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4A44F0D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58260B6" w14:textId="77777777" w:rsidR="005E35B8" w:rsidRPr="00290F2A" w:rsidRDefault="005E35B8" w:rsidP="00242A09">
            <w:r w:rsidRPr="00290F2A">
              <w:t>External Quickview 45 Right</w:t>
            </w:r>
          </w:p>
        </w:tc>
        <w:tc>
          <w:tcPr>
            <w:tcW w:w="1701" w:type="dxa"/>
            <w:vAlign w:val="center"/>
          </w:tcPr>
          <w:p w14:paraId="05C502F5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20F2680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40DA6D8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1D92B92" w14:textId="77777777" w:rsidR="005E35B8" w:rsidRPr="00290F2A" w:rsidRDefault="005E35B8" w:rsidP="00242A09">
            <w:r w:rsidRPr="00290F2A">
              <w:t>External Quickview 120 Right</w:t>
            </w:r>
          </w:p>
        </w:tc>
        <w:tc>
          <w:tcPr>
            <w:tcW w:w="1701" w:type="dxa"/>
            <w:vAlign w:val="center"/>
          </w:tcPr>
          <w:p w14:paraId="13695F5A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C7BB4F8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</w:tbl>
    <w:p w14:paraId="16A9A3CD" w14:textId="77777777" w:rsidR="005E35B8" w:rsidRDefault="005E35B8" w:rsidP="005E35B8">
      <w:pPr>
        <w:pStyle w:val="Ttulo2"/>
        <w:pageBreakBefore/>
        <w:tabs>
          <w:tab w:val="clear" w:pos="284"/>
          <w:tab w:val="left" w:pos="426"/>
        </w:tabs>
      </w:pPr>
      <w:bookmarkStart w:id="108" w:name="_Toc66292988"/>
      <w:r w:rsidRPr="00290F2A">
        <w:lastRenderedPageBreak/>
        <w:t>Drone Camera</w:t>
      </w:r>
      <w:bookmarkEnd w:id="108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5E35B8" w:rsidRPr="00AA645C" w14:paraId="55494B40" w14:textId="77777777" w:rsidTr="006A0E97">
        <w:trPr>
          <w:trHeight w:val="315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04FDA054" w14:textId="4493086C" w:rsidR="005E35B8" w:rsidRPr="00AA645C" w:rsidRDefault="005E35B8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Camera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Drone Camera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0FC7A7B" w14:textId="77777777" w:rsidR="005E35B8" w:rsidRPr="00F530DB" w:rsidRDefault="005E35B8" w:rsidP="006A0E97">
            <w:pPr>
              <w:jc w:val="center"/>
              <w:rPr>
                <w:b/>
                <w:bCs/>
              </w:rPr>
            </w:pPr>
            <w:r w:rsidRPr="00F530DB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0F36A7E" w14:textId="77777777" w:rsidR="005E35B8" w:rsidRPr="00F530DB" w:rsidRDefault="005E35B8" w:rsidP="006A0E97">
            <w:pPr>
              <w:jc w:val="center"/>
              <w:rPr>
                <w:b/>
                <w:bCs/>
              </w:rPr>
            </w:pPr>
            <w:r w:rsidRPr="00F530DB">
              <w:rPr>
                <w:b/>
                <w:bCs/>
              </w:rPr>
              <w:t>Device</w:t>
            </w:r>
          </w:p>
        </w:tc>
      </w:tr>
      <w:tr w:rsidR="005E35B8" w:rsidRPr="00290F2A" w14:paraId="2965C3E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7D8AA2B" w14:textId="77777777" w:rsidR="005E35B8" w:rsidRPr="00290F2A" w:rsidRDefault="005E35B8" w:rsidP="00242A09">
            <w:bookmarkStart w:id="109" w:name="_Toc65859882"/>
            <w:bookmarkEnd w:id="109"/>
            <w:r w:rsidRPr="00290F2A">
              <w:t>Toggle Drone Camera</w:t>
            </w:r>
          </w:p>
        </w:tc>
        <w:tc>
          <w:tcPr>
            <w:tcW w:w="1701" w:type="dxa"/>
            <w:vAlign w:val="center"/>
          </w:tcPr>
          <w:p w14:paraId="4E051E3E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Insert</w:t>
            </w:r>
          </w:p>
        </w:tc>
        <w:tc>
          <w:tcPr>
            <w:tcW w:w="1701" w:type="dxa"/>
            <w:vAlign w:val="center"/>
          </w:tcPr>
          <w:p w14:paraId="35661CA5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661D9E4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0194637" w14:textId="77777777" w:rsidR="005E35B8" w:rsidRPr="00290F2A" w:rsidRDefault="005E35B8" w:rsidP="00242A09">
            <w:r w:rsidRPr="00290F2A">
              <w:t>Toggle Plane Controls</w:t>
            </w:r>
          </w:p>
        </w:tc>
        <w:tc>
          <w:tcPr>
            <w:tcW w:w="1701" w:type="dxa"/>
            <w:vAlign w:val="center"/>
          </w:tcPr>
          <w:p w14:paraId="24A788E5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701" w:type="dxa"/>
            <w:vAlign w:val="center"/>
          </w:tcPr>
          <w:p w14:paraId="4A3B75A9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7156801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94DC105" w14:textId="77777777" w:rsidR="005E35B8" w:rsidRPr="00290F2A" w:rsidRDefault="005E35B8" w:rsidP="00242A09">
            <w:r w:rsidRPr="00290F2A">
              <w:t>Toggle Drone Follow Mode</w:t>
            </w:r>
          </w:p>
        </w:tc>
        <w:tc>
          <w:tcPr>
            <w:tcW w:w="1701" w:type="dxa"/>
            <w:vAlign w:val="center"/>
          </w:tcPr>
          <w:p w14:paraId="56F28B45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Tab</w:t>
            </w:r>
          </w:p>
        </w:tc>
        <w:tc>
          <w:tcPr>
            <w:tcW w:w="1701" w:type="dxa"/>
            <w:vAlign w:val="center"/>
          </w:tcPr>
          <w:p w14:paraId="31D5C795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318F2F1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E7CA77B" w14:textId="77777777" w:rsidR="005E35B8" w:rsidRPr="00290F2A" w:rsidRDefault="005E35B8" w:rsidP="00242A09">
            <w:r w:rsidRPr="00290F2A">
              <w:t>Toggle Drone Lock Mode</w:t>
            </w:r>
          </w:p>
        </w:tc>
        <w:tc>
          <w:tcPr>
            <w:tcW w:w="1701" w:type="dxa"/>
            <w:vAlign w:val="center"/>
          </w:tcPr>
          <w:p w14:paraId="2F31EB48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Tab</w:t>
            </w:r>
          </w:p>
        </w:tc>
        <w:tc>
          <w:tcPr>
            <w:tcW w:w="1701" w:type="dxa"/>
            <w:vAlign w:val="center"/>
          </w:tcPr>
          <w:p w14:paraId="291BFB94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47441F5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D0F36E9" w14:textId="77777777" w:rsidR="005E35B8" w:rsidRPr="00290F2A" w:rsidRDefault="005E35B8" w:rsidP="00242A09">
            <w:r w:rsidRPr="00290F2A">
              <w:t>Increase Drone Zoom</w:t>
            </w:r>
          </w:p>
        </w:tc>
        <w:tc>
          <w:tcPr>
            <w:tcW w:w="1701" w:type="dxa"/>
            <w:vAlign w:val="center"/>
          </w:tcPr>
          <w:p w14:paraId="2BBA7E82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Num +</w:t>
            </w:r>
          </w:p>
        </w:tc>
        <w:tc>
          <w:tcPr>
            <w:tcW w:w="1701" w:type="dxa"/>
            <w:vAlign w:val="center"/>
          </w:tcPr>
          <w:p w14:paraId="2C94105A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2BC8202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B7333DC" w14:textId="77777777" w:rsidR="005E35B8" w:rsidRPr="00290F2A" w:rsidRDefault="005E35B8" w:rsidP="00242A09">
            <w:r w:rsidRPr="00290F2A">
              <w:t>Decrease Drone Zoom</w:t>
            </w:r>
          </w:p>
        </w:tc>
        <w:tc>
          <w:tcPr>
            <w:tcW w:w="1701" w:type="dxa"/>
            <w:vAlign w:val="center"/>
          </w:tcPr>
          <w:p w14:paraId="2D993DF0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Num -</w:t>
            </w:r>
          </w:p>
        </w:tc>
        <w:tc>
          <w:tcPr>
            <w:tcW w:w="1701" w:type="dxa"/>
            <w:vAlign w:val="center"/>
          </w:tcPr>
          <w:p w14:paraId="6AE9F0CF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1D81BC3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78526E5" w14:textId="77777777" w:rsidR="005E35B8" w:rsidRPr="00290F2A" w:rsidRDefault="005E35B8" w:rsidP="00242A09">
            <w:r w:rsidRPr="00290F2A">
              <w:t>Drone Top Down View</w:t>
            </w:r>
          </w:p>
        </w:tc>
        <w:tc>
          <w:tcPr>
            <w:tcW w:w="1701" w:type="dxa"/>
            <w:vAlign w:val="center"/>
          </w:tcPr>
          <w:p w14:paraId="0A31ECAC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Space</w:t>
            </w:r>
          </w:p>
        </w:tc>
        <w:tc>
          <w:tcPr>
            <w:tcW w:w="1701" w:type="dxa"/>
            <w:vAlign w:val="center"/>
          </w:tcPr>
          <w:p w14:paraId="38512EEB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31D3008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51DA74E" w14:textId="77777777" w:rsidR="005E35B8" w:rsidRPr="00290F2A" w:rsidRDefault="005E35B8" w:rsidP="00242A09">
            <w:r w:rsidRPr="00290F2A">
              <w:t>Translate Drone Forward</w:t>
            </w:r>
          </w:p>
        </w:tc>
        <w:tc>
          <w:tcPr>
            <w:tcW w:w="1701" w:type="dxa"/>
            <w:vAlign w:val="center"/>
          </w:tcPr>
          <w:p w14:paraId="2DA80659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</w:p>
        </w:tc>
        <w:tc>
          <w:tcPr>
            <w:tcW w:w="1701" w:type="dxa"/>
            <w:vAlign w:val="center"/>
          </w:tcPr>
          <w:p w14:paraId="220841DA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4B2CA91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6C89EC1" w14:textId="77777777" w:rsidR="005E35B8" w:rsidRPr="00290F2A" w:rsidRDefault="005E35B8" w:rsidP="00242A09">
            <w:r w:rsidRPr="00290F2A">
              <w:t>Translate Drone Backward</w:t>
            </w:r>
          </w:p>
        </w:tc>
        <w:tc>
          <w:tcPr>
            <w:tcW w:w="1701" w:type="dxa"/>
            <w:vAlign w:val="center"/>
          </w:tcPr>
          <w:p w14:paraId="597F05D0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</w:p>
        </w:tc>
        <w:tc>
          <w:tcPr>
            <w:tcW w:w="1701" w:type="dxa"/>
            <w:vAlign w:val="center"/>
          </w:tcPr>
          <w:p w14:paraId="790EE323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4A76847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B604029" w14:textId="77777777" w:rsidR="005E35B8" w:rsidRPr="00290F2A" w:rsidRDefault="005E35B8" w:rsidP="00242A09">
            <w:r w:rsidRPr="00290F2A">
              <w:t>Translate Drone Left</w:t>
            </w:r>
          </w:p>
        </w:tc>
        <w:tc>
          <w:tcPr>
            <w:tcW w:w="1701" w:type="dxa"/>
            <w:vAlign w:val="center"/>
          </w:tcPr>
          <w:p w14:paraId="068A2616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701" w:type="dxa"/>
            <w:vAlign w:val="center"/>
          </w:tcPr>
          <w:p w14:paraId="7CE3CE83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5C4CF5C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FC44290" w14:textId="77777777" w:rsidR="005E35B8" w:rsidRPr="00290F2A" w:rsidRDefault="005E35B8" w:rsidP="00242A09">
            <w:r w:rsidRPr="00290F2A">
              <w:t>Translate Drone Right</w:t>
            </w:r>
          </w:p>
        </w:tc>
        <w:tc>
          <w:tcPr>
            <w:tcW w:w="1701" w:type="dxa"/>
            <w:vAlign w:val="center"/>
          </w:tcPr>
          <w:p w14:paraId="673A61C8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701" w:type="dxa"/>
            <w:vAlign w:val="center"/>
          </w:tcPr>
          <w:p w14:paraId="45C61CD5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0786170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F7E1B21" w14:textId="77777777" w:rsidR="005E35B8" w:rsidRPr="00290F2A" w:rsidRDefault="005E35B8" w:rsidP="00242A09">
            <w:r w:rsidRPr="00290F2A">
              <w:t>Translate Drone Up</w:t>
            </w:r>
          </w:p>
        </w:tc>
        <w:tc>
          <w:tcPr>
            <w:tcW w:w="1701" w:type="dxa"/>
            <w:vAlign w:val="center"/>
          </w:tcPr>
          <w:p w14:paraId="73E3852C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</w:p>
        </w:tc>
        <w:tc>
          <w:tcPr>
            <w:tcW w:w="1701" w:type="dxa"/>
            <w:vAlign w:val="center"/>
          </w:tcPr>
          <w:p w14:paraId="7A78CE0F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627DA1E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E2D3716" w14:textId="77777777" w:rsidR="005E35B8" w:rsidRPr="00290F2A" w:rsidRDefault="005E35B8" w:rsidP="00242A09">
            <w:r w:rsidRPr="00290F2A">
              <w:t>Translate Drone Down</w:t>
            </w:r>
          </w:p>
        </w:tc>
        <w:tc>
          <w:tcPr>
            <w:tcW w:w="1701" w:type="dxa"/>
            <w:vAlign w:val="center"/>
          </w:tcPr>
          <w:p w14:paraId="67A729E5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1701" w:type="dxa"/>
            <w:vAlign w:val="center"/>
          </w:tcPr>
          <w:p w14:paraId="12FF2D68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0D4A1FB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8B8304C" w14:textId="77777777" w:rsidR="005E35B8" w:rsidRPr="00290F2A" w:rsidRDefault="005E35B8" w:rsidP="00242A09">
            <w:r w:rsidRPr="00290F2A">
              <w:t>Reset Drone Roll</w:t>
            </w:r>
          </w:p>
        </w:tc>
        <w:tc>
          <w:tcPr>
            <w:tcW w:w="1701" w:type="dxa"/>
            <w:vAlign w:val="center"/>
          </w:tcPr>
          <w:p w14:paraId="1D219B3E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Space</w:t>
            </w:r>
          </w:p>
        </w:tc>
        <w:tc>
          <w:tcPr>
            <w:tcW w:w="1701" w:type="dxa"/>
            <w:vAlign w:val="center"/>
          </w:tcPr>
          <w:p w14:paraId="2D4D65E0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4D1702F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FB05592" w14:textId="77777777" w:rsidR="005E35B8" w:rsidRPr="00290F2A" w:rsidRDefault="005E35B8" w:rsidP="00242A09">
            <w:r w:rsidRPr="00290F2A">
              <w:t>Reset Drone Target Offset</w:t>
            </w:r>
          </w:p>
        </w:tc>
        <w:tc>
          <w:tcPr>
            <w:tcW w:w="1701" w:type="dxa"/>
            <w:vAlign w:val="center"/>
          </w:tcPr>
          <w:p w14:paraId="5ACFBFEB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Num 5</w:t>
            </w:r>
          </w:p>
        </w:tc>
        <w:tc>
          <w:tcPr>
            <w:tcW w:w="1701" w:type="dxa"/>
            <w:vAlign w:val="center"/>
          </w:tcPr>
          <w:p w14:paraId="6F027A34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493ABBE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6D8C0AE" w14:textId="77777777" w:rsidR="005E35B8" w:rsidRPr="00290F2A" w:rsidRDefault="005E35B8" w:rsidP="00242A09">
            <w:r w:rsidRPr="00290F2A">
              <w:t>Pitch Drone Down</w:t>
            </w:r>
          </w:p>
        </w:tc>
        <w:tc>
          <w:tcPr>
            <w:tcW w:w="1701" w:type="dxa"/>
            <w:vAlign w:val="center"/>
          </w:tcPr>
          <w:p w14:paraId="4464809E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Num 2</w:t>
            </w:r>
          </w:p>
        </w:tc>
        <w:tc>
          <w:tcPr>
            <w:tcW w:w="1701" w:type="dxa"/>
            <w:vAlign w:val="center"/>
          </w:tcPr>
          <w:p w14:paraId="5EA70A15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4EF822B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D47FC9C" w14:textId="77777777" w:rsidR="005E35B8" w:rsidRPr="00290F2A" w:rsidRDefault="005E35B8" w:rsidP="00242A09">
            <w:r w:rsidRPr="00290F2A">
              <w:t>Roll Drone Right</w:t>
            </w:r>
          </w:p>
        </w:tc>
        <w:tc>
          <w:tcPr>
            <w:tcW w:w="1701" w:type="dxa"/>
            <w:vAlign w:val="center"/>
          </w:tcPr>
          <w:p w14:paraId="7DB2EF7E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Num 9</w:t>
            </w:r>
          </w:p>
        </w:tc>
        <w:tc>
          <w:tcPr>
            <w:tcW w:w="1701" w:type="dxa"/>
            <w:vAlign w:val="center"/>
          </w:tcPr>
          <w:p w14:paraId="549ABAAB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4E65CCB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05986BA" w14:textId="77777777" w:rsidR="005E35B8" w:rsidRPr="00290F2A" w:rsidRDefault="005E35B8" w:rsidP="00242A09">
            <w:r w:rsidRPr="00290F2A">
              <w:t>Pitch Drone Up</w:t>
            </w:r>
          </w:p>
        </w:tc>
        <w:tc>
          <w:tcPr>
            <w:tcW w:w="1701" w:type="dxa"/>
            <w:vAlign w:val="center"/>
          </w:tcPr>
          <w:p w14:paraId="25924DC9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Num 8</w:t>
            </w:r>
          </w:p>
        </w:tc>
        <w:tc>
          <w:tcPr>
            <w:tcW w:w="1701" w:type="dxa"/>
            <w:vAlign w:val="center"/>
          </w:tcPr>
          <w:p w14:paraId="78BEE50B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46450CE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26B2362" w14:textId="77777777" w:rsidR="005E35B8" w:rsidRPr="00290F2A" w:rsidRDefault="005E35B8" w:rsidP="00242A09">
            <w:r w:rsidRPr="00290F2A">
              <w:t>Yaw Drone Left</w:t>
            </w:r>
          </w:p>
        </w:tc>
        <w:tc>
          <w:tcPr>
            <w:tcW w:w="1701" w:type="dxa"/>
            <w:vAlign w:val="center"/>
          </w:tcPr>
          <w:p w14:paraId="53392218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Num 4</w:t>
            </w:r>
          </w:p>
        </w:tc>
        <w:tc>
          <w:tcPr>
            <w:tcW w:w="1701" w:type="dxa"/>
            <w:vAlign w:val="center"/>
          </w:tcPr>
          <w:p w14:paraId="51DDD519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1FA724C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20BE3AF" w14:textId="77777777" w:rsidR="005E35B8" w:rsidRPr="00290F2A" w:rsidRDefault="005E35B8" w:rsidP="00242A09">
            <w:r w:rsidRPr="00290F2A">
              <w:t>Yaw Drone Right</w:t>
            </w:r>
          </w:p>
        </w:tc>
        <w:tc>
          <w:tcPr>
            <w:tcW w:w="1701" w:type="dxa"/>
            <w:vAlign w:val="center"/>
          </w:tcPr>
          <w:p w14:paraId="7D2AA981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Num 6</w:t>
            </w:r>
          </w:p>
        </w:tc>
        <w:tc>
          <w:tcPr>
            <w:tcW w:w="1701" w:type="dxa"/>
            <w:vAlign w:val="center"/>
          </w:tcPr>
          <w:p w14:paraId="68B5C082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63C7041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A3BA3B0" w14:textId="77777777" w:rsidR="005E35B8" w:rsidRPr="00290F2A" w:rsidRDefault="005E35B8" w:rsidP="00242A09">
            <w:r w:rsidRPr="00290F2A">
              <w:t>Roll Drone Left</w:t>
            </w:r>
          </w:p>
        </w:tc>
        <w:tc>
          <w:tcPr>
            <w:tcW w:w="1701" w:type="dxa"/>
            <w:vAlign w:val="center"/>
          </w:tcPr>
          <w:p w14:paraId="0D038144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Num 7</w:t>
            </w:r>
          </w:p>
        </w:tc>
        <w:tc>
          <w:tcPr>
            <w:tcW w:w="1701" w:type="dxa"/>
            <w:vAlign w:val="center"/>
          </w:tcPr>
          <w:p w14:paraId="5A82B783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2E02DDD0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4F3D418" w14:textId="77777777" w:rsidR="005E35B8" w:rsidRPr="00290F2A" w:rsidRDefault="005E35B8" w:rsidP="00242A09">
            <w:r w:rsidRPr="00290F2A">
              <w:t>Increase Drone Translation Speed</w:t>
            </w:r>
          </w:p>
        </w:tc>
        <w:tc>
          <w:tcPr>
            <w:tcW w:w="1701" w:type="dxa"/>
            <w:vAlign w:val="center"/>
          </w:tcPr>
          <w:p w14:paraId="791C8757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F2</w:t>
            </w:r>
          </w:p>
        </w:tc>
        <w:tc>
          <w:tcPr>
            <w:tcW w:w="1701" w:type="dxa"/>
            <w:vAlign w:val="center"/>
          </w:tcPr>
          <w:p w14:paraId="568100A7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6BA39D8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F04318E" w14:textId="77777777" w:rsidR="005E35B8" w:rsidRPr="00290F2A" w:rsidRDefault="005E35B8" w:rsidP="00242A09">
            <w:r w:rsidRPr="00290F2A">
              <w:t>Decrease Drone Translation Speed</w:t>
            </w:r>
          </w:p>
        </w:tc>
        <w:tc>
          <w:tcPr>
            <w:tcW w:w="1701" w:type="dxa"/>
            <w:vAlign w:val="center"/>
          </w:tcPr>
          <w:p w14:paraId="1EEDE8E2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F1</w:t>
            </w:r>
          </w:p>
        </w:tc>
        <w:tc>
          <w:tcPr>
            <w:tcW w:w="1701" w:type="dxa"/>
            <w:vAlign w:val="center"/>
          </w:tcPr>
          <w:p w14:paraId="280BE6D7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05F9093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EDFDCB9" w14:textId="77777777" w:rsidR="005E35B8" w:rsidRPr="00290F2A" w:rsidRDefault="005E35B8" w:rsidP="00242A09">
            <w:r w:rsidRPr="00290F2A">
              <w:t>Increase Drone Rotation Speed</w:t>
            </w:r>
          </w:p>
        </w:tc>
        <w:tc>
          <w:tcPr>
            <w:tcW w:w="1701" w:type="dxa"/>
            <w:vAlign w:val="center"/>
          </w:tcPr>
          <w:p w14:paraId="6D238F87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F2</w:t>
            </w:r>
          </w:p>
        </w:tc>
        <w:tc>
          <w:tcPr>
            <w:tcW w:w="1701" w:type="dxa"/>
            <w:vAlign w:val="center"/>
          </w:tcPr>
          <w:p w14:paraId="084624A8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519C6CA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DE24D34" w14:textId="77777777" w:rsidR="005E35B8" w:rsidRPr="00290F2A" w:rsidRDefault="005E35B8" w:rsidP="00242A09">
            <w:r w:rsidRPr="00290F2A">
              <w:t>Decrease Drone Rotation Speed</w:t>
            </w:r>
          </w:p>
        </w:tc>
        <w:tc>
          <w:tcPr>
            <w:tcW w:w="1701" w:type="dxa"/>
            <w:vAlign w:val="center"/>
          </w:tcPr>
          <w:p w14:paraId="2DB8AAC5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F3</w:t>
            </w:r>
          </w:p>
        </w:tc>
        <w:tc>
          <w:tcPr>
            <w:tcW w:w="1701" w:type="dxa"/>
            <w:vAlign w:val="center"/>
          </w:tcPr>
          <w:p w14:paraId="207C0A1B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05058D" w14:paraId="4146DA4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901EB88" w14:textId="77777777" w:rsidR="005E35B8" w:rsidRPr="00290F2A" w:rsidRDefault="005E35B8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Attach Drone to Next Target</w:t>
            </w:r>
          </w:p>
        </w:tc>
        <w:tc>
          <w:tcPr>
            <w:tcW w:w="1701" w:type="dxa"/>
            <w:vAlign w:val="center"/>
          </w:tcPr>
          <w:p w14:paraId="59B5B392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Ctrl + Page Up</w:t>
            </w:r>
          </w:p>
        </w:tc>
        <w:tc>
          <w:tcPr>
            <w:tcW w:w="1701" w:type="dxa"/>
            <w:vAlign w:val="center"/>
          </w:tcPr>
          <w:p w14:paraId="2AB6C8EC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  <w:tr w:rsidR="005E35B8" w:rsidRPr="0005058D" w14:paraId="1C693F8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62FC541" w14:textId="77777777" w:rsidR="005E35B8" w:rsidRPr="00290F2A" w:rsidRDefault="005E35B8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Attach Drone to Previous Target</w:t>
            </w:r>
          </w:p>
        </w:tc>
        <w:tc>
          <w:tcPr>
            <w:tcW w:w="1701" w:type="dxa"/>
            <w:vAlign w:val="center"/>
          </w:tcPr>
          <w:p w14:paraId="01AF400F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Ctrl + Page Down</w:t>
            </w:r>
          </w:p>
        </w:tc>
        <w:tc>
          <w:tcPr>
            <w:tcW w:w="1701" w:type="dxa"/>
            <w:vAlign w:val="center"/>
          </w:tcPr>
          <w:p w14:paraId="3B393313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  <w:tr w:rsidR="005E35B8" w:rsidRPr="0005058D" w14:paraId="021CDA7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CB66CBE" w14:textId="77777777" w:rsidR="005E35B8" w:rsidRPr="00290F2A" w:rsidRDefault="005E35B8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Lock Drone to Next Target</w:t>
            </w:r>
          </w:p>
        </w:tc>
        <w:tc>
          <w:tcPr>
            <w:tcW w:w="1701" w:type="dxa"/>
            <w:vAlign w:val="center"/>
          </w:tcPr>
          <w:p w14:paraId="4D767AEE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</w:t>
            </w:r>
          </w:p>
        </w:tc>
        <w:tc>
          <w:tcPr>
            <w:tcW w:w="1701" w:type="dxa"/>
            <w:vAlign w:val="center"/>
          </w:tcPr>
          <w:p w14:paraId="5556E85B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  <w:tr w:rsidR="005E35B8" w:rsidRPr="0005058D" w14:paraId="052E5B0B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7F657FC" w14:textId="77777777" w:rsidR="005E35B8" w:rsidRPr="00290F2A" w:rsidRDefault="005E35B8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Lock Drone to Previous Target</w:t>
            </w:r>
          </w:p>
        </w:tc>
        <w:tc>
          <w:tcPr>
            <w:tcW w:w="1701" w:type="dxa"/>
            <w:vAlign w:val="center"/>
          </w:tcPr>
          <w:p w14:paraId="309A13F9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Shift + A</w:t>
            </w:r>
          </w:p>
        </w:tc>
        <w:tc>
          <w:tcPr>
            <w:tcW w:w="1701" w:type="dxa"/>
            <w:vAlign w:val="center"/>
          </w:tcPr>
          <w:p w14:paraId="21FD157F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  <w:tr w:rsidR="005E35B8" w:rsidRPr="00290F2A" w14:paraId="115F6B21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E67676C" w14:textId="77777777" w:rsidR="005E35B8" w:rsidRPr="00290F2A" w:rsidRDefault="005E35B8" w:rsidP="00413AED">
            <w:pPr>
              <w:keepNext/>
            </w:pPr>
            <w:r w:rsidRPr="00290F2A">
              <w:lastRenderedPageBreak/>
              <w:t>Toggle Drone Auto Exposure</w:t>
            </w:r>
          </w:p>
        </w:tc>
        <w:tc>
          <w:tcPr>
            <w:tcW w:w="1701" w:type="dxa"/>
            <w:vAlign w:val="center"/>
          </w:tcPr>
          <w:p w14:paraId="3FF77D71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F4</w:t>
            </w:r>
          </w:p>
        </w:tc>
        <w:tc>
          <w:tcPr>
            <w:tcW w:w="1701" w:type="dxa"/>
            <w:vAlign w:val="center"/>
          </w:tcPr>
          <w:p w14:paraId="14941E69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044DA17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49D8152" w14:textId="77777777" w:rsidR="005E35B8" w:rsidRPr="00290F2A" w:rsidRDefault="005E35B8" w:rsidP="00413AED">
            <w:pPr>
              <w:keepNext/>
            </w:pPr>
            <w:r w:rsidRPr="00290F2A">
              <w:t>Increase Drone Exposure</w:t>
            </w:r>
          </w:p>
        </w:tc>
        <w:tc>
          <w:tcPr>
            <w:tcW w:w="1701" w:type="dxa"/>
            <w:vAlign w:val="center"/>
          </w:tcPr>
          <w:p w14:paraId="7976E055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F3</w:t>
            </w:r>
          </w:p>
        </w:tc>
        <w:tc>
          <w:tcPr>
            <w:tcW w:w="1701" w:type="dxa"/>
            <w:vAlign w:val="center"/>
          </w:tcPr>
          <w:p w14:paraId="608909E6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274B3CC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138DF39" w14:textId="77777777" w:rsidR="005E35B8" w:rsidRPr="00290F2A" w:rsidRDefault="005E35B8" w:rsidP="00242A09">
            <w:r w:rsidRPr="00290F2A">
              <w:t>Decrease Drone Exposure</w:t>
            </w:r>
          </w:p>
        </w:tc>
        <w:tc>
          <w:tcPr>
            <w:tcW w:w="1701" w:type="dxa"/>
            <w:vAlign w:val="center"/>
          </w:tcPr>
          <w:p w14:paraId="6DD86AFE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F2</w:t>
            </w:r>
          </w:p>
        </w:tc>
        <w:tc>
          <w:tcPr>
            <w:tcW w:w="1701" w:type="dxa"/>
            <w:vAlign w:val="center"/>
          </w:tcPr>
          <w:p w14:paraId="228D7196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05058D" w14:paraId="338D6C0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C670AAA" w14:textId="77777777" w:rsidR="005E35B8" w:rsidRPr="00290F2A" w:rsidRDefault="005E35B8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Toggle Drone Depth of Field</w:t>
            </w:r>
          </w:p>
        </w:tc>
        <w:tc>
          <w:tcPr>
            <w:tcW w:w="1701" w:type="dxa"/>
            <w:vAlign w:val="center"/>
          </w:tcPr>
          <w:p w14:paraId="6810DEF7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F1</w:t>
            </w:r>
          </w:p>
        </w:tc>
        <w:tc>
          <w:tcPr>
            <w:tcW w:w="1701" w:type="dxa"/>
            <w:vAlign w:val="center"/>
          </w:tcPr>
          <w:p w14:paraId="6A46A74F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  <w:tr w:rsidR="005E35B8" w:rsidRPr="00290F2A" w14:paraId="6F09A58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375F25A" w14:textId="77777777" w:rsidR="005E35B8" w:rsidRPr="00290F2A" w:rsidRDefault="005E35B8" w:rsidP="00242A09">
            <w:r w:rsidRPr="00290F2A">
              <w:t>Toggle Foreground Blur</w:t>
            </w:r>
          </w:p>
        </w:tc>
        <w:tc>
          <w:tcPr>
            <w:tcW w:w="1701" w:type="dxa"/>
            <w:vAlign w:val="center"/>
          </w:tcPr>
          <w:p w14:paraId="6EDF4E2B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F5</w:t>
            </w:r>
          </w:p>
        </w:tc>
        <w:tc>
          <w:tcPr>
            <w:tcW w:w="1701" w:type="dxa"/>
            <w:vAlign w:val="center"/>
          </w:tcPr>
          <w:p w14:paraId="07C6C1E8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748A158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0208B2E" w14:textId="77777777" w:rsidR="005E35B8" w:rsidRPr="00290F2A" w:rsidRDefault="005E35B8" w:rsidP="00242A09">
            <w:r w:rsidRPr="00290F2A">
              <w:t>Toggle Drone Auto Focus</w:t>
            </w:r>
          </w:p>
        </w:tc>
        <w:tc>
          <w:tcPr>
            <w:tcW w:w="1701" w:type="dxa"/>
            <w:vAlign w:val="center"/>
          </w:tcPr>
          <w:p w14:paraId="5B883ADA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F4</w:t>
            </w:r>
          </w:p>
        </w:tc>
        <w:tc>
          <w:tcPr>
            <w:tcW w:w="1701" w:type="dxa"/>
            <w:vAlign w:val="center"/>
          </w:tcPr>
          <w:p w14:paraId="1446A08E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05058D" w14:paraId="557C756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068500D" w14:textId="77777777" w:rsidR="005E35B8" w:rsidRPr="00290F2A" w:rsidRDefault="005E35B8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Increase Drone Depth of Field</w:t>
            </w:r>
          </w:p>
        </w:tc>
        <w:tc>
          <w:tcPr>
            <w:tcW w:w="1701" w:type="dxa"/>
            <w:vAlign w:val="center"/>
          </w:tcPr>
          <w:p w14:paraId="6CD40086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F3</w:t>
            </w:r>
          </w:p>
        </w:tc>
        <w:tc>
          <w:tcPr>
            <w:tcW w:w="1701" w:type="dxa"/>
            <w:vAlign w:val="center"/>
          </w:tcPr>
          <w:p w14:paraId="1C2513FC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  <w:tr w:rsidR="005E35B8" w:rsidRPr="0005058D" w14:paraId="5C77F6B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2B0B581" w14:textId="5AEC0DC2" w:rsidR="005E35B8" w:rsidRPr="00290F2A" w:rsidRDefault="005E35B8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 xml:space="preserve">Decrease Drone Depth </w:t>
            </w:r>
            <w:r w:rsidR="001F6EDB" w:rsidRPr="00290F2A">
              <w:rPr>
                <w:lang w:val="en-US"/>
              </w:rPr>
              <w:t xml:space="preserve">Of </w:t>
            </w:r>
            <w:r w:rsidRPr="00290F2A">
              <w:rPr>
                <w:lang w:val="en-US"/>
              </w:rPr>
              <w:t>Field</w:t>
            </w:r>
          </w:p>
        </w:tc>
        <w:tc>
          <w:tcPr>
            <w:tcW w:w="1701" w:type="dxa"/>
            <w:vAlign w:val="center"/>
          </w:tcPr>
          <w:p w14:paraId="702FDB78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F2</w:t>
            </w:r>
          </w:p>
        </w:tc>
        <w:tc>
          <w:tcPr>
            <w:tcW w:w="1701" w:type="dxa"/>
            <w:vAlign w:val="center"/>
          </w:tcPr>
          <w:p w14:paraId="770380FA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  <w:tr w:rsidR="005E35B8" w:rsidRPr="00290F2A" w14:paraId="3F3162D3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140F373" w14:textId="0E002977" w:rsidR="005E35B8" w:rsidRPr="00290F2A" w:rsidRDefault="001F6EDB" w:rsidP="00242A09">
            <w:r w:rsidRPr="00290F2A">
              <w:t>Translate Drone Left (Lockable)</w:t>
            </w:r>
          </w:p>
        </w:tc>
        <w:tc>
          <w:tcPr>
            <w:tcW w:w="1701" w:type="dxa"/>
            <w:vAlign w:val="center"/>
          </w:tcPr>
          <w:p w14:paraId="33C826E5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088E7CD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03309D0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4A91573" w14:textId="2F9298E9" w:rsidR="005E35B8" w:rsidRPr="00290F2A" w:rsidRDefault="001F6EDB" w:rsidP="00242A09">
            <w:r w:rsidRPr="00290F2A">
              <w:t>Translate Drone Right (Lockable)</w:t>
            </w:r>
          </w:p>
        </w:tc>
        <w:tc>
          <w:tcPr>
            <w:tcW w:w="1701" w:type="dxa"/>
            <w:vAlign w:val="center"/>
          </w:tcPr>
          <w:p w14:paraId="45A8C860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71BDE6B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52071AE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B047CE3" w14:textId="0EFFB16E" w:rsidR="005E35B8" w:rsidRPr="00290F2A" w:rsidRDefault="001F6EDB" w:rsidP="00242A09">
            <w:r w:rsidRPr="00290F2A">
              <w:t>Translate Drone Down (Lockable)</w:t>
            </w:r>
          </w:p>
        </w:tc>
        <w:tc>
          <w:tcPr>
            <w:tcW w:w="1701" w:type="dxa"/>
            <w:vAlign w:val="center"/>
          </w:tcPr>
          <w:p w14:paraId="763819E2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145E8F6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7653225D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5A0F612" w14:textId="64A22C0C" w:rsidR="005E35B8" w:rsidRPr="00290F2A" w:rsidRDefault="001F6EDB" w:rsidP="00242A09">
            <w:r w:rsidRPr="00290F2A">
              <w:t>Translate Drone Up (Lockable)</w:t>
            </w:r>
          </w:p>
        </w:tc>
        <w:tc>
          <w:tcPr>
            <w:tcW w:w="1701" w:type="dxa"/>
            <w:vAlign w:val="center"/>
          </w:tcPr>
          <w:p w14:paraId="3B0D1A08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0AC8ABD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53825DC8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E5A4258" w14:textId="31F777DF" w:rsidR="005E35B8" w:rsidRPr="00290F2A" w:rsidRDefault="001F6EDB" w:rsidP="00242A09">
            <w:r w:rsidRPr="00290F2A">
              <w:t>Translate Drone Backward (Lockable)</w:t>
            </w:r>
          </w:p>
        </w:tc>
        <w:tc>
          <w:tcPr>
            <w:tcW w:w="1701" w:type="dxa"/>
            <w:vAlign w:val="center"/>
          </w:tcPr>
          <w:p w14:paraId="17B01964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9CAC8B3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2D6506DA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B54AAEE" w14:textId="0CFCE53F" w:rsidR="005E35B8" w:rsidRPr="00290F2A" w:rsidRDefault="001F6EDB" w:rsidP="00242A09">
            <w:r w:rsidRPr="00290F2A">
              <w:t>Translate Drone Forward (Lockable)</w:t>
            </w:r>
          </w:p>
        </w:tc>
        <w:tc>
          <w:tcPr>
            <w:tcW w:w="1701" w:type="dxa"/>
            <w:vAlign w:val="center"/>
          </w:tcPr>
          <w:p w14:paraId="0A2E4E2C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D799C11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20FA460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7C4A866" w14:textId="7532AC13" w:rsidR="005E35B8" w:rsidRPr="00290F2A" w:rsidRDefault="001F6EDB" w:rsidP="00242A09">
            <w:r w:rsidRPr="00290F2A">
              <w:t>Drone In</w:t>
            </w:r>
            <w:r>
              <w:t xml:space="preserve"> </w:t>
            </w:r>
            <w:r w:rsidRPr="00290F2A">
              <w:t>/</w:t>
            </w:r>
            <w:r>
              <w:t xml:space="preserve"> </w:t>
            </w:r>
            <w:r w:rsidRPr="00290F2A">
              <w:t>Out Rewind</w:t>
            </w:r>
          </w:p>
        </w:tc>
        <w:tc>
          <w:tcPr>
            <w:tcW w:w="1701" w:type="dxa"/>
            <w:vAlign w:val="center"/>
          </w:tcPr>
          <w:p w14:paraId="6E7D044E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D1B0777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59C1906E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C5E8185" w14:textId="7E4BDA16" w:rsidR="005E35B8" w:rsidRPr="00290F2A" w:rsidRDefault="001F6EDB" w:rsidP="00242A09">
            <w:r w:rsidRPr="00290F2A">
              <w:t>Drone In</w:t>
            </w:r>
            <w:r>
              <w:t xml:space="preserve"> </w:t>
            </w:r>
            <w:r w:rsidRPr="00290F2A">
              <w:t>/</w:t>
            </w:r>
            <w:r>
              <w:t xml:space="preserve"> </w:t>
            </w:r>
            <w:r w:rsidRPr="00290F2A">
              <w:t>Out Play</w:t>
            </w:r>
          </w:p>
        </w:tc>
        <w:tc>
          <w:tcPr>
            <w:tcW w:w="1701" w:type="dxa"/>
            <w:vAlign w:val="center"/>
          </w:tcPr>
          <w:p w14:paraId="109B9D84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CF68E65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64BCF944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1CEC0B2" w14:textId="2BA84BD3" w:rsidR="005E35B8" w:rsidRPr="00290F2A" w:rsidRDefault="001F6EDB" w:rsidP="00242A09">
            <w:r w:rsidRPr="00290F2A">
              <w:t>Pitch Drone Up (Lockable)</w:t>
            </w:r>
          </w:p>
        </w:tc>
        <w:tc>
          <w:tcPr>
            <w:tcW w:w="1701" w:type="dxa"/>
            <w:vAlign w:val="center"/>
          </w:tcPr>
          <w:p w14:paraId="23C36CB8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B2E92A8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3BEFCC8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0B3956C" w14:textId="0E659C49" w:rsidR="005E35B8" w:rsidRPr="00290F2A" w:rsidRDefault="001F6EDB" w:rsidP="00242A09">
            <w:r w:rsidRPr="00290F2A">
              <w:t>Pitch Drone Down (Lockable)</w:t>
            </w:r>
          </w:p>
        </w:tc>
        <w:tc>
          <w:tcPr>
            <w:tcW w:w="1701" w:type="dxa"/>
            <w:vAlign w:val="center"/>
          </w:tcPr>
          <w:p w14:paraId="44782368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FF31815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336C8619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98603EC" w14:textId="2DB79B3D" w:rsidR="005E35B8" w:rsidRPr="00290F2A" w:rsidRDefault="001F6EDB" w:rsidP="00242A09">
            <w:r w:rsidRPr="00290F2A">
              <w:t>Yaw Drone Left (Lockable)</w:t>
            </w:r>
          </w:p>
        </w:tc>
        <w:tc>
          <w:tcPr>
            <w:tcW w:w="1701" w:type="dxa"/>
            <w:vAlign w:val="center"/>
          </w:tcPr>
          <w:p w14:paraId="25516D5F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FDD9A12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021729E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5613396" w14:textId="499B759C" w:rsidR="005E35B8" w:rsidRPr="00290F2A" w:rsidRDefault="001F6EDB" w:rsidP="00242A09">
            <w:r w:rsidRPr="00290F2A">
              <w:t>Yaw Drone Right (Lockable)</w:t>
            </w:r>
          </w:p>
        </w:tc>
        <w:tc>
          <w:tcPr>
            <w:tcW w:w="1701" w:type="dxa"/>
            <w:vAlign w:val="center"/>
          </w:tcPr>
          <w:p w14:paraId="5D04FEC5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3AEC062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4F7404E7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DAF1C2B" w14:textId="091DD938" w:rsidR="005E35B8" w:rsidRPr="00290F2A" w:rsidRDefault="001F6EDB" w:rsidP="00242A09">
            <w:r w:rsidRPr="00290F2A">
              <w:t>Roll Drone Left (Lockable)</w:t>
            </w:r>
          </w:p>
        </w:tc>
        <w:tc>
          <w:tcPr>
            <w:tcW w:w="1701" w:type="dxa"/>
            <w:vAlign w:val="center"/>
          </w:tcPr>
          <w:p w14:paraId="51D87FA1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9A52471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6118F015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0ECE384" w14:textId="29716228" w:rsidR="005E35B8" w:rsidRPr="00290F2A" w:rsidRDefault="001F6EDB" w:rsidP="00242A09">
            <w:r w:rsidRPr="00290F2A">
              <w:t>Roll Drone Right (Lockable)</w:t>
            </w:r>
          </w:p>
        </w:tc>
        <w:tc>
          <w:tcPr>
            <w:tcW w:w="1701" w:type="dxa"/>
            <w:vAlign w:val="center"/>
          </w:tcPr>
          <w:p w14:paraId="0AE11161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7646238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32FCB52F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4BF4BA5" w14:textId="16F99F80" w:rsidR="005E35B8" w:rsidRPr="00290F2A" w:rsidRDefault="001F6EDB" w:rsidP="00242A09">
            <w:r w:rsidRPr="00290F2A">
              <w:t>Set Drone Bookmark In</w:t>
            </w:r>
          </w:p>
        </w:tc>
        <w:tc>
          <w:tcPr>
            <w:tcW w:w="1701" w:type="dxa"/>
            <w:vAlign w:val="center"/>
          </w:tcPr>
          <w:p w14:paraId="09C5AFA5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FEFF0FA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404B1556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3BFAA69" w14:textId="77777777" w:rsidR="005E35B8" w:rsidRPr="00290F2A" w:rsidRDefault="005E35B8" w:rsidP="00242A09">
            <w:r w:rsidRPr="00290F2A">
              <w:t>Set Drone Bookmark Out</w:t>
            </w:r>
          </w:p>
        </w:tc>
        <w:tc>
          <w:tcPr>
            <w:tcW w:w="1701" w:type="dxa"/>
            <w:vAlign w:val="center"/>
          </w:tcPr>
          <w:p w14:paraId="0AF94BEC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8E2650B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738886FC" w14:textId="77777777" w:rsidTr="006C5660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B7E62E1" w14:textId="77777777" w:rsidR="005E35B8" w:rsidRPr="00290F2A" w:rsidRDefault="005E35B8" w:rsidP="00242A09">
            <w:r w:rsidRPr="00290F2A">
              <w:t>Set Drone Target</w:t>
            </w:r>
          </w:p>
        </w:tc>
        <w:tc>
          <w:tcPr>
            <w:tcW w:w="1701" w:type="dxa"/>
            <w:vAlign w:val="center"/>
          </w:tcPr>
          <w:p w14:paraId="5AA41506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3C7655D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</w:tbl>
    <w:p w14:paraId="57AF6875" w14:textId="77777777" w:rsidR="005E35B8" w:rsidRDefault="005E35B8" w:rsidP="005E35B8">
      <w:pPr>
        <w:pStyle w:val="Ttulo2"/>
        <w:pageBreakBefore/>
        <w:tabs>
          <w:tab w:val="clear" w:pos="284"/>
          <w:tab w:val="left" w:pos="426"/>
        </w:tabs>
        <w:spacing w:before="60" w:after="60"/>
      </w:pPr>
      <w:bookmarkStart w:id="110" w:name="_Toc66292989"/>
      <w:r w:rsidRPr="00290F2A">
        <w:lastRenderedPageBreak/>
        <w:t>Fixed Camera</w:t>
      </w:r>
      <w:bookmarkEnd w:id="102"/>
      <w:bookmarkEnd w:id="110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5E35B8" w:rsidRPr="00AA645C" w14:paraId="32BE2AA3" w14:textId="77777777" w:rsidTr="003970E8">
        <w:trPr>
          <w:trHeight w:val="317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7F473488" w14:textId="1517F990" w:rsidR="005E35B8" w:rsidRPr="00AA645C" w:rsidRDefault="005E35B8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Camera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Fixed Camera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9B7320D" w14:textId="77777777" w:rsidR="005E35B8" w:rsidRPr="00F530DB" w:rsidRDefault="005E35B8" w:rsidP="006A0E97">
            <w:pPr>
              <w:jc w:val="center"/>
              <w:rPr>
                <w:b/>
                <w:bCs/>
              </w:rPr>
            </w:pPr>
            <w:r w:rsidRPr="00F530DB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4080540" w14:textId="77777777" w:rsidR="005E35B8" w:rsidRPr="00F530DB" w:rsidRDefault="005E35B8" w:rsidP="006A0E97">
            <w:pPr>
              <w:jc w:val="center"/>
              <w:rPr>
                <w:b/>
                <w:bCs/>
              </w:rPr>
            </w:pPr>
            <w:r w:rsidRPr="00F530DB">
              <w:rPr>
                <w:b/>
                <w:bCs/>
              </w:rPr>
              <w:t>Device</w:t>
            </w:r>
          </w:p>
        </w:tc>
      </w:tr>
      <w:tr w:rsidR="005E35B8" w:rsidRPr="00290F2A" w14:paraId="75F831FA" w14:textId="77777777" w:rsidTr="003970E8">
        <w:trPr>
          <w:trHeight w:val="317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44768682" w14:textId="77777777" w:rsidR="005E35B8" w:rsidRPr="00290F2A" w:rsidRDefault="005E35B8" w:rsidP="00242A09">
            <w:bookmarkStart w:id="111" w:name="_Toc65859886"/>
            <w:bookmarkEnd w:id="111"/>
            <w:r w:rsidRPr="00290F2A">
              <w:t>Next Fixed Camera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1212F428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7C2D6E95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4DBED077" w14:textId="77777777" w:rsidTr="003970E8">
        <w:trPr>
          <w:trHeight w:val="317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4DA23ABB" w14:textId="77777777" w:rsidR="005E35B8" w:rsidRPr="00290F2A" w:rsidRDefault="005E35B8" w:rsidP="00242A09">
            <w:r w:rsidRPr="00290F2A">
              <w:t>Previous Fixed Camera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63B3FBF6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Shift + A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0AD5F904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63BA9996" w14:textId="77777777" w:rsidTr="003970E8">
        <w:trPr>
          <w:trHeight w:val="317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2C50400C" w14:textId="77777777" w:rsidR="005E35B8" w:rsidRPr="00290F2A" w:rsidRDefault="005E35B8" w:rsidP="00242A09">
            <w:r w:rsidRPr="00290F2A">
              <w:t>Reset Fixed Camera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1DB5C588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F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6167BC95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7AC7B008" w14:textId="77777777" w:rsidTr="003970E8">
        <w:trPr>
          <w:trHeight w:val="317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8A2FA32" w14:textId="77777777" w:rsidR="005E35B8" w:rsidRPr="00290F2A" w:rsidRDefault="005E35B8" w:rsidP="00242A09">
            <w:r w:rsidRPr="00290F2A">
              <w:t>Toggle Fixed Camera 10</w:t>
            </w:r>
          </w:p>
        </w:tc>
        <w:tc>
          <w:tcPr>
            <w:tcW w:w="1701" w:type="dxa"/>
            <w:vAlign w:val="center"/>
          </w:tcPr>
          <w:p w14:paraId="6F64F673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+ 0</w:t>
            </w:r>
          </w:p>
        </w:tc>
        <w:tc>
          <w:tcPr>
            <w:tcW w:w="1701" w:type="dxa"/>
            <w:vAlign w:val="center"/>
          </w:tcPr>
          <w:p w14:paraId="0F4F9304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7F640A98" w14:textId="77777777" w:rsidTr="003970E8">
        <w:trPr>
          <w:trHeight w:val="317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9B909DB" w14:textId="77777777" w:rsidR="005E35B8" w:rsidRPr="00290F2A" w:rsidRDefault="005E35B8" w:rsidP="00242A09">
            <w:r w:rsidRPr="00290F2A">
              <w:t>Toggle Fixed Camera 1</w:t>
            </w:r>
          </w:p>
        </w:tc>
        <w:tc>
          <w:tcPr>
            <w:tcW w:w="1701" w:type="dxa"/>
            <w:vAlign w:val="center"/>
          </w:tcPr>
          <w:p w14:paraId="2ABC0694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+ 1</w:t>
            </w:r>
          </w:p>
        </w:tc>
        <w:tc>
          <w:tcPr>
            <w:tcW w:w="1701" w:type="dxa"/>
            <w:vAlign w:val="center"/>
          </w:tcPr>
          <w:p w14:paraId="0A552473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087C8FEE" w14:textId="77777777" w:rsidTr="003970E8">
        <w:trPr>
          <w:trHeight w:val="317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BF7599D" w14:textId="77777777" w:rsidR="005E35B8" w:rsidRPr="00290F2A" w:rsidRDefault="005E35B8" w:rsidP="00242A09">
            <w:r w:rsidRPr="00290F2A">
              <w:t>Toggle Fixed Camera 2</w:t>
            </w:r>
          </w:p>
        </w:tc>
        <w:tc>
          <w:tcPr>
            <w:tcW w:w="1701" w:type="dxa"/>
            <w:vAlign w:val="center"/>
          </w:tcPr>
          <w:p w14:paraId="1B35A132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+ 2</w:t>
            </w:r>
          </w:p>
        </w:tc>
        <w:tc>
          <w:tcPr>
            <w:tcW w:w="1701" w:type="dxa"/>
            <w:vAlign w:val="center"/>
          </w:tcPr>
          <w:p w14:paraId="7375C7BD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4624F0C5" w14:textId="77777777" w:rsidTr="003970E8">
        <w:trPr>
          <w:trHeight w:val="317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2DAA5117" w14:textId="77777777" w:rsidR="005E35B8" w:rsidRPr="00290F2A" w:rsidRDefault="005E35B8" w:rsidP="00242A09">
            <w:r w:rsidRPr="00290F2A">
              <w:t>Toggle Fixed Camera 3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79F59899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+ 3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5DEC1D17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2CA3124F" w14:textId="77777777" w:rsidTr="003970E8">
        <w:trPr>
          <w:trHeight w:val="317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1235813F" w14:textId="77777777" w:rsidR="005E35B8" w:rsidRPr="00290F2A" w:rsidRDefault="005E35B8" w:rsidP="00242A09">
            <w:r w:rsidRPr="00290F2A">
              <w:t>Toggle Fixed Camera 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29AC12E6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+ 4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495DC032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51035E78" w14:textId="77777777" w:rsidTr="003970E8">
        <w:trPr>
          <w:trHeight w:val="317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070239DE" w14:textId="77777777" w:rsidR="005E35B8" w:rsidRPr="00290F2A" w:rsidRDefault="005E35B8" w:rsidP="00242A09">
            <w:r w:rsidRPr="00290F2A">
              <w:t>Toggle Fixed Camera 5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7B72B2F7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+ 5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7A48AC35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5BEECC9F" w14:textId="77777777" w:rsidTr="003970E8">
        <w:trPr>
          <w:trHeight w:val="317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094C0D1F" w14:textId="77777777" w:rsidR="005E35B8" w:rsidRPr="00290F2A" w:rsidRDefault="005E35B8" w:rsidP="00242A09">
            <w:r w:rsidRPr="00290F2A">
              <w:t>Toggle Fixed Camera 6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45A0047A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+ 6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26D88839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40BC381B" w14:textId="77777777" w:rsidTr="003970E8">
        <w:trPr>
          <w:trHeight w:val="317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732CC866" w14:textId="77777777" w:rsidR="005E35B8" w:rsidRPr="00290F2A" w:rsidRDefault="005E35B8" w:rsidP="00242A09">
            <w:r w:rsidRPr="00290F2A">
              <w:t>Toggle Fixed Camera 7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1810ECB0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+ 7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5C54EAB0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75A4F415" w14:textId="77777777" w:rsidTr="003970E8">
        <w:trPr>
          <w:trHeight w:val="317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0FC1394E" w14:textId="77777777" w:rsidR="005E35B8" w:rsidRPr="00290F2A" w:rsidRDefault="005E35B8" w:rsidP="00242A09">
            <w:r w:rsidRPr="00290F2A">
              <w:t>Toggle Fixed Camera 8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02C0227B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Ctrl + 8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1FF7848E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22C776BC" w14:textId="77777777" w:rsidTr="003970E8">
        <w:trPr>
          <w:trHeight w:val="317"/>
        </w:trPr>
        <w:tc>
          <w:tcPr>
            <w:tcW w:w="3402" w:type="dxa"/>
            <w:shd w:val="clear" w:color="FFFFFF" w:fill="FFFFFF"/>
            <w:noWrap/>
            <w:vAlign w:val="center"/>
            <w:hideMark/>
          </w:tcPr>
          <w:p w14:paraId="5434B8D2" w14:textId="77777777" w:rsidR="005E35B8" w:rsidRPr="00290F2A" w:rsidRDefault="005E35B8" w:rsidP="00242A09">
            <w:r w:rsidRPr="00290F2A">
              <w:t>Toggle Fixed Camera 9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05A33F69" w14:textId="77777777" w:rsidR="005E35B8" w:rsidRPr="00F530DB" w:rsidRDefault="005E35B8" w:rsidP="0015260C">
            <w:pPr>
              <w:ind w:left="720" w:hanging="720"/>
              <w:rPr>
                <w:b/>
                <w:bCs/>
              </w:rPr>
            </w:pPr>
            <w:r>
              <w:rPr>
                <w:b/>
                <w:bCs/>
              </w:rPr>
              <w:t>Ctrl + 9</w:t>
            </w:r>
          </w:p>
        </w:tc>
        <w:tc>
          <w:tcPr>
            <w:tcW w:w="1701" w:type="dxa"/>
            <w:shd w:val="clear" w:color="FFFFFF" w:fill="FFFFFF"/>
            <w:vAlign w:val="center"/>
          </w:tcPr>
          <w:p w14:paraId="62C460EE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</w:tbl>
    <w:p w14:paraId="5922CFD4" w14:textId="77777777" w:rsidR="005E35B8" w:rsidRDefault="005E35B8" w:rsidP="005E35B8">
      <w:pPr>
        <w:pStyle w:val="Ttulo2"/>
        <w:pageBreakBefore/>
        <w:tabs>
          <w:tab w:val="clear" w:pos="284"/>
          <w:tab w:val="left" w:pos="426"/>
        </w:tabs>
      </w:pPr>
      <w:bookmarkStart w:id="112" w:name="_Toc65859889"/>
      <w:bookmarkStart w:id="113" w:name="_Toc66292990"/>
      <w:bookmarkEnd w:id="103"/>
      <w:r>
        <w:lastRenderedPageBreak/>
        <w:t>User Cameras</w:t>
      </w:r>
      <w:bookmarkEnd w:id="112"/>
      <w:bookmarkEnd w:id="113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5E35B8" w:rsidRPr="00AA645C" w14:paraId="4936A746" w14:textId="77777777" w:rsidTr="006A0E97">
        <w:trPr>
          <w:trHeight w:val="315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278BE770" w14:textId="032B0064" w:rsidR="005E35B8" w:rsidRPr="00AA645C" w:rsidRDefault="005E35B8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Camera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User Cameras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D3A6AFC" w14:textId="77777777" w:rsidR="005E35B8" w:rsidRPr="00F530DB" w:rsidRDefault="005E35B8" w:rsidP="006A0E97">
            <w:pPr>
              <w:jc w:val="center"/>
              <w:rPr>
                <w:b/>
                <w:bCs/>
              </w:rPr>
            </w:pPr>
            <w:r w:rsidRPr="00F530DB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5272157" w14:textId="77777777" w:rsidR="005E35B8" w:rsidRPr="00F530DB" w:rsidRDefault="005E35B8" w:rsidP="006A0E97">
            <w:pPr>
              <w:jc w:val="center"/>
              <w:rPr>
                <w:b/>
                <w:bCs/>
              </w:rPr>
            </w:pPr>
            <w:r w:rsidRPr="00F530DB">
              <w:rPr>
                <w:b/>
                <w:bCs/>
              </w:rPr>
              <w:t>Device</w:t>
            </w:r>
          </w:p>
        </w:tc>
      </w:tr>
      <w:tr w:rsidR="005E35B8" w:rsidRPr="00C34BFA" w14:paraId="304D833A" w14:textId="77777777" w:rsidTr="00C34BF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50BC09C3" w14:textId="77777777" w:rsidR="005E35B8" w:rsidRPr="00C34BFA" w:rsidRDefault="005E35B8" w:rsidP="00242A09">
            <w:pPr>
              <w:rPr>
                <w:lang w:val="en-US"/>
              </w:rPr>
            </w:pPr>
            <w:bookmarkStart w:id="114" w:name="_Toc65859890"/>
            <w:bookmarkEnd w:id="114"/>
            <w:r w:rsidRPr="00C34BFA">
              <w:rPr>
                <w:lang w:val="en-US"/>
              </w:rPr>
              <w:t xml:space="preserve">Load Next Custom Camera </w:t>
            </w:r>
          </w:p>
        </w:tc>
        <w:tc>
          <w:tcPr>
            <w:tcW w:w="1701" w:type="dxa"/>
            <w:vAlign w:val="center"/>
          </w:tcPr>
          <w:p w14:paraId="58CF55CE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Alt + A</w:t>
            </w:r>
          </w:p>
        </w:tc>
        <w:tc>
          <w:tcPr>
            <w:tcW w:w="1701" w:type="dxa"/>
            <w:vAlign w:val="center"/>
          </w:tcPr>
          <w:p w14:paraId="251BA31E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  <w:tr w:rsidR="005E35B8" w:rsidRPr="00C34BFA" w14:paraId="7FAF345F" w14:textId="77777777" w:rsidTr="00C34BF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28B00CEE" w14:textId="77777777" w:rsidR="005E35B8" w:rsidRPr="00C34BFA" w:rsidRDefault="005E35B8" w:rsidP="00242A09">
            <w:pPr>
              <w:rPr>
                <w:lang w:val="en-US"/>
              </w:rPr>
            </w:pPr>
            <w:r w:rsidRPr="00C34BFA">
              <w:rPr>
                <w:lang w:val="en-US"/>
              </w:rPr>
              <w:t>Load Previous Custom Camera</w:t>
            </w:r>
          </w:p>
        </w:tc>
        <w:tc>
          <w:tcPr>
            <w:tcW w:w="1701" w:type="dxa"/>
            <w:vAlign w:val="center"/>
          </w:tcPr>
          <w:p w14:paraId="04ECDD88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Alt + Shift + A</w:t>
            </w:r>
          </w:p>
        </w:tc>
        <w:tc>
          <w:tcPr>
            <w:tcW w:w="1701" w:type="dxa"/>
            <w:vAlign w:val="center"/>
          </w:tcPr>
          <w:p w14:paraId="0DFB606F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  <w:tr w:rsidR="005E35B8" w:rsidRPr="00290F2A" w14:paraId="257E03D0" w14:textId="77777777" w:rsidTr="00C34BF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7F792D99" w14:textId="77777777" w:rsidR="005E35B8" w:rsidRPr="00C34BFA" w:rsidRDefault="005E35B8" w:rsidP="00242A09">
            <w:r w:rsidRPr="00C34BFA">
              <w:t>Load Custom Camera 0</w:t>
            </w:r>
          </w:p>
        </w:tc>
        <w:tc>
          <w:tcPr>
            <w:tcW w:w="1701" w:type="dxa"/>
            <w:vAlign w:val="center"/>
          </w:tcPr>
          <w:p w14:paraId="66D747FB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Alt + 0</w:t>
            </w:r>
          </w:p>
        </w:tc>
        <w:tc>
          <w:tcPr>
            <w:tcW w:w="1701" w:type="dxa"/>
            <w:vAlign w:val="center"/>
          </w:tcPr>
          <w:p w14:paraId="6BF15CB2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1319E767" w14:textId="77777777" w:rsidTr="00C34BF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6E6512CF" w14:textId="77777777" w:rsidR="005E35B8" w:rsidRPr="00C34BFA" w:rsidRDefault="005E35B8" w:rsidP="00242A09">
            <w:r w:rsidRPr="00C34BFA">
              <w:t>Load Custom Camera 1</w:t>
            </w:r>
          </w:p>
        </w:tc>
        <w:tc>
          <w:tcPr>
            <w:tcW w:w="1701" w:type="dxa"/>
            <w:vAlign w:val="center"/>
          </w:tcPr>
          <w:p w14:paraId="368F7DA5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Alt + 1</w:t>
            </w:r>
          </w:p>
        </w:tc>
        <w:tc>
          <w:tcPr>
            <w:tcW w:w="1701" w:type="dxa"/>
            <w:vAlign w:val="center"/>
          </w:tcPr>
          <w:p w14:paraId="39D3F2E4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57755A82" w14:textId="77777777" w:rsidTr="00C34BF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63CF1456" w14:textId="77777777" w:rsidR="005E35B8" w:rsidRPr="00C34BFA" w:rsidRDefault="005E35B8" w:rsidP="00242A09">
            <w:r w:rsidRPr="00C34BFA">
              <w:t>Load Custom Camera 2</w:t>
            </w:r>
          </w:p>
        </w:tc>
        <w:tc>
          <w:tcPr>
            <w:tcW w:w="1701" w:type="dxa"/>
            <w:vAlign w:val="center"/>
          </w:tcPr>
          <w:p w14:paraId="1A4C10BE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Alt + 2</w:t>
            </w:r>
          </w:p>
        </w:tc>
        <w:tc>
          <w:tcPr>
            <w:tcW w:w="1701" w:type="dxa"/>
            <w:vAlign w:val="center"/>
          </w:tcPr>
          <w:p w14:paraId="732B1945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4C92B3FC" w14:textId="77777777" w:rsidTr="00C34BF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4C1E238A" w14:textId="77777777" w:rsidR="005E35B8" w:rsidRPr="00C34BFA" w:rsidRDefault="005E35B8" w:rsidP="00242A09">
            <w:r w:rsidRPr="00C34BFA">
              <w:t>Load Custom Camera 3</w:t>
            </w:r>
          </w:p>
        </w:tc>
        <w:tc>
          <w:tcPr>
            <w:tcW w:w="1701" w:type="dxa"/>
            <w:vAlign w:val="center"/>
          </w:tcPr>
          <w:p w14:paraId="3B4637B4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Alt + 3</w:t>
            </w:r>
          </w:p>
        </w:tc>
        <w:tc>
          <w:tcPr>
            <w:tcW w:w="1701" w:type="dxa"/>
            <w:vAlign w:val="center"/>
          </w:tcPr>
          <w:p w14:paraId="0FD3D4AD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0959AFA9" w14:textId="77777777" w:rsidTr="00C34BF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330F9ACC" w14:textId="77777777" w:rsidR="005E35B8" w:rsidRPr="00C34BFA" w:rsidRDefault="005E35B8" w:rsidP="00242A09">
            <w:r w:rsidRPr="00C34BFA">
              <w:t>Load Custom Camera 4</w:t>
            </w:r>
          </w:p>
        </w:tc>
        <w:tc>
          <w:tcPr>
            <w:tcW w:w="1701" w:type="dxa"/>
            <w:vAlign w:val="center"/>
          </w:tcPr>
          <w:p w14:paraId="78B24C30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Alt + 4</w:t>
            </w:r>
          </w:p>
        </w:tc>
        <w:tc>
          <w:tcPr>
            <w:tcW w:w="1701" w:type="dxa"/>
            <w:vAlign w:val="center"/>
          </w:tcPr>
          <w:p w14:paraId="6B21C399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6C89E7F0" w14:textId="77777777" w:rsidTr="00C34BF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50B4893C" w14:textId="77777777" w:rsidR="005E35B8" w:rsidRPr="00C34BFA" w:rsidRDefault="005E35B8" w:rsidP="00242A09">
            <w:r w:rsidRPr="00C34BFA">
              <w:t>Load Custom Camera 5</w:t>
            </w:r>
          </w:p>
        </w:tc>
        <w:tc>
          <w:tcPr>
            <w:tcW w:w="1701" w:type="dxa"/>
            <w:vAlign w:val="center"/>
          </w:tcPr>
          <w:p w14:paraId="3901AE65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Alt + 5</w:t>
            </w:r>
          </w:p>
        </w:tc>
        <w:tc>
          <w:tcPr>
            <w:tcW w:w="1701" w:type="dxa"/>
            <w:vAlign w:val="center"/>
          </w:tcPr>
          <w:p w14:paraId="108C2C3D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316B1E2A" w14:textId="77777777" w:rsidTr="00C34BF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0193E2D8" w14:textId="77777777" w:rsidR="005E35B8" w:rsidRPr="00C34BFA" w:rsidRDefault="005E35B8" w:rsidP="00242A09">
            <w:r w:rsidRPr="00C34BFA">
              <w:t>Load Custom Camera 6</w:t>
            </w:r>
          </w:p>
        </w:tc>
        <w:tc>
          <w:tcPr>
            <w:tcW w:w="1701" w:type="dxa"/>
            <w:vAlign w:val="center"/>
          </w:tcPr>
          <w:p w14:paraId="2172274D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Alt + 6</w:t>
            </w:r>
          </w:p>
        </w:tc>
        <w:tc>
          <w:tcPr>
            <w:tcW w:w="1701" w:type="dxa"/>
            <w:vAlign w:val="center"/>
          </w:tcPr>
          <w:p w14:paraId="335A7C9B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0AD6DC41" w14:textId="77777777" w:rsidTr="00C34BF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7570F6E7" w14:textId="77777777" w:rsidR="005E35B8" w:rsidRPr="00C34BFA" w:rsidRDefault="005E35B8" w:rsidP="00242A09">
            <w:r w:rsidRPr="00C34BFA">
              <w:t>Load Custom Camera 7</w:t>
            </w:r>
          </w:p>
        </w:tc>
        <w:tc>
          <w:tcPr>
            <w:tcW w:w="1701" w:type="dxa"/>
            <w:vAlign w:val="center"/>
          </w:tcPr>
          <w:p w14:paraId="09BCE29C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Alt + 7</w:t>
            </w:r>
          </w:p>
        </w:tc>
        <w:tc>
          <w:tcPr>
            <w:tcW w:w="1701" w:type="dxa"/>
            <w:vAlign w:val="center"/>
          </w:tcPr>
          <w:p w14:paraId="2E4E3F15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13C166C9" w14:textId="77777777" w:rsidTr="00C34BF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6FCC51FF" w14:textId="77777777" w:rsidR="005E35B8" w:rsidRPr="00C34BFA" w:rsidRDefault="005E35B8" w:rsidP="00242A09">
            <w:r w:rsidRPr="00C34BFA">
              <w:t>Load Custom Camera 8</w:t>
            </w:r>
          </w:p>
        </w:tc>
        <w:tc>
          <w:tcPr>
            <w:tcW w:w="1701" w:type="dxa"/>
            <w:vAlign w:val="center"/>
          </w:tcPr>
          <w:p w14:paraId="0C72A02C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Alt + 8</w:t>
            </w:r>
          </w:p>
        </w:tc>
        <w:tc>
          <w:tcPr>
            <w:tcW w:w="1701" w:type="dxa"/>
            <w:vAlign w:val="center"/>
          </w:tcPr>
          <w:p w14:paraId="24776744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7CAA767C" w14:textId="77777777" w:rsidTr="00C34BF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7D90E0A4" w14:textId="77777777" w:rsidR="005E35B8" w:rsidRPr="00C34BFA" w:rsidRDefault="005E35B8" w:rsidP="00242A09">
            <w:r w:rsidRPr="00C34BFA">
              <w:t>Load Custom Camera 9</w:t>
            </w:r>
          </w:p>
        </w:tc>
        <w:tc>
          <w:tcPr>
            <w:tcW w:w="1701" w:type="dxa"/>
            <w:vAlign w:val="center"/>
          </w:tcPr>
          <w:p w14:paraId="3A06F98D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</w:rPr>
              <w:t>Alt + 9</w:t>
            </w:r>
          </w:p>
        </w:tc>
        <w:tc>
          <w:tcPr>
            <w:tcW w:w="1701" w:type="dxa"/>
            <w:vAlign w:val="center"/>
          </w:tcPr>
          <w:p w14:paraId="38A0675F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C34BFA" w14:paraId="76FF8C8F" w14:textId="77777777" w:rsidTr="00C34BF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32905E1F" w14:textId="77777777" w:rsidR="005E35B8" w:rsidRPr="00C34BFA" w:rsidRDefault="005E35B8" w:rsidP="00242A09">
            <w:pPr>
              <w:rPr>
                <w:lang w:val="en-US"/>
              </w:rPr>
            </w:pPr>
            <w:r w:rsidRPr="00C34BFA">
              <w:rPr>
                <w:lang w:val="en-US"/>
              </w:rPr>
              <w:t>Save Custom Camera 0</w:t>
            </w:r>
          </w:p>
        </w:tc>
        <w:tc>
          <w:tcPr>
            <w:tcW w:w="1701" w:type="dxa"/>
            <w:vAlign w:val="center"/>
          </w:tcPr>
          <w:p w14:paraId="67779477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Ctrl + Alt + 0</w:t>
            </w:r>
          </w:p>
        </w:tc>
        <w:tc>
          <w:tcPr>
            <w:tcW w:w="1701" w:type="dxa"/>
            <w:vAlign w:val="center"/>
          </w:tcPr>
          <w:p w14:paraId="718784D3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  <w:tr w:rsidR="005E35B8" w:rsidRPr="00290F2A" w14:paraId="30BD5F97" w14:textId="77777777" w:rsidTr="00C34BF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44C0382B" w14:textId="77777777" w:rsidR="005E35B8" w:rsidRPr="00C34BFA" w:rsidRDefault="005E35B8" w:rsidP="00242A09">
            <w:r w:rsidRPr="00C34BFA">
              <w:t>Save Custom Camera 1</w:t>
            </w:r>
          </w:p>
        </w:tc>
        <w:tc>
          <w:tcPr>
            <w:tcW w:w="1701" w:type="dxa"/>
            <w:vAlign w:val="center"/>
          </w:tcPr>
          <w:p w14:paraId="1D37AAF5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Ctrl + Alt + 1</w:t>
            </w:r>
          </w:p>
        </w:tc>
        <w:tc>
          <w:tcPr>
            <w:tcW w:w="1701" w:type="dxa"/>
            <w:vAlign w:val="center"/>
          </w:tcPr>
          <w:p w14:paraId="7BA62A9A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46C73E6B" w14:textId="77777777" w:rsidTr="00C34BF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6C08F141" w14:textId="77777777" w:rsidR="005E35B8" w:rsidRPr="00C34BFA" w:rsidRDefault="005E35B8" w:rsidP="00242A09">
            <w:r w:rsidRPr="00C34BFA">
              <w:t>Save Custom Camera 2</w:t>
            </w:r>
          </w:p>
        </w:tc>
        <w:tc>
          <w:tcPr>
            <w:tcW w:w="1701" w:type="dxa"/>
            <w:vAlign w:val="center"/>
          </w:tcPr>
          <w:p w14:paraId="2E1C3CCE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Ctrl + Alt + 2</w:t>
            </w:r>
          </w:p>
        </w:tc>
        <w:tc>
          <w:tcPr>
            <w:tcW w:w="1701" w:type="dxa"/>
            <w:vAlign w:val="center"/>
          </w:tcPr>
          <w:p w14:paraId="0C557DC9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2BCCC9C6" w14:textId="77777777" w:rsidTr="00C34BF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64B263C3" w14:textId="77777777" w:rsidR="005E35B8" w:rsidRPr="00C34BFA" w:rsidRDefault="005E35B8" w:rsidP="00242A09">
            <w:r w:rsidRPr="00C34BFA">
              <w:t>Save Custom Camera 3</w:t>
            </w:r>
          </w:p>
        </w:tc>
        <w:tc>
          <w:tcPr>
            <w:tcW w:w="1701" w:type="dxa"/>
            <w:vAlign w:val="center"/>
          </w:tcPr>
          <w:p w14:paraId="2AAA2853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Ctrl + Alt + 3</w:t>
            </w:r>
          </w:p>
        </w:tc>
        <w:tc>
          <w:tcPr>
            <w:tcW w:w="1701" w:type="dxa"/>
            <w:vAlign w:val="center"/>
          </w:tcPr>
          <w:p w14:paraId="5CD9D4FD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51D85969" w14:textId="77777777" w:rsidTr="00C34BF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6A657EEE" w14:textId="77777777" w:rsidR="005E35B8" w:rsidRPr="00C34BFA" w:rsidRDefault="005E35B8" w:rsidP="00242A09">
            <w:r w:rsidRPr="00C34BFA">
              <w:t>Save Custom Camera 4</w:t>
            </w:r>
          </w:p>
        </w:tc>
        <w:tc>
          <w:tcPr>
            <w:tcW w:w="1701" w:type="dxa"/>
            <w:vAlign w:val="center"/>
          </w:tcPr>
          <w:p w14:paraId="52C34DAC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Ctrl + Alt + 4</w:t>
            </w:r>
          </w:p>
        </w:tc>
        <w:tc>
          <w:tcPr>
            <w:tcW w:w="1701" w:type="dxa"/>
            <w:vAlign w:val="center"/>
          </w:tcPr>
          <w:p w14:paraId="298797D4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05EAA0B8" w14:textId="77777777" w:rsidTr="00C34BF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73EAF03A" w14:textId="77777777" w:rsidR="005E35B8" w:rsidRPr="00C34BFA" w:rsidRDefault="005E35B8" w:rsidP="00242A09">
            <w:r w:rsidRPr="00C34BFA">
              <w:t>Save Custom Camera 5</w:t>
            </w:r>
          </w:p>
        </w:tc>
        <w:tc>
          <w:tcPr>
            <w:tcW w:w="1701" w:type="dxa"/>
            <w:vAlign w:val="center"/>
          </w:tcPr>
          <w:p w14:paraId="170ECE2B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Ctrl + Alt + 5</w:t>
            </w:r>
          </w:p>
        </w:tc>
        <w:tc>
          <w:tcPr>
            <w:tcW w:w="1701" w:type="dxa"/>
            <w:vAlign w:val="center"/>
          </w:tcPr>
          <w:p w14:paraId="2E080D15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3B0280B2" w14:textId="77777777" w:rsidTr="00C34BF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15246E44" w14:textId="77777777" w:rsidR="005E35B8" w:rsidRPr="00C34BFA" w:rsidRDefault="005E35B8" w:rsidP="00242A09">
            <w:r w:rsidRPr="00C34BFA">
              <w:t>Save Custom Camera 6</w:t>
            </w:r>
          </w:p>
        </w:tc>
        <w:tc>
          <w:tcPr>
            <w:tcW w:w="1701" w:type="dxa"/>
            <w:vAlign w:val="center"/>
          </w:tcPr>
          <w:p w14:paraId="31A6DBC1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Ctrl + Alt + 6</w:t>
            </w:r>
          </w:p>
        </w:tc>
        <w:tc>
          <w:tcPr>
            <w:tcW w:w="1701" w:type="dxa"/>
            <w:vAlign w:val="center"/>
          </w:tcPr>
          <w:p w14:paraId="694945AA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30FD79FC" w14:textId="77777777" w:rsidTr="00C34BF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6A1002C1" w14:textId="77777777" w:rsidR="005E35B8" w:rsidRPr="00C34BFA" w:rsidRDefault="005E35B8" w:rsidP="00242A09">
            <w:r w:rsidRPr="00C34BFA">
              <w:t>Save Custom Camera 7</w:t>
            </w:r>
          </w:p>
        </w:tc>
        <w:tc>
          <w:tcPr>
            <w:tcW w:w="1701" w:type="dxa"/>
            <w:vAlign w:val="center"/>
          </w:tcPr>
          <w:p w14:paraId="03469B01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Ctrl + Alt + 7</w:t>
            </w:r>
          </w:p>
        </w:tc>
        <w:tc>
          <w:tcPr>
            <w:tcW w:w="1701" w:type="dxa"/>
            <w:vAlign w:val="center"/>
          </w:tcPr>
          <w:p w14:paraId="46B536A0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3436ED15" w14:textId="77777777" w:rsidTr="00C34BF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073D8B92" w14:textId="77777777" w:rsidR="005E35B8" w:rsidRPr="00C34BFA" w:rsidRDefault="005E35B8" w:rsidP="00242A09">
            <w:r w:rsidRPr="00C34BFA">
              <w:t>Save Custom Camera 8</w:t>
            </w:r>
          </w:p>
        </w:tc>
        <w:tc>
          <w:tcPr>
            <w:tcW w:w="1701" w:type="dxa"/>
            <w:vAlign w:val="center"/>
          </w:tcPr>
          <w:p w14:paraId="5F201D67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Ctrl + Alt + 8</w:t>
            </w:r>
          </w:p>
        </w:tc>
        <w:tc>
          <w:tcPr>
            <w:tcW w:w="1701" w:type="dxa"/>
            <w:vAlign w:val="center"/>
          </w:tcPr>
          <w:p w14:paraId="6E14EF8D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536394BA" w14:textId="77777777" w:rsidTr="00C34BFA">
        <w:trPr>
          <w:trHeight w:val="315"/>
        </w:trPr>
        <w:tc>
          <w:tcPr>
            <w:tcW w:w="3402" w:type="dxa"/>
            <w:shd w:val="clear" w:color="auto" w:fill="auto"/>
            <w:noWrap/>
            <w:vAlign w:val="center"/>
          </w:tcPr>
          <w:p w14:paraId="3A321805" w14:textId="77777777" w:rsidR="005E35B8" w:rsidRPr="00C34BFA" w:rsidRDefault="005E35B8" w:rsidP="00242A09">
            <w:r w:rsidRPr="00C34BFA">
              <w:t>Save Custom Camera 9</w:t>
            </w:r>
          </w:p>
        </w:tc>
        <w:tc>
          <w:tcPr>
            <w:tcW w:w="1701" w:type="dxa"/>
            <w:vAlign w:val="center"/>
          </w:tcPr>
          <w:p w14:paraId="2ED0460B" w14:textId="77777777" w:rsidR="005E35B8" w:rsidRPr="00F530DB" w:rsidRDefault="005E35B8" w:rsidP="00242A09">
            <w:pPr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Ctrl + Alt + 9</w:t>
            </w:r>
          </w:p>
        </w:tc>
        <w:tc>
          <w:tcPr>
            <w:tcW w:w="1701" w:type="dxa"/>
            <w:vAlign w:val="center"/>
          </w:tcPr>
          <w:p w14:paraId="071BDFC1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</w:tbl>
    <w:p w14:paraId="2E4D8474" w14:textId="77777777" w:rsidR="005E35B8" w:rsidRPr="00034D05" w:rsidRDefault="005E35B8" w:rsidP="005E35B8">
      <w:pPr>
        <w:rPr>
          <w:rStyle w:val="Textoennegrita"/>
          <w:b w:val="0"/>
          <w:bCs w:val="0"/>
        </w:rPr>
      </w:pPr>
    </w:p>
    <w:p w14:paraId="6EDF2AA8" w14:textId="77777777" w:rsidR="005E35B8" w:rsidRPr="00B45173" w:rsidRDefault="005E35B8" w:rsidP="005E35B8">
      <w:pPr>
        <w:pStyle w:val="Ttulo2"/>
        <w:pageBreakBefore/>
        <w:tabs>
          <w:tab w:val="clear" w:pos="284"/>
          <w:tab w:val="left" w:pos="426"/>
        </w:tabs>
      </w:pPr>
      <w:bookmarkStart w:id="115" w:name="_Toc66292991"/>
      <w:r w:rsidRPr="00290F2A">
        <w:lastRenderedPageBreak/>
        <w:t>Slew Mode</w:t>
      </w:r>
      <w:bookmarkEnd w:id="115"/>
    </w:p>
    <w:tbl>
      <w:tblPr>
        <w:tblW w:w="68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701"/>
        <w:gridCol w:w="1701"/>
      </w:tblGrid>
      <w:tr w:rsidR="005E35B8" w:rsidRPr="00AA645C" w14:paraId="0D633D50" w14:textId="77777777" w:rsidTr="00830FE7">
        <w:trPr>
          <w:trHeight w:val="283"/>
          <w:tblHeader/>
        </w:trPr>
        <w:tc>
          <w:tcPr>
            <w:tcW w:w="3402" w:type="dxa"/>
            <w:shd w:val="clear" w:color="auto" w:fill="D9D9D9" w:themeFill="background1" w:themeFillShade="D9"/>
            <w:noWrap/>
            <w:vAlign w:val="center"/>
          </w:tcPr>
          <w:p w14:paraId="02746B0B" w14:textId="10363D06" w:rsidR="005E35B8" w:rsidRPr="00AA645C" w:rsidRDefault="005E35B8" w:rsidP="006A0E97">
            <w:pPr>
              <w:jc w:val="center"/>
              <w:rPr>
                <w:b/>
                <w:bCs/>
              </w:rPr>
            </w:pP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1"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Camera</w:t>
            </w:r>
            <w:r w:rsidRPr="00716A3E">
              <w:rPr>
                <w:b/>
                <w:bCs/>
              </w:rPr>
              <w:fldChar w:fldCharType="end"/>
            </w:r>
            <w:r w:rsidRPr="00716A3E">
              <w:rPr>
                <w:b/>
                <w:bCs/>
              </w:rPr>
              <w:t xml:space="preserve"> - </w:t>
            </w:r>
            <w:r w:rsidRPr="00716A3E">
              <w:rPr>
                <w:b/>
                <w:bCs/>
              </w:rPr>
              <w:fldChar w:fldCharType="begin"/>
            </w:r>
            <w:r w:rsidRPr="00716A3E">
              <w:rPr>
                <w:b/>
                <w:bCs/>
              </w:rPr>
              <w:instrText xml:space="preserve"> STYLEREF  "Título 2"  \* MERGEFORMAT </w:instrText>
            </w:r>
            <w:r w:rsidRPr="00716A3E">
              <w:rPr>
                <w:b/>
                <w:bCs/>
              </w:rPr>
              <w:fldChar w:fldCharType="separate"/>
            </w:r>
            <w:r w:rsidR="00597451">
              <w:rPr>
                <w:b/>
                <w:bCs/>
                <w:noProof/>
              </w:rPr>
              <w:t>Slew Mode</w:t>
            </w:r>
            <w:r w:rsidRPr="00716A3E">
              <w:rPr>
                <w:b/>
                <w:bCs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73B29C9" w14:textId="77777777" w:rsidR="005E35B8" w:rsidRPr="00F530DB" w:rsidRDefault="005E35B8" w:rsidP="006A0E97">
            <w:pPr>
              <w:jc w:val="center"/>
              <w:rPr>
                <w:b/>
                <w:bCs/>
              </w:rPr>
            </w:pPr>
            <w:r w:rsidRPr="00F530DB">
              <w:rPr>
                <w:b/>
                <w:bCs/>
              </w:rPr>
              <w:t>Keyboard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3BEE4FB" w14:textId="77777777" w:rsidR="005E35B8" w:rsidRPr="00F530DB" w:rsidRDefault="005E35B8" w:rsidP="006A0E97">
            <w:pPr>
              <w:jc w:val="center"/>
              <w:rPr>
                <w:b/>
                <w:bCs/>
              </w:rPr>
            </w:pPr>
            <w:r w:rsidRPr="00F530DB">
              <w:rPr>
                <w:b/>
                <w:bCs/>
              </w:rPr>
              <w:t>Device</w:t>
            </w:r>
          </w:p>
        </w:tc>
      </w:tr>
      <w:tr w:rsidR="005E35B8" w:rsidRPr="00290F2A" w14:paraId="385A0412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333EE85" w14:textId="77777777" w:rsidR="005E35B8" w:rsidRPr="00290F2A" w:rsidRDefault="005E35B8" w:rsidP="00242A09">
            <w:bookmarkStart w:id="116" w:name="_Toc65859875"/>
            <w:bookmarkEnd w:id="116"/>
            <w:r w:rsidRPr="00290F2A">
              <w:t>Toggle Slew Mode</w:t>
            </w:r>
          </w:p>
        </w:tc>
        <w:tc>
          <w:tcPr>
            <w:tcW w:w="1701" w:type="dxa"/>
            <w:vAlign w:val="center"/>
          </w:tcPr>
          <w:p w14:paraId="6A523097" w14:textId="77777777" w:rsidR="005E35B8" w:rsidRPr="00F530DB" w:rsidRDefault="005E35B8" w:rsidP="00242A09">
            <w:pPr>
              <w:rPr>
                <w:b/>
                <w:bCs/>
              </w:rPr>
            </w:pPr>
            <w:r w:rsidRPr="00F530DB">
              <w:rPr>
                <w:b/>
                <w:bCs/>
              </w:rPr>
              <w:t>Y</w:t>
            </w:r>
          </w:p>
        </w:tc>
        <w:tc>
          <w:tcPr>
            <w:tcW w:w="1701" w:type="dxa"/>
            <w:vAlign w:val="center"/>
          </w:tcPr>
          <w:p w14:paraId="6E1F0D9C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057D7E04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05AFDAE" w14:textId="35019446" w:rsidR="005E35B8" w:rsidRPr="00290F2A" w:rsidRDefault="001F6EDB" w:rsidP="00242A09">
            <w:r w:rsidRPr="00290F2A">
              <w:t>Slew Translate Up (Slow)</w:t>
            </w:r>
          </w:p>
        </w:tc>
        <w:tc>
          <w:tcPr>
            <w:tcW w:w="1701" w:type="dxa"/>
            <w:vAlign w:val="center"/>
          </w:tcPr>
          <w:p w14:paraId="6DC2DF90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807921E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693E3050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A580F42" w14:textId="1C7BC912" w:rsidR="005E35B8" w:rsidRPr="00290F2A" w:rsidRDefault="001F6EDB" w:rsidP="00242A09">
            <w:r w:rsidRPr="00290F2A">
              <w:t>Slew Translate Up (Fast)</w:t>
            </w:r>
          </w:p>
        </w:tc>
        <w:tc>
          <w:tcPr>
            <w:tcW w:w="1701" w:type="dxa"/>
            <w:vAlign w:val="center"/>
          </w:tcPr>
          <w:p w14:paraId="5F4E2C78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50CDB19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080113B3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1D04BED" w14:textId="7292B0C6" w:rsidR="005E35B8" w:rsidRPr="00290F2A" w:rsidRDefault="001F6EDB" w:rsidP="00242A09">
            <w:r w:rsidRPr="00290F2A">
              <w:t>Slew Translate Backward</w:t>
            </w:r>
          </w:p>
        </w:tc>
        <w:tc>
          <w:tcPr>
            <w:tcW w:w="1701" w:type="dxa"/>
            <w:vAlign w:val="center"/>
          </w:tcPr>
          <w:p w14:paraId="7EFD74EC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C7B79EB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2D818934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C5D8003" w14:textId="5FD4DA7E" w:rsidR="005E35B8" w:rsidRPr="00290F2A" w:rsidRDefault="001F6EDB" w:rsidP="00242A09">
            <w:r w:rsidRPr="00290F2A">
              <w:t>Slew Translate Forward</w:t>
            </w:r>
          </w:p>
        </w:tc>
        <w:tc>
          <w:tcPr>
            <w:tcW w:w="1701" w:type="dxa"/>
            <w:vAlign w:val="center"/>
          </w:tcPr>
          <w:p w14:paraId="1A04BF98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336EF27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2804CFFF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D796828" w14:textId="3938A6BA" w:rsidR="005E35B8" w:rsidRPr="00290F2A" w:rsidRDefault="001F6EDB" w:rsidP="00242A09">
            <w:r w:rsidRPr="00290F2A">
              <w:t>Slew Translate Down (Fast)</w:t>
            </w:r>
          </w:p>
        </w:tc>
        <w:tc>
          <w:tcPr>
            <w:tcW w:w="1701" w:type="dxa"/>
            <w:vAlign w:val="center"/>
          </w:tcPr>
          <w:p w14:paraId="159D9F53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AF5EFFE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24BD5F5D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BAC329E" w14:textId="3E6FFA6C" w:rsidR="005E35B8" w:rsidRPr="00290F2A" w:rsidRDefault="001F6EDB" w:rsidP="00242A09">
            <w:r w:rsidRPr="00290F2A">
              <w:t>Slew Translate Down (Slow)</w:t>
            </w:r>
          </w:p>
        </w:tc>
        <w:tc>
          <w:tcPr>
            <w:tcW w:w="1701" w:type="dxa"/>
            <w:vAlign w:val="center"/>
          </w:tcPr>
          <w:p w14:paraId="781EAE16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C098843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5C7532" w14:paraId="561D60B7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0003147" w14:textId="78EB568A" w:rsidR="005E35B8" w:rsidRPr="00290F2A" w:rsidRDefault="001F6EDB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Slew Y Axis Translation Freeze</w:t>
            </w:r>
          </w:p>
        </w:tc>
        <w:tc>
          <w:tcPr>
            <w:tcW w:w="1701" w:type="dxa"/>
            <w:vAlign w:val="center"/>
          </w:tcPr>
          <w:p w14:paraId="726F36FF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2F9DDC68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  <w:tr w:rsidR="005E35B8" w:rsidRPr="00290F2A" w14:paraId="2C42499A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0142BA4" w14:textId="4FB92DA0" w:rsidR="005E35B8" w:rsidRPr="00290F2A" w:rsidRDefault="001F6EDB" w:rsidP="00242A09">
            <w:r w:rsidRPr="00290F2A">
              <w:t>Slew Translate Down</w:t>
            </w:r>
          </w:p>
        </w:tc>
        <w:tc>
          <w:tcPr>
            <w:tcW w:w="1701" w:type="dxa"/>
            <w:vAlign w:val="center"/>
          </w:tcPr>
          <w:p w14:paraId="60DB0047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4CA68B7E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6FC395AC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60E50D8" w14:textId="52AF7850" w:rsidR="005E35B8" w:rsidRPr="00290F2A" w:rsidRDefault="001F6EDB" w:rsidP="00242A09">
            <w:r w:rsidRPr="00290F2A">
              <w:t>Slew Translate Up</w:t>
            </w:r>
          </w:p>
        </w:tc>
        <w:tc>
          <w:tcPr>
            <w:tcW w:w="1701" w:type="dxa"/>
            <w:vAlign w:val="center"/>
          </w:tcPr>
          <w:p w14:paraId="6E403546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048B139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6DDB7482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D51C9A4" w14:textId="2330DBC3" w:rsidR="005E35B8" w:rsidRPr="00290F2A" w:rsidRDefault="001F6EDB" w:rsidP="00242A09">
            <w:r w:rsidRPr="00290F2A">
              <w:t>Slew Roll Left</w:t>
            </w:r>
          </w:p>
        </w:tc>
        <w:tc>
          <w:tcPr>
            <w:tcW w:w="1701" w:type="dxa"/>
            <w:vAlign w:val="center"/>
          </w:tcPr>
          <w:p w14:paraId="05B1709F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33A47A7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3F7A8750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7118AD4" w14:textId="4F23AD86" w:rsidR="005E35B8" w:rsidRPr="00290F2A" w:rsidRDefault="001F6EDB" w:rsidP="00242A09">
            <w:r w:rsidRPr="00290F2A">
              <w:t>Slew Roll Right</w:t>
            </w:r>
          </w:p>
        </w:tc>
        <w:tc>
          <w:tcPr>
            <w:tcW w:w="1701" w:type="dxa"/>
            <w:vAlign w:val="center"/>
          </w:tcPr>
          <w:p w14:paraId="1707AB47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C42887B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5C7532" w14:paraId="76B5A125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AA5DD7B" w14:textId="642D21BF" w:rsidR="005E35B8" w:rsidRPr="00290F2A" w:rsidRDefault="001F6EDB" w:rsidP="00242A09">
            <w:pPr>
              <w:rPr>
                <w:lang w:val="en-US"/>
              </w:rPr>
            </w:pPr>
            <w:r w:rsidRPr="00290F2A">
              <w:rPr>
                <w:lang w:val="en-US"/>
              </w:rPr>
              <w:t>Slew X Axis Translation Freeze</w:t>
            </w:r>
          </w:p>
        </w:tc>
        <w:tc>
          <w:tcPr>
            <w:tcW w:w="1701" w:type="dxa"/>
            <w:vAlign w:val="center"/>
          </w:tcPr>
          <w:p w14:paraId="282E9439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DF90EB3" w14:textId="77777777" w:rsidR="005E35B8" w:rsidRPr="00F530DB" w:rsidRDefault="005E35B8" w:rsidP="00242A09">
            <w:pPr>
              <w:rPr>
                <w:b/>
                <w:bCs/>
                <w:lang w:val="en-US"/>
              </w:rPr>
            </w:pPr>
          </w:p>
        </w:tc>
      </w:tr>
      <w:tr w:rsidR="005E35B8" w:rsidRPr="00290F2A" w14:paraId="202523E5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0F40A85" w14:textId="3E0CE583" w:rsidR="005E35B8" w:rsidRPr="00290F2A" w:rsidRDefault="001F6EDB" w:rsidP="00242A09">
            <w:r w:rsidRPr="00290F2A">
              <w:t>Slew Yaw Left</w:t>
            </w:r>
          </w:p>
        </w:tc>
        <w:tc>
          <w:tcPr>
            <w:tcW w:w="1701" w:type="dxa"/>
            <w:vAlign w:val="center"/>
          </w:tcPr>
          <w:p w14:paraId="1D445062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0CC7EB1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40A7B105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BDEC8A1" w14:textId="5F265799" w:rsidR="005E35B8" w:rsidRPr="00290F2A" w:rsidRDefault="001F6EDB" w:rsidP="00242A09">
            <w:r w:rsidRPr="00290F2A">
              <w:t>Slew Yaw Right</w:t>
            </w:r>
          </w:p>
        </w:tc>
        <w:tc>
          <w:tcPr>
            <w:tcW w:w="1701" w:type="dxa"/>
            <w:vAlign w:val="center"/>
          </w:tcPr>
          <w:p w14:paraId="3CC3AA6C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96DB439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413A1300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C3EDD23" w14:textId="365FB3DA" w:rsidR="005E35B8" w:rsidRPr="00290F2A" w:rsidRDefault="001F6EDB" w:rsidP="00242A09">
            <w:r w:rsidRPr="00290F2A">
              <w:t>Slew Translate Left</w:t>
            </w:r>
          </w:p>
        </w:tc>
        <w:tc>
          <w:tcPr>
            <w:tcW w:w="1701" w:type="dxa"/>
            <w:vAlign w:val="center"/>
          </w:tcPr>
          <w:p w14:paraId="12B67D21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DEB26BD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4284CB02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BF7C808" w14:textId="1F0524F3" w:rsidR="005E35B8" w:rsidRPr="00290F2A" w:rsidRDefault="001F6EDB" w:rsidP="00242A09">
            <w:r w:rsidRPr="00290F2A">
              <w:t>Set Slew Mode Off</w:t>
            </w:r>
          </w:p>
        </w:tc>
        <w:tc>
          <w:tcPr>
            <w:tcW w:w="1701" w:type="dxa"/>
            <w:vAlign w:val="center"/>
          </w:tcPr>
          <w:p w14:paraId="1BC1BD5D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28A6655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4191169F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B6CD694" w14:textId="486850BC" w:rsidR="005E35B8" w:rsidRPr="00290F2A" w:rsidRDefault="001F6EDB" w:rsidP="00242A09">
            <w:r w:rsidRPr="00290F2A">
              <w:t>Set Slew Mode On</w:t>
            </w:r>
          </w:p>
        </w:tc>
        <w:tc>
          <w:tcPr>
            <w:tcW w:w="1701" w:type="dxa"/>
            <w:vAlign w:val="center"/>
          </w:tcPr>
          <w:p w14:paraId="1970D737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18FD1EBE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02C42E7F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61DA30E" w14:textId="1C6C930B" w:rsidR="005E35B8" w:rsidRPr="00290F2A" w:rsidRDefault="001F6EDB" w:rsidP="00242A09">
            <w:r w:rsidRPr="00290F2A">
              <w:t>Slew Pitch Down (Fast)</w:t>
            </w:r>
          </w:p>
        </w:tc>
        <w:tc>
          <w:tcPr>
            <w:tcW w:w="1701" w:type="dxa"/>
            <w:vAlign w:val="center"/>
          </w:tcPr>
          <w:p w14:paraId="6A05535C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95BD340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3FCB3E41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3B38755C" w14:textId="3C3CBAFC" w:rsidR="005E35B8" w:rsidRPr="00290F2A" w:rsidRDefault="001F6EDB" w:rsidP="00242A09">
            <w:r w:rsidRPr="00290F2A">
              <w:t>Slew Pitch Down (Slow)</w:t>
            </w:r>
          </w:p>
        </w:tc>
        <w:tc>
          <w:tcPr>
            <w:tcW w:w="1701" w:type="dxa"/>
            <w:vAlign w:val="center"/>
          </w:tcPr>
          <w:p w14:paraId="7FFB1F3D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5FEA6FAE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1D178354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320077F" w14:textId="6670BEC6" w:rsidR="005E35B8" w:rsidRPr="00290F2A" w:rsidRDefault="001F6EDB" w:rsidP="00242A09">
            <w:r w:rsidRPr="00290F2A">
              <w:t>Slew Pitch Freeze</w:t>
            </w:r>
          </w:p>
        </w:tc>
        <w:tc>
          <w:tcPr>
            <w:tcW w:w="1701" w:type="dxa"/>
            <w:vAlign w:val="center"/>
          </w:tcPr>
          <w:p w14:paraId="2ECC82B5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6BF1F0F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621EBC5B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A15F12D" w14:textId="38988583" w:rsidR="005E35B8" w:rsidRPr="00290F2A" w:rsidRDefault="001F6EDB" w:rsidP="00242A09">
            <w:r w:rsidRPr="00290F2A">
              <w:t>Slew Pitch Down</w:t>
            </w:r>
          </w:p>
        </w:tc>
        <w:tc>
          <w:tcPr>
            <w:tcW w:w="1701" w:type="dxa"/>
            <w:vAlign w:val="center"/>
          </w:tcPr>
          <w:p w14:paraId="26D22603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670912AF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1063EBA3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502CE7C4" w14:textId="097173ED" w:rsidR="005E35B8" w:rsidRPr="00290F2A" w:rsidRDefault="001F6EDB" w:rsidP="00242A09">
            <w:r w:rsidRPr="00290F2A">
              <w:t>Slew Pitch Up</w:t>
            </w:r>
          </w:p>
        </w:tc>
        <w:tc>
          <w:tcPr>
            <w:tcW w:w="1701" w:type="dxa"/>
            <w:vAlign w:val="center"/>
          </w:tcPr>
          <w:p w14:paraId="65C43BF1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43C826A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55D5EEAA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453787F" w14:textId="1D74B772" w:rsidR="005E35B8" w:rsidRPr="00290F2A" w:rsidRDefault="001F6EDB" w:rsidP="00242A09">
            <w:r w:rsidRPr="00290F2A">
              <w:t>Slew Pitch Up (Fast)</w:t>
            </w:r>
          </w:p>
        </w:tc>
        <w:tc>
          <w:tcPr>
            <w:tcW w:w="1701" w:type="dxa"/>
            <w:vAlign w:val="center"/>
          </w:tcPr>
          <w:p w14:paraId="71428763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050C658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6B7144AD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B31E1A7" w14:textId="392C886F" w:rsidR="005E35B8" w:rsidRPr="00290F2A" w:rsidRDefault="001F6EDB" w:rsidP="00242A09">
            <w:r w:rsidRPr="00290F2A">
              <w:t>Slew Pitch Up (Slow)</w:t>
            </w:r>
          </w:p>
        </w:tc>
        <w:tc>
          <w:tcPr>
            <w:tcW w:w="1701" w:type="dxa"/>
            <w:vAlign w:val="center"/>
          </w:tcPr>
          <w:p w14:paraId="13AA7ABE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0E3391E9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0E66A239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364810E" w14:textId="12CF0294" w:rsidR="005E35B8" w:rsidRPr="00290F2A" w:rsidRDefault="001F6EDB" w:rsidP="00242A09">
            <w:r w:rsidRPr="00290F2A">
              <w:t>Reset Slew Mode</w:t>
            </w:r>
          </w:p>
        </w:tc>
        <w:tc>
          <w:tcPr>
            <w:tcW w:w="1701" w:type="dxa"/>
            <w:vAlign w:val="center"/>
          </w:tcPr>
          <w:p w14:paraId="71B7D89D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34FDF9D8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  <w:tr w:rsidR="005E35B8" w:rsidRPr="00290F2A" w14:paraId="16461296" w14:textId="77777777" w:rsidTr="00830FE7">
        <w:trPr>
          <w:trHeight w:val="283"/>
        </w:trPr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26A1484" w14:textId="77777777" w:rsidR="005E35B8" w:rsidRPr="00290F2A" w:rsidRDefault="005E35B8" w:rsidP="00242A09">
            <w:r w:rsidRPr="00290F2A">
              <w:t>Slew Translate Right</w:t>
            </w:r>
          </w:p>
        </w:tc>
        <w:tc>
          <w:tcPr>
            <w:tcW w:w="1701" w:type="dxa"/>
            <w:vAlign w:val="center"/>
          </w:tcPr>
          <w:p w14:paraId="0AA1BB16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992F821" w14:textId="77777777" w:rsidR="005E35B8" w:rsidRPr="00F530DB" w:rsidRDefault="005E35B8" w:rsidP="00242A09">
            <w:pPr>
              <w:rPr>
                <w:b/>
                <w:bCs/>
              </w:rPr>
            </w:pPr>
          </w:p>
        </w:tc>
      </w:tr>
    </w:tbl>
    <w:p w14:paraId="43174CDA" w14:textId="2697BAC8" w:rsidR="00994560" w:rsidRPr="00994560" w:rsidRDefault="00994560" w:rsidP="00994560">
      <w:pPr>
        <w:rPr>
          <w:lang w:val="en-US"/>
        </w:rPr>
      </w:pPr>
    </w:p>
    <w:sectPr w:rsidR="00994560" w:rsidRPr="00994560" w:rsidSect="00F76E40">
      <w:footerReference w:type="default" r:id="rId9"/>
      <w:footnotePr>
        <w:numRestart w:val="eachSect"/>
      </w:footnotePr>
      <w:pgSz w:w="8732" w:h="12191" w:code="11"/>
      <w:pgMar w:top="567" w:right="567" w:bottom="851" w:left="1134" w:header="459" w:footer="502" w:gutter="0"/>
      <w:paperSrc w:first="15" w:other="15"/>
      <w:pgNumType w:start="1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082A59" w14:textId="77777777" w:rsidR="0089641A" w:rsidRDefault="0089641A" w:rsidP="00242A09">
      <w:r>
        <w:separator/>
      </w:r>
    </w:p>
  </w:endnote>
  <w:endnote w:type="continuationSeparator" w:id="0">
    <w:p w14:paraId="30CF7C78" w14:textId="77777777" w:rsidR="0089641A" w:rsidRDefault="0089641A" w:rsidP="00242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ld PS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2C6224" w14:textId="52BDA314" w:rsidR="00214F9A" w:rsidRPr="00A571DC" w:rsidRDefault="00214F9A" w:rsidP="00DF2C00">
    <w:pPr>
      <w:pStyle w:val="Piedepgina"/>
      <w:pBdr>
        <w:top w:val="single" w:sz="4" w:space="1" w:color="auto"/>
      </w:pBdr>
      <w:rPr>
        <w:lang w:val="en-US"/>
      </w:rPr>
    </w:pPr>
    <w:r w:rsidRPr="00417CD9">
      <w:fldChar w:fldCharType="begin"/>
    </w:r>
    <w:r w:rsidRPr="00A571DC">
      <w:rPr>
        <w:lang w:val="en-US"/>
      </w:rPr>
      <w:instrText xml:space="preserve"> FILENAME   \* MERGEFORMAT </w:instrText>
    </w:r>
    <w:r w:rsidRPr="00417CD9">
      <w:fldChar w:fldCharType="separate"/>
    </w:r>
    <w:r>
      <w:rPr>
        <w:noProof/>
        <w:lang w:val="en-US"/>
      </w:rPr>
      <w:t>MSFS Complete Control List &amp; Default Assignements.docx</w:t>
    </w:r>
    <w:r w:rsidRPr="00417CD9">
      <w:fldChar w:fldCharType="end"/>
    </w:r>
    <w:r w:rsidRPr="00A571DC">
      <w:rPr>
        <w:lang w:val="en-US"/>
      </w:rPr>
      <w:tab/>
    </w:r>
    <w:r w:rsidRPr="00417CD9">
      <w:rPr>
        <w:rStyle w:val="Nmerodepgina"/>
        <w:rFonts w:ascii="Arial" w:hAnsi="Arial"/>
        <w:sz w:val="16"/>
        <w:szCs w:val="16"/>
      </w:rPr>
      <w:fldChar w:fldCharType="begin"/>
    </w:r>
    <w:r w:rsidRPr="00A571DC">
      <w:rPr>
        <w:rStyle w:val="Nmerodepgina"/>
        <w:rFonts w:ascii="Arial" w:hAnsi="Arial"/>
        <w:sz w:val="16"/>
        <w:szCs w:val="16"/>
        <w:lang w:val="en-US"/>
      </w:rPr>
      <w:instrText xml:space="preserve"> PAGE </w:instrText>
    </w:r>
    <w:r w:rsidRPr="00417CD9">
      <w:rPr>
        <w:rStyle w:val="Nmerodepgina"/>
        <w:rFonts w:ascii="Arial" w:hAnsi="Arial"/>
        <w:sz w:val="16"/>
        <w:szCs w:val="16"/>
      </w:rPr>
      <w:fldChar w:fldCharType="separate"/>
    </w:r>
    <w:r>
      <w:rPr>
        <w:rStyle w:val="Nmerodepgina"/>
        <w:rFonts w:ascii="Arial" w:hAnsi="Arial"/>
        <w:noProof/>
        <w:sz w:val="16"/>
        <w:szCs w:val="16"/>
        <w:lang w:val="en-US"/>
      </w:rPr>
      <w:t>16</w:t>
    </w:r>
    <w:r w:rsidRPr="00417CD9">
      <w:rPr>
        <w:rStyle w:val="Nmerodepgina"/>
        <w:rFonts w:ascii="Arial" w:hAnsi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98AF8" w14:textId="432B4A73" w:rsidR="00214F9A" w:rsidRPr="00F76E40" w:rsidRDefault="00214F9A" w:rsidP="00245157">
    <w:pPr>
      <w:pStyle w:val="Piedepgina"/>
      <w:pBdr>
        <w:top w:val="single" w:sz="4" w:space="1" w:color="auto"/>
      </w:pBdr>
      <w:ind w:right="227"/>
      <w:rPr>
        <w:lang w:val="en-US"/>
      </w:rPr>
    </w:pPr>
    <w:r w:rsidRPr="00417CD9">
      <w:fldChar w:fldCharType="begin"/>
    </w:r>
    <w:r w:rsidRPr="00A571DC">
      <w:rPr>
        <w:lang w:val="en-US"/>
      </w:rPr>
      <w:instrText xml:space="preserve"> FILENAME   \* MERGEFORMAT </w:instrText>
    </w:r>
    <w:r w:rsidRPr="00417CD9">
      <w:fldChar w:fldCharType="separate"/>
    </w:r>
    <w:r>
      <w:rPr>
        <w:noProof/>
        <w:lang w:val="en-US"/>
      </w:rPr>
      <w:t>MSFS Complete Control List &amp; Default Assignements.docx</w:t>
    </w:r>
    <w:r w:rsidRPr="00417CD9">
      <w:fldChar w:fldCharType="end"/>
    </w:r>
    <w:r w:rsidRPr="00A571DC">
      <w:rPr>
        <w:lang w:val="en-US"/>
      </w:rPr>
      <w:tab/>
    </w:r>
    <w:r w:rsidRPr="00417CD9">
      <w:rPr>
        <w:rStyle w:val="Nmerodepgina"/>
        <w:rFonts w:ascii="Arial" w:hAnsi="Arial"/>
        <w:sz w:val="16"/>
        <w:szCs w:val="16"/>
      </w:rPr>
      <w:fldChar w:fldCharType="begin"/>
    </w:r>
    <w:r w:rsidRPr="00A571DC">
      <w:rPr>
        <w:rStyle w:val="Nmerodepgina"/>
        <w:rFonts w:ascii="Arial" w:hAnsi="Arial"/>
        <w:sz w:val="16"/>
        <w:szCs w:val="16"/>
        <w:lang w:val="en-US"/>
      </w:rPr>
      <w:instrText xml:space="preserve"> PAGE </w:instrText>
    </w:r>
    <w:r w:rsidRPr="00417CD9">
      <w:rPr>
        <w:rStyle w:val="Nmerodepgina"/>
        <w:rFonts w:ascii="Arial" w:hAnsi="Arial"/>
        <w:sz w:val="16"/>
        <w:szCs w:val="16"/>
      </w:rPr>
      <w:fldChar w:fldCharType="separate"/>
    </w:r>
    <w:r w:rsidRPr="00DB6B6C">
      <w:rPr>
        <w:rStyle w:val="Nmerodepgina"/>
        <w:rFonts w:ascii="Arial" w:hAnsi="Arial"/>
        <w:sz w:val="16"/>
        <w:szCs w:val="16"/>
        <w:lang w:val="en-US"/>
      </w:rPr>
      <w:t>1</w:t>
    </w:r>
    <w:r w:rsidRPr="00417CD9">
      <w:rPr>
        <w:rStyle w:val="Nmerodepgina"/>
        <w:rFonts w:ascii="Arial" w:hAnsi="Arial"/>
        <w:sz w:val="16"/>
        <w:szCs w:val="16"/>
      </w:rPr>
      <w:fldChar w:fldCharType="end"/>
    </w:r>
    <w:r w:rsidRPr="00DB6B6C">
      <w:rPr>
        <w:rStyle w:val="Nmerodepgina"/>
        <w:rFonts w:ascii="Arial" w:hAnsi="Arial"/>
        <w:sz w:val="16"/>
        <w:szCs w:val="16"/>
        <w:lang w:val="en-US"/>
      </w:rPr>
      <w:t xml:space="preserve"> / </w:t>
    </w:r>
    <w:r>
      <w:rPr>
        <w:rStyle w:val="Nmerodepgina"/>
        <w:rFonts w:ascii="Arial" w:hAnsi="Arial"/>
        <w:sz w:val="16"/>
        <w:szCs w:val="16"/>
      </w:rPr>
      <w:fldChar w:fldCharType="begin"/>
    </w:r>
    <w:r w:rsidRPr="00DB6B6C">
      <w:rPr>
        <w:rStyle w:val="Nmerodepgina"/>
        <w:rFonts w:ascii="Arial" w:hAnsi="Arial"/>
        <w:sz w:val="16"/>
        <w:szCs w:val="16"/>
        <w:lang w:val="en-US"/>
      </w:rPr>
      <w:instrText xml:space="preserve"> SECTIONPAGES   \* MERGEFORMAT </w:instrText>
    </w:r>
    <w:r>
      <w:rPr>
        <w:rStyle w:val="Nmerodepgina"/>
        <w:rFonts w:ascii="Arial" w:hAnsi="Arial"/>
        <w:sz w:val="16"/>
        <w:szCs w:val="16"/>
      </w:rPr>
      <w:fldChar w:fldCharType="separate"/>
    </w:r>
    <w:r w:rsidR="00DD6369">
      <w:rPr>
        <w:rStyle w:val="Nmerodepgina"/>
        <w:rFonts w:ascii="Arial" w:hAnsi="Arial"/>
        <w:noProof/>
        <w:sz w:val="16"/>
        <w:szCs w:val="16"/>
        <w:lang w:val="en-US"/>
      </w:rPr>
      <w:t>47</w:t>
    </w:r>
    <w:r>
      <w:rPr>
        <w:rStyle w:val="Nmerodepgina"/>
        <w:rFonts w:ascii="Arial" w:hAnsi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BC790B" w14:textId="77777777" w:rsidR="0089641A" w:rsidRDefault="0089641A" w:rsidP="00242A09">
      <w:r>
        <w:separator/>
      </w:r>
    </w:p>
  </w:footnote>
  <w:footnote w:type="continuationSeparator" w:id="0">
    <w:p w14:paraId="233185C1" w14:textId="77777777" w:rsidR="0089641A" w:rsidRDefault="0089641A" w:rsidP="00242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2198E"/>
    <w:multiLevelType w:val="hybridMultilevel"/>
    <w:tmpl w:val="3CB0942A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250C745A"/>
    <w:multiLevelType w:val="multilevel"/>
    <w:tmpl w:val="705045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6226A4D"/>
    <w:multiLevelType w:val="multilevel"/>
    <w:tmpl w:val="40267A52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9AB2097"/>
    <w:multiLevelType w:val="multilevel"/>
    <w:tmpl w:val="E05819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9745F5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intFractionalCharacterWidth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F05"/>
    <w:rsid w:val="000008D9"/>
    <w:rsid w:val="0000307A"/>
    <w:rsid w:val="00004CB2"/>
    <w:rsid w:val="0001052C"/>
    <w:rsid w:val="000129E1"/>
    <w:rsid w:val="00012BB0"/>
    <w:rsid w:val="00020221"/>
    <w:rsid w:val="0002711B"/>
    <w:rsid w:val="00034D05"/>
    <w:rsid w:val="00037DF5"/>
    <w:rsid w:val="00043FB7"/>
    <w:rsid w:val="000456DF"/>
    <w:rsid w:val="000504E6"/>
    <w:rsid w:val="0005058D"/>
    <w:rsid w:val="00050D57"/>
    <w:rsid w:val="000516F9"/>
    <w:rsid w:val="000536E1"/>
    <w:rsid w:val="000541B2"/>
    <w:rsid w:val="00060018"/>
    <w:rsid w:val="000602B0"/>
    <w:rsid w:val="00060E0C"/>
    <w:rsid w:val="000616DF"/>
    <w:rsid w:val="0006260C"/>
    <w:rsid w:val="000656F5"/>
    <w:rsid w:val="00065F5B"/>
    <w:rsid w:val="00066CB1"/>
    <w:rsid w:val="00067770"/>
    <w:rsid w:val="000712FA"/>
    <w:rsid w:val="00071BBE"/>
    <w:rsid w:val="00082713"/>
    <w:rsid w:val="000844F8"/>
    <w:rsid w:val="000876EE"/>
    <w:rsid w:val="000920CC"/>
    <w:rsid w:val="000921D7"/>
    <w:rsid w:val="0009658A"/>
    <w:rsid w:val="00097CB0"/>
    <w:rsid w:val="000A2447"/>
    <w:rsid w:val="000A351D"/>
    <w:rsid w:val="000A6EE4"/>
    <w:rsid w:val="000A7860"/>
    <w:rsid w:val="000B21F0"/>
    <w:rsid w:val="000B71EE"/>
    <w:rsid w:val="000B776B"/>
    <w:rsid w:val="000C236D"/>
    <w:rsid w:val="000C29A7"/>
    <w:rsid w:val="000C74EC"/>
    <w:rsid w:val="000D0BE1"/>
    <w:rsid w:val="000D0C00"/>
    <w:rsid w:val="000D33D1"/>
    <w:rsid w:val="000E07DE"/>
    <w:rsid w:val="000E79DE"/>
    <w:rsid w:val="000F0AF7"/>
    <w:rsid w:val="000F25EA"/>
    <w:rsid w:val="000F4E85"/>
    <w:rsid w:val="00106BC9"/>
    <w:rsid w:val="001145BD"/>
    <w:rsid w:val="00114F12"/>
    <w:rsid w:val="00116E7A"/>
    <w:rsid w:val="00120128"/>
    <w:rsid w:val="00120EC7"/>
    <w:rsid w:val="00121F33"/>
    <w:rsid w:val="0012671E"/>
    <w:rsid w:val="001269FC"/>
    <w:rsid w:val="001314AE"/>
    <w:rsid w:val="00133DF0"/>
    <w:rsid w:val="00136E10"/>
    <w:rsid w:val="00137C20"/>
    <w:rsid w:val="00137DA9"/>
    <w:rsid w:val="0014188D"/>
    <w:rsid w:val="00142A48"/>
    <w:rsid w:val="0014304E"/>
    <w:rsid w:val="0014419A"/>
    <w:rsid w:val="001446CE"/>
    <w:rsid w:val="00144760"/>
    <w:rsid w:val="00144DE8"/>
    <w:rsid w:val="00150CAE"/>
    <w:rsid w:val="0015260C"/>
    <w:rsid w:val="001531FC"/>
    <w:rsid w:val="00154FF4"/>
    <w:rsid w:val="001562CA"/>
    <w:rsid w:val="001643F6"/>
    <w:rsid w:val="00167093"/>
    <w:rsid w:val="0017017A"/>
    <w:rsid w:val="00170307"/>
    <w:rsid w:val="00171F21"/>
    <w:rsid w:val="001747C8"/>
    <w:rsid w:val="00175DB8"/>
    <w:rsid w:val="00176F82"/>
    <w:rsid w:val="001849BB"/>
    <w:rsid w:val="0018569F"/>
    <w:rsid w:val="00186938"/>
    <w:rsid w:val="00186C49"/>
    <w:rsid w:val="001874AD"/>
    <w:rsid w:val="001907AA"/>
    <w:rsid w:val="00192558"/>
    <w:rsid w:val="001953FF"/>
    <w:rsid w:val="00195492"/>
    <w:rsid w:val="001962D9"/>
    <w:rsid w:val="001A0E4C"/>
    <w:rsid w:val="001A12AE"/>
    <w:rsid w:val="001A477C"/>
    <w:rsid w:val="001A60B4"/>
    <w:rsid w:val="001B1014"/>
    <w:rsid w:val="001B2387"/>
    <w:rsid w:val="001B309A"/>
    <w:rsid w:val="001B49C9"/>
    <w:rsid w:val="001C00D8"/>
    <w:rsid w:val="001C0369"/>
    <w:rsid w:val="001C26B9"/>
    <w:rsid w:val="001C4AF5"/>
    <w:rsid w:val="001D781B"/>
    <w:rsid w:val="001E4263"/>
    <w:rsid w:val="001E515D"/>
    <w:rsid w:val="001E548A"/>
    <w:rsid w:val="001E611E"/>
    <w:rsid w:val="001E6BD5"/>
    <w:rsid w:val="001E7D2F"/>
    <w:rsid w:val="001F17D4"/>
    <w:rsid w:val="001F3AE7"/>
    <w:rsid w:val="001F6EDB"/>
    <w:rsid w:val="0020068F"/>
    <w:rsid w:val="0020542A"/>
    <w:rsid w:val="00207AE7"/>
    <w:rsid w:val="00207AEF"/>
    <w:rsid w:val="00213575"/>
    <w:rsid w:val="00214229"/>
    <w:rsid w:val="00214F9A"/>
    <w:rsid w:val="0021711A"/>
    <w:rsid w:val="00217598"/>
    <w:rsid w:val="002207F4"/>
    <w:rsid w:val="00223004"/>
    <w:rsid w:val="002250CE"/>
    <w:rsid w:val="00225107"/>
    <w:rsid w:val="00226648"/>
    <w:rsid w:val="002266CC"/>
    <w:rsid w:val="002269BD"/>
    <w:rsid w:val="00235917"/>
    <w:rsid w:val="00236E31"/>
    <w:rsid w:val="00241F36"/>
    <w:rsid w:val="00242A09"/>
    <w:rsid w:val="00244179"/>
    <w:rsid w:val="00245157"/>
    <w:rsid w:val="0024624D"/>
    <w:rsid w:val="00256C16"/>
    <w:rsid w:val="00257BAA"/>
    <w:rsid w:val="00262463"/>
    <w:rsid w:val="00263E2B"/>
    <w:rsid w:val="002644FF"/>
    <w:rsid w:val="002646BE"/>
    <w:rsid w:val="00264B31"/>
    <w:rsid w:val="0026787D"/>
    <w:rsid w:val="002715DE"/>
    <w:rsid w:val="0027219A"/>
    <w:rsid w:val="00273A95"/>
    <w:rsid w:val="00274093"/>
    <w:rsid w:val="00276B90"/>
    <w:rsid w:val="00282287"/>
    <w:rsid w:val="00283F82"/>
    <w:rsid w:val="00290F2A"/>
    <w:rsid w:val="002940B2"/>
    <w:rsid w:val="00294D4C"/>
    <w:rsid w:val="00296287"/>
    <w:rsid w:val="00296320"/>
    <w:rsid w:val="002A0FF7"/>
    <w:rsid w:val="002A4569"/>
    <w:rsid w:val="002A7A1A"/>
    <w:rsid w:val="002C0711"/>
    <w:rsid w:val="002C2C9E"/>
    <w:rsid w:val="002C5378"/>
    <w:rsid w:val="002C63E0"/>
    <w:rsid w:val="002C6937"/>
    <w:rsid w:val="002C770F"/>
    <w:rsid w:val="002D15FB"/>
    <w:rsid w:val="002D34FC"/>
    <w:rsid w:val="002E10B0"/>
    <w:rsid w:val="002E2279"/>
    <w:rsid w:val="002E6272"/>
    <w:rsid w:val="002E6733"/>
    <w:rsid w:val="002F4088"/>
    <w:rsid w:val="00301139"/>
    <w:rsid w:val="0030269C"/>
    <w:rsid w:val="00304F1B"/>
    <w:rsid w:val="003050C7"/>
    <w:rsid w:val="003070BF"/>
    <w:rsid w:val="0030740B"/>
    <w:rsid w:val="00310F2C"/>
    <w:rsid w:val="00311694"/>
    <w:rsid w:val="003151D3"/>
    <w:rsid w:val="00315D15"/>
    <w:rsid w:val="00324DD9"/>
    <w:rsid w:val="00325716"/>
    <w:rsid w:val="003261AD"/>
    <w:rsid w:val="0032754F"/>
    <w:rsid w:val="00333980"/>
    <w:rsid w:val="0033435A"/>
    <w:rsid w:val="00334BAE"/>
    <w:rsid w:val="00335816"/>
    <w:rsid w:val="003358D5"/>
    <w:rsid w:val="003361D3"/>
    <w:rsid w:val="0033703F"/>
    <w:rsid w:val="003405F5"/>
    <w:rsid w:val="003406C6"/>
    <w:rsid w:val="0034171E"/>
    <w:rsid w:val="00342E4D"/>
    <w:rsid w:val="0034756A"/>
    <w:rsid w:val="00350335"/>
    <w:rsid w:val="00351677"/>
    <w:rsid w:val="003627A9"/>
    <w:rsid w:val="00363D6A"/>
    <w:rsid w:val="003645D9"/>
    <w:rsid w:val="00370E13"/>
    <w:rsid w:val="003728C2"/>
    <w:rsid w:val="00375D99"/>
    <w:rsid w:val="00375EC4"/>
    <w:rsid w:val="00382773"/>
    <w:rsid w:val="0038287A"/>
    <w:rsid w:val="00382F8B"/>
    <w:rsid w:val="003860A0"/>
    <w:rsid w:val="00393E9C"/>
    <w:rsid w:val="00394F77"/>
    <w:rsid w:val="003966E2"/>
    <w:rsid w:val="003970E8"/>
    <w:rsid w:val="00397BD5"/>
    <w:rsid w:val="00397FE4"/>
    <w:rsid w:val="003A1B08"/>
    <w:rsid w:val="003A5788"/>
    <w:rsid w:val="003A6674"/>
    <w:rsid w:val="003A7916"/>
    <w:rsid w:val="003B138C"/>
    <w:rsid w:val="003B68F8"/>
    <w:rsid w:val="003C0886"/>
    <w:rsid w:val="003C1881"/>
    <w:rsid w:val="003C37DB"/>
    <w:rsid w:val="003D1494"/>
    <w:rsid w:val="003D2903"/>
    <w:rsid w:val="003D2CCD"/>
    <w:rsid w:val="003D2FF1"/>
    <w:rsid w:val="003D5105"/>
    <w:rsid w:val="003D6B25"/>
    <w:rsid w:val="003E03C5"/>
    <w:rsid w:val="003E2D9A"/>
    <w:rsid w:val="003E37F6"/>
    <w:rsid w:val="003E504B"/>
    <w:rsid w:val="003E6F69"/>
    <w:rsid w:val="003E7449"/>
    <w:rsid w:val="003E771A"/>
    <w:rsid w:val="003F1BC6"/>
    <w:rsid w:val="003F4051"/>
    <w:rsid w:val="003F49E2"/>
    <w:rsid w:val="003F5791"/>
    <w:rsid w:val="003F71AD"/>
    <w:rsid w:val="003F780E"/>
    <w:rsid w:val="00400FE0"/>
    <w:rsid w:val="00401DCD"/>
    <w:rsid w:val="00402D03"/>
    <w:rsid w:val="0040484E"/>
    <w:rsid w:val="00405F3D"/>
    <w:rsid w:val="00413AED"/>
    <w:rsid w:val="004278C8"/>
    <w:rsid w:val="004327D6"/>
    <w:rsid w:val="004371D0"/>
    <w:rsid w:val="00440926"/>
    <w:rsid w:val="00441018"/>
    <w:rsid w:val="004433DC"/>
    <w:rsid w:val="00444D68"/>
    <w:rsid w:val="00460B21"/>
    <w:rsid w:val="00463347"/>
    <w:rsid w:val="00464817"/>
    <w:rsid w:val="004747FA"/>
    <w:rsid w:val="004755C4"/>
    <w:rsid w:val="00475ED7"/>
    <w:rsid w:val="004760FC"/>
    <w:rsid w:val="00481570"/>
    <w:rsid w:val="00481903"/>
    <w:rsid w:val="00482AE9"/>
    <w:rsid w:val="00497C37"/>
    <w:rsid w:val="004A1B71"/>
    <w:rsid w:val="004A2B30"/>
    <w:rsid w:val="004A2C3D"/>
    <w:rsid w:val="004A2F57"/>
    <w:rsid w:val="004A5420"/>
    <w:rsid w:val="004A562C"/>
    <w:rsid w:val="004A5C2C"/>
    <w:rsid w:val="004A7A65"/>
    <w:rsid w:val="004B1BBE"/>
    <w:rsid w:val="004B353E"/>
    <w:rsid w:val="004B3601"/>
    <w:rsid w:val="004B76AF"/>
    <w:rsid w:val="004B7C1C"/>
    <w:rsid w:val="004C0D52"/>
    <w:rsid w:val="004C2F70"/>
    <w:rsid w:val="004C32BC"/>
    <w:rsid w:val="004C3656"/>
    <w:rsid w:val="004C6420"/>
    <w:rsid w:val="004C67D5"/>
    <w:rsid w:val="004C69AC"/>
    <w:rsid w:val="004D0909"/>
    <w:rsid w:val="004D0E5A"/>
    <w:rsid w:val="004D2D33"/>
    <w:rsid w:val="004D2E83"/>
    <w:rsid w:val="004D433A"/>
    <w:rsid w:val="004D4C9A"/>
    <w:rsid w:val="004D5FA8"/>
    <w:rsid w:val="004E2867"/>
    <w:rsid w:val="004F0C28"/>
    <w:rsid w:val="004F1CCA"/>
    <w:rsid w:val="004F439D"/>
    <w:rsid w:val="004F7FB0"/>
    <w:rsid w:val="005022C2"/>
    <w:rsid w:val="00505178"/>
    <w:rsid w:val="00505701"/>
    <w:rsid w:val="00506915"/>
    <w:rsid w:val="00512887"/>
    <w:rsid w:val="0051347D"/>
    <w:rsid w:val="00516544"/>
    <w:rsid w:val="0051656C"/>
    <w:rsid w:val="0052012A"/>
    <w:rsid w:val="00522149"/>
    <w:rsid w:val="00526D25"/>
    <w:rsid w:val="00532A78"/>
    <w:rsid w:val="00534A9A"/>
    <w:rsid w:val="00536166"/>
    <w:rsid w:val="00544EE2"/>
    <w:rsid w:val="00545072"/>
    <w:rsid w:val="00547E6C"/>
    <w:rsid w:val="00550729"/>
    <w:rsid w:val="005511AD"/>
    <w:rsid w:val="005521E2"/>
    <w:rsid w:val="00552298"/>
    <w:rsid w:val="00554D5D"/>
    <w:rsid w:val="0055628C"/>
    <w:rsid w:val="00557E2B"/>
    <w:rsid w:val="00561986"/>
    <w:rsid w:val="00561B02"/>
    <w:rsid w:val="00563E30"/>
    <w:rsid w:val="00565F4D"/>
    <w:rsid w:val="00567127"/>
    <w:rsid w:val="00573635"/>
    <w:rsid w:val="00576D8E"/>
    <w:rsid w:val="00577278"/>
    <w:rsid w:val="00581739"/>
    <w:rsid w:val="005824C4"/>
    <w:rsid w:val="00583536"/>
    <w:rsid w:val="00583FE6"/>
    <w:rsid w:val="005859CE"/>
    <w:rsid w:val="005862F8"/>
    <w:rsid w:val="00587BAB"/>
    <w:rsid w:val="00590DC7"/>
    <w:rsid w:val="00592213"/>
    <w:rsid w:val="00592C58"/>
    <w:rsid w:val="00593203"/>
    <w:rsid w:val="00593D9E"/>
    <w:rsid w:val="0059413E"/>
    <w:rsid w:val="00597451"/>
    <w:rsid w:val="005A0303"/>
    <w:rsid w:val="005A15BE"/>
    <w:rsid w:val="005A3DCC"/>
    <w:rsid w:val="005A6E74"/>
    <w:rsid w:val="005B05A1"/>
    <w:rsid w:val="005B2554"/>
    <w:rsid w:val="005B28FF"/>
    <w:rsid w:val="005B355E"/>
    <w:rsid w:val="005B40B9"/>
    <w:rsid w:val="005B4F35"/>
    <w:rsid w:val="005B51FE"/>
    <w:rsid w:val="005B57AC"/>
    <w:rsid w:val="005C0A5B"/>
    <w:rsid w:val="005C2309"/>
    <w:rsid w:val="005C4799"/>
    <w:rsid w:val="005C6A75"/>
    <w:rsid w:val="005C7532"/>
    <w:rsid w:val="005D2DD6"/>
    <w:rsid w:val="005D38E3"/>
    <w:rsid w:val="005D3D26"/>
    <w:rsid w:val="005D3D6F"/>
    <w:rsid w:val="005D50E9"/>
    <w:rsid w:val="005D6623"/>
    <w:rsid w:val="005E0D8A"/>
    <w:rsid w:val="005E2ABC"/>
    <w:rsid w:val="005E35B8"/>
    <w:rsid w:val="005E4F75"/>
    <w:rsid w:val="005E5B33"/>
    <w:rsid w:val="005F05F9"/>
    <w:rsid w:val="005F254A"/>
    <w:rsid w:val="005F528B"/>
    <w:rsid w:val="005F7D41"/>
    <w:rsid w:val="00600588"/>
    <w:rsid w:val="00601CCD"/>
    <w:rsid w:val="00604928"/>
    <w:rsid w:val="00611E65"/>
    <w:rsid w:val="00612A44"/>
    <w:rsid w:val="0061456F"/>
    <w:rsid w:val="00615E27"/>
    <w:rsid w:val="0062232A"/>
    <w:rsid w:val="00622CD6"/>
    <w:rsid w:val="00625201"/>
    <w:rsid w:val="00631F8A"/>
    <w:rsid w:val="00637E4C"/>
    <w:rsid w:val="0064122D"/>
    <w:rsid w:val="00641929"/>
    <w:rsid w:val="00650158"/>
    <w:rsid w:val="0065194D"/>
    <w:rsid w:val="00651998"/>
    <w:rsid w:val="00653D71"/>
    <w:rsid w:val="00661072"/>
    <w:rsid w:val="0066216B"/>
    <w:rsid w:val="00663605"/>
    <w:rsid w:val="00664A16"/>
    <w:rsid w:val="0067410D"/>
    <w:rsid w:val="00674FCE"/>
    <w:rsid w:val="006822C3"/>
    <w:rsid w:val="00683ADF"/>
    <w:rsid w:val="00687BA0"/>
    <w:rsid w:val="00687FA2"/>
    <w:rsid w:val="00690AA5"/>
    <w:rsid w:val="00690EB4"/>
    <w:rsid w:val="00693A3F"/>
    <w:rsid w:val="00697283"/>
    <w:rsid w:val="006A0E97"/>
    <w:rsid w:val="006A3BCA"/>
    <w:rsid w:val="006A5D4E"/>
    <w:rsid w:val="006A6E7E"/>
    <w:rsid w:val="006B3B42"/>
    <w:rsid w:val="006B4272"/>
    <w:rsid w:val="006B43BF"/>
    <w:rsid w:val="006B6342"/>
    <w:rsid w:val="006B7669"/>
    <w:rsid w:val="006C14A8"/>
    <w:rsid w:val="006C1F37"/>
    <w:rsid w:val="006C307E"/>
    <w:rsid w:val="006C34B4"/>
    <w:rsid w:val="006C4598"/>
    <w:rsid w:val="006C475F"/>
    <w:rsid w:val="006C5660"/>
    <w:rsid w:val="006D06A7"/>
    <w:rsid w:val="006E1A40"/>
    <w:rsid w:val="006E3D2E"/>
    <w:rsid w:val="006E5089"/>
    <w:rsid w:val="006E5A6D"/>
    <w:rsid w:val="006E7695"/>
    <w:rsid w:val="006F0DA8"/>
    <w:rsid w:val="006F22AA"/>
    <w:rsid w:val="006F3268"/>
    <w:rsid w:val="006F5757"/>
    <w:rsid w:val="00706CB5"/>
    <w:rsid w:val="00711849"/>
    <w:rsid w:val="007118E2"/>
    <w:rsid w:val="007128E3"/>
    <w:rsid w:val="00715849"/>
    <w:rsid w:val="007158E6"/>
    <w:rsid w:val="00716A3E"/>
    <w:rsid w:val="0071759A"/>
    <w:rsid w:val="007218AF"/>
    <w:rsid w:val="007219C1"/>
    <w:rsid w:val="0072310C"/>
    <w:rsid w:val="0072397A"/>
    <w:rsid w:val="00724A5D"/>
    <w:rsid w:val="00725F1D"/>
    <w:rsid w:val="00725F70"/>
    <w:rsid w:val="00726053"/>
    <w:rsid w:val="00726229"/>
    <w:rsid w:val="00726827"/>
    <w:rsid w:val="00726C97"/>
    <w:rsid w:val="00730564"/>
    <w:rsid w:val="0073085C"/>
    <w:rsid w:val="00731034"/>
    <w:rsid w:val="00731905"/>
    <w:rsid w:val="0073358F"/>
    <w:rsid w:val="00735A4A"/>
    <w:rsid w:val="007431F6"/>
    <w:rsid w:val="00746314"/>
    <w:rsid w:val="00747E91"/>
    <w:rsid w:val="00752A45"/>
    <w:rsid w:val="0075399E"/>
    <w:rsid w:val="00755D73"/>
    <w:rsid w:val="00757022"/>
    <w:rsid w:val="00761060"/>
    <w:rsid w:val="00763C59"/>
    <w:rsid w:val="00763FF7"/>
    <w:rsid w:val="00764556"/>
    <w:rsid w:val="007648B3"/>
    <w:rsid w:val="00773D97"/>
    <w:rsid w:val="007763A1"/>
    <w:rsid w:val="007831B6"/>
    <w:rsid w:val="00783DF1"/>
    <w:rsid w:val="00785F54"/>
    <w:rsid w:val="00790DAF"/>
    <w:rsid w:val="007959DF"/>
    <w:rsid w:val="007A6179"/>
    <w:rsid w:val="007A6DB8"/>
    <w:rsid w:val="007A6F34"/>
    <w:rsid w:val="007A76C4"/>
    <w:rsid w:val="007B045A"/>
    <w:rsid w:val="007B2002"/>
    <w:rsid w:val="007B3730"/>
    <w:rsid w:val="007B4F78"/>
    <w:rsid w:val="007B752E"/>
    <w:rsid w:val="007B7FD3"/>
    <w:rsid w:val="007C0BE5"/>
    <w:rsid w:val="007C0F72"/>
    <w:rsid w:val="007C17CB"/>
    <w:rsid w:val="007C578B"/>
    <w:rsid w:val="007C74DD"/>
    <w:rsid w:val="007D083C"/>
    <w:rsid w:val="007D2853"/>
    <w:rsid w:val="007D2E11"/>
    <w:rsid w:val="007D36F8"/>
    <w:rsid w:val="007E229E"/>
    <w:rsid w:val="007E3836"/>
    <w:rsid w:val="007E54B2"/>
    <w:rsid w:val="007F7770"/>
    <w:rsid w:val="00800399"/>
    <w:rsid w:val="008024CA"/>
    <w:rsid w:val="008048B3"/>
    <w:rsid w:val="00806597"/>
    <w:rsid w:val="00806C1B"/>
    <w:rsid w:val="00812F15"/>
    <w:rsid w:val="0081335A"/>
    <w:rsid w:val="008137E1"/>
    <w:rsid w:val="00814F2D"/>
    <w:rsid w:val="00817A77"/>
    <w:rsid w:val="00824E13"/>
    <w:rsid w:val="00826B2A"/>
    <w:rsid w:val="00830FE7"/>
    <w:rsid w:val="0083349E"/>
    <w:rsid w:val="0083366A"/>
    <w:rsid w:val="00835371"/>
    <w:rsid w:val="0083750B"/>
    <w:rsid w:val="008421FB"/>
    <w:rsid w:val="008437D1"/>
    <w:rsid w:val="008462E9"/>
    <w:rsid w:val="008506C3"/>
    <w:rsid w:val="00852FEC"/>
    <w:rsid w:val="00854B1D"/>
    <w:rsid w:val="00855216"/>
    <w:rsid w:val="0085637F"/>
    <w:rsid w:val="00857562"/>
    <w:rsid w:val="00860241"/>
    <w:rsid w:val="008609E0"/>
    <w:rsid w:val="00862BAC"/>
    <w:rsid w:val="0086325C"/>
    <w:rsid w:val="00864563"/>
    <w:rsid w:val="00866B8E"/>
    <w:rsid w:val="00867B25"/>
    <w:rsid w:val="00871D76"/>
    <w:rsid w:val="0087213D"/>
    <w:rsid w:val="00874712"/>
    <w:rsid w:val="00877DF5"/>
    <w:rsid w:val="0088084B"/>
    <w:rsid w:val="00883D25"/>
    <w:rsid w:val="00884F5A"/>
    <w:rsid w:val="008851A8"/>
    <w:rsid w:val="0088554A"/>
    <w:rsid w:val="0088727F"/>
    <w:rsid w:val="008903CA"/>
    <w:rsid w:val="00890593"/>
    <w:rsid w:val="00892955"/>
    <w:rsid w:val="00895EE0"/>
    <w:rsid w:val="0089641A"/>
    <w:rsid w:val="008977C5"/>
    <w:rsid w:val="008A1D1B"/>
    <w:rsid w:val="008A1E29"/>
    <w:rsid w:val="008A2408"/>
    <w:rsid w:val="008A470B"/>
    <w:rsid w:val="008A6B07"/>
    <w:rsid w:val="008B1864"/>
    <w:rsid w:val="008B24C2"/>
    <w:rsid w:val="008B3E85"/>
    <w:rsid w:val="008B7408"/>
    <w:rsid w:val="008C6777"/>
    <w:rsid w:val="008C7D56"/>
    <w:rsid w:val="008D0FC0"/>
    <w:rsid w:val="008D4661"/>
    <w:rsid w:val="008D5154"/>
    <w:rsid w:val="008E01B6"/>
    <w:rsid w:val="008E2764"/>
    <w:rsid w:val="008E347F"/>
    <w:rsid w:val="008E76E1"/>
    <w:rsid w:val="008F4E28"/>
    <w:rsid w:val="008F4EA7"/>
    <w:rsid w:val="008F5B27"/>
    <w:rsid w:val="008F5D57"/>
    <w:rsid w:val="008F7EF8"/>
    <w:rsid w:val="00900EDF"/>
    <w:rsid w:val="009014CD"/>
    <w:rsid w:val="00901B6B"/>
    <w:rsid w:val="009057E6"/>
    <w:rsid w:val="00907E57"/>
    <w:rsid w:val="00913100"/>
    <w:rsid w:val="00914682"/>
    <w:rsid w:val="00914B72"/>
    <w:rsid w:val="00915397"/>
    <w:rsid w:val="00920DBC"/>
    <w:rsid w:val="009258F1"/>
    <w:rsid w:val="009265C8"/>
    <w:rsid w:val="009275E7"/>
    <w:rsid w:val="00927F30"/>
    <w:rsid w:val="00930E60"/>
    <w:rsid w:val="00936956"/>
    <w:rsid w:val="00941060"/>
    <w:rsid w:val="00942B9B"/>
    <w:rsid w:val="00944223"/>
    <w:rsid w:val="00945B27"/>
    <w:rsid w:val="00946D27"/>
    <w:rsid w:val="00952536"/>
    <w:rsid w:val="00953234"/>
    <w:rsid w:val="009534A2"/>
    <w:rsid w:val="009579EE"/>
    <w:rsid w:val="00957CA1"/>
    <w:rsid w:val="00960B61"/>
    <w:rsid w:val="0096127B"/>
    <w:rsid w:val="009620E9"/>
    <w:rsid w:val="0096236E"/>
    <w:rsid w:val="009666B8"/>
    <w:rsid w:val="00970937"/>
    <w:rsid w:val="00972770"/>
    <w:rsid w:val="009807AD"/>
    <w:rsid w:val="0098156C"/>
    <w:rsid w:val="009818EF"/>
    <w:rsid w:val="0099396A"/>
    <w:rsid w:val="00994560"/>
    <w:rsid w:val="00996FE0"/>
    <w:rsid w:val="009A071B"/>
    <w:rsid w:val="009A1450"/>
    <w:rsid w:val="009A1950"/>
    <w:rsid w:val="009A19A3"/>
    <w:rsid w:val="009A24F0"/>
    <w:rsid w:val="009A2CB6"/>
    <w:rsid w:val="009A38A2"/>
    <w:rsid w:val="009A52EC"/>
    <w:rsid w:val="009B3A54"/>
    <w:rsid w:val="009B734D"/>
    <w:rsid w:val="009B7358"/>
    <w:rsid w:val="009C13DA"/>
    <w:rsid w:val="009C1AEE"/>
    <w:rsid w:val="009C6B61"/>
    <w:rsid w:val="009D0CDB"/>
    <w:rsid w:val="009D1ABF"/>
    <w:rsid w:val="009D27CF"/>
    <w:rsid w:val="009D2962"/>
    <w:rsid w:val="009D3F95"/>
    <w:rsid w:val="009E0DD4"/>
    <w:rsid w:val="009E53DB"/>
    <w:rsid w:val="009F0B35"/>
    <w:rsid w:val="009F1741"/>
    <w:rsid w:val="009F359E"/>
    <w:rsid w:val="009F5087"/>
    <w:rsid w:val="009F6D1E"/>
    <w:rsid w:val="009F7977"/>
    <w:rsid w:val="00A02A7A"/>
    <w:rsid w:val="00A03F9E"/>
    <w:rsid w:val="00A03FD4"/>
    <w:rsid w:val="00A04D4A"/>
    <w:rsid w:val="00A07051"/>
    <w:rsid w:val="00A13C66"/>
    <w:rsid w:val="00A21289"/>
    <w:rsid w:val="00A24C25"/>
    <w:rsid w:val="00A25278"/>
    <w:rsid w:val="00A25295"/>
    <w:rsid w:val="00A2743E"/>
    <w:rsid w:val="00A30E3D"/>
    <w:rsid w:val="00A330F9"/>
    <w:rsid w:val="00A35894"/>
    <w:rsid w:val="00A35CF1"/>
    <w:rsid w:val="00A36589"/>
    <w:rsid w:val="00A375BD"/>
    <w:rsid w:val="00A43217"/>
    <w:rsid w:val="00A50D1F"/>
    <w:rsid w:val="00A51877"/>
    <w:rsid w:val="00A55E78"/>
    <w:rsid w:val="00A56E8C"/>
    <w:rsid w:val="00A571DC"/>
    <w:rsid w:val="00A63183"/>
    <w:rsid w:val="00A6351B"/>
    <w:rsid w:val="00A6552A"/>
    <w:rsid w:val="00A66849"/>
    <w:rsid w:val="00A67712"/>
    <w:rsid w:val="00A707B8"/>
    <w:rsid w:val="00A70A6A"/>
    <w:rsid w:val="00A70DEA"/>
    <w:rsid w:val="00A719C5"/>
    <w:rsid w:val="00A71CBB"/>
    <w:rsid w:val="00A7228B"/>
    <w:rsid w:val="00A76F05"/>
    <w:rsid w:val="00A77F08"/>
    <w:rsid w:val="00A80134"/>
    <w:rsid w:val="00A808BB"/>
    <w:rsid w:val="00A81BCF"/>
    <w:rsid w:val="00A84046"/>
    <w:rsid w:val="00A851EC"/>
    <w:rsid w:val="00A861F7"/>
    <w:rsid w:val="00A9559C"/>
    <w:rsid w:val="00AA077A"/>
    <w:rsid w:val="00AA3CB7"/>
    <w:rsid w:val="00AA5F3C"/>
    <w:rsid w:val="00AA645C"/>
    <w:rsid w:val="00AB3903"/>
    <w:rsid w:val="00AB68B8"/>
    <w:rsid w:val="00AB6D7F"/>
    <w:rsid w:val="00AC6CAC"/>
    <w:rsid w:val="00AC767D"/>
    <w:rsid w:val="00AD2ED4"/>
    <w:rsid w:val="00AD3971"/>
    <w:rsid w:val="00AE1457"/>
    <w:rsid w:val="00AE2375"/>
    <w:rsid w:val="00AE4179"/>
    <w:rsid w:val="00AE44BD"/>
    <w:rsid w:val="00AE783C"/>
    <w:rsid w:val="00AE7BA2"/>
    <w:rsid w:val="00AF0889"/>
    <w:rsid w:val="00AF2A42"/>
    <w:rsid w:val="00AF5DEB"/>
    <w:rsid w:val="00AF7689"/>
    <w:rsid w:val="00B01FFC"/>
    <w:rsid w:val="00B05F67"/>
    <w:rsid w:val="00B063A3"/>
    <w:rsid w:val="00B11BC9"/>
    <w:rsid w:val="00B1216D"/>
    <w:rsid w:val="00B17DD9"/>
    <w:rsid w:val="00B20AA4"/>
    <w:rsid w:val="00B2481D"/>
    <w:rsid w:val="00B304FA"/>
    <w:rsid w:val="00B31C74"/>
    <w:rsid w:val="00B322F0"/>
    <w:rsid w:val="00B325F1"/>
    <w:rsid w:val="00B3429C"/>
    <w:rsid w:val="00B37DCD"/>
    <w:rsid w:val="00B45173"/>
    <w:rsid w:val="00B4589F"/>
    <w:rsid w:val="00B45E1D"/>
    <w:rsid w:val="00B46D7C"/>
    <w:rsid w:val="00B471F6"/>
    <w:rsid w:val="00B50E8E"/>
    <w:rsid w:val="00B5384D"/>
    <w:rsid w:val="00B55735"/>
    <w:rsid w:val="00B6020A"/>
    <w:rsid w:val="00B614DF"/>
    <w:rsid w:val="00B6391D"/>
    <w:rsid w:val="00B646B8"/>
    <w:rsid w:val="00B6491C"/>
    <w:rsid w:val="00B666BF"/>
    <w:rsid w:val="00B700DA"/>
    <w:rsid w:val="00B80CB8"/>
    <w:rsid w:val="00B855EB"/>
    <w:rsid w:val="00B86972"/>
    <w:rsid w:val="00B878B2"/>
    <w:rsid w:val="00B9068D"/>
    <w:rsid w:val="00B912FB"/>
    <w:rsid w:val="00B9147B"/>
    <w:rsid w:val="00B92CDF"/>
    <w:rsid w:val="00B93932"/>
    <w:rsid w:val="00B947F3"/>
    <w:rsid w:val="00BA11B3"/>
    <w:rsid w:val="00BA3197"/>
    <w:rsid w:val="00BB3E1F"/>
    <w:rsid w:val="00BC0809"/>
    <w:rsid w:val="00BC27E2"/>
    <w:rsid w:val="00BC2DE8"/>
    <w:rsid w:val="00BC3E86"/>
    <w:rsid w:val="00BC3F32"/>
    <w:rsid w:val="00BC473D"/>
    <w:rsid w:val="00BC621B"/>
    <w:rsid w:val="00BC6CF6"/>
    <w:rsid w:val="00BD06B7"/>
    <w:rsid w:val="00BD37C9"/>
    <w:rsid w:val="00BD443B"/>
    <w:rsid w:val="00BE75D4"/>
    <w:rsid w:val="00BF0999"/>
    <w:rsid w:val="00BF12BA"/>
    <w:rsid w:val="00BF3733"/>
    <w:rsid w:val="00C02609"/>
    <w:rsid w:val="00C03F3E"/>
    <w:rsid w:val="00C059BC"/>
    <w:rsid w:val="00C06AFD"/>
    <w:rsid w:val="00C1091A"/>
    <w:rsid w:val="00C11328"/>
    <w:rsid w:val="00C20DB0"/>
    <w:rsid w:val="00C20F8C"/>
    <w:rsid w:val="00C23D4D"/>
    <w:rsid w:val="00C27B24"/>
    <w:rsid w:val="00C300C3"/>
    <w:rsid w:val="00C30FD1"/>
    <w:rsid w:val="00C32B24"/>
    <w:rsid w:val="00C33213"/>
    <w:rsid w:val="00C3338F"/>
    <w:rsid w:val="00C34BFA"/>
    <w:rsid w:val="00C35200"/>
    <w:rsid w:val="00C35E6C"/>
    <w:rsid w:val="00C36C70"/>
    <w:rsid w:val="00C4070D"/>
    <w:rsid w:val="00C4101C"/>
    <w:rsid w:val="00C45353"/>
    <w:rsid w:val="00C4550C"/>
    <w:rsid w:val="00C51017"/>
    <w:rsid w:val="00C53B66"/>
    <w:rsid w:val="00C61B5F"/>
    <w:rsid w:val="00C61E2A"/>
    <w:rsid w:val="00C62768"/>
    <w:rsid w:val="00C641A3"/>
    <w:rsid w:val="00C676F3"/>
    <w:rsid w:val="00C704DA"/>
    <w:rsid w:val="00C76F13"/>
    <w:rsid w:val="00C81A59"/>
    <w:rsid w:val="00C8332C"/>
    <w:rsid w:val="00C83F98"/>
    <w:rsid w:val="00C842B0"/>
    <w:rsid w:val="00C85B25"/>
    <w:rsid w:val="00C85C3D"/>
    <w:rsid w:val="00C867DA"/>
    <w:rsid w:val="00C86C3F"/>
    <w:rsid w:val="00C87C11"/>
    <w:rsid w:val="00C87E7A"/>
    <w:rsid w:val="00C90E7B"/>
    <w:rsid w:val="00C910B6"/>
    <w:rsid w:val="00C91E5F"/>
    <w:rsid w:val="00C92525"/>
    <w:rsid w:val="00C94F53"/>
    <w:rsid w:val="00C957D6"/>
    <w:rsid w:val="00C9729C"/>
    <w:rsid w:val="00CA5BB1"/>
    <w:rsid w:val="00CB2E15"/>
    <w:rsid w:val="00CB695F"/>
    <w:rsid w:val="00CC3B74"/>
    <w:rsid w:val="00CC5D11"/>
    <w:rsid w:val="00CC6F57"/>
    <w:rsid w:val="00CC746C"/>
    <w:rsid w:val="00CD1983"/>
    <w:rsid w:val="00CD1EE7"/>
    <w:rsid w:val="00CD294F"/>
    <w:rsid w:val="00CD56C6"/>
    <w:rsid w:val="00CD6ACD"/>
    <w:rsid w:val="00CE07A8"/>
    <w:rsid w:val="00CE09EC"/>
    <w:rsid w:val="00CE299D"/>
    <w:rsid w:val="00CE3621"/>
    <w:rsid w:val="00CE7784"/>
    <w:rsid w:val="00CF0F6F"/>
    <w:rsid w:val="00CF1D96"/>
    <w:rsid w:val="00CF29A6"/>
    <w:rsid w:val="00CF4006"/>
    <w:rsid w:val="00CF4CA9"/>
    <w:rsid w:val="00CF57F7"/>
    <w:rsid w:val="00CF7017"/>
    <w:rsid w:val="00CF7606"/>
    <w:rsid w:val="00D0093E"/>
    <w:rsid w:val="00D015DF"/>
    <w:rsid w:val="00D050B1"/>
    <w:rsid w:val="00D0619F"/>
    <w:rsid w:val="00D06B46"/>
    <w:rsid w:val="00D10E86"/>
    <w:rsid w:val="00D12A6D"/>
    <w:rsid w:val="00D20FED"/>
    <w:rsid w:val="00D218BF"/>
    <w:rsid w:val="00D26A70"/>
    <w:rsid w:val="00D348C5"/>
    <w:rsid w:val="00D35BFB"/>
    <w:rsid w:val="00D3619A"/>
    <w:rsid w:val="00D37963"/>
    <w:rsid w:val="00D423C3"/>
    <w:rsid w:val="00D426BE"/>
    <w:rsid w:val="00D43E24"/>
    <w:rsid w:val="00D47EFB"/>
    <w:rsid w:val="00D50AEB"/>
    <w:rsid w:val="00D53035"/>
    <w:rsid w:val="00D53526"/>
    <w:rsid w:val="00D556D6"/>
    <w:rsid w:val="00D574A3"/>
    <w:rsid w:val="00D578C8"/>
    <w:rsid w:val="00D64825"/>
    <w:rsid w:val="00D76547"/>
    <w:rsid w:val="00D765DF"/>
    <w:rsid w:val="00D8266D"/>
    <w:rsid w:val="00D83186"/>
    <w:rsid w:val="00D92A4D"/>
    <w:rsid w:val="00D93753"/>
    <w:rsid w:val="00D97449"/>
    <w:rsid w:val="00DA0DCB"/>
    <w:rsid w:val="00DA0DED"/>
    <w:rsid w:val="00DA31FD"/>
    <w:rsid w:val="00DA4CDB"/>
    <w:rsid w:val="00DA4D00"/>
    <w:rsid w:val="00DB0FFF"/>
    <w:rsid w:val="00DB1D8A"/>
    <w:rsid w:val="00DB20EB"/>
    <w:rsid w:val="00DB3A58"/>
    <w:rsid w:val="00DB477A"/>
    <w:rsid w:val="00DB59CB"/>
    <w:rsid w:val="00DB6B0D"/>
    <w:rsid w:val="00DB6B6C"/>
    <w:rsid w:val="00DB7BB3"/>
    <w:rsid w:val="00DC729F"/>
    <w:rsid w:val="00DD1280"/>
    <w:rsid w:val="00DD1EFB"/>
    <w:rsid w:val="00DD2138"/>
    <w:rsid w:val="00DD4FC2"/>
    <w:rsid w:val="00DD6369"/>
    <w:rsid w:val="00DE39A4"/>
    <w:rsid w:val="00DE3C58"/>
    <w:rsid w:val="00DE59C9"/>
    <w:rsid w:val="00DF1D83"/>
    <w:rsid w:val="00DF2C00"/>
    <w:rsid w:val="00DF315B"/>
    <w:rsid w:val="00DF43CE"/>
    <w:rsid w:val="00E00C71"/>
    <w:rsid w:val="00E00F8E"/>
    <w:rsid w:val="00E03976"/>
    <w:rsid w:val="00E0429D"/>
    <w:rsid w:val="00E05F81"/>
    <w:rsid w:val="00E110E2"/>
    <w:rsid w:val="00E14610"/>
    <w:rsid w:val="00E147C9"/>
    <w:rsid w:val="00E14D02"/>
    <w:rsid w:val="00E16E90"/>
    <w:rsid w:val="00E20E21"/>
    <w:rsid w:val="00E21FBE"/>
    <w:rsid w:val="00E25238"/>
    <w:rsid w:val="00E31BCA"/>
    <w:rsid w:val="00E33A32"/>
    <w:rsid w:val="00E34AD4"/>
    <w:rsid w:val="00E34F14"/>
    <w:rsid w:val="00E35206"/>
    <w:rsid w:val="00E365ED"/>
    <w:rsid w:val="00E36899"/>
    <w:rsid w:val="00E45C0A"/>
    <w:rsid w:val="00E47993"/>
    <w:rsid w:val="00E524E8"/>
    <w:rsid w:val="00E54AF9"/>
    <w:rsid w:val="00E55C30"/>
    <w:rsid w:val="00E5760E"/>
    <w:rsid w:val="00E57BC4"/>
    <w:rsid w:val="00E65A7C"/>
    <w:rsid w:val="00E664CA"/>
    <w:rsid w:val="00E6682B"/>
    <w:rsid w:val="00E764F5"/>
    <w:rsid w:val="00E77D14"/>
    <w:rsid w:val="00E81272"/>
    <w:rsid w:val="00E81FBE"/>
    <w:rsid w:val="00E82760"/>
    <w:rsid w:val="00E84B67"/>
    <w:rsid w:val="00E84E2C"/>
    <w:rsid w:val="00E92489"/>
    <w:rsid w:val="00E97A55"/>
    <w:rsid w:val="00EA3474"/>
    <w:rsid w:val="00EA36AE"/>
    <w:rsid w:val="00EA3CC2"/>
    <w:rsid w:val="00EA4D1E"/>
    <w:rsid w:val="00EA5807"/>
    <w:rsid w:val="00EB1042"/>
    <w:rsid w:val="00EB2BF6"/>
    <w:rsid w:val="00EB35BD"/>
    <w:rsid w:val="00EB65ED"/>
    <w:rsid w:val="00EC3ABD"/>
    <w:rsid w:val="00EC4025"/>
    <w:rsid w:val="00EC727C"/>
    <w:rsid w:val="00ED233D"/>
    <w:rsid w:val="00EE07DB"/>
    <w:rsid w:val="00EE249F"/>
    <w:rsid w:val="00EE3E78"/>
    <w:rsid w:val="00EE5219"/>
    <w:rsid w:val="00EE5622"/>
    <w:rsid w:val="00EF51B5"/>
    <w:rsid w:val="00EF6D46"/>
    <w:rsid w:val="00F05438"/>
    <w:rsid w:val="00F064A5"/>
    <w:rsid w:val="00F07CC2"/>
    <w:rsid w:val="00F10ECC"/>
    <w:rsid w:val="00F118D9"/>
    <w:rsid w:val="00F12DB1"/>
    <w:rsid w:val="00F140C4"/>
    <w:rsid w:val="00F14B29"/>
    <w:rsid w:val="00F226D6"/>
    <w:rsid w:val="00F22F29"/>
    <w:rsid w:val="00F27705"/>
    <w:rsid w:val="00F27DA0"/>
    <w:rsid w:val="00F30D5E"/>
    <w:rsid w:val="00F31846"/>
    <w:rsid w:val="00F371EE"/>
    <w:rsid w:val="00F37326"/>
    <w:rsid w:val="00F376D7"/>
    <w:rsid w:val="00F37BC9"/>
    <w:rsid w:val="00F42784"/>
    <w:rsid w:val="00F513A1"/>
    <w:rsid w:val="00F520DE"/>
    <w:rsid w:val="00F530DB"/>
    <w:rsid w:val="00F561D0"/>
    <w:rsid w:val="00F63698"/>
    <w:rsid w:val="00F6550C"/>
    <w:rsid w:val="00F67BBA"/>
    <w:rsid w:val="00F70281"/>
    <w:rsid w:val="00F71100"/>
    <w:rsid w:val="00F750B2"/>
    <w:rsid w:val="00F758E1"/>
    <w:rsid w:val="00F75EC9"/>
    <w:rsid w:val="00F7652D"/>
    <w:rsid w:val="00F76E40"/>
    <w:rsid w:val="00F8395D"/>
    <w:rsid w:val="00F86933"/>
    <w:rsid w:val="00F93185"/>
    <w:rsid w:val="00FA1988"/>
    <w:rsid w:val="00FA46C5"/>
    <w:rsid w:val="00FA531D"/>
    <w:rsid w:val="00FA6606"/>
    <w:rsid w:val="00FB17BC"/>
    <w:rsid w:val="00FB7524"/>
    <w:rsid w:val="00FC0BE5"/>
    <w:rsid w:val="00FC10A1"/>
    <w:rsid w:val="00FC1E68"/>
    <w:rsid w:val="00FC4038"/>
    <w:rsid w:val="00FC4503"/>
    <w:rsid w:val="00FC5E7B"/>
    <w:rsid w:val="00FC7AEC"/>
    <w:rsid w:val="00FD0216"/>
    <w:rsid w:val="00FE08DD"/>
    <w:rsid w:val="00FE205B"/>
    <w:rsid w:val="00FE2798"/>
    <w:rsid w:val="00FF19CC"/>
    <w:rsid w:val="00FF1DC9"/>
    <w:rsid w:val="00FF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2749C2"/>
  <w15:chartTrackingRefBased/>
  <w15:docId w15:val="{244C6E72-8B6B-4CBE-BF40-351ACA470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old PS" w:eastAsia="Times New Roman" w:hAnsi="Bold PS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42A09"/>
    <w:rPr>
      <w:rFonts w:ascii="Arial Narrow" w:hAnsi="Arial Narrow" w:cs="Arial"/>
      <w:color w:val="000000"/>
      <w:sz w:val="18"/>
      <w:szCs w:val="18"/>
    </w:rPr>
  </w:style>
  <w:style w:type="paragraph" w:styleId="Ttulo1">
    <w:name w:val="heading 1"/>
    <w:basedOn w:val="Normal"/>
    <w:next w:val="Normal"/>
    <w:qFormat/>
    <w:rsid w:val="00AA645C"/>
    <w:pPr>
      <w:keepNext/>
      <w:numPr>
        <w:numId w:val="5"/>
      </w:numPr>
      <w:spacing w:before="120" w:after="120"/>
      <w:ind w:left="227" w:hanging="227"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rsid w:val="005D3D26"/>
    <w:pPr>
      <w:keepNext/>
      <w:numPr>
        <w:ilvl w:val="1"/>
        <w:numId w:val="5"/>
      </w:numPr>
      <w:tabs>
        <w:tab w:val="left" w:pos="284"/>
      </w:tabs>
      <w:spacing w:before="120" w:after="120"/>
      <w:ind w:left="0" w:firstLine="0"/>
      <w:jc w:val="center"/>
      <w:outlineLvl w:val="1"/>
    </w:pPr>
    <w:rPr>
      <w:b/>
      <w:bCs/>
    </w:rPr>
  </w:style>
  <w:style w:type="paragraph" w:styleId="Ttulo3">
    <w:name w:val="heading 3"/>
    <w:basedOn w:val="Normal"/>
    <w:next w:val="Sangranormal"/>
    <w:qFormat/>
    <w:pPr>
      <w:numPr>
        <w:ilvl w:val="2"/>
        <w:numId w:val="5"/>
      </w:numPr>
      <w:outlineLvl w:val="2"/>
    </w:pPr>
    <w:rPr>
      <w:rFonts w:ascii="Bold PS" w:hAnsi="Bold PS"/>
      <w:b/>
    </w:rPr>
  </w:style>
  <w:style w:type="paragraph" w:styleId="Ttulo4">
    <w:name w:val="heading 4"/>
    <w:basedOn w:val="Normal"/>
    <w:next w:val="Sangranormal"/>
    <w:qFormat/>
    <w:pPr>
      <w:numPr>
        <w:ilvl w:val="3"/>
        <w:numId w:val="5"/>
      </w:numPr>
      <w:outlineLvl w:val="3"/>
    </w:pPr>
    <w:rPr>
      <w:rFonts w:ascii="Bold PS" w:hAnsi="Bold PS"/>
      <w:u w:val="single"/>
    </w:rPr>
  </w:style>
  <w:style w:type="paragraph" w:styleId="Ttulo5">
    <w:name w:val="heading 5"/>
    <w:basedOn w:val="Normal"/>
    <w:next w:val="Sangranormal"/>
    <w:qFormat/>
    <w:pPr>
      <w:numPr>
        <w:ilvl w:val="4"/>
        <w:numId w:val="5"/>
      </w:numPr>
      <w:outlineLvl w:val="4"/>
    </w:pPr>
    <w:rPr>
      <w:rFonts w:ascii="Bold PS" w:hAnsi="Bold PS"/>
      <w:b/>
      <w:sz w:val="20"/>
    </w:rPr>
  </w:style>
  <w:style w:type="paragraph" w:styleId="Ttulo6">
    <w:name w:val="heading 6"/>
    <w:basedOn w:val="Normal"/>
    <w:next w:val="Sangranormal"/>
    <w:qFormat/>
    <w:pPr>
      <w:numPr>
        <w:ilvl w:val="5"/>
        <w:numId w:val="5"/>
      </w:numPr>
      <w:outlineLvl w:val="5"/>
    </w:pPr>
    <w:rPr>
      <w:rFonts w:ascii="Bold PS" w:hAnsi="Bold PS"/>
      <w:sz w:val="20"/>
      <w:u w:val="single"/>
    </w:rPr>
  </w:style>
  <w:style w:type="paragraph" w:styleId="Ttulo7">
    <w:name w:val="heading 7"/>
    <w:basedOn w:val="Normal"/>
    <w:next w:val="Sangranormal"/>
    <w:qFormat/>
    <w:pPr>
      <w:numPr>
        <w:ilvl w:val="6"/>
        <w:numId w:val="5"/>
      </w:numPr>
      <w:outlineLvl w:val="6"/>
    </w:pPr>
    <w:rPr>
      <w:rFonts w:ascii="Bold PS" w:hAnsi="Bold PS"/>
      <w:i/>
      <w:sz w:val="20"/>
    </w:rPr>
  </w:style>
  <w:style w:type="paragraph" w:styleId="Ttulo8">
    <w:name w:val="heading 8"/>
    <w:basedOn w:val="Normal"/>
    <w:next w:val="Sangranormal"/>
    <w:qFormat/>
    <w:pPr>
      <w:numPr>
        <w:ilvl w:val="7"/>
        <w:numId w:val="5"/>
      </w:numPr>
      <w:outlineLvl w:val="7"/>
    </w:pPr>
    <w:rPr>
      <w:rFonts w:ascii="Bold PS" w:hAnsi="Bold PS"/>
      <w:i/>
      <w:sz w:val="20"/>
    </w:rPr>
  </w:style>
  <w:style w:type="paragraph" w:styleId="Ttulo9">
    <w:name w:val="heading 9"/>
    <w:basedOn w:val="Normal"/>
    <w:next w:val="Sangranormal"/>
    <w:qFormat/>
    <w:pPr>
      <w:numPr>
        <w:ilvl w:val="8"/>
        <w:numId w:val="5"/>
      </w:numPr>
      <w:outlineLvl w:val="8"/>
    </w:pPr>
    <w:rPr>
      <w:rFonts w:ascii="Bold PS" w:hAnsi="Bold PS"/>
      <w:i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semiHidden/>
    <w:rPr>
      <w:sz w:val="16"/>
    </w:rPr>
  </w:style>
  <w:style w:type="paragraph" w:styleId="Textocomentario">
    <w:name w:val="annotation text"/>
    <w:basedOn w:val="Normal"/>
    <w:semiHidden/>
    <w:rPr>
      <w:sz w:val="20"/>
    </w:rPr>
  </w:style>
  <w:style w:type="paragraph" w:styleId="TDC8">
    <w:name w:val="toc 8"/>
    <w:basedOn w:val="Normal"/>
    <w:next w:val="Normal"/>
    <w:semiHidden/>
    <w:pPr>
      <w:tabs>
        <w:tab w:val="left" w:leader="dot" w:pos="8646"/>
        <w:tab w:val="right" w:pos="9072"/>
      </w:tabs>
      <w:ind w:left="4961" w:right="850"/>
    </w:pPr>
  </w:style>
  <w:style w:type="paragraph" w:styleId="TDC7">
    <w:name w:val="toc 7"/>
    <w:basedOn w:val="Normal"/>
    <w:next w:val="Normal"/>
    <w:semiHidden/>
    <w:pPr>
      <w:tabs>
        <w:tab w:val="left" w:leader="dot" w:pos="8646"/>
        <w:tab w:val="right" w:pos="9072"/>
      </w:tabs>
      <w:ind w:left="4253" w:right="850"/>
    </w:pPr>
  </w:style>
  <w:style w:type="paragraph" w:styleId="TDC6">
    <w:name w:val="toc 6"/>
    <w:basedOn w:val="Normal"/>
    <w:next w:val="Normal"/>
    <w:semiHidden/>
    <w:pPr>
      <w:tabs>
        <w:tab w:val="left" w:leader="dot" w:pos="8646"/>
        <w:tab w:val="right" w:pos="9072"/>
      </w:tabs>
      <w:ind w:left="3544" w:right="850"/>
    </w:pPr>
  </w:style>
  <w:style w:type="paragraph" w:styleId="TDC5">
    <w:name w:val="toc 5"/>
    <w:basedOn w:val="Normal"/>
    <w:next w:val="Normal"/>
    <w:semiHidden/>
    <w:pPr>
      <w:tabs>
        <w:tab w:val="left" w:leader="dot" w:pos="8646"/>
        <w:tab w:val="right" w:pos="9072"/>
      </w:tabs>
      <w:ind w:left="2835" w:right="850"/>
    </w:pPr>
  </w:style>
  <w:style w:type="paragraph" w:styleId="TDC4">
    <w:name w:val="toc 4"/>
    <w:basedOn w:val="Normal"/>
    <w:next w:val="Normal"/>
    <w:semiHidden/>
    <w:pPr>
      <w:tabs>
        <w:tab w:val="left" w:leader="dot" w:pos="8646"/>
        <w:tab w:val="right" w:pos="9072"/>
      </w:tabs>
      <w:ind w:left="2126" w:right="850"/>
    </w:pPr>
  </w:style>
  <w:style w:type="paragraph" w:styleId="TDC3">
    <w:name w:val="toc 3"/>
    <w:basedOn w:val="Normal"/>
    <w:next w:val="Normal"/>
    <w:uiPriority w:val="39"/>
    <w:pPr>
      <w:tabs>
        <w:tab w:val="left" w:leader="dot" w:pos="8646"/>
        <w:tab w:val="right" w:pos="9072"/>
      </w:tabs>
      <w:ind w:left="1418" w:right="850"/>
    </w:pPr>
  </w:style>
  <w:style w:type="paragraph" w:styleId="TDC2">
    <w:name w:val="toc 2"/>
    <w:basedOn w:val="Normal"/>
    <w:next w:val="Normal"/>
    <w:uiPriority w:val="39"/>
    <w:rsid w:val="004B76AF"/>
    <w:pPr>
      <w:tabs>
        <w:tab w:val="right" w:leader="dot" w:pos="6804"/>
      </w:tabs>
      <w:spacing w:line="220" w:lineRule="exact"/>
      <w:ind w:left="454" w:hanging="397"/>
    </w:pPr>
    <w:rPr>
      <w:sz w:val="20"/>
    </w:rPr>
  </w:style>
  <w:style w:type="paragraph" w:styleId="TDC1">
    <w:name w:val="toc 1"/>
    <w:basedOn w:val="Normal"/>
    <w:next w:val="Normal"/>
    <w:uiPriority w:val="39"/>
    <w:rsid w:val="004B76AF"/>
    <w:pPr>
      <w:tabs>
        <w:tab w:val="right" w:leader="dot" w:pos="6804"/>
      </w:tabs>
      <w:spacing w:line="220" w:lineRule="exact"/>
      <w:ind w:left="284" w:hanging="284"/>
    </w:pPr>
    <w:rPr>
      <w:sz w:val="20"/>
    </w:rPr>
  </w:style>
  <w:style w:type="paragraph" w:styleId="ndice7">
    <w:name w:val="index 7"/>
    <w:basedOn w:val="Normal"/>
    <w:next w:val="Normal"/>
    <w:semiHidden/>
    <w:pPr>
      <w:ind w:left="1698"/>
    </w:pPr>
  </w:style>
  <w:style w:type="paragraph" w:styleId="ndice6">
    <w:name w:val="index 6"/>
    <w:basedOn w:val="Normal"/>
    <w:next w:val="Normal"/>
    <w:semiHidden/>
    <w:pPr>
      <w:ind w:left="1415"/>
    </w:pPr>
  </w:style>
  <w:style w:type="paragraph" w:styleId="ndice5">
    <w:name w:val="index 5"/>
    <w:basedOn w:val="Normal"/>
    <w:next w:val="Normal"/>
    <w:semiHidden/>
    <w:pPr>
      <w:ind w:left="1132"/>
    </w:pPr>
  </w:style>
  <w:style w:type="paragraph" w:styleId="ndice4">
    <w:name w:val="index 4"/>
    <w:basedOn w:val="Normal"/>
    <w:next w:val="Normal"/>
    <w:semiHidden/>
    <w:pPr>
      <w:ind w:left="849"/>
    </w:pPr>
  </w:style>
  <w:style w:type="paragraph" w:styleId="ndice3">
    <w:name w:val="index 3"/>
    <w:basedOn w:val="Normal"/>
    <w:next w:val="Normal"/>
    <w:semiHidden/>
    <w:pPr>
      <w:ind w:left="566"/>
    </w:pPr>
  </w:style>
  <w:style w:type="paragraph" w:styleId="ndice2">
    <w:name w:val="index 2"/>
    <w:basedOn w:val="Normal"/>
    <w:next w:val="Normal"/>
    <w:semiHidden/>
    <w:pPr>
      <w:ind w:left="283"/>
    </w:pPr>
  </w:style>
  <w:style w:type="paragraph" w:styleId="ndice1">
    <w:name w:val="index 1"/>
    <w:basedOn w:val="Normal"/>
    <w:next w:val="Normal"/>
    <w:semiHidden/>
  </w:style>
  <w:style w:type="character" w:styleId="Nmerodelnea">
    <w:name w:val="line number"/>
    <w:basedOn w:val="Fuentedeprrafopredeter"/>
  </w:style>
  <w:style w:type="paragraph" w:styleId="Ttulodendice">
    <w:name w:val="index heading"/>
    <w:basedOn w:val="Normal"/>
    <w:next w:val="ndice1"/>
    <w:semiHidden/>
  </w:style>
  <w:style w:type="paragraph" w:styleId="Piedepgina">
    <w:name w:val="footer"/>
    <w:basedOn w:val="Normal"/>
    <w:pPr>
      <w:tabs>
        <w:tab w:val="right" w:pos="9072"/>
      </w:tabs>
      <w:spacing w:line="193" w:lineRule="atLeast"/>
    </w:pPr>
    <w:rPr>
      <w:sz w:val="20"/>
    </w:rPr>
  </w:style>
  <w:style w:type="paragraph" w:styleId="Encabezado">
    <w:name w:val="header"/>
    <w:basedOn w:val="Normal"/>
    <w:pPr>
      <w:spacing w:line="312" w:lineRule="atLeast"/>
    </w:pPr>
    <w:rPr>
      <w:sz w:val="20"/>
    </w:rPr>
  </w:style>
  <w:style w:type="character" w:styleId="Refdenotaalpie">
    <w:name w:val="footnote reference"/>
    <w:semiHidden/>
    <w:rPr>
      <w:position w:val="6"/>
      <w:sz w:val="16"/>
    </w:rPr>
  </w:style>
  <w:style w:type="paragraph" w:styleId="Textonotapie">
    <w:name w:val="footnote text"/>
    <w:basedOn w:val="Normal"/>
    <w:next w:val="Normal"/>
    <w:semiHidden/>
    <w:pPr>
      <w:tabs>
        <w:tab w:val="left" w:pos="284"/>
      </w:tabs>
      <w:spacing w:line="288" w:lineRule="atLeast"/>
    </w:pPr>
    <w:rPr>
      <w:sz w:val="20"/>
    </w:rPr>
  </w:style>
  <w:style w:type="paragraph" w:styleId="Sangranormal">
    <w:name w:val="Normal Indent"/>
    <w:basedOn w:val="Normal"/>
    <w:pPr>
      <w:ind w:left="720"/>
    </w:pPr>
  </w:style>
  <w:style w:type="paragraph" w:styleId="HTMLconformatoprevio">
    <w:name w:val="HTML Preformatted"/>
    <w:basedOn w:val="Normal"/>
    <w:rsid w:val="00A76F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rsid w:val="00A76F05"/>
    <w:pPr>
      <w:spacing w:before="100" w:beforeAutospacing="1" w:after="100" w:afterAutospacing="1"/>
    </w:pPr>
  </w:style>
  <w:style w:type="character" w:styleId="nfasis">
    <w:name w:val="Emphasis"/>
    <w:qFormat/>
    <w:rsid w:val="00A76F05"/>
    <w:rPr>
      <w:i/>
      <w:iCs/>
    </w:rPr>
  </w:style>
  <w:style w:type="character" w:styleId="Textoennegrita">
    <w:name w:val="Strong"/>
    <w:qFormat/>
    <w:rsid w:val="00A76F05"/>
    <w:rPr>
      <w:b/>
      <w:bCs/>
    </w:rPr>
  </w:style>
  <w:style w:type="paragraph" w:customStyle="1" w:styleId="c">
    <w:name w:val="c"/>
    <w:basedOn w:val="Normal"/>
    <w:pPr>
      <w:ind w:firstLine="284"/>
    </w:pPr>
    <w:rPr>
      <w:sz w:val="20"/>
    </w:rPr>
  </w:style>
  <w:style w:type="paragraph" w:customStyle="1" w:styleId="n">
    <w:name w:val="n"/>
    <w:basedOn w:val="Normal"/>
  </w:style>
  <w:style w:type="paragraph" w:customStyle="1" w:styleId="a">
    <w:name w:val="a"/>
    <w:basedOn w:val="Normal"/>
    <w:next w:val="b"/>
    <w:pPr>
      <w:keepLines/>
      <w:spacing w:before="480" w:after="240"/>
    </w:pPr>
    <w:rPr>
      <w:u w:val="single"/>
    </w:rPr>
  </w:style>
  <w:style w:type="paragraph" w:customStyle="1" w:styleId="b">
    <w:name w:val="b"/>
    <w:basedOn w:val="Normal"/>
    <w:pPr>
      <w:keepNext/>
      <w:spacing w:line="290" w:lineRule="atLeast"/>
      <w:ind w:left="680"/>
    </w:pPr>
  </w:style>
  <w:style w:type="paragraph" w:customStyle="1" w:styleId="Membrete">
    <w:name w:val="Membrete"/>
    <w:basedOn w:val="Normal"/>
    <w:next w:val="Normal"/>
    <w:pPr>
      <w:spacing w:line="240" w:lineRule="atLeast"/>
      <w:ind w:left="-851"/>
    </w:pPr>
    <w:rPr>
      <w:rFonts w:ascii="Arial" w:hAnsi="Arial"/>
      <w:b/>
      <w:sz w:val="16"/>
    </w:rPr>
  </w:style>
  <w:style w:type="paragraph" w:customStyle="1" w:styleId="Horario">
    <w:name w:val="Horario"/>
    <w:basedOn w:val="Normal"/>
    <w:pPr>
      <w:tabs>
        <w:tab w:val="right" w:pos="1134"/>
      </w:tabs>
      <w:ind w:right="104"/>
    </w:pPr>
  </w:style>
  <w:style w:type="paragraph" w:customStyle="1" w:styleId="i">
    <w:name w:val="i"/>
    <w:basedOn w:val="Normal"/>
    <w:pPr>
      <w:tabs>
        <w:tab w:val="left" w:pos="284"/>
      </w:tabs>
      <w:ind w:left="284" w:right="57" w:hanging="284"/>
    </w:pPr>
  </w:style>
  <w:style w:type="character" w:styleId="Nmerodepgina">
    <w:name w:val="page number"/>
    <w:basedOn w:val="Fuentedeprrafopredeter"/>
    <w:rsid w:val="002E6272"/>
  </w:style>
  <w:style w:type="table" w:styleId="Tablaconcuadrcula1">
    <w:name w:val="Table Grid 1"/>
    <w:basedOn w:val="Tablanormal"/>
    <w:rsid w:val="006A3BC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deglobo">
    <w:name w:val="Balloon Text"/>
    <w:basedOn w:val="Normal"/>
    <w:semiHidden/>
    <w:rsid w:val="00653D71"/>
    <w:rPr>
      <w:rFonts w:ascii="Tahoma" w:hAnsi="Tahoma" w:cs="Tahoma"/>
      <w:sz w:val="16"/>
      <w:szCs w:val="16"/>
    </w:rPr>
  </w:style>
  <w:style w:type="paragraph" w:styleId="Mapadeldocumento">
    <w:name w:val="Document Map"/>
    <w:basedOn w:val="Normal"/>
    <w:link w:val="MapadeldocumentoCar"/>
    <w:rsid w:val="001145BD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link w:val="Mapadeldocumento"/>
    <w:rsid w:val="001145BD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rsid w:val="00B3429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unhideWhenUsed/>
    <w:rsid w:val="00290F2A"/>
    <w:rPr>
      <w:color w:val="1155CC"/>
      <w:u w:val="single"/>
    </w:rPr>
  </w:style>
  <w:style w:type="paragraph" w:customStyle="1" w:styleId="msonormal0">
    <w:name w:val="msonormal"/>
    <w:basedOn w:val="Normal"/>
    <w:rsid w:val="00290F2A"/>
    <w:pPr>
      <w:spacing w:before="100" w:beforeAutospacing="1" w:after="100" w:afterAutospacing="1"/>
    </w:pPr>
  </w:style>
  <w:style w:type="paragraph" w:customStyle="1" w:styleId="xl65">
    <w:name w:val="xl65"/>
    <w:basedOn w:val="Normal"/>
    <w:rsid w:val="00290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B7B7B7" w:fill="B7B7B7"/>
      <w:spacing w:before="100" w:beforeAutospacing="1" w:after="100" w:afterAutospacing="1"/>
    </w:pPr>
    <w:rPr>
      <w:b/>
      <w:bCs/>
    </w:rPr>
  </w:style>
  <w:style w:type="paragraph" w:customStyle="1" w:styleId="xl66">
    <w:name w:val="xl66"/>
    <w:basedOn w:val="Normal"/>
    <w:rsid w:val="00290F2A"/>
    <w:pPr>
      <w:pBdr>
        <w:top w:val="single" w:sz="4" w:space="0" w:color="000000"/>
        <w:bottom w:val="single" w:sz="4" w:space="0" w:color="000000"/>
      </w:pBdr>
      <w:shd w:val="clear" w:color="B7B7B7" w:fill="B7B7B7"/>
      <w:spacing w:before="100" w:beforeAutospacing="1" w:after="100" w:afterAutospacing="1"/>
    </w:pPr>
  </w:style>
  <w:style w:type="paragraph" w:customStyle="1" w:styleId="xl67">
    <w:name w:val="xl67"/>
    <w:basedOn w:val="Normal"/>
    <w:rsid w:val="00290F2A"/>
    <w:pPr>
      <w:pBdr>
        <w:right w:val="single" w:sz="4" w:space="0" w:color="000000"/>
      </w:pBdr>
      <w:spacing w:before="100" w:beforeAutospacing="1" w:after="100" w:afterAutospacing="1"/>
    </w:pPr>
  </w:style>
  <w:style w:type="paragraph" w:customStyle="1" w:styleId="xl68">
    <w:name w:val="xl68"/>
    <w:basedOn w:val="Normal"/>
    <w:rsid w:val="00290F2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Normal"/>
    <w:rsid w:val="00290F2A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/>
    </w:pPr>
  </w:style>
  <w:style w:type="paragraph" w:customStyle="1" w:styleId="xl70">
    <w:name w:val="xl70"/>
    <w:basedOn w:val="Normal"/>
    <w:rsid w:val="00290F2A"/>
    <w:pPr>
      <w:pBdr>
        <w:right w:val="single" w:sz="4" w:space="0" w:color="000000"/>
      </w:pBdr>
      <w:shd w:val="clear" w:color="FFFFFF" w:fill="FFFFFF"/>
      <w:spacing w:before="100" w:beforeAutospacing="1" w:after="100" w:afterAutospacing="1"/>
    </w:pPr>
  </w:style>
  <w:style w:type="paragraph" w:customStyle="1" w:styleId="xl71">
    <w:name w:val="xl71"/>
    <w:basedOn w:val="Normal"/>
    <w:rsid w:val="00290F2A"/>
    <w:pPr>
      <w:pBdr>
        <w:right w:val="single" w:sz="4" w:space="0" w:color="000000"/>
      </w:pBdr>
      <w:shd w:val="clear" w:color="FFFFFF" w:fill="FFFFFF"/>
      <w:spacing w:before="100" w:beforeAutospacing="1" w:after="100" w:afterAutospacing="1"/>
    </w:pPr>
    <w:rPr>
      <w:rFonts w:ascii="Roboto" w:hAnsi="Roboto"/>
    </w:rPr>
  </w:style>
  <w:style w:type="paragraph" w:customStyle="1" w:styleId="xl72">
    <w:name w:val="xl72"/>
    <w:basedOn w:val="Normal"/>
    <w:rsid w:val="00290F2A"/>
    <w:pPr>
      <w:pBdr>
        <w:left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/>
    </w:pPr>
    <w:rPr>
      <w:b/>
      <w:bCs/>
    </w:rPr>
  </w:style>
  <w:style w:type="paragraph" w:customStyle="1" w:styleId="xl73">
    <w:name w:val="xl73"/>
    <w:basedOn w:val="Normal"/>
    <w:rsid w:val="00290F2A"/>
    <w:pPr>
      <w:pBdr>
        <w:bottom w:val="single" w:sz="4" w:space="0" w:color="000000"/>
      </w:pBdr>
      <w:shd w:val="clear" w:color="D9D9D9" w:fill="D9D9D9"/>
      <w:spacing w:before="100" w:beforeAutospacing="1" w:after="100" w:afterAutospacing="1"/>
    </w:pPr>
  </w:style>
  <w:style w:type="paragraph" w:customStyle="1" w:styleId="xl74">
    <w:name w:val="xl74"/>
    <w:basedOn w:val="Normal"/>
    <w:rsid w:val="00290F2A"/>
    <w:pPr>
      <w:pBdr>
        <w:top w:val="single" w:sz="4" w:space="0" w:color="000000"/>
        <w:bottom w:val="single" w:sz="4" w:space="0" w:color="000000"/>
      </w:pBdr>
      <w:shd w:val="clear" w:color="B7B7B7" w:fill="B7B7B7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Normal"/>
    <w:rsid w:val="00290F2A"/>
    <w:pPr>
      <w:pBdr>
        <w:right w:val="single" w:sz="4" w:space="0" w:color="000000"/>
      </w:pBdr>
      <w:spacing w:before="100" w:beforeAutospacing="1" w:after="100" w:afterAutospacing="1"/>
    </w:pPr>
  </w:style>
  <w:style w:type="paragraph" w:customStyle="1" w:styleId="xl76">
    <w:name w:val="xl76"/>
    <w:basedOn w:val="Normal"/>
    <w:rsid w:val="00290F2A"/>
    <w:pPr>
      <w:pBdr>
        <w:top w:val="single" w:sz="4" w:space="0" w:color="000000"/>
      </w:pBdr>
      <w:shd w:val="clear" w:color="B7B7B7" w:fill="B7B7B7"/>
      <w:spacing w:before="100" w:beforeAutospacing="1" w:after="100" w:afterAutospacing="1"/>
    </w:pPr>
  </w:style>
  <w:style w:type="paragraph" w:customStyle="1" w:styleId="xl77">
    <w:name w:val="xl77"/>
    <w:basedOn w:val="Normal"/>
    <w:rsid w:val="00290F2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Normal"/>
    <w:rsid w:val="00290F2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D9D9D9" w:fill="D9D9D9"/>
      <w:spacing w:before="100" w:beforeAutospacing="1" w:after="100" w:afterAutospacing="1"/>
    </w:pPr>
  </w:style>
  <w:style w:type="paragraph" w:customStyle="1" w:styleId="xl79">
    <w:name w:val="xl79"/>
    <w:basedOn w:val="Normal"/>
    <w:rsid w:val="00290F2A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/>
    </w:pPr>
    <w:rPr>
      <w:b/>
      <w:bCs/>
    </w:rPr>
  </w:style>
  <w:style w:type="paragraph" w:customStyle="1" w:styleId="xl80">
    <w:name w:val="xl80"/>
    <w:basedOn w:val="Normal"/>
    <w:rsid w:val="00290F2A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81">
    <w:name w:val="xl81"/>
    <w:basedOn w:val="Normal"/>
    <w:rsid w:val="00290F2A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styleId="TtuloTDC">
    <w:name w:val="TOC Heading"/>
    <w:basedOn w:val="Ttulo1"/>
    <w:next w:val="Normal"/>
    <w:uiPriority w:val="39"/>
    <w:unhideWhenUsed/>
    <w:qFormat/>
    <w:rsid w:val="00E00C71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character" w:styleId="Textodelmarcadordeposicin">
    <w:name w:val="Placeholder Text"/>
    <w:basedOn w:val="Fuentedeprrafopredeter"/>
    <w:uiPriority w:val="99"/>
    <w:semiHidden/>
    <w:rsid w:val="00690EB4"/>
    <w:rPr>
      <w:color w:val="808080"/>
    </w:rPr>
  </w:style>
  <w:style w:type="paragraph" w:styleId="Prrafodelista">
    <w:name w:val="List Paragraph"/>
    <w:basedOn w:val="Normal"/>
    <w:uiPriority w:val="34"/>
    <w:qFormat/>
    <w:rsid w:val="003503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45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lix\OneDrive%20-%20Universidad%20de%20Oviedo\DOCS\zz_Word\Cuartilla%20m&#237;o%20UniOvi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9024F-25EE-4D7B-B616-46B85515D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Cuartilla mío UniOvi.dot</Template>
  <TotalTime>1720</TotalTime>
  <Pages>50</Pages>
  <Words>7251</Words>
  <Characters>34882</Characters>
  <Application>Microsoft Office Word</Application>
  <DocSecurity>0</DocSecurity>
  <Lines>4983</Lines>
  <Paragraphs>2633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Encabezado mío en el departamento</vt:lpstr>
    </vt:vector>
  </TitlesOfParts>
  <Company>La Biblioteca de Babel</Company>
  <LinksUpToDate>false</LinksUpToDate>
  <CharactersWithSpaces>39500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Encabezado mío en el departamento</dc:title>
  <dc:subject/>
  <dc:creator>Félix Fernández de Castro</dc:creator>
  <cp:keywords>car</cp:keywords>
  <dc:description/>
  <cp:lastModifiedBy>Félix FdC</cp:lastModifiedBy>
  <cp:revision>244</cp:revision>
  <cp:lastPrinted>2021-03-09T14:31:00Z</cp:lastPrinted>
  <dcterms:created xsi:type="dcterms:W3CDTF">2021-03-02T22:15:00Z</dcterms:created>
  <dcterms:modified xsi:type="dcterms:W3CDTF">2021-03-10T21:37:00Z</dcterms:modified>
</cp:coreProperties>
</file>